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613AC" w14:textId="77777777" w:rsidR="00080512" w:rsidRPr="00630AB6" w:rsidRDefault="00080512">
      <w:pPr>
        <w:pStyle w:val="ZA"/>
        <w:framePr w:wrap="notBeside"/>
      </w:pPr>
      <w:bookmarkStart w:id="0" w:name="page1"/>
      <w:r w:rsidRPr="00630AB6">
        <w:rPr>
          <w:sz w:val="64"/>
        </w:rPr>
        <w:t xml:space="preserve">3GPP TS </w:t>
      </w:r>
      <w:r w:rsidR="00F80346" w:rsidRPr="00630AB6">
        <w:rPr>
          <w:sz w:val="64"/>
        </w:rPr>
        <w:t>29</w:t>
      </w:r>
      <w:r w:rsidRPr="00630AB6">
        <w:rPr>
          <w:sz w:val="64"/>
        </w:rPr>
        <w:t>.</w:t>
      </w:r>
      <w:r w:rsidR="00605223" w:rsidRPr="00630AB6">
        <w:rPr>
          <w:sz w:val="64"/>
        </w:rPr>
        <w:t>531</w:t>
      </w:r>
      <w:r w:rsidRPr="00630AB6">
        <w:rPr>
          <w:sz w:val="64"/>
        </w:rPr>
        <w:t xml:space="preserve"> </w:t>
      </w:r>
      <w:r w:rsidRPr="00630AB6">
        <w:t>V</w:t>
      </w:r>
      <w:r w:rsidR="00C00BCA" w:rsidRPr="00630AB6">
        <w:t>15</w:t>
      </w:r>
      <w:r w:rsidRPr="00630AB6">
        <w:t>.</w:t>
      </w:r>
      <w:r w:rsidR="00B7289A">
        <w:rPr>
          <w:lang w:eastAsia="zh-CN"/>
        </w:rPr>
        <w:t>6</w:t>
      </w:r>
      <w:r w:rsidRPr="00630AB6">
        <w:t>.</w:t>
      </w:r>
      <w:r w:rsidR="00F80346" w:rsidRPr="00630AB6">
        <w:t>0</w:t>
      </w:r>
      <w:r w:rsidRPr="00630AB6">
        <w:t xml:space="preserve"> </w:t>
      </w:r>
      <w:r w:rsidRPr="00630AB6">
        <w:rPr>
          <w:sz w:val="32"/>
        </w:rPr>
        <w:t>(</w:t>
      </w:r>
      <w:r w:rsidR="00B7289A" w:rsidRPr="00630AB6">
        <w:rPr>
          <w:sz w:val="32"/>
        </w:rPr>
        <w:t>20</w:t>
      </w:r>
      <w:r w:rsidR="00B7289A">
        <w:rPr>
          <w:sz w:val="32"/>
        </w:rPr>
        <w:t>21</w:t>
      </w:r>
      <w:r w:rsidRPr="00630AB6">
        <w:rPr>
          <w:sz w:val="32"/>
        </w:rPr>
        <w:t>-</w:t>
      </w:r>
      <w:r w:rsidR="00C14A11">
        <w:rPr>
          <w:sz w:val="32"/>
        </w:rPr>
        <w:t>0</w:t>
      </w:r>
      <w:r w:rsidR="00B7289A">
        <w:rPr>
          <w:sz w:val="32"/>
        </w:rPr>
        <w:t>6</w:t>
      </w:r>
      <w:r w:rsidRPr="00630AB6">
        <w:rPr>
          <w:sz w:val="32"/>
        </w:rPr>
        <w:t>)</w:t>
      </w:r>
    </w:p>
    <w:p w14:paraId="78FDA6B7" w14:textId="77777777" w:rsidR="00080512" w:rsidRPr="00630AB6" w:rsidRDefault="00080512">
      <w:pPr>
        <w:pStyle w:val="ZB"/>
        <w:framePr w:wrap="notBeside"/>
      </w:pPr>
      <w:r w:rsidRPr="00630AB6">
        <w:t>Technical Specification</w:t>
      </w:r>
    </w:p>
    <w:p w14:paraId="35F1B6A3" w14:textId="77777777" w:rsidR="00080512" w:rsidRPr="00630AB6" w:rsidRDefault="00080512">
      <w:pPr>
        <w:pStyle w:val="ZT"/>
        <w:framePr w:wrap="notBeside"/>
      </w:pPr>
      <w:r w:rsidRPr="00630AB6">
        <w:t>3rd Generation Partnership Project;</w:t>
      </w:r>
    </w:p>
    <w:p w14:paraId="14F8644F" w14:textId="77777777" w:rsidR="00080512" w:rsidRPr="00630AB6" w:rsidRDefault="00080512">
      <w:pPr>
        <w:pStyle w:val="ZT"/>
        <w:framePr w:wrap="notBeside"/>
      </w:pPr>
      <w:r w:rsidRPr="00630AB6">
        <w:t xml:space="preserve">Technical Specification Group </w:t>
      </w:r>
      <w:r w:rsidR="00F80346" w:rsidRPr="00630AB6">
        <w:t>Core Network and Terminals</w:t>
      </w:r>
      <w:r w:rsidRPr="00630AB6">
        <w:t>;</w:t>
      </w:r>
    </w:p>
    <w:p w14:paraId="182CDD0E" w14:textId="77777777" w:rsidR="00B73A60" w:rsidRPr="00630AB6" w:rsidRDefault="00F80346">
      <w:pPr>
        <w:pStyle w:val="ZT"/>
        <w:framePr w:wrap="notBeside"/>
      </w:pPr>
      <w:r w:rsidRPr="00630AB6">
        <w:t>5G System</w:t>
      </w:r>
      <w:r w:rsidR="00080512" w:rsidRPr="00630AB6">
        <w:t>;</w:t>
      </w:r>
    </w:p>
    <w:p w14:paraId="0C2917F6" w14:textId="77777777" w:rsidR="00080512" w:rsidRPr="00630AB6" w:rsidRDefault="00605223">
      <w:pPr>
        <w:pStyle w:val="ZT"/>
        <w:framePr w:wrap="notBeside"/>
      </w:pPr>
      <w:r w:rsidRPr="00630AB6">
        <w:t>Network Slice Selection</w:t>
      </w:r>
      <w:r w:rsidR="00F80346" w:rsidRPr="00630AB6">
        <w:t xml:space="preserve"> Services</w:t>
      </w:r>
      <w:r w:rsidR="00CA22CF" w:rsidRPr="00630AB6">
        <w:t>;</w:t>
      </w:r>
    </w:p>
    <w:p w14:paraId="1F8902D9" w14:textId="77777777" w:rsidR="00080512" w:rsidRPr="00630AB6" w:rsidRDefault="00F80346">
      <w:pPr>
        <w:pStyle w:val="ZT"/>
        <w:framePr w:wrap="notBeside"/>
      </w:pPr>
      <w:r w:rsidRPr="00630AB6">
        <w:t>Stage 3</w:t>
      </w:r>
    </w:p>
    <w:p w14:paraId="663F076F" w14:textId="77777777" w:rsidR="00080512" w:rsidRPr="00630AB6" w:rsidRDefault="00FC1192">
      <w:pPr>
        <w:pStyle w:val="ZT"/>
        <w:framePr w:wrap="notBeside"/>
        <w:rPr>
          <w:i/>
          <w:sz w:val="28"/>
        </w:rPr>
      </w:pPr>
      <w:r w:rsidRPr="00630AB6">
        <w:t>(</w:t>
      </w:r>
      <w:r w:rsidRPr="00630AB6">
        <w:rPr>
          <w:rStyle w:val="ZGSM"/>
        </w:rPr>
        <w:t xml:space="preserve">Release </w:t>
      </w:r>
      <w:r w:rsidR="00054A22" w:rsidRPr="00630AB6">
        <w:rPr>
          <w:rStyle w:val="ZGSM"/>
        </w:rPr>
        <w:t>15</w:t>
      </w:r>
      <w:r w:rsidRPr="00630AB6">
        <w:t>)</w:t>
      </w:r>
    </w:p>
    <w:p w14:paraId="1B0D2DE7" w14:textId="77777777" w:rsidR="00917CCB" w:rsidRPr="00630AB6" w:rsidRDefault="00917CCB" w:rsidP="00917CCB">
      <w:pPr>
        <w:pStyle w:val="ZU"/>
        <w:framePr w:h="4929" w:hRule="exact" w:wrap="notBeside"/>
        <w:tabs>
          <w:tab w:val="right" w:pos="10206"/>
        </w:tabs>
        <w:jc w:val="left"/>
      </w:pPr>
      <w:r w:rsidRPr="00630AB6">
        <w:rPr>
          <w:i/>
        </w:rPr>
        <w:t xml:space="preserve">  </w:t>
      </w:r>
      <w:r w:rsidR="00B66BB2">
        <w:rPr>
          <w:i/>
          <w:lang w:val="en-US" w:eastAsia="zh-CN"/>
        </w:rPr>
        <w:drawing>
          <wp:inline distT="0" distB="0" distL="0" distR="0" wp14:anchorId="1F1BCAF0" wp14:editId="08451728">
            <wp:extent cx="1203960" cy="830580"/>
            <wp:effectExtent l="0" t="0" r="0" b="762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3960" cy="830580"/>
                    </a:xfrm>
                    <a:prstGeom prst="rect">
                      <a:avLst/>
                    </a:prstGeom>
                    <a:noFill/>
                    <a:ln>
                      <a:noFill/>
                    </a:ln>
                  </pic:spPr>
                </pic:pic>
              </a:graphicData>
            </a:graphic>
          </wp:inline>
        </w:drawing>
      </w:r>
      <w:r w:rsidRPr="00630AB6">
        <w:rPr>
          <w:color w:val="0000FF"/>
        </w:rPr>
        <w:tab/>
      </w:r>
      <w:r w:rsidR="00B66BB2">
        <w:rPr>
          <w:lang w:val="en-US" w:eastAsia="zh-CN"/>
        </w:rPr>
        <w:drawing>
          <wp:inline distT="0" distB="0" distL="0" distR="0" wp14:anchorId="5D961553" wp14:editId="61BCE90B">
            <wp:extent cx="1630680" cy="944880"/>
            <wp:effectExtent l="0" t="0" r="7620" b="762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944880"/>
                    </a:xfrm>
                    <a:prstGeom prst="rect">
                      <a:avLst/>
                    </a:prstGeom>
                    <a:noFill/>
                    <a:ln>
                      <a:noFill/>
                    </a:ln>
                  </pic:spPr>
                </pic:pic>
              </a:graphicData>
            </a:graphic>
          </wp:inline>
        </w:drawing>
      </w:r>
    </w:p>
    <w:p w14:paraId="63A6C511" w14:textId="77777777" w:rsidR="00080512" w:rsidRPr="00630AB6" w:rsidRDefault="00080512">
      <w:pPr>
        <w:pStyle w:val="ZU"/>
        <w:framePr w:h="4929" w:hRule="exact" w:wrap="notBeside"/>
        <w:tabs>
          <w:tab w:val="right" w:pos="10206"/>
        </w:tabs>
        <w:jc w:val="left"/>
      </w:pPr>
    </w:p>
    <w:p w14:paraId="0FE30854" w14:textId="77777777" w:rsidR="00080512" w:rsidRPr="00630AB6" w:rsidRDefault="00080512" w:rsidP="00734A5B">
      <w:pPr>
        <w:framePr w:h="1377" w:hRule="exact" w:wrap="notBeside" w:vAnchor="page" w:hAnchor="margin" w:y="15305"/>
        <w:rPr>
          <w:sz w:val="16"/>
        </w:rPr>
      </w:pPr>
      <w:r w:rsidRPr="00630AB6">
        <w:rPr>
          <w:sz w:val="16"/>
        </w:rPr>
        <w:t>The present document has been developed within the 3</w:t>
      </w:r>
      <w:r w:rsidR="00F04712" w:rsidRPr="00630AB6">
        <w:rPr>
          <w:sz w:val="16"/>
        </w:rPr>
        <w:t>rd</w:t>
      </w:r>
      <w:r w:rsidRPr="00630AB6">
        <w:rPr>
          <w:sz w:val="16"/>
        </w:rPr>
        <w:t xml:space="preserve"> Generation Partnership Project (3GPP</w:t>
      </w:r>
      <w:r w:rsidRPr="00630AB6">
        <w:rPr>
          <w:sz w:val="16"/>
          <w:vertAlign w:val="superscript"/>
        </w:rPr>
        <w:t xml:space="preserve"> TM</w:t>
      </w:r>
      <w:r w:rsidRPr="00630AB6">
        <w:rPr>
          <w:sz w:val="16"/>
        </w:rPr>
        <w:t>) and may be further elaborated for the purposes of 3GPP..</w:t>
      </w:r>
      <w:r w:rsidRPr="00630AB6">
        <w:rPr>
          <w:sz w:val="16"/>
        </w:rPr>
        <w:br/>
        <w:t>The present document has not been subject to any approval process by the 3GPP</w:t>
      </w:r>
      <w:r w:rsidRPr="00630AB6">
        <w:rPr>
          <w:sz w:val="16"/>
          <w:vertAlign w:val="superscript"/>
        </w:rPr>
        <w:t xml:space="preserve"> </w:t>
      </w:r>
      <w:r w:rsidRPr="00630AB6">
        <w:rPr>
          <w:sz w:val="16"/>
        </w:rPr>
        <w:t>Organizational Partners and shall not be implemented.</w:t>
      </w:r>
      <w:r w:rsidRPr="00630AB6">
        <w:rPr>
          <w:sz w:val="16"/>
        </w:rPr>
        <w:br/>
        <w:t>This Specification is provided for future development work within 3GPP</w:t>
      </w:r>
      <w:r w:rsidRPr="00630AB6">
        <w:rPr>
          <w:sz w:val="16"/>
          <w:vertAlign w:val="superscript"/>
        </w:rPr>
        <w:t xml:space="preserve"> </w:t>
      </w:r>
      <w:r w:rsidRPr="00630AB6">
        <w:rPr>
          <w:sz w:val="16"/>
        </w:rPr>
        <w:t>only. The Organizational Partners accept no liability for any use of this Specification.</w:t>
      </w:r>
      <w:r w:rsidRPr="00630AB6">
        <w:rPr>
          <w:sz w:val="16"/>
        </w:rPr>
        <w:br/>
        <w:t xml:space="preserve">Specifications and </w:t>
      </w:r>
      <w:r w:rsidR="00F653B8" w:rsidRPr="00630AB6">
        <w:rPr>
          <w:sz w:val="16"/>
        </w:rPr>
        <w:t>Reports</w:t>
      </w:r>
      <w:r w:rsidRPr="00630AB6">
        <w:rPr>
          <w:sz w:val="16"/>
        </w:rPr>
        <w:t xml:space="preserve"> for implementation of the 3GPP</w:t>
      </w:r>
      <w:r w:rsidRPr="00630AB6">
        <w:rPr>
          <w:sz w:val="16"/>
          <w:vertAlign w:val="superscript"/>
        </w:rPr>
        <w:t xml:space="preserve"> TM</w:t>
      </w:r>
      <w:r w:rsidRPr="00630AB6">
        <w:rPr>
          <w:sz w:val="16"/>
        </w:rPr>
        <w:t xml:space="preserve"> system should be obtained via the 3GPP Organizational Partners' Publications Offices.</w:t>
      </w:r>
    </w:p>
    <w:p w14:paraId="13C32841" w14:textId="77777777" w:rsidR="00080512" w:rsidRPr="00630AB6" w:rsidRDefault="00080512">
      <w:pPr>
        <w:pStyle w:val="ZV"/>
        <w:framePr w:wrap="notBeside"/>
      </w:pPr>
    </w:p>
    <w:p w14:paraId="40EBFFC2" w14:textId="77777777" w:rsidR="00080512" w:rsidRPr="00630AB6" w:rsidRDefault="00080512"/>
    <w:bookmarkEnd w:id="0"/>
    <w:p w14:paraId="38BF8D85" w14:textId="77777777" w:rsidR="00080512" w:rsidRPr="00630AB6" w:rsidRDefault="00080512">
      <w:pPr>
        <w:sectPr w:rsidR="00080512" w:rsidRPr="00630AB6">
          <w:footnotePr>
            <w:numRestart w:val="eachSect"/>
          </w:footnotePr>
          <w:pgSz w:w="11907" w:h="16840"/>
          <w:pgMar w:top="2268" w:right="851" w:bottom="10773" w:left="851" w:header="0" w:footer="0" w:gutter="0"/>
          <w:cols w:space="720"/>
        </w:sectPr>
      </w:pPr>
    </w:p>
    <w:p w14:paraId="27A4EB34" w14:textId="77777777" w:rsidR="00614FDF" w:rsidRPr="00630AB6" w:rsidRDefault="00614FDF" w:rsidP="00614FDF">
      <w:pPr>
        <w:pStyle w:val="Guidance"/>
      </w:pPr>
      <w:bookmarkStart w:id="1" w:name="page2"/>
      <w:r w:rsidRPr="00630AB6">
        <w:lastRenderedPageBreak/>
        <w:br/>
      </w:r>
    </w:p>
    <w:p w14:paraId="7CDFF318" w14:textId="77777777" w:rsidR="00080512" w:rsidRPr="00630AB6" w:rsidRDefault="00080512"/>
    <w:p w14:paraId="367DCB51" w14:textId="77777777" w:rsidR="00080512" w:rsidRPr="00630AB6" w:rsidRDefault="00080512">
      <w:pPr>
        <w:pStyle w:val="FP"/>
        <w:framePr w:wrap="notBeside" w:hAnchor="margin" w:y="1419"/>
        <w:pBdr>
          <w:bottom w:val="single" w:sz="6" w:space="1" w:color="auto"/>
        </w:pBdr>
        <w:spacing w:before="240"/>
        <w:ind w:left="2835" w:right="2835"/>
        <w:jc w:val="center"/>
      </w:pPr>
      <w:r w:rsidRPr="00630AB6">
        <w:t>Keywords</w:t>
      </w:r>
    </w:p>
    <w:p w14:paraId="12EDB5F9" w14:textId="77777777" w:rsidR="00080512" w:rsidRPr="00630AB6" w:rsidRDefault="00CF0A69">
      <w:pPr>
        <w:pStyle w:val="FP"/>
        <w:framePr w:wrap="notBeside" w:hAnchor="margin" w:y="1419"/>
        <w:ind w:left="2835" w:right="2835"/>
        <w:jc w:val="center"/>
        <w:rPr>
          <w:rFonts w:ascii="Arial" w:hAnsi="Arial"/>
          <w:sz w:val="18"/>
        </w:rPr>
      </w:pPr>
      <w:r w:rsidRPr="00630AB6">
        <w:rPr>
          <w:rFonts w:ascii="Arial" w:hAnsi="Arial"/>
          <w:sz w:val="18"/>
        </w:rPr>
        <w:t>3GPP, 5G System</w:t>
      </w:r>
    </w:p>
    <w:p w14:paraId="446AD93D" w14:textId="77777777" w:rsidR="00080512" w:rsidRPr="00630AB6" w:rsidRDefault="00080512"/>
    <w:p w14:paraId="521CD373" w14:textId="77777777" w:rsidR="00080512" w:rsidRPr="00630AB6" w:rsidRDefault="00080512">
      <w:pPr>
        <w:pStyle w:val="FP"/>
        <w:framePr w:wrap="notBeside" w:hAnchor="margin" w:yAlign="center"/>
        <w:spacing w:after="240"/>
        <w:ind w:left="2835" w:right="2835"/>
        <w:jc w:val="center"/>
        <w:rPr>
          <w:rFonts w:ascii="Arial" w:hAnsi="Arial"/>
          <w:b/>
          <w:i/>
        </w:rPr>
      </w:pPr>
      <w:r w:rsidRPr="00630AB6">
        <w:rPr>
          <w:rFonts w:ascii="Arial" w:hAnsi="Arial"/>
          <w:b/>
          <w:i/>
        </w:rPr>
        <w:t>3GPP</w:t>
      </w:r>
    </w:p>
    <w:p w14:paraId="36E8B7E6" w14:textId="77777777" w:rsidR="00080512" w:rsidRPr="00630AB6" w:rsidRDefault="00080512">
      <w:pPr>
        <w:pStyle w:val="FP"/>
        <w:framePr w:wrap="notBeside" w:hAnchor="margin" w:yAlign="center"/>
        <w:pBdr>
          <w:bottom w:val="single" w:sz="6" w:space="1" w:color="auto"/>
        </w:pBdr>
        <w:ind w:left="2835" w:right="2835"/>
        <w:jc w:val="center"/>
      </w:pPr>
      <w:r w:rsidRPr="00630AB6">
        <w:t>Postal address</w:t>
      </w:r>
    </w:p>
    <w:p w14:paraId="18E3B338" w14:textId="77777777" w:rsidR="00080512" w:rsidRPr="00630AB6" w:rsidRDefault="00080512">
      <w:pPr>
        <w:pStyle w:val="FP"/>
        <w:framePr w:wrap="notBeside" w:hAnchor="margin" w:yAlign="center"/>
        <w:ind w:left="2835" w:right="2835"/>
        <w:jc w:val="center"/>
        <w:rPr>
          <w:rFonts w:ascii="Arial" w:hAnsi="Arial"/>
          <w:sz w:val="18"/>
        </w:rPr>
      </w:pPr>
    </w:p>
    <w:p w14:paraId="725F3BD0" w14:textId="77777777" w:rsidR="00080512" w:rsidRPr="00630AB6" w:rsidRDefault="00080512">
      <w:pPr>
        <w:pStyle w:val="FP"/>
        <w:framePr w:wrap="notBeside" w:hAnchor="margin" w:yAlign="center"/>
        <w:pBdr>
          <w:bottom w:val="single" w:sz="6" w:space="1" w:color="auto"/>
        </w:pBdr>
        <w:spacing w:before="240"/>
        <w:ind w:left="2835" w:right="2835"/>
        <w:jc w:val="center"/>
      </w:pPr>
      <w:r w:rsidRPr="00630AB6">
        <w:t>3GPP support office address</w:t>
      </w:r>
    </w:p>
    <w:p w14:paraId="4A869DE9" w14:textId="77777777" w:rsidR="00080512" w:rsidRPr="00630AB6" w:rsidRDefault="00080512">
      <w:pPr>
        <w:pStyle w:val="FP"/>
        <w:framePr w:wrap="notBeside" w:hAnchor="margin" w:yAlign="center"/>
        <w:ind w:left="2835" w:right="2835"/>
        <w:jc w:val="center"/>
        <w:rPr>
          <w:rFonts w:ascii="Arial" w:hAnsi="Arial"/>
          <w:sz w:val="18"/>
          <w:lang w:val="fr-FR"/>
        </w:rPr>
      </w:pPr>
      <w:r w:rsidRPr="00630AB6">
        <w:rPr>
          <w:rFonts w:ascii="Arial" w:hAnsi="Arial"/>
          <w:sz w:val="18"/>
          <w:lang w:val="fr-FR"/>
        </w:rPr>
        <w:t>650 Route des Lucioles - Sophia Antipolis</w:t>
      </w:r>
    </w:p>
    <w:p w14:paraId="2964DD85" w14:textId="77777777" w:rsidR="00080512" w:rsidRPr="00630AB6" w:rsidRDefault="00080512">
      <w:pPr>
        <w:pStyle w:val="FP"/>
        <w:framePr w:wrap="notBeside" w:hAnchor="margin" w:yAlign="center"/>
        <w:ind w:left="2835" w:right="2835"/>
        <w:jc w:val="center"/>
        <w:rPr>
          <w:rFonts w:ascii="Arial" w:hAnsi="Arial"/>
          <w:sz w:val="18"/>
          <w:lang w:val="fr-FR"/>
        </w:rPr>
      </w:pPr>
      <w:r w:rsidRPr="00630AB6">
        <w:rPr>
          <w:rFonts w:ascii="Arial" w:hAnsi="Arial"/>
          <w:sz w:val="18"/>
          <w:lang w:val="fr-FR"/>
        </w:rPr>
        <w:t>Valbonne - FRANCE</w:t>
      </w:r>
    </w:p>
    <w:p w14:paraId="1D93040C" w14:textId="77777777" w:rsidR="00080512" w:rsidRPr="00630AB6" w:rsidRDefault="00080512">
      <w:pPr>
        <w:pStyle w:val="FP"/>
        <w:framePr w:wrap="notBeside" w:hAnchor="margin" w:yAlign="center"/>
        <w:spacing w:after="20"/>
        <w:ind w:left="2835" w:right="2835"/>
        <w:jc w:val="center"/>
        <w:rPr>
          <w:rFonts w:ascii="Arial" w:hAnsi="Arial"/>
          <w:sz w:val="18"/>
        </w:rPr>
      </w:pPr>
      <w:r w:rsidRPr="00630AB6">
        <w:rPr>
          <w:rFonts w:ascii="Arial" w:hAnsi="Arial"/>
          <w:sz w:val="18"/>
        </w:rPr>
        <w:t>Tel.: +33 4 92 94 42 00 Fax: +33 4 93 65 47 16</w:t>
      </w:r>
    </w:p>
    <w:p w14:paraId="2C0EF3D6" w14:textId="77777777" w:rsidR="00080512" w:rsidRPr="00630AB6" w:rsidRDefault="00080512">
      <w:pPr>
        <w:pStyle w:val="FP"/>
        <w:framePr w:wrap="notBeside" w:hAnchor="margin" w:yAlign="center"/>
        <w:pBdr>
          <w:bottom w:val="single" w:sz="6" w:space="1" w:color="auto"/>
        </w:pBdr>
        <w:spacing w:before="240"/>
        <w:ind w:left="2835" w:right="2835"/>
        <w:jc w:val="center"/>
      </w:pPr>
      <w:r w:rsidRPr="00630AB6">
        <w:t>Internet</w:t>
      </w:r>
    </w:p>
    <w:p w14:paraId="54AD2A6A" w14:textId="77777777" w:rsidR="00080512" w:rsidRPr="00630AB6" w:rsidRDefault="00080512">
      <w:pPr>
        <w:pStyle w:val="FP"/>
        <w:framePr w:wrap="notBeside" w:hAnchor="margin" w:yAlign="center"/>
        <w:ind w:left="2835" w:right="2835"/>
        <w:jc w:val="center"/>
        <w:rPr>
          <w:rFonts w:ascii="Arial" w:hAnsi="Arial"/>
          <w:sz w:val="18"/>
        </w:rPr>
      </w:pPr>
      <w:r w:rsidRPr="00630AB6">
        <w:rPr>
          <w:rFonts w:ascii="Arial" w:hAnsi="Arial"/>
          <w:sz w:val="18"/>
        </w:rPr>
        <w:t>http://www.3gpp.org</w:t>
      </w:r>
    </w:p>
    <w:p w14:paraId="1240FDE6" w14:textId="77777777" w:rsidR="00080512" w:rsidRPr="00630AB6" w:rsidRDefault="00080512"/>
    <w:p w14:paraId="62592EC7" w14:textId="77777777" w:rsidR="00080512" w:rsidRPr="00630AB6"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630AB6">
        <w:rPr>
          <w:rFonts w:ascii="Arial" w:hAnsi="Arial"/>
          <w:b/>
          <w:i/>
          <w:noProof/>
        </w:rPr>
        <w:t>Copyright Notification</w:t>
      </w:r>
    </w:p>
    <w:p w14:paraId="12647A69" w14:textId="77777777" w:rsidR="00080512" w:rsidRPr="00630AB6" w:rsidRDefault="00080512" w:rsidP="00FA1266">
      <w:pPr>
        <w:pStyle w:val="FP"/>
        <w:framePr w:h="3057" w:hRule="exact" w:wrap="notBeside" w:vAnchor="page" w:hAnchor="margin" w:y="12605"/>
        <w:jc w:val="center"/>
        <w:rPr>
          <w:noProof/>
        </w:rPr>
      </w:pPr>
      <w:r w:rsidRPr="00630AB6">
        <w:rPr>
          <w:noProof/>
        </w:rPr>
        <w:t>No part may be reproduced except as authorized by written permission.</w:t>
      </w:r>
      <w:r w:rsidRPr="00630AB6">
        <w:rPr>
          <w:noProof/>
        </w:rPr>
        <w:br/>
        <w:t>The copyright and the foregoing restriction extend to reproduction in all media.</w:t>
      </w:r>
    </w:p>
    <w:p w14:paraId="33B8DA1F" w14:textId="77777777" w:rsidR="00080512" w:rsidRPr="00630AB6" w:rsidRDefault="00080512" w:rsidP="00FA1266">
      <w:pPr>
        <w:pStyle w:val="FP"/>
        <w:framePr w:h="3057" w:hRule="exact" w:wrap="notBeside" w:vAnchor="page" w:hAnchor="margin" w:y="12605"/>
        <w:jc w:val="center"/>
        <w:rPr>
          <w:noProof/>
        </w:rPr>
      </w:pPr>
    </w:p>
    <w:p w14:paraId="5594B825" w14:textId="016B2E7D" w:rsidR="00080512" w:rsidRPr="00630AB6" w:rsidRDefault="00DC309B" w:rsidP="00FA1266">
      <w:pPr>
        <w:pStyle w:val="FP"/>
        <w:framePr w:h="3057" w:hRule="exact" w:wrap="notBeside" w:vAnchor="page" w:hAnchor="margin" w:y="12605"/>
        <w:jc w:val="center"/>
        <w:rPr>
          <w:noProof/>
          <w:sz w:val="18"/>
        </w:rPr>
      </w:pPr>
      <w:r w:rsidRPr="00630AB6">
        <w:rPr>
          <w:noProof/>
          <w:sz w:val="18"/>
        </w:rPr>
        <w:t>© 20</w:t>
      </w:r>
      <w:r w:rsidR="0028738E">
        <w:rPr>
          <w:noProof/>
          <w:sz w:val="18"/>
        </w:rPr>
        <w:t>21</w:t>
      </w:r>
      <w:r w:rsidR="00080512" w:rsidRPr="00630AB6">
        <w:rPr>
          <w:noProof/>
          <w:sz w:val="18"/>
        </w:rPr>
        <w:t>, 3GPP Organizational Partners (ARIB, ATIS, CCSA, ETSI,</w:t>
      </w:r>
      <w:r w:rsidR="00F22EC7" w:rsidRPr="00630AB6">
        <w:rPr>
          <w:noProof/>
          <w:sz w:val="18"/>
        </w:rPr>
        <w:t xml:space="preserve"> TSDSI, </w:t>
      </w:r>
      <w:r w:rsidR="00080512" w:rsidRPr="00630AB6">
        <w:rPr>
          <w:noProof/>
          <w:sz w:val="18"/>
        </w:rPr>
        <w:t>TTA, TTC).</w:t>
      </w:r>
      <w:bookmarkStart w:id="2" w:name="copyrightaddon"/>
      <w:bookmarkEnd w:id="2"/>
    </w:p>
    <w:p w14:paraId="456937F6" w14:textId="77777777" w:rsidR="00734A5B" w:rsidRPr="00630AB6" w:rsidRDefault="00080512" w:rsidP="00FA1266">
      <w:pPr>
        <w:pStyle w:val="FP"/>
        <w:framePr w:h="3057" w:hRule="exact" w:wrap="notBeside" w:vAnchor="page" w:hAnchor="margin" w:y="12605"/>
        <w:jc w:val="center"/>
        <w:rPr>
          <w:noProof/>
          <w:sz w:val="18"/>
        </w:rPr>
      </w:pPr>
      <w:r w:rsidRPr="00630AB6">
        <w:rPr>
          <w:noProof/>
          <w:sz w:val="18"/>
        </w:rPr>
        <w:t>All rights reserved.</w:t>
      </w:r>
    </w:p>
    <w:p w14:paraId="7094AE02" w14:textId="77777777" w:rsidR="00FC1192" w:rsidRPr="00630AB6" w:rsidRDefault="00FC1192" w:rsidP="00FA1266">
      <w:pPr>
        <w:pStyle w:val="FP"/>
        <w:framePr w:h="3057" w:hRule="exact" w:wrap="notBeside" w:vAnchor="page" w:hAnchor="margin" w:y="12605"/>
        <w:rPr>
          <w:noProof/>
          <w:sz w:val="18"/>
        </w:rPr>
      </w:pPr>
    </w:p>
    <w:p w14:paraId="12E4742C" w14:textId="77777777" w:rsidR="00734A5B" w:rsidRPr="00630AB6" w:rsidRDefault="00734A5B" w:rsidP="00FA1266">
      <w:pPr>
        <w:pStyle w:val="FP"/>
        <w:framePr w:h="3057" w:hRule="exact" w:wrap="notBeside" w:vAnchor="page" w:hAnchor="margin" w:y="12605"/>
        <w:rPr>
          <w:noProof/>
          <w:sz w:val="18"/>
        </w:rPr>
      </w:pPr>
      <w:r w:rsidRPr="00630AB6">
        <w:rPr>
          <w:noProof/>
          <w:sz w:val="18"/>
        </w:rPr>
        <w:t>UMTS™ is a Trade Mark of ETSI registered for the benefit of its members</w:t>
      </w:r>
    </w:p>
    <w:p w14:paraId="61496FC2" w14:textId="77777777" w:rsidR="00080512" w:rsidRPr="00630AB6" w:rsidRDefault="00734A5B" w:rsidP="00FA1266">
      <w:pPr>
        <w:pStyle w:val="FP"/>
        <w:framePr w:h="3057" w:hRule="exact" w:wrap="notBeside" w:vAnchor="page" w:hAnchor="margin" w:y="12605"/>
        <w:rPr>
          <w:noProof/>
          <w:sz w:val="18"/>
        </w:rPr>
      </w:pPr>
      <w:r w:rsidRPr="00630AB6">
        <w:rPr>
          <w:noProof/>
          <w:sz w:val="18"/>
        </w:rPr>
        <w:t>3GPP™ is a Trade Mark of ETSI registered for the benefit of its Members and of the 3GPP Organizational Partners</w:t>
      </w:r>
      <w:r w:rsidR="00080512" w:rsidRPr="00630AB6">
        <w:rPr>
          <w:noProof/>
          <w:sz w:val="18"/>
        </w:rPr>
        <w:br/>
      </w:r>
      <w:r w:rsidR="00FA1266" w:rsidRPr="00630AB6">
        <w:rPr>
          <w:noProof/>
          <w:sz w:val="18"/>
        </w:rPr>
        <w:t>LTE™ is a Trade Mark of ETSI registered for the benefit of its Members and of the 3GPP Organizational Partners</w:t>
      </w:r>
    </w:p>
    <w:p w14:paraId="59515305" w14:textId="77777777" w:rsidR="00FA1266" w:rsidRPr="00630AB6" w:rsidRDefault="00FA1266" w:rsidP="00FA1266">
      <w:pPr>
        <w:pStyle w:val="FP"/>
        <w:framePr w:h="3057" w:hRule="exact" w:wrap="notBeside" w:vAnchor="page" w:hAnchor="margin" w:y="12605"/>
        <w:rPr>
          <w:noProof/>
          <w:sz w:val="18"/>
        </w:rPr>
      </w:pPr>
      <w:r w:rsidRPr="00630AB6">
        <w:rPr>
          <w:noProof/>
          <w:sz w:val="18"/>
        </w:rPr>
        <w:t>GSM® and the GSM logo are registered and owned by the GSM Association</w:t>
      </w:r>
    </w:p>
    <w:bookmarkEnd w:id="1"/>
    <w:p w14:paraId="1FEAD616" w14:textId="77777777" w:rsidR="00080512" w:rsidRPr="00630AB6" w:rsidRDefault="00080512" w:rsidP="0041307B">
      <w:pPr>
        <w:pStyle w:val="TT"/>
        <w:outlineLvl w:val="0"/>
      </w:pPr>
      <w:r w:rsidRPr="00630AB6">
        <w:br w:type="page"/>
      </w:r>
      <w:r w:rsidRPr="00630AB6">
        <w:lastRenderedPageBreak/>
        <w:t>Contents</w:t>
      </w:r>
    </w:p>
    <w:p w14:paraId="427D35C6" w14:textId="6CA25AED" w:rsidR="0028738E" w:rsidRDefault="00EE1738">
      <w:pPr>
        <w:pStyle w:val="TOC1"/>
        <w:rPr>
          <w:rFonts w:asciiTheme="minorHAnsi" w:eastAsiaTheme="minorEastAsia" w:hAnsiTheme="minorHAnsi" w:cstheme="minorBidi"/>
          <w:szCs w:val="22"/>
          <w:lang w:eastAsia="en-GB"/>
        </w:rPr>
      </w:pPr>
      <w:r>
        <w:rPr>
          <w:lang w:val="en-US"/>
        </w:rPr>
        <w:fldChar w:fldCharType="begin" w:fldLock="1"/>
      </w:r>
      <w:r>
        <w:rPr>
          <w:lang w:val="en-US"/>
        </w:rPr>
        <w:instrText xml:space="preserve"> TOC \o "1-9" </w:instrText>
      </w:r>
      <w:r>
        <w:rPr>
          <w:lang w:val="en-US"/>
        </w:rPr>
        <w:fldChar w:fldCharType="separate"/>
      </w:r>
      <w:r w:rsidR="0028738E">
        <w:t>Foreword</w:t>
      </w:r>
      <w:r w:rsidR="0028738E">
        <w:tab/>
      </w:r>
      <w:r w:rsidR="0028738E">
        <w:fldChar w:fldCharType="begin" w:fldLock="1"/>
      </w:r>
      <w:r w:rsidR="0028738E">
        <w:instrText xml:space="preserve"> PAGEREF _Toc74989771 \h </w:instrText>
      </w:r>
      <w:r w:rsidR="0028738E">
        <w:fldChar w:fldCharType="separate"/>
      </w:r>
      <w:r w:rsidR="0028738E">
        <w:t>6</w:t>
      </w:r>
      <w:r w:rsidR="0028738E">
        <w:fldChar w:fldCharType="end"/>
      </w:r>
    </w:p>
    <w:p w14:paraId="5884C797" w14:textId="72C4BDC3" w:rsidR="0028738E" w:rsidRDefault="0028738E">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_Toc74989772 \h </w:instrText>
      </w:r>
      <w:r>
        <w:fldChar w:fldCharType="separate"/>
      </w:r>
      <w:r>
        <w:t>6</w:t>
      </w:r>
      <w:r>
        <w:fldChar w:fldCharType="end"/>
      </w:r>
    </w:p>
    <w:p w14:paraId="78E9E3D0" w14:textId="19A956AE" w:rsidR="0028738E" w:rsidRDefault="0028738E">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_Toc74989773 \h </w:instrText>
      </w:r>
      <w:r>
        <w:fldChar w:fldCharType="separate"/>
      </w:r>
      <w:r>
        <w:t>6</w:t>
      </w:r>
      <w:r>
        <w:fldChar w:fldCharType="end"/>
      </w:r>
    </w:p>
    <w:p w14:paraId="3FD59B59" w14:textId="0DE2D350" w:rsidR="0028738E" w:rsidRDefault="0028738E">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and abbreviations</w:t>
      </w:r>
      <w:r>
        <w:tab/>
      </w:r>
      <w:r>
        <w:fldChar w:fldCharType="begin" w:fldLock="1"/>
      </w:r>
      <w:r>
        <w:instrText xml:space="preserve"> PAGEREF _Toc74989774 \h </w:instrText>
      </w:r>
      <w:r>
        <w:fldChar w:fldCharType="separate"/>
      </w:r>
      <w:r>
        <w:t>7</w:t>
      </w:r>
      <w:r>
        <w:fldChar w:fldCharType="end"/>
      </w:r>
    </w:p>
    <w:p w14:paraId="00B577AF" w14:textId="6ED6CB14" w:rsidR="0028738E" w:rsidRDefault="0028738E">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_Toc74989775 \h </w:instrText>
      </w:r>
      <w:r>
        <w:fldChar w:fldCharType="separate"/>
      </w:r>
      <w:r>
        <w:t>7</w:t>
      </w:r>
      <w:r>
        <w:fldChar w:fldCharType="end"/>
      </w:r>
    </w:p>
    <w:p w14:paraId="4CBD1997" w14:textId="571CE4D3" w:rsidR="0028738E" w:rsidRDefault="0028738E">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_Toc74989776 \h </w:instrText>
      </w:r>
      <w:r>
        <w:fldChar w:fldCharType="separate"/>
      </w:r>
      <w:r>
        <w:t>7</w:t>
      </w:r>
      <w:r>
        <w:fldChar w:fldCharType="end"/>
      </w:r>
    </w:p>
    <w:p w14:paraId="0D8B855C" w14:textId="6838FDCE" w:rsidR="0028738E" w:rsidRDefault="0028738E">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Overview</w:t>
      </w:r>
      <w:r>
        <w:tab/>
      </w:r>
      <w:r>
        <w:fldChar w:fldCharType="begin" w:fldLock="1"/>
      </w:r>
      <w:r>
        <w:instrText xml:space="preserve"> PAGEREF _Toc74989777 \h </w:instrText>
      </w:r>
      <w:r>
        <w:fldChar w:fldCharType="separate"/>
      </w:r>
      <w:r>
        <w:t>7</w:t>
      </w:r>
      <w:r>
        <w:fldChar w:fldCharType="end"/>
      </w:r>
    </w:p>
    <w:p w14:paraId="3C87CEA6" w14:textId="6E187704" w:rsidR="0028738E" w:rsidRDefault="0028738E">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_Toc74989778 \h </w:instrText>
      </w:r>
      <w:r>
        <w:fldChar w:fldCharType="separate"/>
      </w:r>
      <w:r>
        <w:t>7</w:t>
      </w:r>
      <w:r>
        <w:fldChar w:fldCharType="end"/>
      </w:r>
    </w:p>
    <w:p w14:paraId="410F80EF" w14:textId="25DCAD9C" w:rsidR="0028738E" w:rsidRDefault="0028738E">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Services offered by the NSSF</w:t>
      </w:r>
      <w:r>
        <w:tab/>
      </w:r>
      <w:r>
        <w:fldChar w:fldCharType="begin" w:fldLock="1"/>
      </w:r>
      <w:r>
        <w:instrText xml:space="preserve"> PAGEREF _Toc74989779 \h </w:instrText>
      </w:r>
      <w:r>
        <w:fldChar w:fldCharType="separate"/>
      </w:r>
      <w:r>
        <w:t>8</w:t>
      </w:r>
      <w:r>
        <w:fldChar w:fldCharType="end"/>
      </w:r>
    </w:p>
    <w:p w14:paraId="0AD2275F" w14:textId="5DB1A62D" w:rsidR="0028738E" w:rsidRDefault="0028738E">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_Toc74989780 \h </w:instrText>
      </w:r>
      <w:r>
        <w:fldChar w:fldCharType="separate"/>
      </w:r>
      <w:r>
        <w:t>8</w:t>
      </w:r>
      <w:r>
        <w:fldChar w:fldCharType="end"/>
      </w:r>
    </w:p>
    <w:p w14:paraId="3B3D131F" w14:textId="127C8671" w:rsidR="0028738E" w:rsidRDefault="0028738E">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Nnssf_NSSelection Service</w:t>
      </w:r>
      <w:r>
        <w:tab/>
      </w:r>
      <w:r>
        <w:fldChar w:fldCharType="begin" w:fldLock="1"/>
      </w:r>
      <w:r>
        <w:instrText xml:space="preserve"> PAGEREF _Toc74989781 \h </w:instrText>
      </w:r>
      <w:r>
        <w:fldChar w:fldCharType="separate"/>
      </w:r>
      <w:r>
        <w:t>8</w:t>
      </w:r>
      <w:r>
        <w:fldChar w:fldCharType="end"/>
      </w:r>
    </w:p>
    <w:p w14:paraId="31135B2A" w14:textId="256DA06F" w:rsidR="0028738E" w:rsidRDefault="0028738E">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Service Description</w:t>
      </w:r>
      <w:r>
        <w:tab/>
      </w:r>
      <w:r>
        <w:fldChar w:fldCharType="begin" w:fldLock="1"/>
      </w:r>
      <w:r>
        <w:instrText xml:space="preserve"> PAGEREF _Toc74989782 \h </w:instrText>
      </w:r>
      <w:r>
        <w:fldChar w:fldCharType="separate"/>
      </w:r>
      <w:r>
        <w:t>8</w:t>
      </w:r>
      <w:r>
        <w:fldChar w:fldCharType="end"/>
      </w:r>
    </w:p>
    <w:p w14:paraId="4E9D1800" w14:textId="1AF9F7AD" w:rsidR="0028738E" w:rsidRDefault="0028738E">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Service Operations</w:t>
      </w:r>
      <w:r>
        <w:tab/>
      </w:r>
      <w:r>
        <w:fldChar w:fldCharType="begin" w:fldLock="1"/>
      </w:r>
      <w:r>
        <w:instrText xml:space="preserve"> PAGEREF _Toc74989783 \h </w:instrText>
      </w:r>
      <w:r>
        <w:fldChar w:fldCharType="separate"/>
      </w:r>
      <w:r>
        <w:t>8</w:t>
      </w:r>
      <w:r>
        <w:fldChar w:fldCharType="end"/>
      </w:r>
    </w:p>
    <w:p w14:paraId="7BAE853F" w14:textId="60153DF5" w:rsidR="0028738E" w:rsidRDefault="0028738E">
      <w:pPr>
        <w:pStyle w:val="TOC4"/>
        <w:rPr>
          <w:rFonts w:asciiTheme="minorHAnsi" w:eastAsiaTheme="minorEastAsia" w:hAnsiTheme="minorHAnsi" w:cstheme="minorBidi"/>
          <w:sz w:val="22"/>
          <w:szCs w:val="22"/>
          <w:lang w:eastAsia="en-GB"/>
        </w:rPr>
      </w:pPr>
      <w:r>
        <w:t>5.2.2.1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_Toc74989784 \h </w:instrText>
      </w:r>
      <w:r>
        <w:fldChar w:fldCharType="separate"/>
      </w:r>
      <w:r>
        <w:t>8</w:t>
      </w:r>
      <w:r>
        <w:fldChar w:fldCharType="end"/>
      </w:r>
    </w:p>
    <w:p w14:paraId="713ACC80" w14:textId="39C5FFB2" w:rsidR="0028738E" w:rsidRDefault="0028738E">
      <w:pPr>
        <w:pStyle w:val="TOC4"/>
        <w:rPr>
          <w:rFonts w:asciiTheme="minorHAnsi" w:eastAsiaTheme="minorEastAsia" w:hAnsiTheme="minorHAnsi" w:cstheme="minorBidi"/>
          <w:sz w:val="22"/>
          <w:szCs w:val="22"/>
          <w:lang w:eastAsia="en-GB"/>
        </w:rPr>
      </w:pPr>
      <w:r>
        <w:t>5.2.2.2</w:t>
      </w:r>
      <w:r>
        <w:rPr>
          <w:rFonts w:asciiTheme="minorHAnsi" w:eastAsiaTheme="minorEastAsia" w:hAnsiTheme="minorHAnsi" w:cstheme="minorBidi"/>
          <w:sz w:val="22"/>
          <w:szCs w:val="22"/>
          <w:lang w:eastAsia="en-GB"/>
        </w:rPr>
        <w:tab/>
      </w:r>
      <w:r>
        <w:rPr>
          <w:lang w:eastAsia="zh-CN"/>
        </w:rPr>
        <w:t>GET</w:t>
      </w:r>
      <w:r>
        <w:tab/>
      </w:r>
      <w:r>
        <w:fldChar w:fldCharType="begin" w:fldLock="1"/>
      </w:r>
      <w:r>
        <w:instrText xml:space="preserve"> PAGEREF _Toc74989785 \h </w:instrText>
      </w:r>
      <w:r>
        <w:fldChar w:fldCharType="separate"/>
      </w:r>
      <w:r>
        <w:t>9</w:t>
      </w:r>
      <w:r>
        <w:fldChar w:fldCharType="end"/>
      </w:r>
    </w:p>
    <w:p w14:paraId="77C44C33" w14:textId="53CD6E40" w:rsidR="0028738E" w:rsidRDefault="0028738E">
      <w:pPr>
        <w:pStyle w:val="TOC5"/>
        <w:rPr>
          <w:rFonts w:asciiTheme="minorHAnsi" w:eastAsiaTheme="minorEastAsia" w:hAnsiTheme="minorHAnsi" w:cstheme="minorBidi"/>
          <w:sz w:val="22"/>
          <w:szCs w:val="22"/>
          <w:lang w:eastAsia="en-GB"/>
        </w:rPr>
      </w:pPr>
      <w:r>
        <w:t>5.2.2.2.1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_Toc74989786 \h </w:instrText>
      </w:r>
      <w:r>
        <w:fldChar w:fldCharType="separate"/>
      </w:r>
      <w:r>
        <w:t>9</w:t>
      </w:r>
      <w:r>
        <w:fldChar w:fldCharType="end"/>
      </w:r>
    </w:p>
    <w:p w14:paraId="40AC2A8D" w14:textId="3E46C93B" w:rsidR="0028738E" w:rsidRDefault="0028738E">
      <w:pPr>
        <w:pStyle w:val="TOC5"/>
        <w:rPr>
          <w:rFonts w:asciiTheme="minorHAnsi" w:eastAsiaTheme="minorEastAsia" w:hAnsiTheme="minorHAnsi" w:cstheme="minorBidi"/>
          <w:sz w:val="22"/>
          <w:szCs w:val="22"/>
          <w:lang w:eastAsia="en-GB"/>
        </w:rPr>
      </w:pPr>
      <w:r>
        <w:t>5.2.2.2.2</w:t>
      </w:r>
      <w:r>
        <w:rPr>
          <w:rFonts w:asciiTheme="minorHAnsi" w:eastAsiaTheme="minorEastAsia" w:hAnsiTheme="minorHAnsi" w:cstheme="minorBidi"/>
          <w:sz w:val="22"/>
          <w:szCs w:val="22"/>
          <w:lang w:eastAsia="en-GB"/>
        </w:rPr>
        <w:tab/>
      </w:r>
      <w:r>
        <w:rPr>
          <w:lang w:eastAsia="zh-CN"/>
        </w:rPr>
        <w:t xml:space="preserve">Get </w:t>
      </w:r>
      <w:r>
        <w:t xml:space="preserve">service operation of Nnssf_NSSelection service </w:t>
      </w:r>
      <w:r>
        <w:rPr>
          <w:lang w:eastAsia="zh-CN"/>
        </w:rPr>
        <w:t>during the registration procedure</w:t>
      </w:r>
      <w:r>
        <w:tab/>
      </w:r>
      <w:r>
        <w:fldChar w:fldCharType="begin" w:fldLock="1"/>
      </w:r>
      <w:r>
        <w:instrText xml:space="preserve"> PAGEREF _Toc74989787 \h </w:instrText>
      </w:r>
      <w:r>
        <w:fldChar w:fldCharType="separate"/>
      </w:r>
      <w:r>
        <w:t>9</w:t>
      </w:r>
      <w:r>
        <w:fldChar w:fldCharType="end"/>
      </w:r>
    </w:p>
    <w:p w14:paraId="27E93DF6" w14:textId="6EDDCC43" w:rsidR="0028738E" w:rsidRDefault="0028738E">
      <w:pPr>
        <w:pStyle w:val="TOC5"/>
        <w:rPr>
          <w:rFonts w:asciiTheme="minorHAnsi" w:eastAsiaTheme="minorEastAsia" w:hAnsiTheme="minorHAnsi" w:cstheme="minorBidi"/>
          <w:sz w:val="22"/>
          <w:szCs w:val="22"/>
          <w:lang w:eastAsia="en-GB"/>
        </w:rPr>
      </w:pPr>
      <w:r>
        <w:t>5.2.2.2.3</w:t>
      </w:r>
      <w:r>
        <w:rPr>
          <w:rFonts w:asciiTheme="minorHAnsi" w:eastAsiaTheme="minorEastAsia" w:hAnsiTheme="minorHAnsi" w:cstheme="minorBidi"/>
          <w:sz w:val="22"/>
          <w:szCs w:val="22"/>
          <w:lang w:eastAsia="en-GB"/>
        </w:rPr>
        <w:tab/>
      </w:r>
      <w:r>
        <w:rPr>
          <w:lang w:eastAsia="zh-CN"/>
        </w:rPr>
        <w:t xml:space="preserve">Get </w:t>
      </w:r>
      <w:r>
        <w:t xml:space="preserve">service operation of Nnssf_NSSelection service </w:t>
      </w:r>
      <w:r>
        <w:rPr>
          <w:lang w:eastAsia="zh-CN"/>
        </w:rPr>
        <w:t>during the PDU session establishment</w:t>
      </w:r>
      <w:r>
        <w:tab/>
      </w:r>
      <w:r>
        <w:fldChar w:fldCharType="begin" w:fldLock="1"/>
      </w:r>
      <w:r>
        <w:instrText xml:space="preserve"> PAGEREF _Toc74989788 \h </w:instrText>
      </w:r>
      <w:r>
        <w:fldChar w:fldCharType="separate"/>
      </w:r>
      <w:r>
        <w:t>10</w:t>
      </w:r>
      <w:r>
        <w:fldChar w:fldCharType="end"/>
      </w:r>
    </w:p>
    <w:p w14:paraId="39FADEEF" w14:textId="1F922823" w:rsidR="0028738E" w:rsidRDefault="0028738E">
      <w:pPr>
        <w:pStyle w:val="TOC5"/>
        <w:rPr>
          <w:rFonts w:asciiTheme="minorHAnsi" w:eastAsiaTheme="minorEastAsia" w:hAnsiTheme="minorHAnsi" w:cstheme="minorBidi"/>
          <w:sz w:val="22"/>
          <w:szCs w:val="22"/>
          <w:lang w:eastAsia="en-GB"/>
        </w:rPr>
      </w:pPr>
      <w:r>
        <w:t>5.2.2.2.4</w:t>
      </w:r>
      <w:r>
        <w:rPr>
          <w:rFonts w:asciiTheme="minorHAnsi" w:eastAsiaTheme="minorEastAsia" w:hAnsiTheme="minorHAnsi" w:cstheme="minorBidi"/>
          <w:sz w:val="22"/>
          <w:szCs w:val="22"/>
          <w:lang w:eastAsia="en-GB"/>
        </w:rPr>
        <w:tab/>
      </w:r>
      <w:r>
        <w:rPr>
          <w:lang w:eastAsia="zh-CN"/>
        </w:rPr>
        <w:t xml:space="preserve">Get </w:t>
      </w:r>
      <w:r>
        <w:t xml:space="preserve">service operation of Nnssf_NSSelection service </w:t>
      </w:r>
      <w:r>
        <w:rPr>
          <w:lang w:eastAsia="zh-CN"/>
        </w:rPr>
        <w:t xml:space="preserve">during </w:t>
      </w:r>
      <w:r w:rsidRPr="00724591">
        <w:rPr>
          <w:rFonts w:cs="Arial"/>
          <w:lang w:eastAsia="zh-CN"/>
        </w:rPr>
        <w:t>UE configuration update procedure</w:t>
      </w:r>
      <w:r>
        <w:tab/>
      </w:r>
      <w:r>
        <w:fldChar w:fldCharType="begin" w:fldLock="1"/>
      </w:r>
      <w:r>
        <w:instrText xml:space="preserve"> PAGEREF _Toc74989789 \h </w:instrText>
      </w:r>
      <w:r>
        <w:fldChar w:fldCharType="separate"/>
      </w:r>
      <w:r>
        <w:t>10</w:t>
      </w:r>
      <w:r>
        <w:fldChar w:fldCharType="end"/>
      </w:r>
    </w:p>
    <w:p w14:paraId="6847451F" w14:textId="74271302" w:rsidR="0028738E" w:rsidRDefault="0028738E">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Nnssf_NSSAIAvailability Service</w:t>
      </w:r>
      <w:r>
        <w:tab/>
      </w:r>
      <w:r>
        <w:fldChar w:fldCharType="begin" w:fldLock="1"/>
      </w:r>
      <w:r>
        <w:instrText xml:space="preserve"> PAGEREF _Toc74989790 \h </w:instrText>
      </w:r>
      <w:r>
        <w:fldChar w:fldCharType="separate"/>
      </w:r>
      <w:r>
        <w:t>11</w:t>
      </w:r>
      <w:r>
        <w:fldChar w:fldCharType="end"/>
      </w:r>
    </w:p>
    <w:p w14:paraId="1133AF59" w14:textId="7ACC26B7" w:rsidR="0028738E" w:rsidRDefault="0028738E">
      <w:pPr>
        <w:pStyle w:val="TOC3"/>
        <w:rPr>
          <w:rFonts w:asciiTheme="minorHAnsi" w:eastAsiaTheme="minorEastAsia" w:hAnsiTheme="minorHAnsi" w:cstheme="minorBidi"/>
          <w:sz w:val="22"/>
          <w:szCs w:val="22"/>
          <w:lang w:eastAsia="en-GB"/>
        </w:rPr>
      </w:pPr>
      <w:r>
        <w:t>5.3.1</w:t>
      </w:r>
      <w:r>
        <w:rPr>
          <w:rFonts w:asciiTheme="minorHAnsi" w:eastAsiaTheme="minorEastAsia" w:hAnsiTheme="minorHAnsi" w:cstheme="minorBidi"/>
          <w:sz w:val="22"/>
          <w:szCs w:val="22"/>
          <w:lang w:eastAsia="en-GB"/>
        </w:rPr>
        <w:tab/>
      </w:r>
      <w:r>
        <w:t>Service Description</w:t>
      </w:r>
      <w:r>
        <w:tab/>
      </w:r>
      <w:r>
        <w:fldChar w:fldCharType="begin" w:fldLock="1"/>
      </w:r>
      <w:r>
        <w:instrText xml:space="preserve"> PAGEREF _Toc74989791 \h </w:instrText>
      </w:r>
      <w:r>
        <w:fldChar w:fldCharType="separate"/>
      </w:r>
      <w:r>
        <w:t>11</w:t>
      </w:r>
      <w:r>
        <w:fldChar w:fldCharType="end"/>
      </w:r>
    </w:p>
    <w:p w14:paraId="06DAB131" w14:textId="7CD0ED4E" w:rsidR="0028738E" w:rsidRDefault="0028738E">
      <w:pPr>
        <w:pStyle w:val="TOC3"/>
        <w:rPr>
          <w:rFonts w:asciiTheme="minorHAnsi" w:eastAsiaTheme="minorEastAsia" w:hAnsiTheme="minorHAnsi" w:cstheme="minorBidi"/>
          <w:sz w:val="22"/>
          <w:szCs w:val="22"/>
          <w:lang w:eastAsia="en-GB"/>
        </w:rPr>
      </w:pPr>
      <w:r>
        <w:t>5.3.2</w:t>
      </w:r>
      <w:r>
        <w:rPr>
          <w:rFonts w:asciiTheme="minorHAnsi" w:eastAsiaTheme="minorEastAsia" w:hAnsiTheme="minorHAnsi" w:cstheme="minorBidi"/>
          <w:sz w:val="22"/>
          <w:szCs w:val="22"/>
          <w:lang w:eastAsia="en-GB"/>
        </w:rPr>
        <w:tab/>
      </w:r>
      <w:r>
        <w:t>Service Operations</w:t>
      </w:r>
      <w:r>
        <w:tab/>
      </w:r>
      <w:r>
        <w:fldChar w:fldCharType="begin" w:fldLock="1"/>
      </w:r>
      <w:r>
        <w:instrText xml:space="preserve"> PAGEREF _Toc74989792 \h </w:instrText>
      </w:r>
      <w:r>
        <w:fldChar w:fldCharType="separate"/>
      </w:r>
      <w:r>
        <w:t>11</w:t>
      </w:r>
      <w:r>
        <w:fldChar w:fldCharType="end"/>
      </w:r>
    </w:p>
    <w:p w14:paraId="0ECC5FB3" w14:textId="14F209EA" w:rsidR="0028738E" w:rsidRDefault="0028738E">
      <w:pPr>
        <w:pStyle w:val="TOC4"/>
        <w:rPr>
          <w:rFonts w:asciiTheme="minorHAnsi" w:eastAsiaTheme="minorEastAsia" w:hAnsiTheme="minorHAnsi" w:cstheme="minorBidi"/>
          <w:sz w:val="22"/>
          <w:szCs w:val="22"/>
          <w:lang w:eastAsia="en-GB"/>
        </w:rPr>
      </w:pPr>
      <w:r>
        <w:t>5.3.2.1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_Toc74989793 \h </w:instrText>
      </w:r>
      <w:r>
        <w:fldChar w:fldCharType="separate"/>
      </w:r>
      <w:r>
        <w:t>11</w:t>
      </w:r>
      <w:r>
        <w:fldChar w:fldCharType="end"/>
      </w:r>
    </w:p>
    <w:p w14:paraId="518000A9" w14:textId="4BE5F2C8" w:rsidR="0028738E" w:rsidRDefault="0028738E">
      <w:pPr>
        <w:pStyle w:val="TOC4"/>
        <w:rPr>
          <w:rFonts w:asciiTheme="minorHAnsi" w:eastAsiaTheme="minorEastAsia" w:hAnsiTheme="minorHAnsi" w:cstheme="minorBidi"/>
          <w:sz w:val="22"/>
          <w:szCs w:val="22"/>
          <w:lang w:eastAsia="en-GB"/>
        </w:rPr>
      </w:pPr>
      <w:r>
        <w:t>5.3.2.2</w:t>
      </w:r>
      <w:r>
        <w:rPr>
          <w:rFonts w:asciiTheme="minorHAnsi" w:eastAsiaTheme="minorEastAsia" w:hAnsiTheme="minorHAnsi" w:cstheme="minorBidi"/>
          <w:sz w:val="22"/>
          <w:szCs w:val="22"/>
          <w:lang w:eastAsia="en-GB"/>
        </w:rPr>
        <w:tab/>
      </w:r>
      <w:r>
        <w:t>Update Service Operation</w:t>
      </w:r>
      <w:r>
        <w:tab/>
      </w:r>
      <w:r>
        <w:fldChar w:fldCharType="begin" w:fldLock="1"/>
      </w:r>
      <w:r>
        <w:instrText xml:space="preserve"> PAGEREF _Toc74989794 \h </w:instrText>
      </w:r>
      <w:r>
        <w:fldChar w:fldCharType="separate"/>
      </w:r>
      <w:r>
        <w:t>12</w:t>
      </w:r>
      <w:r>
        <w:fldChar w:fldCharType="end"/>
      </w:r>
    </w:p>
    <w:p w14:paraId="36A63ACC" w14:textId="34AC3848" w:rsidR="0028738E" w:rsidRDefault="0028738E">
      <w:pPr>
        <w:pStyle w:val="TOC5"/>
        <w:rPr>
          <w:rFonts w:asciiTheme="minorHAnsi" w:eastAsiaTheme="minorEastAsia" w:hAnsiTheme="minorHAnsi" w:cstheme="minorBidi"/>
          <w:sz w:val="22"/>
          <w:szCs w:val="22"/>
          <w:lang w:eastAsia="en-GB"/>
        </w:rPr>
      </w:pPr>
      <w:r>
        <w:t>5.3.2.2.1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_Toc74989795 \h </w:instrText>
      </w:r>
      <w:r>
        <w:fldChar w:fldCharType="separate"/>
      </w:r>
      <w:r>
        <w:t>12</w:t>
      </w:r>
      <w:r>
        <w:fldChar w:fldCharType="end"/>
      </w:r>
    </w:p>
    <w:p w14:paraId="222A7110" w14:textId="57E9517B" w:rsidR="0028738E" w:rsidRDefault="0028738E">
      <w:pPr>
        <w:pStyle w:val="TOC4"/>
        <w:rPr>
          <w:rFonts w:asciiTheme="minorHAnsi" w:eastAsiaTheme="minorEastAsia" w:hAnsiTheme="minorHAnsi" w:cstheme="minorBidi"/>
          <w:sz w:val="22"/>
          <w:szCs w:val="22"/>
          <w:lang w:eastAsia="en-GB"/>
        </w:rPr>
      </w:pPr>
      <w:r>
        <w:t>5.3.2.3</w:t>
      </w:r>
      <w:r>
        <w:rPr>
          <w:rFonts w:asciiTheme="minorHAnsi" w:eastAsiaTheme="minorEastAsia" w:hAnsiTheme="minorHAnsi" w:cstheme="minorBidi"/>
          <w:sz w:val="22"/>
          <w:szCs w:val="22"/>
          <w:lang w:eastAsia="en-GB"/>
        </w:rPr>
        <w:tab/>
      </w:r>
      <w:r>
        <w:t>Subscribe Service Operation</w:t>
      </w:r>
      <w:r>
        <w:tab/>
      </w:r>
      <w:r>
        <w:fldChar w:fldCharType="begin" w:fldLock="1"/>
      </w:r>
      <w:r>
        <w:instrText xml:space="preserve"> PAGEREF _Toc74989796 \h </w:instrText>
      </w:r>
      <w:r>
        <w:fldChar w:fldCharType="separate"/>
      </w:r>
      <w:r>
        <w:t>12</w:t>
      </w:r>
      <w:r>
        <w:fldChar w:fldCharType="end"/>
      </w:r>
    </w:p>
    <w:p w14:paraId="51403B31" w14:textId="048023FF" w:rsidR="0028738E" w:rsidRDefault="0028738E">
      <w:pPr>
        <w:pStyle w:val="TOC5"/>
        <w:rPr>
          <w:rFonts w:asciiTheme="minorHAnsi" w:eastAsiaTheme="minorEastAsia" w:hAnsiTheme="minorHAnsi" w:cstheme="minorBidi"/>
          <w:sz w:val="22"/>
          <w:szCs w:val="22"/>
          <w:lang w:eastAsia="en-GB"/>
        </w:rPr>
      </w:pPr>
      <w:r>
        <w:t>5.3.2.3.1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_Toc74989797 \h </w:instrText>
      </w:r>
      <w:r>
        <w:fldChar w:fldCharType="separate"/>
      </w:r>
      <w:r>
        <w:t>12</w:t>
      </w:r>
      <w:r>
        <w:fldChar w:fldCharType="end"/>
      </w:r>
    </w:p>
    <w:p w14:paraId="282BB279" w14:textId="5440071F" w:rsidR="0028738E" w:rsidRDefault="0028738E">
      <w:pPr>
        <w:pStyle w:val="TOC4"/>
        <w:rPr>
          <w:rFonts w:asciiTheme="minorHAnsi" w:eastAsiaTheme="minorEastAsia" w:hAnsiTheme="minorHAnsi" w:cstheme="minorBidi"/>
          <w:sz w:val="22"/>
          <w:szCs w:val="22"/>
          <w:lang w:eastAsia="en-GB"/>
        </w:rPr>
      </w:pPr>
      <w:r>
        <w:t>5.3.2.4</w:t>
      </w:r>
      <w:r>
        <w:rPr>
          <w:rFonts w:asciiTheme="minorHAnsi" w:eastAsiaTheme="minorEastAsia" w:hAnsiTheme="minorHAnsi" w:cstheme="minorBidi"/>
          <w:sz w:val="22"/>
          <w:szCs w:val="22"/>
          <w:lang w:eastAsia="en-GB"/>
        </w:rPr>
        <w:tab/>
      </w:r>
      <w:r>
        <w:t>Unsubscribe Service Operation</w:t>
      </w:r>
      <w:r>
        <w:tab/>
      </w:r>
      <w:r>
        <w:fldChar w:fldCharType="begin" w:fldLock="1"/>
      </w:r>
      <w:r>
        <w:instrText xml:space="preserve"> PAGEREF _Toc74989798 \h </w:instrText>
      </w:r>
      <w:r>
        <w:fldChar w:fldCharType="separate"/>
      </w:r>
      <w:r>
        <w:t>13</w:t>
      </w:r>
      <w:r>
        <w:fldChar w:fldCharType="end"/>
      </w:r>
    </w:p>
    <w:p w14:paraId="2F6AA679" w14:textId="7623F7AC" w:rsidR="0028738E" w:rsidRDefault="0028738E">
      <w:pPr>
        <w:pStyle w:val="TOC5"/>
        <w:rPr>
          <w:rFonts w:asciiTheme="minorHAnsi" w:eastAsiaTheme="minorEastAsia" w:hAnsiTheme="minorHAnsi" w:cstheme="minorBidi"/>
          <w:sz w:val="22"/>
          <w:szCs w:val="22"/>
          <w:lang w:eastAsia="en-GB"/>
        </w:rPr>
      </w:pPr>
      <w:r>
        <w:t>5.3.2.4.1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_Toc74989799 \h </w:instrText>
      </w:r>
      <w:r>
        <w:fldChar w:fldCharType="separate"/>
      </w:r>
      <w:r>
        <w:t>13</w:t>
      </w:r>
      <w:r>
        <w:fldChar w:fldCharType="end"/>
      </w:r>
    </w:p>
    <w:p w14:paraId="2981339E" w14:textId="6FEC4EE3" w:rsidR="0028738E" w:rsidRDefault="0028738E">
      <w:pPr>
        <w:pStyle w:val="TOC4"/>
        <w:rPr>
          <w:rFonts w:asciiTheme="minorHAnsi" w:eastAsiaTheme="minorEastAsia" w:hAnsiTheme="minorHAnsi" w:cstheme="minorBidi"/>
          <w:sz w:val="22"/>
          <w:szCs w:val="22"/>
          <w:lang w:eastAsia="en-GB"/>
        </w:rPr>
      </w:pPr>
      <w:r>
        <w:t>5.3.2.</w:t>
      </w:r>
      <w:r>
        <w:rPr>
          <w:lang w:eastAsia="zh-CN"/>
        </w:rPr>
        <w:t>5</w:t>
      </w:r>
      <w:r>
        <w:rPr>
          <w:rFonts w:asciiTheme="minorHAnsi" w:eastAsiaTheme="minorEastAsia" w:hAnsiTheme="minorHAnsi" w:cstheme="minorBidi"/>
          <w:sz w:val="22"/>
          <w:szCs w:val="22"/>
          <w:lang w:eastAsia="en-GB"/>
        </w:rPr>
        <w:tab/>
      </w:r>
      <w:r>
        <w:t>Notify Service Operation</w:t>
      </w:r>
      <w:r>
        <w:tab/>
      </w:r>
      <w:r>
        <w:fldChar w:fldCharType="begin" w:fldLock="1"/>
      </w:r>
      <w:r>
        <w:instrText xml:space="preserve"> PAGEREF _Toc74989800 \h </w:instrText>
      </w:r>
      <w:r>
        <w:fldChar w:fldCharType="separate"/>
      </w:r>
      <w:r>
        <w:t>13</w:t>
      </w:r>
      <w:r>
        <w:fldChar w:fldCharType="end"/>
      </w:r>
    </w:p>
    <w:p w14:paraId="5CA60F0F" w14:textId="7E96B919" w:rsidR="0028738E" w:rsidRDefault="0028738E">
      <w:pPr>
        <w:pStyle w:val="TOC5"/>
        <w:rPr>
          <w:rFonts w:asciiTheme="minorHAnsi" w:eastAsiaTheme="minorEastAsia" w:hAnsiTheme="minorHAnsi" w:cstheme="minorBidi"/>
          <w:sz w:val="22"/>
          <w:szCs w:val="22"/>
          <w:lang w:eastAsia="en-GB"/>
        </w:rPr>
      </w:pPr>
      <w:r>
        <w:t>5.3.2.</w:t>
      </w:r>
      <w:r>
        <w:rPr>
          <w:lang w:eastAsia="zh-CN"/>
        </w:rPr>
        <w:t>5</w:t>
      </w:r>
      <w:r>
        <w:t>.1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_Toc74989801 \h </w:instrText>
      </w:r>
      <w:r>
        <w:fldChar w:fldCharType="separate"/>
      </w:r>
      <w:r>
        <w:t>13</w:t>
      </w:r>
      <w:r>
        <w:fldChar w:fldCharType="end"/>
      </w:r>
    </w:p>
    <w:p w14:paraId="699CAA68" w14:textId="4CA39390" w:rsidR="0028738E" w:rsidRDefault="0028738E">
      <w:pPr>
        <w:pStyle w:val="TOC4"/>
        <w:rPr>
          <w:rFonts w:asciiTheme="minorHAnsi" w:eastAsiaTheme="minorEastAsia" w:hAnsiTheme="minorHAnsi" w:cstheme="minorBidi"/>
          <w:sz w:val="22"/>
          <w:szCs w:val="22"/>
          <w:lang w:eastAsia="en-GB"/>
        </w:rPr>
      </w:pPr>
      <w:r>
        <w:t>5.3.2.</w:t>
      </w:r>
      <w:r>
        <w:rPr>
          <w:lang w:eastAsia="zh-CN"/>
        </w:rPr>
        <w:t>6</w:t>
      </w:r>
      <w:r>
        <w:rPr>
          <w:rFonts w:asciiTheme="minorHAnsi" w:eastAsiaTheme="minorEastAsia" w:hAnsiTheme="minorHAnsi" w:cstheme="minorBidi"/>
          <w:sz w:val="22"/>
          <w:szCs w:val="22"/>
          <w:lang w:eastAsia="en-GB"/>
        </w:rPr>
        <w:tab/>
      </w:r>
      <w:r>
        <w:t>Delete Service Operation</w:t>
      </w:r>
      <w:r>
        <w:tab/>
      </w:r>
      <w:r>
        <w:fldChar w:fldCharType="begin" w:fldLock="1"/>
      </w:r>
      <w:r>
        <w:instrText xml:space="preserve"> PAGEREF _Toc74989802 \h </w:instrText>
      </w:r>
      <w:r>
        <w:fldChar w:fldCharType="separate"/>
      </w:r>
      <w:r>
        <w:t>14</w:t>
      </w:r>
      <w:r>
        <w:fldChar w:fldCharType="end"/>
      </w:r>
    </w:p>
    <w:p w14:paraId="3A425091" w14:textId="370DEC7C" w:rsidR="0028738E" w:rsidRDefault="0028738E">
      <w:pPr>
        <w:pStyle w:val="TOC5"/>
        <w:rPr>
          <w:rFonts w:asciiTheme="minorHAnsi" w:eastAsiaTheme="minorEastAsia" w:hAnsiTheme="minorHAnsi" w:cstheme="minorBidi"/>
          <w:sz w:val="22"/>
          <w:szCs w:val="22"/>
          <w:lang w:eastAsia="en-GB"/>
        </w:rPr>
      </w:pPr>
      <w:r>
        <w:t>5.3.2.</w:t>
      </w:r>
      <w:r>
        <w:rPr>
          <w:lang w:eastAsia="zh-CN"/>
        </w:rPr>
        <w:t>6</w:t>
      </w:r>
      <w:r>
        <w:t>.1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_Toc74989803 \h </w:instrText>
      </w:r>
      <w:r>
        <w:fldChar w:fldCharType="separate"/>
      </w:r>
      <w:r>
        <w:t>14</w:t>
      </w:r>
      <w:r>
        <w:fldChar w:fldCharType="end"/>
      </w:r>
    </w:p>
    <w:p w14:paraId="1D199D06" w14:textId="100DA3D6" w:rsidR="0028738E" w:rsidRDefault="0028738E">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API Definitions</w:t>
      </w:r>
      <w:r>
        <w:tab/>
      </w:r>
      <w:r>
        <w:fldChar w:fldCharType="begin" w:fldLock="1"/>
      </w:r>
      <w:r>
        <w:instrText xml:space="preserve"> PAGEREF _Toc74989804 \h </w:instrText>
      </w:r>
      <w:r>
        <w:fldChar w:fldCharType="separate"/>
      </w:r>
      <w:r>
        <w:t>14</w:t>
      </w:r>
      <w:r>
        <w:fldChar w:fldCharType="end"/>
      </w:r>
    </w:p>
    <w:p w14:paraId="7AA9BA8E" w14:textId="7F878BE4" w:rsidR="0028738E" w:rsidRDefault="0028738E">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Nnssf_NSSelection Service API</w:t>
      </w:r>
      <w:r>
        <w:tab/>
      </w:r>
      <w:r>
        <w:fldChar w:fldCharType="begin" w:fldLock="1"/>
      </w:r>
      <w:r>
        <w:instrText xml:space="preserve"> PAGEREF _Toc74989805 \h </w:instrText>
      </w:r>
      <w:r>
        <w:fldChar w:fldCharType="separate"/>
      </w:r>
      <w:r>
        <w:t>14</w:t>
      </w:r>
      <w:r>
        <w:fldChar w:fldCharType="end"/>
      </w:r>
    </w:p>
    <w:p w14:paraId="5C66CF72" w14:textId="7C18839C" w:rsidR="0028738E" w:rsidRDefault="0028738E">
      <w:pPr>
        <w:pStyle w:val="TOC3"/>
        <w:rPr>
          <w:rFonts w:asciiTheme="minorHAnsi" w:eastAsiaTheme="minorEastAsia" w:hAnsiTheme="minorHAnsi" w:cstheme="minorBidi"/>
          <w:sz w:val="22"/>
          <w:szCs w:val="22"/>
          <w:lang w:eastAsia="en-GB"/>
        </w:rPr>
      </w:pPr>
      <w:r>
        <w:t>6.1.1</w:t>
      </w:r>
      <w:r>
        <w:rPr>
          <w:rFonts w:asciiTheme="minorHAnsi" w:eastAsiaTheme="minorEastAsia" w:hAnsiTheme="minorHAnsi" w:cstheme="minorBidi"/>
          <w:sz w:val="22"/>
          <w:szCs w:val="22"/>
          <w:lang w:eastAsia="en-GB"/>
        </w:rPr>
        <w:tab/>
      </w:r>
      <w:r>
        <w:t>API URI</w:t>
      </w:r>
      <w:r>
        <w:tab/>
      </w:r>
      <w:r>
        <w:fldChar w:fldCharType="begin" w:fldLock="1"/>
      </w:r>
      <w:r>
        <w:instrText xml:space="preserve"> PAGEREF _Toc74989806 \h </w:instrText>
      </w:r>
      <w:r>
        <w:fldChar w:fldCharType="separate"/>
      </w:r>
      <w:r>
        <w:t>14</w:t>
      </w:r>
      <w:r>
        <w:fldChar w:fldCharType="end"/>
      </w:r>
    </w:p>
    <w:p w14:paraId="6F313DF9" w14:textId="31F8878F" w:rsidR="0028738E" w:rsidRDefault="0028738E">
      <w:pPr>
        <w:pStyle w:val="TOC3"/>
        <w:rPr>
          <w:rFonts w:asciiTheme="minorHAnsi" w:eastAsiaTheme="minorEastAsia" w:hAnsiTheme="minorHAnsi" w:cstheme="minorBidi"/>
          <w:sz w:val="22"/>
          <w:szCs w:val="22"/>
          <w:lang w:eastAsia="en-GB"/>
        </w:rPr>
      </w:pPr>
      <w:r>
        <w:t>6.1.2</w:t>
      </w:r>
      <w:r>
        <w:rPr>
          <w:rFonts w:asciiTheme="minorHAnsi" w:eastAsiaTheme="minorEastAsia" w:hAnsiTheme="minorHAnsi" w:cstheme="minorBidi"/>
          <w:sz w:val="22"/>
          <w:szCs w:val="22"/>
          <w:lang w:eastAsia="en-GB"/>
        </w:rPr>
        <w:tab/>
      </w:r>
      <w:r>
        <w:t>Usage of HTTP</w:t>
      </w:r>
      <w:r>
        <w:tab/>
      </w:r>
      <w:r>
        <w:fldChar w:fldCharType="begin" w:fldLock="1"/>
      </w:r>
      <w:r>
        <w:instrText xml:space="preserve"> PAGEREF _Toc74989807 \h </w:instrText>
      </w:r>
      <w:r>
        <w:fldChar w:fldCharType="separate"/>
      </w:r>
      <w:r>
        <w:t>15</w:t>
      </w:r>
      <w:r>
        <w:fldChar w:fldCharType="end"/>
      </w:r>
    </w:p>
    <w:p w14:paraId="4F23796F" w14:textId="5D825E1E" w:rsidR="0028738E" w:rsidRDefault="0028738E">
      <w:pPr>
        <w:pStyle w:val="TOC4"/>
        <w:rPr>
          <w:rFonts w:asciiTheme="minorHAnsi" w:eastAsiaTheme="minorEastAsia" w:hAnsiTheme="minorHAnsi" w:cstheme="minorBidi"/>
          <w:sz w:val="22"/>
          <w:szCs w:val="22"/>
          <w:lang w:eastAsia="en-GB"/>
        </w:rPr>
      </w:pPr>
      <w:r>
        <w:t>6.1.2.1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_Toc74989808 \h </w:instrText>
      </w:r>
      <w:r>
        <w:fldChar w:fldCharType="separate"/>
      </w:r>
      <w:r>
        <w:t>15</w:t>
      </w:r>
      <w:r>
        <w:fldChar w:fldCharType="end"/>
      </w:r>
    </w:p>
    <w:p w14:paraId="1EF67A75" w14:textId="528E6E8A" w:rsidR="0028738E" w:rsidRDefault="0028738E">
      <w:pPr>
        <w:pStyle w:val="TOC4"/>
        <w:rPr>
          <w:rFonts w:asciiTheme="minorHAnsi" w:eastAsiaTheme="minorEastAsia" w:hAnsiTheme="minorHAnsi" w:cstheme="minorBidi"/>
          <w:sz w:val="22"/>
          <w:szCs w:val="22"/>
          <w:lang w:eastAsia="en-GB"/>
        </w:rPr>
      </w:pPr>
      <w:r>
        <w:t>6.1.2.2</w:t>
      </w:r>
      <w:r>
        <w:rPr>
          <w:rFonts w:asciiTheme="minorHAnsi" w:eastAsiaTheme="minorEastAsia" w:hAnsiTheme="minorHAnsi" w:cstheme="minorBidi"/>
          <w:sz w:val="22"/>
          <w:szCs w:val="22"/>
          <w:lang w:eastAsia="en-GB"/>
        </w:rPr>
        <w:tab/>
      </w:r>
      <w:r>
        <w:t>HTTP standard headers</w:t>
      </w:r>
      <w:r>
        <w:tab/>
      </w:r>
      <w:r>
        <w:fldChar w:fldCharType="begin" w:fldLock="1"/>
      </w:r>
      <w:r>
        <w:instrText xml:space="preserve"> PAGEREF _Toc74989809 \h </w:instrText>
      </w:r>
      <w:r>
        <w:fldChar w:fldCharType="separate"/>
      </w:r>
      <w:r>
        <w:t>15</w:t>
      </w:r>
      <w:r>
        <w:fldChar w:fldCharType="end"/>
      </w:r>
    </w:p>
    <w:p w14:paraId="70C499E4" w14:textId="0B6113A0" w:rsidR="0028738E" w:rsidRDefault="0028738E">
      <w:pPr>
        <w:pStyle w:val="TOC5"/>
        <w:rPr>
          <w:rFonts w:asciiTheme="minorHAnsi" w:eastAsiaTheme="minorEastAsia" w:hAnsiTheme="minorHAnsi" w:cstheme="minorBidi"/>
          <w:sz w:val="22"/>
          <w:szCs w:val="22"/>
          <w:lang w:eastAsia="en-GB"/>
        </w:rPr>
      </w:pPr>
      <w:r>
        <w:t>6.1.2.2.1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_Toc74989810 \h </w:instrText>
      </w:r>
      <w:r>
        <w:fldChar w:fldCharType="separate"/>
      </w:r>
      <w:r>
        <w:t>15</w:t>
      </w:r>
      <w:r>
        <w:fldChar w:fldCharType="end"/>
      </w:r>
    </w:p>
    <w:p w14:paraId="4150B34B" w14:textId="0FD72CEC" w:rsidR="0028738E" w:rsidRDefault="0028738E">
      <w:pPr>
        <w:pStyle w:val="TOC5"/>
        <w:rPr>
          <w:rFonts w:asciiTheme="minorHAnsi" w:eastAsiaTheme="minorEastAsia" w:hAnsiTheme="minorHAnsi" w:cstheme="minorBidi"/>
          <w:sz w:val="22"/>
          <w:szCs w:val="22"/>
          <w:lang w:eastAsia="en-GB"/>
        </w:rPr>
      </w:pPr>
      <w:r>
        <w:t>6.1.2.2.2</w:t>
      </w:r>
      <w:r>
        <w:rPr>
          <w:rFonts w:asciiTheme="minorHAnsi" w:eastAsiaTheme="minorEastAsia" w:hAnsiTheme="minorHAnsi" w:cstheme="minorBidi"/>
          <w:sz w:val="22"/>
          <w:szCs w:val="22"/>
          <w:lang w:eastAsia="en-GB"/>
        </w:rPr>
        <w:tab/>
      </w:r>
      <w:r>
        <w:t>Content type</w:t>
      </w:r>
      <w:r>
        <w:tab/>
      </w:r>
      <w:r>
        <w:fldChar w:fldCharType="begin" w:fldLock="1"/>
      </w:r>
      <w:r>
        <w:instrText xml:space="preserve"> PAGEREF _Toc74989811 \h </w:instrText>
      </w:r>
      <w:r>
        <w:fldChar w:fldCharType="separate"/>
      </w:r>
      <w:r>
        <w:t>15</w:t>
      </w:r>
      <w:r>
        <w:fldChar w:fldCharType="end"/>
      </w:r>
    </w:p>
    <w:p w14:paraId="4FFB1AA3" w14:textId="57B82ADA" w:rsidR="0028738E" w:rsidRDefault="0028738E">
      <w:pPr>
        <w:pStyle w:val="TOC5"/>
        <w:rPr>
          <w:rFonts w:asciiTheme="minorHAnsi" w:eastAsiaTheme="minorEastAsia" w:hAnsiTheme="minorHAnsi" w:cstheme="minorBidi"/>
          <w:sz w:val="22"/>
          <w:szCs w:val="22"/>
          <w:lang w:eastAsia="en-GB"/>
        </w:rPr>
      </w:pPr>
      <w:r>
        <w:t>6.1.2.3.1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_Toc74989812 \h </w:instrText>
      </w:r>
      <w:r>
        <w:fldChar w:fldCharType="separate"/>
      </w:r>
      <w:r>
        <w:t>15</w:t>
      </w:r>
      <w:r>
        <w:fldChar w:fldCharType="end"/>
      </w:r>
    </w:p>
    <w:p w14:paraId="6F39C99C" w14:textId="27283DC8" w:rsidR="0028738E" w:rsidRDefault="0028738E">
      <w:pPr>
        <w:pStyle w:val="TOC3"/>
        <w:rPr>
          <w:rFonts w:asciiTheme="minorHAnsi" w:eastAsiaTheme="minorEastAsia" w:hAnsiTheme="minorHAnsi" w:cstheme="minorBidi"/>
          <w:sz w:val="22"/>
          <w:szCs w:val="22"/>
          <w:lang w:eastAsia="en-GB"/>
        </w:rPr>
      </w:pPr>
      <w:r>
        <w:t>6.1.3</w:t>
      </w:r>
      <w:r>
        <w:rPr>
          <w:rFonts w:asciiTheme="minorHAnsi" w:eastAsiaTheme="minorEastAsia" w:hAnsiTheme="minorHAnsi" w:cstheme="minorBidi"/>
          <w:sz w:val="22"/>
          <w:szCs w:val="22"/>
          <w:lang w:eastAsia="en-GB"/>
        </w:rPr>
        <w:tab/>
      </w:r>
      <w:r>
        <w:t>Resources</w:t>
      </w:r>
      <w:r>
        <w:tab/>
      </w:r>
      <w:r>
        <w:fldChar w:fldCharType="begin" w:fldLock="1"/>
      </w:r>
      <w:r>
        <w:instrText xml:space="preserve"> PAGEREF _Toc74989813 \h </w:instrText>
      </w:r>
      <w:r>
        <w:fldChar w:fldCharType="separate"/>
      </w:r>
      <w:r>
        <w:t>15</w:t>
      </w:r>
      <w:r>
        <w:fldChar w:fldCharType="end"/>
      </w:r>
    </w:p>
    <w:p w14:paraId="16F8632E" w14:textId="3A794EC2" w:rsidR="0028738E" w:rsidRDefault="0028738E">
      <w:pPr>
        <w:pStyle w:val="TOC4"/>
        <w:rPr>
          <w:rFonts w:asciiTheme="minorHAnsi" w:eastAsiaTheme="minorEastAsia" w:hAnsiTheme="minorHAnsi" w:cstheme="minorBidi"/>
          <w:sz w:val="22"/>
          <w:szCs w:val="22"/>
          <w:lang w:eastAsia="en-GB"/>
        </w:rPr>
      </w:pPr>
      <w:r>
        <w:t>6.1.3.1</w:t>
      </w:r>
      <w:r>
        <w:rPr>
          <w:rFonts w:asciiTheme="minorHAnsi" w:eastAsiaTheme="minorEastAsia" w:hAnsiTheme="minorHAnsi" w:cstheme="minorBidi"/>
          <w:sz w:val="22"/>
          <w:szCs w:val="22"/>
          <w:lang w:eastAsia="en-GB"/>
        </w:rPr>
        <w:tab/>
      </w:r>
      <w:r>
        <w:t>Overview</w:t>
      </w:r>
      <w:r>
        <w:tab/>
      </w:r>
      <w:r>
        <w:fldChar w:fldCharType="begin" w:fldLock="1"/>
      </w:r>
      <w:r>
        <w:instrText xml:space="preserve"> PAGEREF _Toc74989814 \h </w:instrText>
      </w:r>
      <w:r>
        <w:fldChar w:fldCharType="separate"/>
      </w:r>
      <w:r>
        <w:t>15</w:t>
      </w:r>
      <w:r>
        <w:fldChar w:fldCharType="end"/>
      </w:r>
    </w:p>
    <w:p w14:paraId="520198C7" w14:textId="303FBF48" w:rsidR="0028738E" w:rsidRDefault="0028738E">
      <w:pPr>
        <w:pStyle w:val="TOC4"/>
        <w:rPr>
          <w:rFonts w:asciiTheme="minorHAnsi" w:eastAsiaTheme="minorEastAsia" w:hAnsiTheme="minorHAnsi" w:cstheme="minorBidi"/>
          <w:sz w:val="22"/>
          <w:szCs w:val="22"/>
          <w:lang w:eastAsia="en-GB"/>
        </w:rPr>
      </w:pPr>
      <w:r>
        <w:t>6.1.3.2</w:t>
      </w:r>
      <w:r>
        <w:rPr>
          <w:rFonts w:asciiTheme="minorHAnsi" w:eastAsiaTheme="minorEastAsia" w:hAnsiTheme="minorHAnsi" w:cstheme="minorBidi"/>
          <w:sz w:val="22"/>
          <w:szCs w:val="22"/>
          <w:lang w:eastAsia="en-GB"/>
        </w:rPr>
        <w:tab/>
      </w:r>
      <w:r>
        <w:t>Resource:  Network Slice Information Document</w:t>
      </w:r>
      <w:r>
        <w:tab/>
      </w:r>
      <w:r>
        <w:fldChar w:fldCharType="begin" w:fldLock="1"/>
      </w:r>
      <w:r>
        <w:instrText xml:space="preserve"> PAGEREF _Toc74989815 \h </w:instrText>
      </w:r>
      <w:r>
        <w:fldChar w:fldCharType="separate"/>
      </w:r>
      <w:r>
        <w:t>16</w:t>
      </w:r>
      <w:r>
        <w:fldChar w:fldCharType="end"/>
      </w:r>
    </w:p>
    <w:p w14:paraId="224EE58F" w14:textId="3CD99C19" w:rsidR="0028738E" w:rsidRDefault="0028738E">
      <w:pPr>
        <w:pStyle w:val="TOC5"/>
        <w:rPr>
          <w:rFonts w:asciiTheme="minorHAnsi" w:eastAsiaTheme="minorEastAsia" w:hAnsiTheme="minorHAnsi" w:cstheme="minorBidi"/>
          <w:sz w:val="22"/>
          <w:szCs w:val="22"/>
          <w:lang w:eastAsia="en-GB"/>
        </w:rPr>
      </w:pPr>
      <w:r>
        <w:t>6.1.3.2.1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_Toc74989816 \h </w:instrText>
      </w:r>
      <w:r>
        <w:fldChar w:fldCharType="separate"/>
      </w:r>
      <w:r>
        <w:t>16</w:t>
      </w:r>
      <w:r>
        <w:fldChar w:fldCharType="end"/>
      </w:r>
    </w:p>
    <w:p w14:paraId="47C95B91" w14:textId="004FDF35" w:rsidR="0028738E" w:rsidRDefault="0028738E">
      <w:pPr>
        <w:pStyle w:val="TOC5"/>
        <w:rPr>
          <w:rFonts w:asciiTheme="minorHAnsi" w:eastAsiaTheme="minorEastAsia" w:hAnsiTheme="minorHAnsi" w:cstheme="minorBidi"/>
          <w:sz w:val="22"/>
          <w:szCs w:val="22"/>
          <w:lang w:eastAsia="en-GB"/>
        </w:rPr>
      </w:pPr>
      <w:r>
        <w:t>6.1.3.2.2</w:t>
      </w:r>
      <w:r>
        <w:rPr>
          <w:rFonts w:asciiTheme="minorHAnsi" w:eastAsiaTheme="minorEastAsia" w:hAnsiTheme="minorHAnsi" w:cstheme="minorBidi"/>
          <w:sz w:val="22"/>
          <w:szCs w:val="22"/>
          <w:lang w:eastAsia="en-GB"/>
        </w:rPr>
        <w:tab/>
      </w:r>
      <w:r>
        <w:t>Resource Definition</w:t>
      </w:r>
      <w:r>
        <w:tab/>
      </w:r>
      <w:r>
        <w:fldChar w:fldCharType="begin" w:fldLock="1"/>
      </w:r>
      <w:r>
        <w:instrText xml:space="preserve"> PAGEREF _Toc74989817 \h </w:instrText>
      </w:r>
      <w:r>
        <w:fldChar w:fldCharType="separate"/>
      </w:r>
      <w:r>
        <w:t>16</w:t>
      </w:r>
      <w:r>
        <w:fldChar w:fldCharType="end"/>
      </w:r>
    </w:p>
    <w:p w14:paraId="12CAA17F" w14:textId="00801899" w:rsidR="0028738E" w:rsidRDefault="0028738E">
      <w:pPr>
        <w:pStyle w:val="TOC5"/>
        <w:rPr>
          <w:rFonts w:asciiTheme="minorHAnsi" w:eastAsiaTheme="minorEastAsia" w:hAnsiTheme="minorHAnsi" w:cstheme="minorBidi"/>
          <w:sz w:val="22"/>
          <w:szCs w:val="22"/>
          <w:lang w:eastAsia="en-GB"/>
        </w:rPr>
      </w:pPr>
      <w:r>
        <w:t>6.1.3.2.3</w:t>
      </w:r>
      <w:r>
        <w:rPr>
          <w:rFonts w:asciiTheme="minorHAnsi" w:eastAsiaTheme="minorEastAsia" w:hAnsiTheme="minorHAnsi" w:cstheme="minorBidi"/>
          <w:sz w:val="22"/>
          <w:szCs w:val="22"/>
          <w:lang w:eastAsia="en-GB"/>
        </w:rPr>
        <w:tab/>
      </w:r>
      <w:r>
        <w:t>Resource Standard Methods</w:t>
      </w:r>
      <w:r>
        <w:tab/>
      </w:r>
      <w:r>
        <w:fldChar w:fldCharType="begin" w:fldLock="1"/>
      </w:r>
      <w:r>
        <w:instrText xml:space="preserve"> PAGEREF _Toc74989818 \h </w:instrText>
      </w:r>
      <w:r>
        <w:fldChar w:fldCharType="separate"/>
      </w:r>
      <w:r>
        <w:t>16</w:t>
      </w:r>
      <w:r>
        <w:fldChar w:fldCharType="end"/>
      </w:r>
    </w:p>
    <w:p w14:paraId="02A2341F" w14:textId="1BC94CCA" w:rsidR="0028738E" w:rsidRDefault="0028738E">
      <w:pPr>
        <w:pStyle w:val="TOC6"/>
        <w:rPr>
          <w:rFonts w:asciiTheme="minorHAnsi" w:eastAsiaTheme="minorEastAsia" w:hAnsiTheme="minorHAnsi" w:cstheme="minorBidi"/>
          <w:sz w:val="22"/>
          <w:szCs w:val="22"/>
          <w:lang w:eastAsia="en-GB"/>
        </w:rPr>
      </w:pPr>
      <w:r>
        <w:t>6.1.3.2.3.1</w:t>
      </w:r>
      <w:r>
        <w:rPr>
          <w:rFonts w:asciiTheme="minorHAnsi" w:eastAsiaTheme="minorEastAsia" w:hAnsiTheme="minorHAnsi" w:cstheme="minorBidi"/>
          <w:sz w:val="22"/>
          <w:szCs w:val="22"/>
          <w:lang w:eastAsia="en-GB"/>
        </w:rPr>
        <w:tab/>
      </w:r>
      <w:r>
        <w:t>GET</w:t>
      </w:r>
      <w:r>
        <w:tab/>
      </w:r>
      <w:r>
        <w:fldChar w:fldCharType="begin" w:fldLock="1"/>
      </w:r>
      <w:r>
        <w:instrText xml:space="preserve"> PAGEREF _Toc74989819 \h </w:instrText>
      </w:r>
      <w:r>
        <w:fldChar w:fldCharType="separate"/>
      </w:r>
      <w:r>
        <w:t>16</w:t>
      </w:r>
      <w:r>
        <w:fldChar w:fldCharType="end"/>
      </w:r>
    </w:p>
    <w:p w14:paraId="23B63878" w14:textId="115AF57E" w:rsidR="0028738E" w:rsidRDefault="0028738E">
      <w:pPr>
        <w:pStyle w:val="TOC5"/>
        <w:rPr>
          <w:rFonts w:asciiTheme="minorHAnsi" w:eastAsiaTheme="minorEastAsia" w:hAnsiTheme="minorHAnsi" w:cstheme="minorBidi"/>
          <w:sz w:val="22"/>
          <w:szCs w:val="22"/>
          <w:lang w:eastAsia="en-GB"/>
        </w:rPr>
      </w:pPr>
      <w:r>
        <w:t>6.1.3.2.4</w:t>
      </w:r>
      <w:r>
        <w:rPr>
          <w:rFonts w:asciiTheme="minorHAnsi" w:eastAsiaTheme="minorEastAsia" w:hAnsiTheme="minorHAnsi" w:cstheme="minorBidi"/>
          <w:sz w:val="22"/>
          <w:szCs w:val="22"/>
          <w:lang w:eastAsia="en-GB"/>
        </w:rPr>
        <w:tab/>
      </w:r>
      <w:r>
        <w:t>Resource Custom Operations</w:t>
      </w:r>
      <w:r>
        <w:tab/>
      </w:r>
      <w:r>
        <w:fldChar w:fldCharType="begin" w:fldLock="1"/>
      </w:r>
      <w:r>
        <w:instrText xml:space="preserve"> PAGEREF _Toc74989820 \h </w:instrText>
      </w:r>
      <w:r>
        <w:fldChar w:fldCharType="separate"/>
      </w:r>
      <w:r>
        <w:t>17</w:t>
      </w:r>
      <w:r>
        <w:fldChar w:fldCharType="end"/>
      </w:r>
    </w:p>
    <w:p w14:paraId="20A117B5" w14:textId="4C9CD55A" w:rsidR="0028738E" w:rsidRDefault="0028738E">
      <w:pPr>
        <w:pStyle w:val="TOC3"/>
        <w:rPr>
          <w:rFonts w:asciiTheme="minorHAnsi" w:eastAsiaTheme="minorEastAsia" w:hAnsiTheme="minorHAnsi" w:cstheme="minorBidi"/>
          <w:sz w:val="22"/>
          <w:szCs w:val="22"/>
          <w:lang w:eastAsia="en-GB"/>
        </w:rPr>
      </w:pPr>
      <w:r>
        <w:t>6.1.4</w:t>
      </w:r>
      <w:r>
        <w:rPr>
          <w:rFonts w:asciiTheme="minorHAnsi" w:eastAsiaTheme="minorEastAsia" w:hAnsiTheme="minorHAnsi" w:cstheme="minorBidi"/>
          <w:sz w:val="22"/>
          <w:szCs w:val="22"/>
          <w:lang w:eastAsia="en-GB"/>
        </w:rPr>
        <w:tab/>
      </w:r>
      <w:r>
        <w:t>Custom Operations without associated resources</w:t>
      </w:r>
      <w:r>
        <w:tab/>
      </w:r>
      <w:r>
        <w:fldChar w:fldCharType="begin" w:fldLock="1"/>
      </w:r>
      <w:r>
        <w:instrText xml:space="preserve"> PAGEREF _Toc74989821 \h </w:instrText>
      </w:r>
      <w:r>
        <w:fldChar w:fldCharType="separate"/>
      </w:r>
      <w:r>
        <w:t>18</w:t>
      </w:r>
      <w:r>
        <w:fldChar w:fldCharType="end"/>
      </w:r>
    </w:p>
    <w:p w14:paraId="5F174981" w14:textId="141C707E" w:rsidR="0028738E" w:rsidRDefault="0028738E">
      <w:pPr>
        <w:pStyle w:val="TOC3"/>
        <w:rPr>
          <w:rFonts w:asciiTheme="minorHAnsi" w:eastAsiaTheme="minorEastAsia" w:hAnsiTheme="minorHAnsi" w:cstheme="minorBidi"/>
          <w:sz w:val="22"/>
          <w:szCs w:val="22"/>
          <w:lang w:eastAsia="en-GB"/>
        </w:rPr>
      </w:pPr>
      <w:r>
        <w:t>6.1.5</w:t>
      </w:r>
      <w:r>
        <w:rPr>
          <w:rFonts w:asciiTheme="minorHAnsi" w:eastAsiaTheme="minorEastAsia" w:hAnsiTheme="minorHAnsi" w:cstheme="minorBidi"/>
          <w:sz w:val="22"/>
          <w:szCs w:val="22"/>
          <w:lang w:eastAsia="en-GB"/>
        </w:rPr>
        <w:tab/>
      </w:r>
      <w:r>
        <w:t>Notifications</w:t>
      </w:r>
      <w:r>
        <w:tab/>
      </w:r>
      <w:r>
        <w:fldChar w:fldCharType="begin" w:fldLock="1"/>
      </w:r>
      <w:r>
        <w:instrText xml:space="preserve"> PAGEREF _Toc74989822 \h </w:instrText>
      </w:r>
      <w:r>
        <w:fldChar w:fldCharType="separate"/>
      </w:r>
      <w:r>
        <w:t>18</w:t>
      </w:r>
      <w:r>
        <w:fldChar w:fldCharType="end"/>
      </w:r>
    </w:p>
    <w:p w14:paraId="1B6BB009" w14:textId="34234353" w:rsidR="0028738E" w:rsidRDefault="0028738E">
      <w:pPr>
        <w:pStyle w:val="TOC3"/>
        <w:rPr>
          <w:rFonts w:asciiTheme="minorHAnsi" w:eastAsiaTheme="minorEastAsia" w:hAnsiTheme="minorHAnsi" w:cstheme="minorBidi"/>
          <w:sz w:val="22"/>
          <w:szCs w:val="22"/>
          <w:lang w:eastAsia="en-GB"/>
        </w:rPr>
      </w:pPr>
      <w:r>
        <w:t>6.1.6</w:t>
      </w:r>
      <w:r>
        <w:rPr>
          <w:rFonts w:asciiTheme="minorHAnsi" w:eastAsiaTheme="minorEastAsia" w:hAnsiTheme="minorHAnsi" w:cstheme="minorBidi"/>
          <w:sz w:val="22"/>
          <w:szCs w:val="22"/>
          <w:lang w:eastAsia="en-GB"/>
        </w:rPr>
        <w:tab/>
      </w:r>
      <w:r>
        <w:t>Data Model</w:t>
      </w:r>
      <w:r>
        <w:tab/>
      </w:r>
      <w:r>
        <w:fldChar w:fldCharType="begin" w:fldLock="1"/>
      </w:r>
      <w:r>
        <w:instrText xml:space="preserve"> PAGEREF _Toc74989823 \h </w:instrText>
      </w:r>
      <w:r>
        <w:fldChar w:fldCharType="separate"/>
      </w:r>
      <w:r>
        <w:t>18</w:t>
      </w:r>
      <w:r>
        <w:fldChar w:fldCharType="end"/>
      </w:r>
    </w:p>
    <w:p w14:paraId="0D4CF867" w14:textId="79C3F17B" w:rsidR="0028738E" w:rsidRDefault="0028738E">
      <w:pPr>
        <w:pStyle w:val="TOC4"/>
        <w:rPr>
          <w:rFonts w:asciiTheme="minorHAnsi" w:eastAsiaTheme="minorEastAsia" w:hAnsiTheme="minorHAnsi" w:cstheme="minorBidi"/>
          <w:sz w:val="22"/>
          <w:szCs w:val="22"/>
          <w:lang w:eastAsia="en-GB"/>
        </w:rPr>
      </w:pPr>
      <w:r>
        <w:lastRenderedPageBreak/>
        <w:t>6.1.6.1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_Toc74989824 \h </w:instrText>
      </w:r>
      <w:r>
        <w:fldChar w:fldCharType="separate"/>
      </w:r>
      <w:r>
        <w:t>18</w:t>
      </w:r>
      <w:r>
        <w:fldChar w:fldCharType="end"/>
      </w:r>
    </w:p>
    <w:p w14:paraId="5CE2448F" w14:textId="4A37E361" w:rsidR="0028738E" w:rsidRDefault="0028738E">
      <w:pPr>
        <w:pStyle w:val="TOC4"/>
        <w:rPr>
          <w:rFonts w:asciiTheme="minorHAnsi" w:eastAsiaTheme="minorEastAsia" w:hAnsiTheme="minorHAnsi" w:cstheme="minorBidi"/>
          <w:sz w:val="22"/>
          <w:szCs w:val="22"/>
          <w:lang w:eastAsia="en-GB"/>
        </w:rPr>
      </w:pPr>
      <w:r w:rsidRPr="0028738E">
        <w:t>6.1.6.2</w:t>
      </w:r>
      <w:r w:rsidRPr="0028738E">
        <w:rPr>
          <w:rFonts w:asciiTheme="minorHAnsi" w:eastAsiaTheme="minorEastAsia" w:hAnsiTheme="minorHAnsi" w:cstheme="minorBidi"/>
          <w:sz w:val="22"/>
          <w:szCs w:val="22"/>
          <w:lang w:eastAsia="en-GB"/>
        </w:rPr>
        <w:tab/>
      </w:r>
      <w:r w:rsidRPr="00724591">
        <w:rPr>
          <w:lang w:val="en-US"/>
        </w:rPr>
        <w:t>Structured data types</w:t>
      </w:r>
      <w:r>
        <w:tab/>
      </w:r>
      <w:r>
        <w:fldChar w:fldCharType="begin" w:fldLock="1"/>
      </w:r>
      <w:r>
        <w:instrText xml:space="preserve"> PAGEREF _Toc74989825 \h </w:instrText>
      </w:r>
      <w:r>
        <w:fldChar w:fldCharType="separate"/>
      </w:r>
      <w:r>
        <w:t>19</w:t>
      </w:r>
      <w:r>
        <w:fldChar w:fldCharType="end"/>
      </w:r>
    </w:p>
    <w:p w14:paraId="6F6D042D" w14:textId="2A779061" w:rsidR="0028738E" w:rsidRDefault="0028738E">
      <w:pPr>
        <w:pStyle w:val="TOC5"/>
        <w:rPr>
          <w:rFonts w:asciiTheme="minorHAnsi" w:eastAsiaTheme="minorEastAsia" w:hAnsiTheme="minorHAnsi" w:cstheme="minorBidi"/>
          <w:sz w:val="22"/>
          <w:szCs w:val="22"/>
          <w:lang w:eastAsia="en-GB"/>
        </w:rPr>
      </w:pPr>
      <w:r>
        <w:t>6.1.6.2.1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_Toc74989826 \h </w:instrText>
      </w:r>
      <w:r>
        <w:fldChar w:fldCharType="separate"/>
      </w:r>
      <w:r>
        <w:t>19</w:t>
      </w:r>
      <w:r>
        <w:fldChar w:fldCharType="end"/>
      </w:r>
    </w:p>
    <w:p w14:paraId="44463792" w14:textId="4AEC2381" w:rsidR="0028738E" w:rsidRDefault="0028738E">
      <w:pPr>
        <w:pStyle w:val="TOC5"/>
        <w:rPr>
          <w:rFonts w:asciiTheme="minorHAnsi" w:eastAsiaTheme="minorEastAsia" w:hAnsiTheme="minorHAnsi" w:cstheme="minorBidi"/>
          <w:sz w:val="22"/>
          <w:szCs w:val="22"/>
          <w:lang w:eastAsia="en-GB"/>
        </w:rPr>
      </w:pPr>
      <w:r>
        <w:t>6.1.6.2.2</w:t>
      </w:r>
      <w:r>
        <w:rPr>
          <w:rFonts w:asciiTheme="minorHAnsi" w:eastAsiaTheme="minorEastAsia" w:hAnsiTheme="minorHAnsi" w:cstheme="minorBidi"/>
          <w:sz w:val="22"/>
          <w:szCs w:val="22"/>
          <w:lang w:eastAsia="en-GB"/>
        </w:rPr>
        <w:tab/>
      </w:r>
      <w:r>
        <w:t>Type: AuthorizedNetworkSliceInfo</w:t>
      </w:r>
      <w:r>
        <w:tab/>
      </w:r>
      <w:r>
        <w:fldChar w:fldCharType="begin" w:fldLock="1"/>
      </w:r>
      <w:r>
        <w:instrText xml:space="preserve"> PAGEREF _Toc74989827 \h </w:instrText>
      </w:r>
      <w:r>
        <w:fldChar w:fldCharType="separate"/>
      </w:r>
      <w:r>
        <w:t>20</w:t>
      </w:r>
      <w:r>
        <w:fldChar w:fldCharType="end"/>
      </w:r>
    </w:p>
    <w:p w14:paraId="54CEB461" w14:textId="041A1DD8" w:rsidR="0028738E" w:rsidRDefault="0028738E">
      <w:pPr>
        <w:pStyle w:val="TOC5"/>
        <w:rPr>
          <w:rFonts w:asciiTheme="minorHAnsi" w:eastAsiaTheme="minorEastAsia" w:hAnsiTheme="minorHAnsi" w:cstheme="minorBidi"/>
          <w:sz w:val="22"/>
          <w:szCs w:val="22"/>
          <w:lang w:eastAsia="en-GB"/>
        </w:rPr>
      </w:pPr>
      <w:r>
        <w:t>6.1.6.2.3</w:t>
      </w:r>
      <w:r>
        <w:rPr>
          <w:rFonts w:asciiTheme="minorHAnsi" w:eastAsiaTheme="minorEastAsia" w:hAnsiTheme="minorHAnsi" w:cstheme="minorBidi"/>
          <w:sz w:val="22"/>
          <w:szCs w:val="22"/>
          <w:lang w:eastAsia="en-GB"/>
        </w:rPr>
        <w:tab/>
      </w:r>
      <w:r>
        <w:t xml:space="preserve">Type: </w:t>
      </w:r>
      <w:r>
        <w:rPr>
          <w:lang w:eastAsia="zh-CN"/>
        </w:rPr>
        <w:t>SubscribedSnssai</w:t>
      </w:r>
      <w:r>
        <w:tab/>
      </w:r>
      <w:r>
        <w:fldChar w:fldCharType="begin" w:fldLock="1"/>
      </w:r>
      <w:r>
        <w:instrText xml:space="preserve"> PAGEREF _Toc74989828 \h </w:instrText>
      </w:r>
      <w:r>
        <w:fldChar w:fldCharType="separate"/>
      </w:r>
      <w:r>
        <w:t>22</w:t>
      </w:r>
      <w:r>
        <w:fldChar w:fldCharType="end"/>
      </w:r>
    </w:p>
    <w:p w14:paraId="18EACD00" w14:textId="172E4366" w:rsidR="0028738E" w:rsidRDefault="0028738E">
      <w:pPr>
        <w:pStyle w:val="TOC5"/>
        <w:rPr>
          <w:rFonts w:asciiTheme="minorHAnsi" w:eastAsiaTheme="minorEastAsia" w:hAnsiTheme="minorHAnsi" w:cstheme="minorBidi"/>
          <w:sz w:val="22"/>
          <w:szCs w:val="22"/>
          <w:lang w:eastAsia="en-GB"/>
        </w:rPr>
      </w:pPr>
      <w:r>
        <w:t>6.1.6.2.4</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_Toc74989829 \h </w:instrText>
      </w:r>
      <w:r>
        <w:fldChar w:fldCharType="separate"/>
      </w:r>
      <w:r>
        <w:t>22</w:t>
      </w:r>
      <w:r>
        <w:fldChar w:fldCharType="end"/>
      </w:r>
    </w:p>
    <w:p w14:paraId="02C731BA" w14:textId="57CC0E16" w:rsidR="0028738E" w:rsidRDefault="0028738E">
      <w:pPr>
        <w:pStyle w:val="TOC5"/>
        <w:rPr>
          <w:rFonts w:asciiTheme="minorHAnsi" w:eastAsiaTheme="minorEastAsia" w:hAnsiTheme="minorHAnsi" w:cstheme="minorBidi"/>
          <w:sz w:val="22"/>
          <w:szCs w:val="22"/>
          <w:lang w:eastAsia="en-GB"/>
        </w:rPr>
      </w:pPr>
      <w:r>
        <w:t>6.1.6.2.5</w:t>
      </w:r>
      <w:r>
        <w:rPr>
          <w:rFonts w:asciiTheme="minorHAnsi" w:eastAsiaTheme="minorEastAsia" w:hAnsiTheme="minorHAnsi" w:cstheme="minorBidi"/>
          <w:sz w:val="22"/>
          <w:szCs w:val="22"/>
          <w:lang w:eastAsia="en-GB"/>
        </w:rPr>
        <w:tab/>
      </w:r>
      <w:r>
        <w:t xml:space="preserve">Type: </w:t>
      </w:r>
      <w:r>
        <w:rPr>
          <w:lang w:eastAsia="zh-CN"/>
        </w:rPr>
        <w:t>AllowedSnssai</w:t>
      </w:r>
      <w:r>
        <w:tab/>
      </w:r>
      <w:r>
        <w:fldChar w:fldCharType="begin" w:fldLock="1"/>
      </w:r>
      <w:r>
        <w:instrText xml:space="preserve"> PAGEREF _Toc74989830 \h </w:instrText>
      </w:r>
      <w:r>
        <w:fldChar w:fldCharType="separate"/>
      </w:r>
      <w:r>
        <w:t>22</w:t>
      </w:r>
      <w:r>
        <w:fldChar w:fldCharType="end"/>
      </w:r>
    </w:p>
    <w:p w14:paraId="2ECB4CF1" w14:textId="122EAC2E" w:rsidR="0028738E" w:rsidRDefault="0028738E">
      <w:pPr>
        <w:pStyle w:val="TOC5"/>
        <w:rPr>
          <w:rFonts w:asciiTheme="minorHAnsi" w:eastAsiaTheme="minorEastAsia" w:hAnsiTheme="minorHAnsi" w:cstheme="minorBidi"/>
          <w:sz w:val="22"/>
          <w:szCs w:val="22"/>
          <w:lang w:eastAsia="en-GB"/>
        </w:rPr>
      </w:pPr>
      <w:r>
        <w:t>6.1.6.2.6</w:t>
      </w:r>
      <w:r>
        <w:rPr>
          <w:rFonts w:asciiTheme="minorHAnsi" w:eastAsiaTheme="minorEastAsia" w:hAnsiTheme="minorHAnsi" w:cstheme="minorBidi"/>
          <w:sz w:val="22"/>
          <w:szCs w:val="22"/>
          <w:lang w:eastAsia="en-GB"/>
        </w:rPr>
        <w:tab/>
      </w:r>
      <w:r>
        <w:t xml:space="preserve">Type: </w:t>
      </w:r>
      <w:r>
        <w:rPr>
          <w:lang w:eastAsia="zh-CN"/>
        </w:rPr>
        <w:t>AllowedNssai</w:t>
      </w:r>
      <w:r>
        <w:tab/>
      </w:r>
      <w:r>
        <w:fldChar w:fldCharType="begin" w:fldLock="1"/>
      </w:r>
      <w:r>
        <w:instrText xml:space="preserve"> PAGEREF _Toc74989831 \h </w:instrText>
      </w:r>
      <w:r>
        <w:fldChar w:fldCharType="separate"/>
      </w:r>
      <w:r>
        <w:t>22</w:t>
      </w:r>
      <w:r>
        <w:fldChar w:fldCharType="end"/>
      </w:r>
    </w:p>
    <w:p w14:paraId="48537F03" w14:textId="658C2DD3" w:rsidR="0028738E" w:rsidRDefault="0028738E">
      <w:pPr>
        <w:pStyle w:val="TOC5"/>
        <w:rPr>
          <w:rFonts w:asciiTheme="minorHAnsi" w:eastAsiaTheme="minorEastAsia" w:hAnsiTheme="minorHAnsi" w:cstheme="minorBidi"/>
          <w:sz w:val="22"/>
          <w:szCs w:val="22"/>
          <w:lang w:eastAsia="en-GB"/>
        </w:rPr>
      </w:pPr>
      <w:r>
        <w:t>6.1.6.2.7</w:t>
      </w:r>
      <w:r>
        <w:rPr>
          <w:rFonts w:asciiTheme="minorHAnsi" w:eastAsiaTheme="minorEastAsia" w:hAnsiTheme="minorHAnsi" w:cstheme="minorBidi"/>
          <w:sz w:val="22"/>
          <w:szCs w:val="22"/>
          <w:lang w:eastAsia="en-GB"/>
        </w:rPr>
        <w:tab/>
      </w:r>
      <w:r>
        <w:t xml:space="preserve">Type: </w:t>
      </w:r>
      <w:r>
        <w:rPr>
          <w:lang w:eastAsia="zh-CN"/>
        </w:rPr>
        <w:t>NsiInformation</w:t>
      </w:r>
      <w:r>
        <w:tab/>
      </w:r>
      <w:r>
        <w:fldChar w:fldCharType="begin" w:fldLock="1"/>
      </w:r>
      <w:r>
        <w:instrText xml:space="preserve"> PAGEREF _Toc74989832 \h </w:instrText>
      </w:r>
      <w:r>
        <w:fldChar w:fldCharType="separate"/>
      </w:r>
      <w:r>
        <w:t>23</w:t>
      </w:r>
      <w:r>
        <w:fldChar w:fldCharType="end"/>
      </w:r>
    </w:p>
    <w:p w14:paraId="463C6F2E" w14:textId="132E6E1B" w:rsidR="0028738E" w:rsidRDefault="0028738E">
      <w:pPr>
        <w:pStyle w:val="TOC5"/>
        <w:rPr>
          <w:rFonts w:asciiTheme="minorHAnsi" w:eastAsiaTheme="minorEastAsia" w:hAnsiTheme="minorHAnsi" w:cstheme="minorBidi"/>
          <w:sz w:val="22"/>
          <w:szCs w:val="22"/>
          <w:lang w:eastAsia="en-GB"/>
        </w:rPr>
      </w:pPr>
      <w:r>
        <w:t>6.1.6.2.8</w:t>
      </w:r>
      <w:r>
        <w:rPr>
          <w:rFonts w:asciiTheme="minorHAnsi" w:eastAsiaTheme="minorEastAsia" w:hAnsiTheme="minorHAnsi" w:cstheme="minorBidi"/>
          <w:sz w:val="22"/>
          <w:szCs w:val="22"/>
          <w:lang w:eastAsia="en-GB"/>
        </w:rPr>
        <w:tab/>
      </w:r>
      <w:r>
        <w:t xml:space="preserve">Type: </w:t>
      </w:r>
      <w:r>
        <w:rPr>
          <w:lang w:eastAsia="zh-CN"/>
        </w:rPr>
        <w:t>MappingOfSnssai</w:t>
      </w:r>
      <w:r>
        <w:tab/>
      </w:r>
      <w:r>
        <w:fldChar w:fldCharType="begin" w:fldLock="1"/>
      </w:r>
      <w:r>
        <w:instrText xml:space="preserve"> PAGEREF _Toc74989833 \h </w:instrText>
      </w:r>
      <w:r>
        <w:fldChar w:fldCharType="separate"/>
      </w:r>
      <w:r>
        <w:t>23</w:t>
      </w:r>
      <w:r>
        <w:fldChar w:fldCharType="end"/>
      </w:r>
    </w:p>
    <w:p w14:paraId="1782106E" w14:textId="127267A3" w:rsidR="0028738E" w:rsidRDefault="0028738E">
      <w:pPr>
        <w:pStyle w:val="TOC5"/>
        <w:rPr>
          <w:rFonts w:asciiTheme="minorHAnsi" w:eastAsiaTheme="minorEastAsia" w:hAnsiTheme="minorHAnsi" w:cstheme="minorBidi"/>
          <w:sz w:val="22"/>
          <w:szCs w:val="22"/>
          <w:lang w:eastAsia="en-GB"/>
        </w:rPr>
      </w:pPr>
      <w:r>
        <w:t>6.1.6.2.9</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_Toc74989834 \h </w:instrText>
      </w:r>
      <w:r>
        <w:fldChar w:fldCharType="separate"/>
      </w:r>
      <w:r>
        <w:t>24</w:t>
      </w:r>
      <w:r>
        <w:fldChar w:fldCharType="end"/>
      </w:r>
    </w:p>
    <w:p w14:paraId="73BD01D5" w14:textId="11D9CF6D" w:rsidR="0028738E" w:rsidRDefault="0028738E">
      <w:pPr>
        <w:pStyle w:val="TOC5"/>
        <w:rPr>
          <w:rFonts w:asciiTheme="minorHAnsi" w:eastAsiaTheme="minorEastAsia" w:hAnsiTheme="minorHAnsi" w:cstheme="minorBidi"/>
          <w:sz w:val="22"/>
          <w:szCs w:val="22"/>
          <w:lang w:eastAsia="en-GB"/>
        </w:rPr>
      </w:pPr>
      <w:r>
        <w:t>6.1.6.2.10</w:t>
      </w:r>
      <w:r>
        <w:rPr>
          <w:rFonts w:asciiTheme="minorHAnsi" w:eastAsiaTheme="minorEastAsia" w:hAnsiTheme="minorHAnsi" w:cstheme="minorBidi"/>
          <w:sz w:val="22"/>
          <w:szCs w:val="22"/>
          <w:lang w:eastAsia="en-GB"/>
        </w:rPr>
        <w:tab/>
      </w:r>
      <w:r>
        <w:t xml:space="preserve">Type: </w:t>
      </w:r>
      <w:r>
        <w:rPr>
          <w:lang w:eastAsia="zh-CN"/>
        </w:rPr>
        <w:t>SliceInfoForRegistration</w:t>
      </w:r>
      <w:r>
        <w:tab/>
      </w:r>
      <w:r>
        <w:fldChar w:fldCharType="begin" w:fldLock="1"/>
      </w:r>
      <w:r>
        <w:instrText xml:space="preserve"> PAGEREF _Toc74989835 \h </w:instrText>
      </w:r>
      <w:r>
        <w:fldChar w:fldCharType="separate"/>
      </w:r>
      <w:r>
        <w:t>24</w:t>
      </w:r>
      <w:r>
        <w:fldChar w:fldCharType="end"/>
      </w:r>
    </w:p>
    <w:p w14:paraId="34FC3939" w14:textId="4387EFA4" w:rsidR="0028738E" w:rsidRDefault="0028738E">
      <w:pPr>
        <w:pStyle w:val="TOC5"/>
        <w:rPr>
          <w:rFonts w:asciiTheme="minorHAnsi" w:eastAsiaTheme="minorEastAsia" w:hAnsiTheme="minorHAnsi" w:cstheme="minorBidi"/>
          <w:sz w:val="22"/>
          <w:szCs w:val="22"/>
          <w:lang w:eastAsia="en-GB"/>
        </w:rPr>
      </w:pPr>
      <w:r>
        <w:t>6.1.6.2.11</w:t>
      </w:r>
      <w:r>
        <w:rPr>
          <w:rFonts w:asciiTheme="minorHAnsi" w:eastAsiaTheme="minorEastAsia" w:hAnsiTheme="minorHAnsi" w:cstheme="minorBidi"/>
          <w:sz w:val="22"/>
          <w:szCs w:val="22"/>
          <w:lang w:eastAsia="en-GB"/>
        </w:rPr>
        <w:tab/>
      </w:r>
      <w:r>
        <w:t xml:space="preserve">Type: </w:t>
      </w:r>
      <w:r>
        <w:rPr>
          <w:lang w:eastAsia="zh-CN"/>
        </w:rPr>
        <w:t>SliceInfoForPDUSession</w:t>
      </w:r>
      <w:r>
        <w:tab/>
      </w:r>
      <w:r>
        <w:fldChar w:fldCharType="begin" w:fldLock="1"/>
      </w:r>
      <w:r>
        <w:instrText xml:space="preserve"> PAGEREF _Toc74989836 \h </w:instrText>
      </w:r>
      <w:r>
        <w:fldChar w:fldCharType="separate"/>
      </w:r>
      <w:r>
        <w:t>25</w:t>
      </w:r>
      <w:r>
        <w:fldChar w:fldCharType="end"/>
      </w:r>
    </w:p>
    <w:p w14:paraId="4B2C0876" w14:textId="62052F0D" w:rsidR="0028738E" w:rsidRDefault="0028738E">
      <w:pPr>
        <w:pStyle w:val="TOC5"/>
        <w:rPr>
          <w:rFonts w:asciiTheme="minorHAnsi" w:eastAsiaTheme="minorEastAsia" w:hAnsiTheme="minorHAnsi" w:cstheme="minorBidi"/>
          <w:sz w:val="22"/>
          <w:szCs w:val="22"/>
          <w:lang w:eastAsia="en-GB"/>
        </w:rPr>
      </w:pPr>
      <w:r>
        <w:t>6.1.6.2.12</w:t>
      </w:r>
      <w:r>
        <w:rPr>
          <w:rFonts w:asciiTheme="minorHAnsi" w:eastAsiaTheme="minorEastAsia" w:hAnsiTheme="minorHAnsi" w:cstheme="minorBidi"/>
          <w:sz w:val="22"/>
          <w:szCs w:val="22"/>
        </w:rPr>
        <w:tab/>
      </w:r>
      <w:r>
        <w:t>Type: Configured</w:t>
      </w:r>
      <w:r>
        <w:rPr>
          <w:lang w:eastAsia="zh-CN"/>
        </w:rPr>
        <w:t>Snssai</w:t>
      </w:r>
      <w:r>
        <w:tab/>
      </w:r>
      <w:r>
        <w:fldChar w:fldCharType="begin" w:fldLock="1"/>
      </w:r>
      <w:r>
        <w:instrText xml:space="preserve"> PAGEREF _Toc74989837 \h </w:instrText>
      </w:r>
      <w:r>
        <w:fldChar w:fldCharType="separate"/>
      </w:r>
      <w:r>
        <w:t>25</w:t>
      </w:r>
      <w:r>
        <w:fldChar w:fldCharType="end"/>
      </w:r>
    </w:p>
    <w:p w14:paraId="734D7F04" w14:textId="53D623E7" w:rsidR="0028738E" w:rsidRDefault="0028738E">
      <w:pPr>
        <w:pStyle w:val="TOC5"/>
        <w:rPr>
          <w:rFonts w:asciiTheme="minorHAnsi" w:eastAsiaTheme="minorEastAsia" w:hAnsiTheme="minorHAnsi" w:cstheme="minorBidi"/>
          <w:sz w:val="22"/>
          <w:szCs w:val="22"/>
          <w:lang w:eastAsia="en-GB"/>
        </w:rPr>
      </w:pPr>
      <w:r>
        <w:t>6.1.6.2.</w:t>
      </w:r>
      <w:r>
        <w:rPr>
          <w:lang w:eastAsia="zh-CN"/>
        </w:rPr>
        <w:t>13</w:t>
      </w:r>
      <w:r>
        <w:rPr>
          <w:rFonts w:asciiTheme="minorHAnsi" w:eastAsiaTheme="minorEastAsia" w:hAnsiTheme="minorHAnsi" w:cstheme="minorBidi"/>
          <w:sz w:val="22"/>
          <w:szCs w:val="22"/>
          <w:lang w:eastAsia="en-GB"/>
        </w:rPr>
        <w:tab/>
      </w:r>
      <w:r>
        <w:t xml:space="preserve">Type: </w:t>
      </w:r>
      <w:r>
        <w:rPr>
          <w:lang w:eastAsia="zh-CN"/>
        </w:rPr>
        <w:t>SliceInfoForUEConfigurationUpdate</w:t>
      </w:r>
      <w:r>
        <w:tab/>
      </w:r>
      <w:r>
        <w:fldChar w:fldCharType="begin" w:fldLock="1"/>
      </w:r>
      <w:r>
        <w:instrText xml:space="preserve"> PAGEREF _Toc74989838 \h </w:instrText>
      </w:r>
      <w:r>
        <w:fldChar w:fldCharType="separate"/>
      </w:r>
      <w:r>
        <w:t>26</w:t>
      </w:r>
      <w:r>
        <w:fldChar w:fldCharType="end"/>
      </w:r>
    </w:p>
    <w:p w14:paraId="7F0EA8B9" w14:textId="4C47ABC1" w:rsidR="0028738E" w:rsidRDefault="0028738E">
      <w:pPr>
        <w:pStyle w:val="TOC4"/>
        <w:rPr>
          <w:rFonts w:asciiTheme="minorHAnsi" w:eastAsiaTheme="minorEastAsia" w:hAnsiTheme="minorHAnsi" w:cstheme="minorBidi"/>
          <w:sz w:val="22"/>
          <w:szCs w:val="22"/>
          <w:lang w:eastAsia="en-GB"/>
        </w:rPr>
      </w:pPr>
      <w:r w:rsidRPr="0028738E">
        <w:t>6.1.6.3</w:t>
      </w:r>
      <w:r w:rsidRPr="0028738E">
        <w:rPr>
          <w:rFonts w:asciiTheme="minorHAnsi" w:eastAsiaTheme="minorEastAsia" w:hAnsiTheme="minorHAnsi" w:cstheme="minorBidi"/>
          <w:sz w:val="22"/>
          <w:szCs w:val="22"/>
          <w:lang w:eastAsia="en-GB"/>
        </w:rPr>
        <w:tab/>
      </w:r>
      <w:r w:rsidRPr="00724591">
        <w:rPr>
          <w:lang w:val="en-US"/>
        </w:rPr>
        <w:t>Simple data types and enumerations</w:t>
      </w:r>
      <w:r>
        <w:tab/>
      </w:r>
      <w:r>
        <w:fldChar w:fldCharType="begin" w:fldLock="1"/>
      </w:r>
      <w:r>
        <w:instrText xml:space="preserve"> PAGEREF _Toc74989839 \h </w:instrText>
      </w:r>
      <w:r>
        <w:fldChar w:fldCharType="separate"/>
      </w:r>
      <w:r>
        <w:t>26</w:t>
      </w:r>
      <w:r>
        <w:fldChar w:fldCharType="end"/>
      </w:r>
    </w:p>
    <w:p w14:paraId="706BAD2D" w14:textId="6F7E084B" w:rsidR="0028738E" w:rsidRDefault="0028738E">
      <w:pPr>
        <w:pStyle w:val="TOC5"/>
        <w:rPr>
          <w:rFonts w:asciiTheme="minorHAnsi" w:eastAsiaTheme="minorEastAsia" w:hAnsiTheme="minorHAnsi" w:cstheme="minorBidi"/>
          <w:sz w:val="22"/>
          <w:szCs w:val="22"/>
          <w:lang w:eastAsia="en-GB"/>
        </w:rPr>
      </w:pPr>
      <w:r>
        <w:t>6.1.6.3.1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_Toc74989840 \h </w:instrText>
      </w:r>
      <w:r>
        <w:fldChar w:fldCharType="separate"/>
      </w:r>
      <w:r>
        <w:t>26</w:t>
      </w:r>
      <w:r>
        <w:fldChar w:fldCharType="end"/>
      </w:r>
    </w:p>
    <w:p w14:paraId="6DDF8DCF" w14:textId="57461081" w:rsidR="0028738E" w:rsidRDefault="0028738E">
      <w:pPr>
        <w:pStyle w:val="TOC5"/>
        <w:rPr>
          <w:rFonts w:asciiTheme="minorHAnsi" w:eastAsiaTheme="minorEastAsia" w:hAnsiTheme="minorHAnsi" w:cstheme="minorBidi"/>
          <w:sz w:val="22"/>
          <w:szCs w:val="22"/>
          <w:lang w:eastAsia="en-GB"/>
        </w:rPr>
      </w:pPr>
      <w:r>
        <w:t>6.1.6.3.2</w:t>
      </w:r>
      <w:r>
        <w:rPr>
          <w:rFonts w:asciiTheme="minorHAnsi" w:eastAsiaTheme="minorEastAsia" w:hAnsiTheme="minorHAnsi" w:cstheme="minorBidi"/>
          <w:sz w:val="22"/>
          <w:szCs w:val="22"/>
          <w:lang w:eastAsia="en-GB"/>
        </w:rPr>
        <w:tab/>
      </w:r>
      <w:r>
        <w:t>Simple data types</w:t>
      </w:r>
      <w:r>
        <w:tab/>
      </w:r>
      <w:r>
        <w:fldChar w:fldCharType="begin" w:fldLock="1"/>
      </w:r>
      <w:r>
        <w:instrText xml:space="preserve"> PAGEREF _Toc74989841 \h </w:instrText>
      </w:r>
      <w:r>
        <w:fldChar w:fldCharType="separate"/>
      </w:r>
      <w:r>
        <w:t>26</w:t>
      </w:r>
      <w:r>
        <w:fldChar w:fldCharType="end"/>
      </w:r>
    </w:p>
    <w:p w14:paraId="34501EC8" w14:textId="7AB63B3E" w:rsidR="0028738E" w:rsidRDefault="0028738E">
      <w:pPr>
        <w:pStyle w:val="TOC5"/>
        <w:rPr>
          <w:rFonts w:asciiTheme="minorHAnsi" w:eastAsiaTheme="minorEastAsia" w:hAnsiTheme="minorHAnsi" w:cstheme="minorBidi"/>
          <w:sz w:val="22"/>
          <w:szCs w:val="22"/>
          <w:lang w:eastAsia="en-GB"/>
        </w:rPr>
      </w:pPr>
      <w:r>
        <w:t>6.1.6.3.3</w:t>
      </w:r>
      <w:r>
        <w:rPr>
          <w:rFonts w:asciiTheme="minorHAnsi" w:eastAsiaTheme="minorEastAsia" w:hAnsiTheme="minorHAnsi" w:cstheme="minorBidi"/>
          <w:sz w:val="22"/>
          <w:szCs w:val="22"/>
          <w:lang w:eastAsia="en-GB"/>
        </w:rPr>
        <w:tab/>
      </w:r>
      <w:r>
        <w:t>Enumeration: RoamingIndication</w:t>
      </w:r>
      <w:r>
        <w:tab/>
      </w:r>
      <w:r>
        <w:fldChar w:fldCharType="begin" w:fldLock="1"/>
      </w:r>
      <w:r>
        <w:instrText xml:space="preserve"> PAGEREF _Toc74989842 \h </w:instrText>
      </w:r>
      <w:r>
        <w:fldChar w:fldCharType="separate"/>
      </w:r>
      <w:r>
        <w:t>26</w:t>
      </w:r>
      <w:r>
        <w:fldChar w:fldCharType="end"/>
      </w:r>
    </w:p>
    <w:p w14:paraId="00B9BDBF" w14:textId="56F091C8" w:rsidR="0028738E" w:rsidRDefault="0028738E">
      <w:pPr>
        <w:pStyle w:val="TOC4"/>
        <w:rPr>
          <w:rFonts w:asciiTheme="minorHAnsi" w:eastAsiaTheme="minorEastAsia" w:hAnsiTheme="minorHAnsi" w:cstheme="minorBidi"/>
          <w:sz w:val="22"/>
          <w:szCs w:val="22"/>
          <w:lang w:eastAsia="en-GB"/>
        </w:rPr>
      </w:pPr>
      <w:r>
        <w:t>6.1.6.4</w:t>
      </w:r>
      <w:r>
        <w:rPr>
          <w:rFonts w:asciiTheme="minorHAnsi" w:eastAsiaTheme="minorEastAsia" w:hAnsiTheme="minorHAnsi" w:cstheme="minorBidi"/>
          <w:sz w:val="22"/>
          <w:szCs w:val="22"/>
          <w:lang w:eastAsia="en-GB"/>
        </w:rPr>
        <w:tab/>
      </w:r>
      <w:r>
        <w:t>Binary data</w:t>
      </w:r>
      <w:r>
        <w:tab/>
      </w:r>
      <w:r>
        <w:fldChar w:fldCharType="begin" w:fldLock="1"/>
      </w:r>
      <w:r>
        <w:instrText xml:space="preserve"> PAGEREF _Toc74989843 \h </w:instrText>
      </w:r>
      <w:r>
        <w:fldChar w:fldCharType="separate"/>
      </w:r>
      <w:r>
        <w:t>27</w:t>
      </w:r>
      <w:r>
        <w:fldChar w:fldCharType="end"/>
      </w:r>
    </w:p>
    <w:p w14:paraId="70B0E8C1" w14:textId="0DA85593" w:rsidR="0028738E" w:rsidRDefault="0028738E">
      <w:pPr>
        <w:pStyle w:val="TOC3"/>
        <w:rPr>
          <w:rFonts w:asciiTheme="minorHAnsi" w:eastAsiaTheme="minorEastAsia" w:hAnsiTheme="minorHAnsi" w:cstheme="minorBidi"/>
          <w:sz w:val="22"/>
          <w:szCs w:val="22"/>
          <w:lang w:eastAsia="en-GB"/>
        </w:rPr>
      </w:pPr>
      <w:r>
        <w:t>6.1.7</w:t>
      </w:r>
      <w:r>
        <w:rPr>
          <w:rFonts w:asciiTheme="minorHAnsi" w:eastAsiaTheme="minorEastAsia" w:hAnsiTheme="minorHAnsi" w:cstheme="minorBidi"/>
          <w:sz w:val="22"/>
          <w:szCs w:val="22"/>
          <w:lang w:eastAsia="en-GB"/>
        </w:rPr>
        <w:tab/>
      </w:r>
      <w:r>
        <w:t>Error Handling</w:t>
      </w:r>
      <w:r>
        <w:tab/>
      </w:r>
      <w:r>
        <w:fldChar w:fldCharType="begin" w:fldLock="1"/>
      </w:r>
      <w:r>
        <w:instrText xml:space="preserve"> PAGEREF _Toc74989844 \h </w:instrText>
      </w:r>
      <w:r>
        <w:fldChar w:fldCharType="separate"/>
      </w:r>
      <w:r>
        <w:t>27</w:t>
      </w:r>
      <w:r>
        <w:fldChar w:fldCharType="end"/>
      </w:r>
    </w:p>
    <w:p w14:paraId="4DDE1FF0" w14:textId="78D92F52" w:rsidR="0028738E" w:rsidRDefault="0028738E">
      <w:pPr>
        <w:pStyle w:val="TOC4"/>
        <w:rPr>
          <w:rFonts w:asciiTheme="minorHAnsi" w:eastAsiaTheme="minorEastAsia" w:hAnsiTheme="minorHAnsi" w:cstheme="minorBidi"/>
          <w:sz w:val="22"/>
          <w:szCs w:val="22"/>
          <w:lang w:eastAsia="en-GB"/>
        </w:rPr>
      </w:pPr>
      <w:r>
        <w:t>6.1.7.1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_Toc74989845 \h </w:instrText>
      </w:r>
      <w:r>
        <w:fldChar w:fldCharType="separate"/>
      </w:r>
      <w:r>
        <w:t>27</w:t>
      </w:r>
      <w:r>
        <w:fldChar w:fldCharType="end"/>
      </w:r>
    </w:p>
    <w:p w14:paraId="5D7C07E3" w14:textId="36E4121C" w:rsidR="0028738E" w:rsidRDefault="0028738E">
      <w:pPr>
        <w:pStyle w:val="TOC4"/>
        <w:rPr>
          <w:rFonts w:asciiTheme="minorHAnsi" w:eastAsiaTheme="minorEastAsia" w:hAnsiTheme="minorHAnsi" w:cstheme="minorBidi"/>
          <w:sz w:val="22"/>
          <w:szCs w:val="22"/>
          <w:lang w:eastAsia="en-GB"/>
        </w:rPr>
      </w:pPr>
      <w:r>
        <w:t>6.1.7.2</w:t>
      </w:r>
      <w:r>
        <w:rPr>
          <w:rFonts w:asciiTheme="minorHAnsi" w:eastAsiaTheme="minorEastAsia" w:hAnsiTheme="minorHAnsi" w:cstheme="minorBidi"/>
          <w:sz w:val="22"/>
          <w:szCs w:val="22"/>
          <w:lang w:eastAsia="en-GB"/>
        </w:rPr>
        <w:tab/>
      </w:r>
      <w:r>
        <w:t>Protocol Errors</w:t>
      </w:r>
      <w:r>
        <w:tab/>
      </w:r>
      <w:r>
        <w:fldChar w:fldCharType="begin" w:fldLock="1"/>
      </w:r>
      <w:r>
        <w:instrText xml:space="preserve"> PAGEREF _Toc74989846 \h </w:instrText>
      </w:r>
      <w:r>
        <w:fldChar w:fldCharType="separate"/>
      </w:r>
      <w:r>
        <w:t>27</w:t>
      </w:r>
      <w:r>
        <w:fldChar w:fldCharType="end"/>
      </w:r>
    </w:p>
    <w:p w14:paraId="7A47772A" w14:textId="31F1D6AC" w:rsidR="0028738E" w:rsidRDefault="0028738E">
      <w:pPr>
        <w:pStyle w:val="TOC4"/>
        <w:rPr>
          <w:rFonts w:asciiTheme="minorHAnsi" w:eastAsiaTheme="minorEastAsia" w:hAnsiTheme="minorHAnsi" w:cstheme="minorBidi"/>
          <w:sz w:val="22"/>
          <w:szCs w:val="22"/>
          <w:lang w:eastAsia="en-GB"/>
        </w:rPr>
      </w:pPr>
      <w:r>
        <w:t>6.1.7.3</w:t>
      </w:r>
      <w:r>
        <w:rPr>
          <w:rFonts w:asciiTheme="minorHAnsi" w:eastAsiaTheme="minorEastAsia" w:hAnsiTheme="minorHAnsi" w:cstheme="minorBidi"/>
          <w:sz w:val="22"/>
          <w:szCs w:val="22"/>
          <w:lang w:eastAsia="en-GB"/>
        </w:rPr>
        <w:tab/>
      </w:r>
      <w:r>
        <w:t>Application Errors</w:t>
      </w:r>
      <w:r>
        <w:tab/>
      </w:r>
      <w:r>
        <w:fldChar w:fldCharType="begin" w:fldLock="1"/>
      </w:r>
      <w:r>
        <w:instrText xml:space="preserve"> PAGEREF _Toc74989847 \h </w:instrText>
      </w:r>
      <w:r>
        <w:fldChar w:fldCharType="separate"/>
      </w:r>
      <w:r>
        <w:t>27</w:t>
      </w:r>
      <w:r>
        <w:fldChar w:fldCharType="end"/>
      </w:r>
    </w:p>
    <w:p w14:paraId="22B36F16" w14:textId="746E722E" w:rsidR="0028738E" w:rsidRDefault="0028738E">
      <w:pPr>
        <w:pStyle w:val="TOC3"/>
        <w:rPr>
          <w:rFonts w:asciiTheme="minorHAnsi" w:eastAsiaTheme="minorEastAsia" w:hAnsiTheme="minorHAnsi" w:cstheme="minorBidi"/>
          <w:sz w:val="22"/>
          <w:szCs w:val="22"/>
          <w:lang w:eastAsia="en-GB"/>
        </w:rPr>
      </w:pPr>
      <w:r>
        <w:t>6.1.</w:t>
      </w:r>
      <w:r>
        <w:rPr>
          <w:lang w:eastAsia="zh-CN"/>
        </w:rPr>
        <w:t>8</w:t>
      </w:r>
      <w:r>
        <w:rPr>
          <w:rFonts w:asciiTheme="minorHAnsi" w:eastAsiaTheme="minorEastAsia" w:hAnsiTheme="minorHAnsi" w:cstheme="minorBidi"/>
          <w:sz w:val="22"/>
          <w:szCs w:val="22"/>
          <w:lang w:eastAsia="en-GB"/>
        </w:rPr>
        <w:tab/>
      </w:r>
      <w:r>
        <w:t>Feature negotiation</w:t>
      </w:r>
      <w:r>
        <w:tab/>
      </w:r>
      <w:r>
        <w:fldChar w:fldCharType="begin" w:fldLock="1"/>
      </w:r>
      <w:r>
        <w:instrText xml:space="preserve"> PAGEREF _Toc74989848 \h </w:instrText>
      </w:r>
      <w:r>
        <w:fldChar w:fldCharType="separate"/>
      </w:r>
      <w:r>
        <w:t>27</w:t>
      </w:r>
      <w:r>
        <w:fldChar w:fldCharType="end"/>
      </w:r>
    </w:p>
    <w:p w14:paraId="58B956F6" w14:textId="2AFFD31D" w:rsidR="0028738E" w:rsidRDefault="0028738E">
      <w:pPr>
        <w:pStyle w:val="TOC3"/>
        <w:rPr>
          <w:rFonts w:asciiTheme="minorHAnsi" w:eastAsiaTheme="minorEastAsia" w:hAnsiTheme="minorHAnsi" w:cstheme="minorBidi"/>
          <w:sz w:val="22"/>
          <w:szCs w:val="22"/>
          <w:lang w:eastAsia="en-GB"/>
        </w:rPr>
      </w:pPr>
      <w:r w:rsidRPr="0028738E">
        <w:t>6.1.9</w:t>
      </w:r>
      <w:r w:rsidRPr="0028738E">
        <w:rPr>
          <w:rFonts w:asciiTheme="minorHAnsi" w:eastAsiaTheme="minorEastAsia" w:hAnsiTheme="minorHAnsi" w:cstheme="minorBidi"/>
          <w:sz w:val="22"/>
          <w:szCs w:val="22"/>
          <w:lang w:eastAsia="en-GB"/>
        </w:rPr>
        <w:tab/>
      </w:r>
      <w:r w:rsidRPr="00724591">
        <w:rPr>
          <w:lang w:val="en-US"/>
        </w:rPr>
        <w:t>Security</w:t>
      </w:r>
      <w:r>
        <w:tab/>
      </w:r>
      <w:r>
        <w:fldChar w:fldCharType="begin" w:fldLock="1"/>
      </w:r>
      <w:r>
        <w:instrText xml:space="preserve"> PAGEREF _Toc74989849 \h </w:instrText>
      </w:r>
      <w:r>
        <w:fldChar w:fldCharType="separate"/>
      </w:r>
      <w:r>
        <w:t>28</w:t>
      </w:r>
      <w:r>
        <w:fldChar w:fldCharType="end"/>
      </w:r>
    </w:p>
    <w:p w14:paraId="594A0F81" w14:textId="1C2EC57F" w:rsidR="0028738E" w:rsidRDefault="0028738E">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Nnssf_NSSAIAvailability Service API</w:t>
      </w:r>
      <w:r>
        <w:tab/>
      </w:r>
      <w:r>
        <w:fldChar w:fldCharType="begin" w:fldLock="1"/>
      </w:r>
      <w:r>
        <w:instrText xml:space="preserve"> PAGEREF _Toc74989850 \h </w:instrText>
      </w:r>
      <w:r>
        <w:fldChar w:fldCharType="separate"/>
      </w:r>
      <w:r>
        <w:t>28</w:t>
      </w:r>
      <w:r>
        <w:fldChar w:fldCharType="end"/>
      </w:r>
    </w:p>
    <w:p w14:paraId="0941B689" w14:textId="2B346D5C" w:rsidR="0028738E" w:rsidRDefault="0028738E">
      <w:pPr>
        <w:pStyle w:val="TOC2"/>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t>API URI</w:t>
      </w:r>
      <w:r>
        <w:tab/>
      </w:r>
      <w:r>
        <w:fldChar w:fldCharType="begin" w:fldLock="1"/>
      </w:r>
      <w:r>
        <w:instrText xml:space="preserve"> PAGEREF _Toc74989851 \h </w:instrText>
      </w:r>
      <w:r>
        <w:fldChar w:fldCharType="separate"/>
      </w:r>
      <w:r>
        <w:t>28</w:t>
      </w:r>
      <w:r>
        <w:fldChar w:fldCharType="end"/>
      </w:r>
    </w:p>
    <w:p w14:paraId="3904641C" w14:textId="2649F072" w:rsidR="0028738E" w:rsidRDefault="0028738E">
      <w:pPr>
        <w:pStyle w:val="TOC3"/>
        <w:rPr>
          <w:rFonts w:asciiTheme="minorHAnsi" w:eastAsiaTheme="minorEastAsia" w:hAnsiTheme="minorHAnsi" w:cstheme="minorBidi"/>
          <w:sz w:val="22"/>
          <w:szCs w:val="22"/>
          <w:lang w:eastAsia="en-GB"/>
        </w:rPr>
      </w:pPr>
      <w:r>
        <w:t>6.2.2</w:t>
      </w:r>
      <w:r>
        <w:rPr>
          <w:rFonts w:asciiTheme="minorHAnsi" w:eastAsiaTheme="minorEastAsia" w:hAnsiTheme="minorHAnsi" w:cstheme="minorBidi"/>
          <w:sz w:val="22"/>
          <w:szCs w:val="22"/>
          <w:lang w:eastAsia="en-GB"/>
        </w:rPr>
        <w:tab/>
      </w:r>
      <w:r>
        <w:t>Usage of HTTP</w:t>
      </w:r>
      <w:r>
        <w:tab/>
      </w:r>
      <w:r>
        <w:fldChar w:fldCharType="begin" w:fldLock="1"/>
      </w:r>
      <w:r>
        <w:instrText xml:space="preserve"> PAGEREF _Toc74989852 \h </w:instrText>
      </w:r>
      <w:r>
        <w:fldChar w:fldCharType="separate"/>
      </w:r>
      <w:r>
        <w:t>28</w:t>
      </w:r>
      <w:r>
        <w:fldChar w:fldCharType="end"/>
      </w:r>
    </w:p>
    <w:p w14:paraId="788164CE" w14:textId="26D0CAC5" w:rsidR="0028738E" w:rsidRDefault="0028738E">
      <w:pPr>
        <w:pStyle w:val="TOC4"/>
        <w:rPr>
          <w:rFonts w:asciiTheme="minorHAnsi" w:eastAsiaTheme="minorEastAsia" w:hAnsiTheme="minorHAnsi" w:cstheme="minorBidi"/>
          <w:sz w:val="22"/>
          <w:szCs w:val="22"/>
          <w:lang w:eastAsia="en-GB"/>
        </w:rPr>
      </w:pPr>
      <w:r>
        <w:t>6.2.2.1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_Toc74989853 \h </w:instrText>
      </w:r>
      <w:r>
        <w:fldChar w:fldCharType="separate"/>
      </w:r>
      <w:r>
        <w:t>28</w:t>
      </w:r>
      <w:r>
        <w:fldChar w:fldCharType="end"/>
      </w:r>
    </w:p>
    <w:p w14:paraId="17051C7D" w14:textId="19797449" w:rsidR="0028738E" w:rsidRDefault="0028738E">
      <w:pPr>
        <w:pStyle w:val="TOC4"/>
        <w:rPr>
          <w:rFonts w:asciiTheme="minorHAnsi" w:eastAsiaTheme="minorEastAsia" w:hAnsiTheme="minorHAnsi" w:cstheme="minorBidi"/>
          <w:sz w:val="22"/>
          <w:szCs w:val="22"/>
          <w:lang w:eastAsia="en-GB"/>
        </w:rPr>
      </w:pPr>
      <w:r>
        <w:t>6.2.2.2</w:t>
      </w:r>
      <w:r>
        <w:rPr>
          <w:rFonts w:asciiTheme="minorHAnsi" w:eastAsiaTheme="minorEastAsia" w:hAnsiTheme="minorHAnsi" w:cstheme="minorBidi"/>
          <w:sz w:val="22"/>
          <w:szCs w:val="22"/>
          <w:lang w:eastAsia="en-GB"/>
        </w:rPr>
        <w:tab/>
      </w:r>
      <w:r>
        <w:t>HTTP standard headers</w:t>
      </w:r>
      <w:r>
        <w:tab/>
      </w:r>
      <w:r>
        <w:fldChar w:fldCharType="begin" w:fldLock="1"/>
      </w:r>
      <w:r>
        <w:instrText xml:space="preserve"> PAGEREF _Toc74989854 \h </w:instrText>
      </w:r>
      <w:r>
        <w:fldChar w:fldCharType="separate"/>
      </w:r>
      <w:r>
        <w:t>28</w:t>
      </w:r>
      <w:r>
        <w:fldChar w:fldCharType="end"/>
      </w:r>
    </w:p>
    <w:p w14:paraId="3A229F62" w14:textId="2EAA31DE" w:rsidR="0028738E" w:rsidRDefault="0028738E">
      <w:pPr>
        <w:pStyle w:val="TOC5"/>
        <w:rPr>
          <w:rFonts w:asciiTheme="minorHAnsi" w:eastAsiaTheme="minorEastAsia" w:hAnsiTheme="minorHAnsi" w:cstheme="minorBidi"/>
          <w:sz w:val="22"/>
          <w:szCs w:val="22"/>
          <w:lang w:eastAsia="en-GB"/>
        </w:rPr>
      </w:pPr>
      <w:r>
        <w:t>6.2.2.2.1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_Toc74989855 \h </w:instrText>
      </w:r>
      <w:r>
        <w:fldChar w:fldCharType="separate"/>
      </w:r>
      <w:r>
        <w:t>28</w:t>
      </w:r>
      <w:r>
        <w:fldChar w:fldCharType="end"/>
      </w:r>
    </w:p>
    <w:p w14:paraId="5D494060" w14:textId="6B582BE1" w:rsidR="0028738E" w:rsidRDefault="0028738E">
      <w:pPr>
        <w:pStyle w:val="TOC5"/>
        <w:rPr>
          <w:rFonts w:asciiTheme="minorHAnsi" w:eastAsiaTheme="minorEastAsia" w:hAnsiTheme="minorHAnsi" w:cstheme="minorBidi"/>
          <w:sz w:val="22"/>
          <w:szCs w:val="22"/>
          <w:lang w:eastAsia="en-GB"/>
        </w:rPr>
      </w:pPr>
      <w:r>
        <w:t>6.2.2.2.2</w:t>
      </w:r>
      <w:r>
        <w:rPr>
          <w:rFonts w:asciiTheme="minorHAnsi" w:eastAsiaTheme="minorEastAsia" w:hAnsiTheme="minorHAnsi" w:cstheme="minorBidi"/>
          <w:sz w:val="22"/>
          <w:szCs w:val="22"/>
          <w:lang w:eastAsia="en-GB"/>
        </w:rPr>
        <w:tab/>
      </w:r>
      <w:r>
        <w:t>Content type</w:t>
      </w:r>
      <w:r>
        <w:tab/>
      </w:r>
      <w:r>
        <w:fldChar w:fldCharType="begin" w:fldLock="1"/>
      </w:r>
      <w:r>
        <w:instrText xml:space="preserve"> PAGEREF _Toc74989856 \h </w:instrText>
      </w:r>
      <w:r>
        <w:fldChar w:fldCharType="separate"/>
      </w:r>
      <w:r>
        <w:t>28</w:t>
      </w:r>
      <w:r>
        <w:fldChar w:fldCharType="end"/>
      </w:r>
    </w:p>
    <w:p w14:paraId="5E37918B" w14:textId="719FEC33" w:rsidR="0028738E" w:rsidRDefault="0028738E">
      <w:pPr>
        <w:pStyle w:val="TOC5"/>
        <w:rPr>
          <w:rFonts w:asciiTheme="minorHAnsi" w:eastAsiaTheme="minorEastAsia" w:hAnsiTheme="minorHAnsi" w:cstheme="minorBidi"/>
          <w:sz w:val="22"/>
          <w:szCs w:val="22"/>
          <w:lang w:eastAsia="en-GB"/>
        </w:rPr>
      </w:pPr>
      <w:r w:rsidRPr="0028738E">
        <w:t>6.2.2.2.3</w:t>
      </w:r>
      <w:r w:rsidRPr="0028738E">
        <w:rPr>
          <w:rFonts w:asciiTheme="minorHAnsi" w:eastAsiaTheme="minorEastAsia" w:hAnsiTheme="minorHAnsi" w:cstheme="minorBidi"/>
          <w:sz w:val="22"/>
          <w:szCs w:val="22"/>
          <w:lang w:eastAsia="en-GB"/>
        </w:rPr>
        <w:tab/>
      </w:r>
      <w:r w:rsidRPr="00724591">
        <w:rPr>
          <w:lang w:val="en-US"/>
        </w:rPr>
        <w:t>Accept-Encoding</w:t>
      </w:r>
      <w:r>
        <w:tab/>
      </w:r>
      <w:r>
        <w:fldChar w:fldCharType="begin" w:fldLock="1"/>
      </w:r>
      <w:r>
        <w:instrText xml:space="preserve"> PAGEREF _Toc74989857 \h </w:instrText>
      </w:r>
      <w:r>
        <w:fldChar w:fldCharType="separate"/>
      </w:r>
      <w:r>
        <w:t>29</w:t>
      </w:r>
      <w:r>
        <w:fldChar w:fldCharType="end"/>
      </w:r>
    </w:p>
    <w:p w14:paraId="14D76634" w14:textId="5D1E3DC6" w:rsidR="0028738E" w:rsidRDefault="0028738E">
      <w:pPr>
        <w:pStyle w:val="TOC4"/>
        <w:rPr>
          <w:rFonts w:asciiTheme="minorHAnsi" w:eastAsiaTheme="minorEastAsia" w:hAnsiTheme="minorHAnsi" w:cstheme="minorBidi"/>
          <w:sz w:val="22"/>
          <w:szCs w:val="22"/>
          <w:lang w:eastAsia="en-GB"/>
        </w:rPr>
      </w:pPr>
      <w:r>
        <w:t>6.2.2.3</w:t>
      </w:r>
      <w:r>
        <w:rPr>
          <w:rFonts w:asciiTheme="minorHAnsi" w:eastAsiaTheme="minorEastAsia" w:hAnsiTheme="minorHAnsi" w:cstheme="minorBidi"/>
          <w:sz w:val="22"/>
          <w:szCs w:val="22"/>
          <w:lang w:eastAsia="en-GB"/>
        </w:rPr>
        <w:tab/>
      </w:r>
      <w:r>
        <w:t>HTTP custom headers</w:t>
      </w:r>
      <w:r>
        <w:tab/>
      </w:r>
      <w:r>
        <w:fldChar w:fldCharType="begin" w:fldLock="1"/>
      </w:r>
      <w:r>
        <w:instrText xml:space="preserve"> PAGEREF _Toc74989858 \h </w:instrText>
      </w:r>
      <w:r>
        <w:fldChar w:fldCharType="separate"/>
      </w:r>
      <w:r>
        <w:t>29</w:t>
      </w:r>
      <w:r>
        <w:fldChar w:fldCharType="end"/>
      </w:r>
    </w:p>
    <w:p w14:paraId="2678912A" w14:textId="24EA85C6" w:rsidR="0028738E" w:rsidRDefault="0028738E">
      <w:pPr>
        <w:pStyle w:val="TOC5"/>
        <w:rPr>
          <w:rFonts w:asciiTheme="minorHAnsi" w:eastAsiaTheme="minorEastAsia" w:hAnsiTheme="minorHAnsi" w:cstheme="minorBidi"/>
          <w:sz w:val="22"/>
          <w:szCs w:val="22"/>
          <w:lang w:eastAsia="en-GB"/>
        </w:rPr>
      </w:pPr>
      <w:r>
        <w:t>6.2.2.3.1</w:t>
      </w:r>
      <w:r>
        <w:rPr>
          <w:rFonts w:asciiTheme="minorHAnsi" w:eastAsiaTheme="minorEastAsia" w:hAnsiTheme="minorHAnsi" w:cstheme="minorBidi"/>
          <w:sz w:val="22"/>
          <w:szCs w:val="22"/>
          <w:lang w:eastAsia="en-GB"/>
        </w:rPr>
        <w:tab/>
      </w:r>
      <w:r>
        <w:rPr>
          <w:lang w:eastAsia="zh-CN"/>
        </w:rPr>
        <w:t>General</w:t>
      </w:r>
      <w:r>
        <w:tab/>
      </w:r>
      <w:r>
        <w:fldChar w:fldCharType="begin" w:fldLock="1"/>
      </w:r>
      <w:r>
        <w:instrText xml:space="preserve"> PAGEREF _Toc74989859 \h </w:instrText>
      </w:r>
      <w:r>
        <w:fldChar w:fldCharType="separate"/>
      </w:r>
      <w:r>
        <w:t>29</w:t>
      </w:r>
      <w:r>
        <w:fldChar w:fldCharType="end"/>
      </w:r>
    </w:p>
    <w:p w14:paraId="7A65BB8A" w14:textId="0B0CA476" w:rsidR="0028738E" w:rsidRDefault="0028738E">
      <w:pPr>
        <w:pStyle w:val="TOC3"/>
        <w:rPr>
          <w:rFonts w:asciiTheme="minorHAnsi" w:eastAsiaTheme="minorEastAsia" w:hAnsiTheme="minorHAnsi" w:cstheme="minorBidi"/>
          <w:sz w:val="22"/>
          <w:szCs w:val="22"/>
          <w:lang w:eastAsia="en-GB"/>
        </w:rPr>
      </w:pPr>
      <w:r>
        <w:t>6.2.3</w:t>
      </w:r>
      <w:r>
        <w:rPr>
          <w:rFonts w:asciiTheme="minorHAnsi" w:eastAsiaTheme="minorEastAsia" w:hAnsiTheme="minorHAnsi" w:cstheme="minorBidi"/>
          <w:sz w:val="22"/>
          <w:szCs w:val="22"/>
          <w:lang w:eastAsia="en-GB"/>
        </w:rPr>
        <w:tab/>
      </w:r>
      <w:r>
        <w:t>Resources</w:t>
      </w:r>
      <w:r>
        <w:tab/>
      </w:r>
      <w:r>
        <w:fldChar w:fldCharType="begin" w:fldLock="1"/>
      </w:r>
      <w:r>
        <w:instrText xml:space="preserve"> PAGEREF _Toc74989860 \h </w:instrText>
      </w:r>
      <w:r>
        <w:fldChar w:fldCharType="separate"/>
      </w:r>
      <w:r>
        <w:t>29</w:t>
      </w:r>
      <w:r>
        <w:fldChar w:fldCharType="end"/>
      </w:r>
    </w:p>
    <w:p w14:paraId="2BD8A1AF" w14:textId="350610AF" w:rsidR="0028738E" w:rsidRDefault="0028738E">
      <w:pPr>
        <w:pStyle w:val="TOC4"/>
        <w:rPr>
          <w:rFonts w:asciiTheme="minorHAnsi" w:eastAsiaTheme="minorEastAsia" w:hAnsiTheme="minorHAnsi" w:cstheme="minorBidi"/>
          <w:sz w:val="22"/>
          <w:szCs w:val="22"/>
          <w:lang w:eastAsia="en-GB"/>
        </w:rPr>
      </w:pPr>
      <w:r>
        <w:t>6.2.3.1</w:t>
      </w:r>
      <w:r>
        <w:rPr>
          <w:rFonts w:asciiTheme="minorHAnsi" w:eastAsiaTheme="minorEastAsia" w:hAnsiTheme="minorHAnsi" w:cstheme="minorBidi"/>
          <w:sz w:val="22"/>
          <w:szCs w:val="22"/>
          <w:lang w:eastAsia="en-GB"/>
        </w:rPr>
        <w:tab/>
      </w:r>
      <w:r>
        <w:t>Overview</w:t>
      </w:r>
      <w:r>
        <w:tab/>
      </w:r>
      <w:r>
        <w:fldChar w:fldCharType="begin" w:fldLock="1"/>
      </w:r>
      <w:r>
        <w:instrText xml:space="preserve"> PAGEREF _Toc74989861 \h </w:instrText>
      </w:r>
      <w:r>
        <w:fldChar w:fldCharType="separate"/>
      </w:r>
      <w:r>
        <w:t>29</w:t>
      </w:r>
      <w:r>
        <w:fldChar w:fldCharType="end"/>
      </w:r>
    </w:p>
    <w:p w14:paraId="30BF767D" w14:textId="47C40A84" w:rsidR="0028738E" w:rsidRDefault="0028738E">
      <w:pPr>
        <w:pStyle w:val="TOC4"/>
        <w:rPr>
          <w:rFonts w:asciiTheme="minorHAnsi" w:eastAsiaTheme="minorEastAsia" w:hAnsiTheme="minorHAnsi" w:cstheme="minorBidi"/>
          <w:sz w:val="22"/>
          <w:szCs w:val="22"/>
          <w:lang w:eastAsia="en-GB"/>
        </w:rPr>
      </w:pPr>
      <w:r>
        <w:t>6.2.3.2</w:t>
      </w:r>
      <w:r>
        <w:rPr>
          <w:rFonts w:asciiTheme="minorHAnsi" w:eastAsiaTheme="minorEastAsia" w:hAnsiTheme="minorHAnsi" w:cstheme="minorBidi"/>
          <w:sz w:val="22"/>
          <w:szCs w:val="22"/>
          <w:lang w:eastAsia="en-GB"/>
        </w:rPr>
        <w:tab/>
      </w:r>
      <w:r>
        <w:t xml:space="preserve">Resource: NSSAI Availability </w:t>
      </w:r>
      <w:r w:rsidRPr="00724591">
        <w:rPr>
          <w:lang w:val="fr-FR"/>
        </w:rPr>
        <w:t>Document</w:t>
      </w:r>
      <w:r>
        <w:tab/>
      </w:r>
      <w:r>
        <w:fldChar w:fldCharType="begin" w:fldLock="1"/>
      </w:r>
      <w:r>
        <w:instrText xml:space="preserve"> PAGEREF _Toc74989862 \h </w:instrText>
      </w:r>
      <w:r>
        <w:fldChar w:fldCharType="separate"/>
      </w:r>
      <w:r>
        <w:t>30</w:t>
      </w:r>
      <w:r>
        <w:fldChar w:fldCharType="end"/>
      </w:r>
    </w:p>
    <w:p w14:paraId="3C3170ED" w14:textId="591B7C54" w:rsidR="0028738E" w:rsidRDefault="0028738E">
      <w:pPr>
        <w:pStyle w:val="TOC5"/>
        <w:rPr>
          <w:rFonts w:asciiTheme="minorHAnsi" w:eastAsiaTheme="minorEastAsia" w:hAnsiTheme="minorHAnsi" w:cstheme="minorBidi"/>
          <w:sz w:val="22"/>
          <w:szCs w:val="22"/>
          <w:lang w:eastAsia="en-GB"/>
        </w:rPr>
      </w:pPr>
      <w:r>
        <w:t>6.2.3.2.1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_Toc74989863 \h </w:instrText>
      </w:r>
      <w:r>
        <w:fldChar w:fldCharType="separate"/>
      </w:r>
      <w:r>
        <w:t>30</w:t>
      </w:r>
      <w:r>
        <w:fldChar w:fldCharType="end"/>
      </w:r>
    </w:p>
    <w:p w14:paraId="4FC613EE" w14:textId="5224A898" w:rsidR="0028738E" w:rsidRDefault="0028738E">
      <w:pPr>
        <w:pStyle w:val="TOC5"/>
        <w:rPr>
          <w:rFonts w:asciiTheme="minorHAnsi" w:eastAsiaTheme="minorEastAsia" w:hAnsiTheme="minorHAnsi" w:cstheme="minorBidi"/>
          <w:sz w:val="22"/>
          <w:szCs w:val="22"/>
          <w:lang w:eastAsia="en-GB"/>
        </w:rPr>
      </w:pPr>
      <w:r>
        <w:t>6.2.3.2.2</w:t>
      </w:r>
      <w:r>
        <w:rPr>
          <w:rFonts w:asciiTheme="minorHAnsi" w:eastAsiaTheme="minorEastAsia" w:hAnsiTheme="minorHAnsi" w:cstheme="minorBidi"/>
          <w:sz w:val="22"/>
          <w:szCs w:val="22"/>
          <w:lang w:eastAsia="en-GB"/>
        </w:rPr>
        <w:tab/>
      </w:r>
      <w:r>
        <w:t>Resource Definition</w:t>
      </w:r>
      <w:r>
        <w:tab/>
      </w:r>
      <w:r>
        <w:fldChar w:fldCharType="begin" w:fldLock="1"/>
      </w:r>
      <w:r>
        <w:instrText xml:space="preserve"> PAGEREF _Toc74989864 \h </w:instrText>
      </w:r>
      <w:r>
        <w:fldChar w:fldCharType="separate"/>
      </w:r>
      <w:r>
        <w:t>30</w:t>
      </w:r>
      <w:r>
        <w:fldChar w:fldCharType="end"/>
      </w:r>
    </w:p>
    <w:p w14:paraId="7CF77783" w14:textId="568AB226" w:rsidR="0028738E" w:rsidRDefault="0028738E">
      <w:pPr>
        <w:pStyle w:val="TOC5"/>
        <w:rPr>
          <w:rFonts w:asciiTheme="minorHAnsi" w:eastAsiaTheme="minorEastAsia" w:hAnsiTheme="minorHAnsi" w:cstheme="minorBidi"/>
          <w:sz w:val="22"/>
          <w:szCs w:val="22"/>
          <w:lang w:eastAsia="en-GB"/>
        </w:rPr>
      </w:pPr>
      <w:r>
        <w:t>6.2.3.2.3</w:t>
      </w:r>
      <w:r>
        <w:rPr>
          <w:rFonts w:asciiTheme="minorHAnsi" w:eastAsiaTheme="minorEastAsia" w:hAnsiTheme="minorHAnsi" w:cstheme="minorBidi"/>
          <w:sz w:val="22"/>
          <w:szCs w:val="22"/>
          <w:lang w:eastAsia="en-GB"/>
        </w:rPr>
        <w:tab/>
      </w:r>
      <w:r>
        <w:t>Resource Standard Methods</w:t>
      </w:r>
      <w:r>
        <w:tab/>
      </w:r>
      <w:r>
        <w:fldChar w:fldCharType="begin" w:fldLock="1"/>
      </w:r>
      <w:r>
        <w:instrText xml:space="preserve"> PAGEREF _Toc74989865 \h </w:instrText>
      </w:r>
      <w:r>
        <w:fldChar w:fldCharType="separate"/>
      </w:r>
      <w:r>
        <w:t>30</w:t>
      </w:r>
      <w:r>
        <w:fldChar w:fldCharType="end"/>
      </w:r>
    </w:p>
    <w:p w14:paraId="3CB0C591" w14:textId="322BD02E" w:rsidR="0028738E" w:rsidRDefault="0028738E">
      <w:pPr>
        <w:pStyle w:val="TOC6"/>
        <w:rPr>
          <w:rFonts w:asciiTheme="minorHAnsi" w:eastAsiaTheme="minorEastAsia" w:hAnsiTheme="minorHAnsi" w:cstheme="minorBidi"/>
          <w:sz w:val="22"/>
          <w:szCs w:val="22"/>
          <w:lang w:eastAsia="en-GB"/>
        </w:rPr>
      </w:pPr>
      <w:r>
        <w:t>6.2.3.2.3.1</w:t>
      </w:r>
      <w:r>
        <w:rPr>
          <w:rFonts w:asciiTheme="minorHAnsi" w:eastAsiaTheme="minorEastAsia" w:hAnsiTheme="minorHAnsi" w:cstheme="minorBidi"/>
          <w:sz w:val="22"/>
          <w:szCs w:val="22"/>
          <w:lang w:eastAsia="en-GB"/>
        </w:rPr>
        <w:tab/>
      </w:r>
      <w:r>
        <w:t>PUT</w:t>
      </w:r>
      <w:r>
        <w:tab/>
      </w:r>
      <w:r>
        <w:fldChar w:fldCharType="begin" w:fldLock="1"/>
      </w:r>
      <w:r>
        <w:instrText xml:space="preserve"> PAGEREF _Toc74989866 \h </w:instrText>
      </w:r>
      <w:r>
        <w:fldChar w:fldCharType="separate"/>
      </w:r>
      <w:r>
        <w:t>30</w:t>
      </w:r>
      <w:r>
        <w:fldChar w:fldCharType="end"/>
      </w:r>
    </w:p>
    <w:p w14:paraId="64981195" w14:textId="26231048" w:rsidR="0028738E" w:rsidRDefault="0028738E">
      <w:pPr>
        <w:pStyle w:val="TOC6"/>
        <w:rPr>
          <w:rFonts w:asciiTheme="minorHAnsi" w:eastAsiaTheme="minorEastAsia" w:hAnsiTheme="minorHAnsi" w:cstheme="minorBidi"/>
          <w:sz w:val="22"/>
          <w:szCs w:val="22"/>
          <w:lang w:eastAsia="en-GB"/>
        </w:rPr>
      </w:pPr>
      <w:r>
        <w:t>6.2.3.2.3.2</w:t>
      </w:r>
      <w:r>
        <w:rPr>
          <w:rFonts w:asciiTheme="minorHAnsi" w:eastAsiaTheme="minorEastAsia" w:hAnsiTheme="minorHAnsi" w:cstheme="minorBidi"/>
          <w:sz w:val="22"/>
          <w:szCs w:val="22"/>
          <w:lang w:eastAsia="en-GB"/>
        </w:rPr>
        <w:tab/>
      </w:r>
      <w:r>
        <w:t>PATCH</w:t>
      </w:r>
      <w:r>
        <w:tab/>
      </w:r>
      <w:r>
        <w:fldChar w:fldCharType="begin" w:fldLock="1"/>
      </w:r>
      <w:r>
        <w:instrText xml:space="preserve"> PAGEREF _Toc74989867 \h </w:instrText>
      </w:r>
      <w:r>
        <w:fldChar w:fldCharType="separate"/>
      </w:r>
      <w:r>
        <w:t>31</w:t>
      </w:r>
      <w:r>
        <w:fldChar w:fldCharType="end"/>
      </w:r>
    </w:p>
    <w:p w14:paraId="38E76D07" w14:textId="0BF2428E" w:rsidR="0028738E" w:rsidRDefault="0028738E">
      <w:pPr>
        <w:pStyle w:val="TOC6"/>
        <w:rPr>
          <w:rFonts w:asciiTheme="minorHAnsi" w:eastAsiaTheme="minorEastAsia" w:hAnsiTheme="minorHAnsi" w:cstheme="minorBidi"/>
          <w:sz w:val="22"/>
          <w:szCs w:val="22"/>
          <w:lang w:eastAsia="en-GB"/>
        </w:rPr>
      </w:pPr>
      <w:r>
        <w:t>6.2.3.2.3.</w:t>
      </w:r>
      <w:r>
        <w:rPr>
          <w:lang w:eastAsia="zh-CN"/>
        </w:rPr>
        <w:t>3</w:t>
      </w:r>
      <w:r>
        <w:rPr>
          <w:rFonts w:asciiTheme="minorHAnsi" w:eastAsiaTheme="minorEastAsia" w:hAnsiTheme="minorHAnsi" w:cstheme="minorBidi"/>
          <w:sz w:val="22"/>
          <w:szCs w:val="22"/>
          <w:lang w:eastAsia="en-GB"/>
        </w:rPr>
        <w:tab/>
      </w:r>
      <w:r>
        <w:t>DELETE</w:t>
      </w:r>
      <w:r>
        <w:tab/>
      </w:r>
      <w:r>
        <w:fldChar w:fldCharType="begin" w:fldLock="1"/>
      </w:r>
      <w:r>
        <w:instrText xml:space="preserve"> PAGEREF _Toc74989868 \h </w:instrText>
      </w:r>
      <w:r>
        <w:fldChar w:fldCharType="separate"/>
      </w:r>
      <w:r>
        <w:t>32</w:t>
      </w:r>
      <w:r>
        <w:fldChar w:fldCharType="end"/>
      </w:r>
    </w:p>
    <w:p w14:paraId="214E6E9A" w14:textId="345216BC" w:rsidR="0028738E" w:rsidRDefault="0028738E">
      <w:pPr>
        <w:pStyle w:val="TOC4"/>
        <w:rPr>
          <w:rFonts w:asciiTheme="minorHAnsi" w:eastAsiaTheme="minorEastAsia" w:hAnsiTheme="minorHAnsi" w:cstheme="minorBidi"/>
          <w:sz w:val="22"/>
          <w:szCs w:val="22"/>
          <w:lang w:eastAsia="en-GB"/>
        </w:rPr>
      </w:pPr>
      <w:r>
        <w:t>6.2.3.3</w:t>
      </w:r>
      <w:r>
        <w:rPr>
          <w:rFonts w:asciiTheme="minorHAnsi" w:eastAsiaTheme="minorEastAsia" w:hAnsiTheme="minorHAnsi" w:cstheme="minorBidi"/>
          <w:sz w:val="22"/>
          <w:szCs w:val="22"/>
          <w:lang w:eastAsia="en-GB"/>
        </w:rPr>
        <w:tab/>
      </w:r>
      <w:r>
        <w:t>Resource: NSSAI Availability Notification Subscriptions Collection</w:t>
      </w:r>
      <w:r>
        <w:tab/>
      </w:r>
      <w:r>
        <w:fldChar w:fldCharType="begin" w:fldLock="1"/>
      </w:r>
      <w:r>
        <w:instrText xml:space="preserve"> PAGEREF _Toc74989869 \h </w:instrText>
      </w:r>
      <w:r>
        <w:fldChar w:fldCharType="separate"/>
      </w:r>
      <w:r>
        <w:t>32</w:t>
      </w:r>
      <w:r>
        <w:fldChar w:fldCharType="end"/>
      </w:r>
    </w:p>
    <w:p w14:paraId="58F5C13E" w14:textId="7EF617C7" w:rsidR="0028738E" w:rsidRDefault="0028738E">
      <w:pPr>
        <w:pStyle w:val="TOC5"/>
        <w:rPr>
          <w:rFonts w:asciiTheme="minorHAnsi" w:eastAsiaTheme="minorEastAsia" w:hAnsiTheme="minorHAnsi" w:cstheme="minorBidi"/>
          <w:sz w:val="22"/>
          <w:szCs w:val="22"/>
          <w:lang w:eastAsia="en-GB"/>
        </w:rPr>
      </w:pPr>
      <w:r>
        <w:t>6.2.3.3.1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_Toc74989870 \h </w:instrText>
      </w:r>
      <w:r>
        <w:fldChar w:fldCharType="separate"/>
      </w:r>
      <w:r>
        <w:t>32</w:t>
      </w:r>
      <w:r>
        <w:fldChar w:fldCharType="end"/>
      </w:r>
    </w:p>
    <w:p w14:paraId="6703434F" w14:textId="65AA89BB" w:rsidR="0028738E" w:rsidRDefault="0028738E">
      <w:pPr>
        <w:pStyle w:val="TOC5"/>
        <w:rPr>
          <w:rFonts w:asciiTheme="minorHAnsi" w:eastAsiaTheme="minorEastAsia" w:hAnsiTheme="minorHAnsi" w:cstheme="minorBidi"/>
          <w:sz w:val="22"/>
          <w:szCs w:val="22"/>
          <w:lang w:eastAsia="en-GB"/>
        </w:rPr>
      </w:pPr>
      <w:r>
        <w:t>6.2.3.3.2</w:t>
      </w:r>
      <w:r>
        <w:rPr>
          <w:rFonts w:asciiTheme="minorHAnsi" w:eastAsiaTheme="minorEastAsia" w:hAnsiTheme="minorHAnsi" w:cstheme="minorBidi"/>
          <w:sz w:val="22"/>
          <w:szCs w:val="22"/>
          <w:lang w:eastAsia="en-GB"/>
        </w:rPr>
        <w:tab/>
      </w:r>
      <w:r>
        <w:t>Resource Definition</w:t>
      </w:r>
      <w:r>
        <w:tab/>
      </w:r>
      <w:r>
        <w:fldChar w:fldCharType="begin" w:fldLock="1"/>
      </w:r>
      <w:r>
        <w:instrText xml:space="preserve"> PAGEREF _Toc74989871 \h </w:instrText>
      </w:r>
      <w:r>
        <w:fldChar w:fldCharType="separate"/>
      </w:r>
      <w:r>
        <w:t>32</w:t>
      </w:r>
      <w:r>
        <w:fldChar w:fldCharType="end"/>
      </w:r>
    </w:p>
    <w:p w14:paraId="033A1B19" w14:textId="7BFB82FF" w:rsidR="0028738E" w:rsidRDefault="0028738E">
      <w:pPr>
        <w:pStyle w:val="TOC5"/>
        <w:rPr>
          <w:rFonts w:asciiTheme="minorHAnsi" w:eastAsiaTheme="minorEastAsia" w:hAnsiTheme="minorHAnsi" w:cstheme="minorBidi"/>
          <w:sz w:val="22"/>
          <w:szCs w:val="22"/>
          <w:lang w:eastAsia="en-GB"/>
        </w:rPr>
      </w:pPr>
      <w:r>
        <w:t>6.2.3.3.3</w:t>
      </w:r>
      <w:r>
        <w:rPr>
          <w:rFonts w:asciiTheme="minorHAnsi" w:eastAsiaTheme="minorEastAsia" w:hAnsiTheme="minorHAnsi" w:cstheme="minorBidi"/>
          <w:sz w:val="22"/>
          <w:szCs w:val="22"/>
          <w:lang w:eastAsia="en-GB"/>
        </w:rPr>
        <w:tab/>
      </w:r>
      <w:r>
        <w:t>Resource Standard Methods</w:t>
      </w:r>
      <w:r>
        <w:tab/>
      </w:r>
      <w:r>
        <w:fldChar w:fldCharType="begin" w:fldLock="1"/>
      </w:r>
      <w:r>
        <w:instrText xml:space="preserve"> PAGEREF _Toc74989872 \h </w:instrText>
      </w:r>
      <w:r>
        <w:fldChar w:fldCharType="separate"/>
      </w:r>
      <w:r>
        <w:t>32</w:t>
      </w:r>
      <w:r>
        <w:fldChar w:fldCharType="end"/>
      </w:r>
    </w:p>
    <w:p w14:paraId="672E490C" w14:textId="313A88C2" w:rsidR="0028738E" w:rsidRDefault="0028738E">
      <w:pPr>
        <w:pStyle w:val="TOC6"/>
        <w:rPr>
          <w:rFonts w:asciiTheme="minorHAnsi" w:eastAsiaTheme="minorEastAsia" w:hAnsiTheme="minorHAnsi" w:cstheme="minorBidi"/>
          <w:sz w:val="22"/>
          <w:szCs w:val="22"/>
          <w:lang w:eastAsia="en-GB"/>
        </w:rPr>
      </w:pPr>
      <w:r>
        <w:t>6.2.3.3.3.1</w:t>
      </w:r>
      <w:r>
        <w:rPr>
          <w:rFonts w:asciiTheme="minorHAnsi" w:eastAsiaTheme="minorEastAsia" w:hAnsiTheme="minorHAnsi" w:cstheme="minorBidi"/>
          <w:sz w:val="22"/>
          <w:szCs w:val="22"/>
          <w:lang w:eastAsia="en-GB"/>
        </w:rPr>
        <w:tab/>
      </w:r>
      <w:r>
        <w:t>POST</w:t>
      </w:r>
      <w:r>
        <w:tab/>
      </w:r>
      <w:r>
        <w:fldChar w:fldCharType="begin" w:fldLock="1"/>
      </w:r>
      <w:r>
        <w:instrText xml:space="preserve"> PAGEREF _Toc74989873 \h </w:instrText>
      </w:r>
      <w:r>
        <w:fldChar w:fldCharType="separate"/>
      </w:r>
      <w:r>
        <w:t>32</w:t>
      </w:r>
      <w:r>
        <w:fldChar w:fldCharType="end"/>
      </w:r>
    </w:p>
    <w:p w14:paraId="75B54FB0" w14:textId="6B0D48E1" w:rsidR="0028738E" w:rsidRDefault="0028738E">
      <w:pPr>
        <w:pStyle w:val="TOC4"/>
        <w:rPr>
          <w:rFonts w:asciiTheme="minorHAnsi" w:eastAsiaTheme="minorEastAsia" w:hAnsiTheme="minorHAnsi" w:cstheme="minorBidi"/>
          <w:sz w:val="22"/>
          <w:szCs w:val="22"/>
          <w:lang w:eastAsia="en-GB"/>
        </w:rPr>
      </w:pPr>
      <w:r>
        <w:t>6.2.3.4</w:t>
      </w:r>
      <w:r>
        <w:rPr>
          <w:rFonts w:asciiTheme="minorHAnsi" w:eastAsiaTheme="minorEastAsia" w:hAnsiTheme="minorHAnsi" w:cstheme="minorBidi"/>
          <w:sz w:val="22"/>
          <w:szCs w:val="22"/>
          <w:lang w:eastAsia="en-GB"/>
        </w:rPr>
        <w:tab/>
      </w:r>
      <w:r>
        <w:t>Resource: Individual NSSAI Availability Notification Subscriptions</w:t>
      </w:r>
      <w:r>
        <w:tab/>
      </w:r>
      <w:r>
        <w:fldChar w:fldCharType="begin" w:fldLock="1"/>
      </w:r>
      <w:r>
        <w:instrText xml:space="preserve"> PAGEREF _Toc74989874 \h </w:instrText>
      </w:r>
      <w:r>
        <w:fldChar w:fldCharType="separate"/>
      </w:r>
      <w:r>
        <w:t>33</w:t>
      </w:r>
      <w:r>
        <w:fldChar w:fldCharType="end"/>
      </w:r>
    </w:p>
    <w:p w14:paraId="47BF0D38" w14:textId="6E8B121A" w:rsidR="0028738E" w:rsidRDefault="0028738E">
      <w:pPr>
        <w:pStyle w:val="TOC5"/>
        <w:rPr>
          <w:rFonts w:asciiTheme="minorHAnsi" w:eastAsiaTheme="minorEastAsia" w:hAnsiTheme="minorHAnsi" w:cstheme="minorBidi"/>
          <w:sz w:val="22"/>
          <w:szCs w:val="22"/>
          <w:lang w:eastAsia="en-GB"/>
        </w:rPr>
      </w:pPr>
      <w:r>
        <w:t>6.2.3.4.1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_Toc74989875 \h </w:instrText>
      </w:r>
      <w:r>
        <w:fldChar w:fldCharType="separate"/>
      </w:r>
      <w:r>
        <w:t>33</w:t>
      </w:r>
      <w:r>
        <w:fldChar w:fldCharType="end"/>
      </w:r>
    </w:p>
    <w:p w14:paraId="076B07F8" w14:textId="5AE31D15" w:rsidR="0028738E" w:rsidRDefault="0028738E">
      <w:pPr>
        <w:pStyle w:val="TOC5"/>
        <w:rPr>
          <w:rFonts w:asciiTheme="minorHAnsi" w:eastAsiaTheme="minorEastAsia" w:hAnsiTheme="minorHAnsi" w:cstheme="minorBidi"/>
          <w:sz w:val="22"/>
          <w:szCs w:val="22"/>
          <w:lang w:eastAsia="en-GB"/>
        </w:rPr>
      </w:pPr>
      <w:r>
        <w:t>6.2.3.4.2</w:t>
      </w:r>
      <w:r>
        <w:rPr>
          <w:rFonts w:asciiTheme="minorHAnsi" w:eastAsiaTheme="minorEastAsia" w:hAnsiTheme="minorHAnsi" w:cstheme="minorBidi"/>
          <w:sz w:val="22"/>
          <w:szCs w:val="22"/>
          <w:lang w:eastAsia="en-GB"/>
        </w:rPr>
        <w:tab/>
      </w:r>
      <w:r>
        <w:t>Resource Definition</w:t>
      </w:r>
      <w:r>
        <w:tab/>
      </w:r>
      <w:r>
        <w:fldChar w:fldCharType="begin" w:fldLock="1"/>
      </w:r>
      <w:r>
        <w:instrText xml:space="preserve"> PAGEREF _Toc74989876 \h </w:instrText>
      </w:r>
      <w:r>
        <w:fldChar w:fldCharType="separate"/>
      </w:r>
      <w:r>
        <w:t>33</w:t>
      </w:r>
      <w:r>
        <w:fldChar w:fldCharType="end"/>
      </w:r>
    </w:p>
    <w:p w14:paraId="301D7AC7" w14:textId="55E0CB11" w:rsidR="0028738E" w:rsidRDefault="0028738E">
      <w:pPr>
        <w:pStyle w:val="TOC5"/>
        <w:rPr>
          <w:rFonts w:asciiTheme="minorHAnsi" w:eastAsiaTheme="minorEastAsia" w:hAnsiTheme="minorHAnsi" w:cstheme="minorBidi"/>
          <w:sz w:val="22"/>
          <w:szCs w:val="22"/>
          <w:lang w:eastAsia="en-GB"/>
        </w:rPr>
      </w:pPr>
      <w:r>
        <w:t>6.2.3.4.3</w:t>
      </w:r>
      <w:r>
        <w:rPr>
          <w:rFonts w:asciiTheme="minorHAnsi" w:eastAsiaTheme="minorEastAsia" w:hAnsiTheme="minorHAnsi" w:cstheme="minorBidi"/>
          <w:sz w:val="22"/>
          <w:szCs w:val="22"/>
          <w:lang w:eastAsia="en-GB"/>
        </w:rPr>
        <w:tab/>
      </w:r>
      <w:r>
        <w:t>Resource Standard Methods</w:t>
      </w:r>
      <w:r>
        <w:tab/>
      </w:r>
      <w:r>
        <w:fldChar w:fldCharType="begin" w:fldLock="1"/>
      </w:r>
      <w:r>
        <w:instrText xml:space="preserve"> PAGEREF _Toc74989877 \h </w:instrText>
      </w:r>
      <w:r>
        <w:fldChar w:fldCharType="separate"/>
      </w:r>
      <w:r>
        <w:t>33</w:t>
      </w:r>
      <w:r>
        <w:fldChar w:fldCharType="end"/>
      </w:r>
    </w:p>
    <w:p w14:paraId="75FBFB48" w14:textId="494C95B3" w:rsidR="0028738E" w:rsidRDefault="0028738E">
      <w:pPr>
        <w:pStyle w:val="TOC6"/>
        <w:rPr>
          <w:rFonts w:asciiTheme="minorHAnsi" w:eastAsiaTheme="minorEastAsia" w:hAnsiTheme="minorHAnsi" w:cstheme="minorBidi"/>
          <w:sz w:val="22"/>
          <w:szCs w:val="22"/>
          <w:lang w:eastAsia="en-GB"/>
        </w:rPr>
      </w:pPr>
      <w:r>
        <w:t>6.2.3.4.3.1</w:t>
      </w:r>
      <w:r>
        <w:rPr>
          <w:rFonts w:asciiTheme="minorHAnsi" w:eastAsiaTheme="minorEastAsia" w:hAnsiTheme="minorHAnsi" w:cstheme="minorBidi"/>
          <w:sz w:val="22"/>
          <w:szCs w:val="22"/>
          <w:lang w:eastAsia="en-GB"/>
        </w:rPr>
        <w:tab/>
      </w:r>
      <w:r>
        <w:t>DELETE</w:t>
      </w:r>
      <w:r>
        <w:tab/>
      </w:r>
      <w:r>
        <w:fldChar w:fldCharType="begin" w:fldLock="1"/>
      </w:r>
      <w:r>
        <w:instrText xml:space="preserve"> PAGEREF _Toc74989878 \h </w:instrText>
      </w:r>
      <w:r>
        <w:fldChar w:fldCharType="separate"/>
      </w:r>
      <w:r>
        <w:t>33</w:t>
      </w:r>
      <w:r>
        <w:fldChar w:fldCharType="end"/>
      </w:r>
    </w:p>
    <w:p w14:paraId="5EE3F4F0" w14:textId="44CDD890" w:rsidR="0028738E" w:rsidRDefault="0028738E">
      <w:pPr>
        <w:pStyle w:val="TOC4"/>
        <w:rPr>
          <w:rFonts w:asciiTheme="minorHAnsi" w:eastAsiaTheme="minorEastAsia" w:hAnsiTheme="minorHAnsi" w:cstheme="minorBidi"/>
          <w:sz w:val="22"/>
          <w:szCs w:val="22"/>
          <w:lang w:eastAsia="en-GB"/>
        </w:rPr>
      </w:pPr>
      <w:r>
        <w:t>6.2.3.5</w:t>
      </w:r>
      <w:r>
        <w:rPr>
          <w:rFonts w:asciiTheme="minorHAnsi" w:eastAsiaTheme="minorEastAsia" w:hAnsiTheme="minorHAnsi" w:cstheme="minorBidi"/>
          <w:sz w:val="22"/>
          <w:szCs w:val="22"/>
          <w:lang w:eastAsia="en-GB"/>
        </w:rPr>
        <w:tab/>
      </w:r>
      <w:r>
        <w:t>Resource: NSSAI Availability Store</w:t>
      </w:r>
      <w:r>
        <w:tab/>
      </w:r>
      <w:r>
        <w:fldChar w:fldCharType="begin" w:fldLock="1"/>
      </w:r>
      <w:r>
        <w:instrText xml:space="preserve"> PAGEREF _Toc74989879 \h </w:instrText>
      </w:r>
      <w:r>
        <w:fldChar w:fldCharType="separate"/>
      </w:r>
      <w:r>
        <w:t>34</w:t>
      </w:r>
      <w:r>
        <w:fldChar w:fldCharType="end"/>
      </w:r>
    </w:p>
    <w:p w14:paraId="6A3877B9" w14:textId="3A644B64" w:rsidR="0028738E" w:rsidRDefault="0028738E">
      <w:pPr>
        <w:pStyle w:val="TOC5"/>
        <w:rPr>
          <w:rFonts w:asciiTheme="minorHAnsi" w:eastAsiaTheme="minorEastAsia" w:hAnsiTheme="minorHAnsi" w:cstheme="minorBidi"/>
          <w:sz w:val="22"/>
          <w:szCs w:val="22"/>
          <w:lang w:eastAsia="en-GB"/>
        </w:rPr>
      </w:pPr>
      <w:r>
        <w:t>6.2.3.5.1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_Toc74989880 \h </w:instrText>
      </w:r>
      <w:r>
        <w:fldChar w:fldCharType="separate"/>
      </w:r>
      <w:r>
        <w:t>34</w:t>
      </w:r>
      <w:r>
        <w:fldChar w:fldCharType="end"/>
      </w:r>
    </w:p>
    <w:p w14:paraId="1355DA90" w14:textId="27F86021" w:rsidR="0028738E" w:rsidRDefault="0028738E">
      <w:pPr>
        <w:pStyle w:val="TOC5"/>
        <w:rPr>
          <w:rFonts w:asciiTheme="minorHAnsi" w:eastAsiaTheme="minorEastAsia" w:hAnsiTheme="minorHAnsi" w:cstheme="minorBidi"/>
          <w:sz w:val="22"/>
          <w:szCs w:val="22"/>
          <w:lang w:eastAsia="en-GB"/>
        </w:rPr>
      </w:pPr>
      <w:r>
        <w:t>6.2.3.5.2</w:t>
      </w:r>
      <w:r>
        <w:rPr>
          <w:rFonts w:asciiTheme="minorHAnsi" w:eastAsiaTheme="minorEastAsia" w:hAnsiTheme="minorHAnsi" w:cstheme="minorBidi"/>
          <w:sz w:val="22"/>
          <w:szCs w:val="22"/>
          <w:lang w:eastAsia="en-GB"/>
        </w:rPr>
        <w:tab/>
      </w:r>
      <w:r>
        <w:t>Resource Definition</w:t>
      </w:r>
      <w:r>
        <w:tab/>
      </w:r>
      <w:r>
        <w:fldChar w:fldCharType="begin" w:fldLock="1"/>
      </w:r>
      <w:r>
        <w:instrText xml:space="preserve"> PAGEREF _Toc74989881 \h </w:instrText>
      </w:r>
      <w:r>
        <w:fldChar w:fldCharType="separate"/>
      </w:r>
      <w:r>
        <w:t>34</w:t>
      </w:r>
      <w:r>
        <w:fldChar w:fldCharType="end"/>
      </w:r>
    </w:p>
    <w:p w14:paraId="5FAE7E6F" w14:textId="3FAF98D6" w:rsidR="0028738E" w:rsidRDefault="0028738E">
      <w:pPr>
        <w:pStyle w:val="TOC5"/>
        <w:rPr>
          <w:rFonts w:asciiTheme="minorHAnsi" w:eastAsiaTheme="minorEastAsia" w:hAnsiTheme="minorHAnsi" w:cstheme="minorBidi"/>
          <w:sz w:val="22"/>
          <w:szCs w:val="22"/>
          <w:lang w:eastAsia="en-GB"/>
        </w:rPr>
      </w:pPr>
      <w:r>
        <w:t>6.2.3.5.3</w:t>
      </w:r>
      <w:r>
        <w:rPr>
          <w:rFonts w:asciiTheme="minorHAnsi" w:eastAsiaTheme="minorEastAsia" w:hAnsiTheme="minorHAnsi" w:cstheme="minorBidi"/>
          <w:sz w:val="22"/>
          <w:szCs w:val="22"/>
          <w:lang w:eastAsia="en-GB"/>
        </w:rPr>
        <w:tab/>
      </w:r>
      <w:r>
        <w:t>Resource Standard Methods</w:t>
      </w:r>
      <w:r>
        <w:tab/>
      </w:r>
      <w:r>
        <w:fldChar w:fldCharType="begin" w:fldLock="1"/>
      </w:r>
      <w:r>
        <w:instrText xml:space="preserve"> PAGEREF _Toc74989882 \h </w:instrText>
      </w:r>
      <w:r>
        <w:fldChar w:fldCharType="separate"/>
      </w:r>
      <w:r>
        <w:t>34</w:t>
      </w:r>
      <w:r>
        <w:fldChar w:fldCharType="end"/>
      </w:r>
    </w:p>
    <w:p w14:paraId="44354409" w14:textId="7D5EF23B" w:rsidR="0028738E" w:rsidRDefault="0028738E">
      <w:pPr>
        <w:pStyle w:val="TOC6"/>
        <w:rPr>
          <w:rFonts w:asciiTheme="minorHAnsi" w:eastAsiaTheme="minorEastAsia" w:hAnsiTheme="minorHAnsi" w:cstheme="minorBidi"/>
          <w:sz w:val="22"/>
          <w:szCs w:val="22"/>
          <w:lang w:eastAsia="en-GB"/>
        </w:rPr>
      </w:pPr>
      <w:r>
        <w:t>6.2.3.5.3.1</w:t>
      </w:r>
      <w:r>
        <w:rPr>
          <w:rFonts w:asciiTheme="minorHAnsi" w:eastAsiaTheme="minorEastAsia" w:hAnsiTheme="minorHAnsi" w:cstheme="minorBidi"/>
          <w:sz w:val="22"/>
          <w:szCs w:val="22"/>
          <w:lang w:eastAsia="en-GB"/>
        </w:rPr>
        <w:tab/>
      </w:r>
      <w:r>
        <w:t>OPTIONS</w:t>
      </w:r>
      <w:r>
        <w:tab/>
      </w:r>
      <w:r>
        <w:fldChar w:fldCharType="begin" w:fldLock="1"/>
      </w:r>
      <w:r>
        <w:instrText xml:space="preserve"> PAGEREF _Toc74989883 \h </w:instrText>
      </w:r>
      <w:r>
        <w:fldChar w:fldCharType="separate"/>
      </w:r>
      <w:r>
        <w:t>34</w:t>
      </w:r>
      <w:r>
        <w:fldChar w:fldCharType="end"/>
      </w:r>
    </w:p>
    <w:p w14:paraId="4A7FF3B2" w14:textId="02E4DDB1" w:rsidR="0028738E" w:rsidRDefault="0028738E">
      <w:pPr>
        <w:pStyle w:val="TOC3"/>
        <w:rPr>
          <w:rFonts w:asciiTheme="minorHAnsi" w:eastAsiaTheme="minorEastAsia" w:hAnsiTheme="minorHAnsi" w:cstheme="minorBidi"/>
          <w:sz w:val="22"/>
          <w:szCs w:val="22"/>
          <w:lang w:eastAsia="en-GB"/>
        </w:rPr>
      </w:pPr>
      <w:r>
        <w:t>6.2.4</w:t>
      </w:r>
      <w:r>
        <w:rPr>
          <w:rFonts w:asciiTheme="minorHAnsi" w:eastAsiaTheme="minorEastAsia" w:hAnsiTheme="minorHAnsi" w:cstheme="minorBidi"/>
          <w:sz w:val="22"/>
          <w:szCs w:val="22"/>
          <w:lang w:eastAsia="en-GB"/>
        </w:rPr>
        <w:tab/>
      </w:r>
      <w:r>
        <w:t>Custom Operations without associated resources</w:t>
      </w:r>
      <w:r>
        <w:tab/>
      </w:r>
      <w:r>
        <w:fldChar w:fldCharType="begin" w:fldLock="1"/>
      </w:r>
      <w:r>
        <w:instrText xml:space="preserve"> PAGEREF _Toc74989884 \h </w:instrText>
      </w:r>
      <w:r>
        <w:fldChar w:fldCharType="separate"/>
      </w:r>
      <w:r>
        <w:t>35</w:t>
      </w:r>
      <w:r>
        <w:fldChar w:fldCharType="end"/>
      </w:r>
    </w:p>
    <w:p w14:paraId="29B4D91E" w14:textId="72570C38" w:rsidR="0028738E" w:rsidRDefault="0028738E">
      <w:pPr>
        <w:pStyle w:val="TOC3"/>
        <w:rPr>
          <w:rFonts w:asciiTheme="minorHAnsi" w:eastAsiaTheme="minorEastAsia" w:hAnsiTheme="minorHAnsi" w:cstheme="minorBidi"/>
          <w:sz w:val="22"/>
          <w:szCs w:val="22"/>
          <w:lang w:eastAsia="en-GB"/>
        </w:rPr>
      </w:pPr>
      <w:r>
        <w:t>6.2.5</w:t>
      </w:r>
      <w:r>
        <w:rPr>
          <w:rFonts w:asciiTheme="minorHAnsi" w:eastAsiaTheme="minorEastAsia" w:hAnsiTheme="minorHAnsi" w:cstheme="minorBidi"/>
          <w:sz w:val="22"/>
          <w:szCs w:val="22"/>
          <w:lang w:eastAsia="en-GB"/>
        </w:rPr>
        <w:tab/>
      </w:r>
      <w:r>
        <w:t>Notifications</w:t>
      </w:r>
      <w:r>
        <w:tab/>
      </w:r>
      <w:r>
        <w:fldChar w:fldCharType="begin" w:fldLock="1"/>
      </w:r>
      <w:r>
        <w:instrText xml:space="preserve"> PAGEREF _Toc74989885 \h </w:instrText>
      </w:r>
      <w:r>
        <w:fldChar w:fldCharType="separate"/>
      </w:r>
      <w:r>
        <w:t>35</w:t>
      </w:r>
      <w:r>
        <w:fldChar w:fldCharType="end"/>
      </w:r>
    </w:p>
    <w:p w14:paraId="19FA2B7E" w14:textId="587CE418" w:rsidR="0028738E" w:rsidRDefault="0028738E">
      <w:pPr>
        <w:pStyle w:val="TOC4"/>
        <w:rPr>
          <w:rFonts w:asciiTheme="minorHAnsi" w:eastAsiaTheme="minorEastAsia" w:hAnsiTheme="minorHAnsi" w:cstheme="minorBidi"/>
          <w:sz w:val="22"/>
          <w:szCs w:val="22"/>
          <w:lang w:eastAsia="en-GB"/>
        </w:rPr>
      </w:pPr>
      <w:r>
        <w:lastRenderedPageBreak/>
        <w:t>6.2.5.1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_Toc74989886 \h </w:instrText>
      </w:r>
      <w:r>
        <w:fldChar w:fldCharType="separate"/>
      </w:r>
      <w:r>
        <w:t>35</w:t>
      </w:r>
      <w:r>
        <w:fldChar w:fldCharType="end"/>
      </w:r>
    </w:p>
    <w:p w14:paraId="2D634137" w14:textId="41BEA452" w:rsidR="0028738E" w:rsidRDefault="0028738E">
      <w:pPr>
        <w:pStyle w:val="TOC4"/>
        <w:rPr>
          <w:rFonts w:asciiTheme="minorHAnsi" w:eastAsiaTheme="minorEastAsia" w:hAnsiTheme="minorHAnsi" w:cstheme="minorBidi"/>
          <w:sz w:val="22"/>
          <w:szCs w:val="22"/>
          <w:lang w:eastAsia="en-GB"/>
        </w:rPr>
      </w:pPr>
      <w:r>
        <w:t>6.2.5.2</w:t>
      </w:r>
      <w:r>
        <w:rPr>
          <w:rFonts w:asciiTheme="minorHAnsi" w:eastAsiaTheme="minorEastAsia" w:hAnsiTheme="minorHAnsi" w:cstheme="minorBidi"/>
          <w:sz w:val="22"/>
          <w:szCs w:val="22"/>
          <w:lang w:eastAsia="en-GB"/>
        </w:rPr>
        <w:tab/>
      </w:r>
      <w:r>
        <w:rPr>
          <w:lang w:eastAsia="zh-CN"/>
        </w:rPr>
        <w:t>NSSAI Availability Notification</w:t>
      </w:r>
      <w:r>
        <w:tab/>
      </w:r>
      <w:r>
        <w:fldChar w:fldCharType="begin" w:fldLock="1"/>
      </w:r>
      <w:r>
        <w:instrText xml:space="preserve"> PAGEREF _Toc74989887 \h </w:instrText>
      </w:r>
      <w:r>
        <w:fldChar w:fldCharType="separate"/>
      </w:r>
      <w:r>
        <w:t>35</w:t>
      </w:r>
      <w:r>
        <w:fldChar w:fldCharType="end"/>
      </w:r>
    </w:p>
    <w:p w14:paraId="53C9968C" w14:textId="1791B906" w:rsidR="0028738E" w:rsidRDefault="0028738E">
      <w:pPr>
        <w:pStyle w:val="TOC5"/>
        <w:rPr>
          <w:rFonts w:asciiTheme="minorHAnsi" w:eastAsiaTheme="minorEastAsia" w:hAnsiTheme="minorHAnsi" w:cstheme="minorBidi"/>
          <w:sz w:val="22"/>
          <w:szCs w:val="22"/>
          <w:lang w:eastAsia="en-GB"/>
        </w:rPr>
      </w:pPr>
      <w:r>
        <w:t>6.2.5.2.1</w:t>
      </w:r>
      <w:r>
        <w:rPr>
          <w:rFonts w:asciiTheme="minorHAnsi" w:eastAsiaTheme="minorEastAsia" w:hAnsiTheme="minorHAnsi" w:cstheme="minorBidi"/>
          <w:sz w:val="22"/>
          <w:szCs w:val="22"/>
          <w:lang w:eastAsia="en-GB"/>
        </w:rPr>
        <w:tab/>
      </w:r>
      <w:r>
        <w:t>Description</w:t>
      </w:r>
      <w:r>
        <w:tab/>
      </w:r>
      <w:r>
        <w:fldChar w:fldCharType="begin" w:fldLock="1"/>
      </w:r>
      <w:r>
        <w:instrText xml:space="preserve"> PAGEREF _Toc74989888 \h </w:instrText>
      </w:r>
      <w:r>
        <w:fldChar w:fldCharType="separate"/>
      </w:r>
      <w:r>
        <w:t>35</w:t>
      </w:r>
      <w:r>
        <w:fldChar w:fldCharType="end"/>
      </w:r>
    </w:p>
    <w:p w14:paraId="77A16235" w14:textId="0EAC6269" w:rsidR="0028738E" w:rsidRDefault="0028738E">
      <w:pPr>
        <w:pStyle w:val="TOC5"/>
        <w:rPr>
          <w:rFonts w:asciiTheme="minorHAnsi" w:eastAsiaTheme="minorEastAsia" w:hAnsiTheme="minorHAnsi" w:cstheme="minorBidi"/>
          <w:sz w:val="22"/>
          <w:szCs w:val="22"/>
          <w:lang w:eastAsia="en-GB"/>
        </w:rPr>
      </w:pPr>
      <w:r>
        <w:t>6.2.5.2.2</w:t>
      </w:r>
      <w:r>
        <w:rPr>
          <w:rFonts w:asciiTheme="minorHAnsi" w:eastAsiaTheme="minorEastAsia" w:hAnsiTheme="minorHAnsi" w:cstheme="minorBidi"/>
          <w:sz w:val="22"/>
          <w:szCs w:val="22"/>
          <w:lang w:eastAsia="en-GB"/>
        </w:rPr>
        <w:tab/>
      </w:r>
      <w:r>
        <w:t>Notification Definition</w:t>
      </w:r>
      <w:r>
        <w:tab/>
      </w:r>
      <w:r>
        <w:fldChar w:fldCharType="begin" w:fldLock="1"/>
      </w:r>
      <w:r>
        <w:instrText xml:space="preserve"> PAGEREF _Toc74989889 \h </w:instrText>
      </w:r>
      <w:r>
        <w:fldChar w:fldCharType="separate"/>
      </w:r>
      <w:r>
        <w:t>35</w:t>
      </w:r>
      <w:r>
        <w:fldChar w:fldCharType="end"/>
      </w:r>
    </w:p>
    <w:p w14:paraId="054173EF" w14:textId="1E801ACC" w:rsidR="0028738E" w:rsidRDefault="0028738E">
      <w:pPr>
        <w:pStyle w:val="TOC5"/>
        <w:rPr>
          <w:rFonts w:asciiTheme="minorHAnsi" w:eastAsiaTheme="minorEastAsia" w:hAnsiTheme="minorHAnsi" w:cstheme="minorBidi"/>
          <w:sz w:val="22"/>
          <w:szCs w:val="22"/>
          <w:lang w:eastAsia="en-GB"/>
        </w:rPr>
      </w:pPr>
      <w:r>
        <w:t>6.2.5.2.3</w:t>
      </w:r>
      <w:r>
        <w:rPr>
          <w:rFonts w:asciiTheme="minorHAnsi" w:eastAsiaTheme="minorEastAsia" w:hAnsiTheme="minorHAnsi" w:cstheme="minorBidi"/>
          <w:sz w:val="22"/>
          <w:szCs w:val="22"/>
          <w:lang w:eastAsia="en-GB"/>
        </w:rPr>
        <w:tab/>
      </w:r>
      <w:r>
        <w:t>Notification Standard Methods</w:t>
      </w:r>
      <w:r>
        <w:tab/>
      </w:r>
      <w:r>
        <w:fldChar w:fldCharType="begin" w:fldLock="1"/>
      </w:r>
      <w:r>
        <w:instrText xml:space="preserve"> PAGEREF _Toc74989890 \h </w:instrText>
      </w:r>
      <w:r>
        <w:fldChar w:fldCharType="separate"/>
      </w:r>
      <w:r>
        <w:t>35</w:t>
      </w:r>
      <w:r>
        <w:fldChar w:fldCharType="end"/>
      </w:r>
    </w:p>
    <w:p w14:paraId="3B0941DC" w14:textId="382963FF" w:rsidR="0028738E" w:rsidRDefault="0028738E">
      <w:pPr>
        <w:pStyle w:val="TOC6"/>
        <w:rPr>
          <w:rFonts w:asciiTheme="minorHAnsi" w:eastAsiaTheme="minorEastAsia" w:hAnsiTheme="minorHAnsi" w:cstheme="minorBidi"/>
          <w:sz w:val="22"/>
          <w:szCs w:val="22"/>
          <w:lang w:eastAsia="en-GB"/>
        </w:rPr>
      </w:pPr>
      <w:r>
        <w:t>6.2.5.2.3.1</w:t>
      </w:r>
      <w:r>
        <w:rPr>
          <w:rFonts w:asciiTheme="minorHAnsi" w:eastAsiaTheme="minorEastAsia" w:hAnsiTheme="minorHAnsi" w:cstheme="minorBidi"/>
          <w:sz w:val="22"/>
          <w:szCs w:val="22"/>
          <w:lang w:eastAsia="en-GB"/>
        </w:rPr>
        <w:tab/>
      </w:r>
      <w:r>
        <w:t>POST</w:t>
      </w:r>
      <w:r>
        <w:tab/>
      </w:r>
      <w:r>
        <w:fldChar w:fldCharType="begin" w:fldLock="1"/>
      </w:r>
      <w:r>
        <w:instrText xml:space="preserve"> PAGEREF _Toc74989891 \h </w:instrText>
      </w:r>
      <w:r>
        <w:fldChar w:fldCharType="separate"/>
      </w:r>
      <w:r>
        <w:t>35</w:t>
      </w:r>
      <w:r>
        <w:fldChar w:fldCharType="end"/>
      </w:r>
    </w:p>
    <w:p w14:paraId="6D306AF0" w14:textId="0B125E54" w:rsidR="0028738E" w:rsidRDefault="0028738E">
      <w:pPr>
        <w:pStyle w:val="TOC3"/>
        <w:rPr>
          <w:rFonts w:asciiTheme="minorHAnsi" w:eastAsiaTheme="minorEastAsia" w:hAnsiTheme="minorHAnsi" w:cstheme="minorBidi"/>
          <w:sz w:val="22"/>
          <w:szCs w:val="22"/>
          <w:lang w:eastAsia="en-GB"/>
        </w:rPr>
      </w:pPr>
      <w:r>
        <w:t>6.2.6</w:t>
      </w:r>
      <w:r>
        <w:rPr>
          <w:rFonts w:asciiTheme="minorHAnsi" w:eastAsiaTheme="minorEastAsia" w:hAnsiTheme="minorHAnsi" w:cstheme="minorBidi"/>
          <w:sz w:val="22"/>
          <w:szCs w:val="22"/>
          <w:lang w:eastAsia="en-GB"/>
        </w:rPr>
        <w:tab/>
      </w:r>
      <w:r>
        <w:t>Data Model</w:t>
      </w:r>
      <w:r>
        <w:tab/>
      </w:r>
      <w:r>
        <w:fldChar w:fldCharType="begin" w:fldLock="1"/>
      </w:r>
      <w:r>
        <w:instrText xml:space="preserve"> PAGEREF _Toc74989892 \h </w:instrText>
      </w:r>
      <w:r>
        <w:fldChar w:fldCharType="separate"/>
      </w:r>
      <w:r>
        <w:t>36</w:t>
      </w:r>
      <w:r>
        <w:fldChar w:fldCharType="end"/>
      </w:r>
    </w:p>
    <w:p w14:paraId="7583671B" w14:textId="1D819F9C" w:rsidR="0028738E" w:rsidRDefault="0028738E">
      <w:pPr>
        <w:pStyle w:val="TOC4"/>
        <w:rPr>
          <w:rFonts w:asciiTheme="minorHAnsi" w:eastAsiaTheme="minorEastAsia" w:hAnsiTheme="minorHAnsi" w:cstheme="minorBidi"/>
          <w:sz w:val="22"/>
          <w:szCs w:val="22"/>
          <w:lang w:eastAsia="en-GB"/>
        </w:rPr>
      </w:pPr>
      <w:r>
        <w:t>6.2.6.1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_Toc74989893 \h </w:instrText>
      </w:r>
      <w:r>
        <w:fldChar w:fldCharType="separate"/>
      </w:r>
      <w:r>
        <w:t>36</w:t>
      </w:r>
      <w:r>
        <w:fldChar w:fldCharType="end"/>
      </w:r>
    </w:p>
    <w:p w14:paraId="4D1762A1" w14:textId="746DDA3C" w:rsidR="0028738E" w:rsidRDefault="0028738E">
      <w:pPr>
        <w:pStyle w:val="TOC4"/>
        <w:rPr>
          <w:rFonts w:asciiTheme="minorHAnsi" w:eastAsiaTheme="minorEastAsia" w:hAnsiTheme="minorHAnsi" w:cstheme="minorBidi"/>
          <w:sz w:val="22"/>
          <w:szCs w:val="22"/>
          <w:lang w:eastAsia="en-GB"/>
        </w:rPr>
      </w:pPr>
      <w:r w:rsidRPr="0028738E">
        <w:t>6.2.6.2</w:t>
      </w:r>
      <w:r w:rsidRPr="0028738E">
        <w:rPr>
          <w:rFonts w:asciiTheme="minorHAnsi" w:eastAsiaTheme="minorEastAsia" w:hAnsiTheme="minorHAnsi" w:cstheme="minorBidi"/>
          <w:sz w:val="22"/>
          <w:szCs w:val="22"/>
          <w:lang w:eastAsia="en-GB"/>
        </w:rPr>
        <w:tab/>
      </w:r>
      <w:r w:rsidRPr="00724591">
        <w:rPr>
          <w:lang w:val="en-US"/>
        </w:rPr>
        <w:t>Structured data types</w:t>
      </w:r>
      <w:r>
        <w:tab/>
      </w:r>
      <w:r>
        <w:fldChar w:fldCharType="begin" w:fldLock="1"/>
      </w:r>
      <w:r>
        <w:instrText xml:space="preserve"> PAGEREF _Toc74989894 \h </w:instrText>
      </w:r>
      <w:r>
        <w:fldChar w:fldCharType="separate"/>
      </w:r>
      <w:r>
        <w:t>36</w:t>
      </w:r>
      <w:r>
        <w:fldChar w:fldCharType="end"/>
      </w:r>
    </w:p>
    <w:p w14:paraId="152FA304" w14:textId="3A724448" w:rsidR="0028738E" w:rsidRDefault="0028738E">
      <w:pPr>
        <w:pStyle w:val="TOC5"/>
        <w:rPr>
          <w:rFonts w:asciiTheme="minorHAnsi" w:eastAsiaTheme="minorEastAsia" w:hAnsiTheme="minorHAnsi" w:cstheme="minorBidi"/>
          <w:sz w:val="22"/>
          <w:szCs w:val="22"/>
          <w:lang w:eastAsia="en-GB"/>
        </w:rPr>
      </w:pPr>
      <w:r>
        <w:t>6.2.6.2.1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_Toc74989895 \h </w:instrText>
      </w:r>
      <w:r>
        <w:fldChar w:fldCharType="separate"/>
      </w:r>
      <w:r>
        <w:t>36</w:t>
      </w:r>
      <w:r>
        <w:fldChar w:fldCharType="end"/>
      </w:r>
    </w:p>
    <w:p w14:paraId="5F8D92D7" w14:textId="614507B5" w:rsidR="0028738E" w:rsidRDefault="0028738E">
      <w:pPr>
        <w:pStyle w:val="TOC5"/>
        <w:rPr>
          <w:rFonts w:asciiTheme="minorHAnsi" w:eastAsiaTheme="minorEastAsia" w:hAnsiTheme="minorHAnsi" w:cstheme="minorBidi"/>
          <w:sz w:val="22"/>
          <w:szCs w:val="22"/>
          <w:lang w:eastAsia="en-GB"/>
        </w:rPr>
      </w:pPr>
      <w:r>
        <w:t>6.2.6.2.2</w:t>
      </w:r>
      <w:r>
        <w:rPr>
          <w:rFonts w:asciiTheme="minorHAnsi" w:eastAsiaTheme="minorEastAsia" w:hAnsiTheme="minorHAnsi" w:cstheme="minorBidi"/>
          <w:sz w:val="22"/>
          <w:szCs w:val="22"/>
          <w:lang w:eastAsia="en-GB"/>
        </w:rPr>
        <w:tab/>
      </w:r>
      <w:r>
        <w:t>Type: NssaiAvailabilityInfo</w:t>
      </w:r>
      <w:r>
        <w:tab/>
      </w:r>
      <w:r>
        <w:fldChar w:fldCharType="begin" w:fldLock="1"/>
      </w:r>
      <w:r>
        <w:instrText xml:space="preserve"> PAGEREF _Toc74989896 \h </w:instrText>
      </w:r>
      <w:r>
        <w:fldChar w:fldCharType="separate"/>
      </w:r>
      <w:r>
        <w:t>37</w:t>
      </w:r>
      <w:r>
        <w:fldChar w:fldCharType="end"/>
      </w:r>
    </w:p>
    <w:p w14:paraId="55471965" w14:textId="56F76031" w:rsidR="0028738E" w:rsidRDefault="0028738E">
      <w:pPr>
        <w:pStyle w:val="TOC5"/>
        <w:rPr>
          <w:rFonts w:asciiTheme="minorHAnsi" w:eastAsiaTheme="minorEastAsia" w:hAnsiTheme="minorHAnsi" w:cstheme="minorBidi"/>
          <w:sz w:val="22"/>
          <w:szCs w:val="22"/>
          <w:lang w:eastAsia="en-GB"/>
        </w:rPr>
      </w:pPr>
      <w:r>
        <w:t>6.2.6.2.3</w:t>
      </w:r>
      <w:r>
        <w:rPr>
          <w:rFonts w:asciiTheme="minorHAnsi" w:eastAsiaTheme="minorEastAsia" w:hAnsiTheme="minorHAnsi" w:cstheme="minorBidi"/>
          <w:sz w:val="22"/>
          <w:szCs w:val="22"/>
          <w:lang w:eastAsia="en-GB"/>
        </w:rPr>
        <w:tab/>
      </w:r>
      <w:r>
        <w:t xml:space="preserve">Type: </w:t>
      </w:r>
      <w:r>
        <w:rPr>
          <w:lang w:eastAsia="zh-CN"/>
        </w:rPr>
        <w:t>Supported</w:t>
      </w:r>
      <w:r>
        <w:t>NssaiAvailabilityData</w:t>
      </w:r>
      <w:r>
        <w:tab/>
      </w:r>
      <w:r>
        <w:fldChar w:fldCharType="begin" w:fldLock="1"/>
      </w:r>
      <w:r>
        <w:instrText xml:space="preserve"> PAGEREF _Toc74989897 \h </w:instrText>
      </w:r>
      <w:r>
        <w:fldChar w:fldCharType="separate"/>
      </w:r>
      <w:r>
        <w:t>37</w:t>
      </w:r>
      <w:r>
        <w:fldChar w:fldCharType="end"/>
      </w:r>
    </w:p>
    <w:p w14:paraId="23A628FC" w14:textId="5C9E7F79" w:rsidR="0028738E" w:rsidRDefault="0028738E">
      <w:pPr>
        <w:pStyle w:val="TOC5"/>
        <w:rPr>
          <w:rFonts w:asciiTheme="minorHAnsi" w:eastAsiaTheme="minorEastAsia" w:hAnsiTheme="minorHAnsi" w:cstheme="minorBidi"/>
          <w:sz w:val="22"/>
          <w:szCs w:val="22"/>
          <w:lang w:eastAsia="en-GB"/>
        </w:rPr>
      </w:pPr>
      <w:r>
        <w:t>6.2.6.2.4</w:t>
      </w:r>
      <w:r>
        <w:rPr>
          <w:rFonts w:asciiTheme="minorHAnsi" w:eastAsiaTheme="minorEastAsia" w:hAnsiTheme="minorHAnsi" w:cstheme="minorBidi"/>
          <w:sz w:val="22"/>
          <w:szCs w:val="22"/>
          <w:lang w:eastAsia="en-GB"/>
        </w:rPr>
        <w:tab/>
      </w:r>
      <w:r>
        <w:t>Type: AuthorizedNssaiAvailabilityData</w:t>
      </w:r>
      <w:r>
        <w:tab/>
      </w:r>
      <w:r>
        <w:fldChar w:fldCharType="begin" w:fldLock="1"/>
      </w:r>
      <w:r>
        <w:instrText xml:space="preserve"> PAGEREF _Toc74989898 \h </w:instrText>
      </w:r>
      <w:r>
        <w:fldChar w:fldCharType="separate"/>
      </w:r>
      <w:r>
        <w:t>37</w:t>
      </w:r>
      <w:r>
        <w:fldChar w:fldCharType="end"/>
      </w:r>
    </w:p>
    <w:p w14:paraId="387F179A" w14:textId="27AB72FC" w:rsidR="0028738E" w:rsidRDefault="0028738E">
      <w:pPr>
        <w:pStyle w:val="TOC5"/>
        <w:rPr>
          <w:rFonts w:asciiTheme="minorHAnsi" w:eastAsiaTheme="minorEastAsia" w:hAnsiTheme="minorHAnsi" w:cstheme="minorBidi"/>
          <w:sz w:val="22"/>
          <w:szCs w:val="22"/>
          <w:lang w:eastAsia="en-GB"/>
        </w:rPr>
      </w:pPr>
      <w:r>
        <w:t>6.2.6.2.</w:t>
      </w:r>
      <w:r>
        <w:rPr>
          <w:lang w:eastAsia="zh-CN"/>
        </w:rPr>
        <w:t>5</w:t>
      </w:r>
      <w:r>
        <w:rPr>
          <w:rFonts w:asciiTheme="minorHAnsi" w:eastAsiaTheme="minorEastAsia" w:hAnsiTheme="minorHAnsi" w:cstheme="minorBidi"/>
          <w:sz w:val="22"/>
          <w:szCs w:val="22"/>
          <w:lang w:eastAsia="en-GB"/>
        </w:rPr>
        <w:tab/>
      </w:r>
      <w:r>
        <w:t>Type: RestrictedS</w:t>
      </w:r>
      <w:r>
        <w:rPr>
          <w:lang w:eastAsia="zh-CN"/>
        </w:rPr>
        <w:t>n</w:t>
      </w:r>
      <w:r>
        <w:t>ssai</w:t>
      </w:r>
      <w:r>
        <w:tab/>
      </w:r>
      <w:r>
        <w:fldChar w:fldCharType="begin" w:fldLock="1"/>
      </w:r>
      <w:r>
        <w:instrText xml:space="preserve"> PAGEREF _Toc74989899 \h </w:instrText>
      </w:r>
      <w:r>
        <w:fldChar w:fldCharType="separate"/>
      </w:r>
      <w:r>
        <w:t>37</w:t>
      </w:r>
      <w:r>
        <w:fldChar w:fldCharType="end"/>
      </w:r>
    </w:p>
    <w:p w14:paraId="7EB9306E" w14:textId="49E5DF4F" w:rsidR="0028738E" w:rsidRDefault="0028738E">
      <w:pPr>
        <w:pStyle w:val="TOC5"/>
        <w:rPr>
          <w:rFonts w:asciiTheme="minorHAnsi" w:eastAsiaTheme="minorEastAsia" w:hAnsiTheme="minorHAnsi" w:cstheme="minorBidi"/>
          <w:sz w:val="22"/>
          <w:szCs w:val="22"/>
          <w:lang w:eastAsia="en-GB"/>
        </w:rPr>
      </w:pPr>
      <w:r>
        <w:t>6.2.6.2.6</w:t>
      </w:r>
      <w:r>
        <w:rPr>
          <w:rFonts w:asciiTheme="minorHAnsi" w:eastAsiaTheme="minorEastAsia" w:hAnsiTheme="minorHAnsi" w:cstheme="minorBidi"/>
          <w:sz w:val="22"/>
          <w:szCs w:val="22"/>
          <w:lang w:eastAsia="en-GB"/>
        </w:rPr>
        <w:tab/>
      </w:r>
      <w:r>
        <w:t>Type: AuthorizedNssaiAvailabilityinfo</w:t>
      </w:r>
      <w:r>
        <w:tab/>
      </w:r>
      <w:r>
        <w:fldChar w:fldCharType="begin" w:fldLock="1"/>
      </w:r>
      <w:r>
        <w:instrText xml:space="preserve"> PAGEREF _Toc74989900 \h </w:instrText>
      </w:r>
      <w:r>
        <w:fldChar w:fldCharType="separate"/>
      </w:r>
      <w:r>
        <w:t>38</w:t>
      </w:r>
      <w:r>
        <w:fldChar w:fldCharType="end"/>
      </w:r>
    </w:p>
    <w:p w14:paraId="2183E2B9" w14:textId="7EEF4233" w:rsidR="0028738E" w:rsidRDefault="0028738E">
      <w:pPr>
        <w:pStyle w:val="TOC5"/>
        <w:rPr>
          <w:rFonts w:asciiTheme="minorHAnsi" w:eastAsiaTheme="minorEastAsia" w:hAnsiTheme="minorHAnsi" w:cstheme="minorBidi"/>
          <w:sz w:val="22"/>
          <w:szCs w:val="22"/>
          <w:lang w:eastAsia="en-GB"/>
        </w:rPr>
      </w:pPr>
      <w:r>
        <w:t>6.2.6.2.7</w:t>
      </w:r>
      <w:r>
        <w:rPr>
          <w:rFonts w:asciiTheme="minorHAnsi" w:eastAsiaTheme="minorEastAsia" w:hAnsiTheme="minorHAnsi" w:cstheme="minorBidi"/>
          <w:sz w:val="22"/>
          <w:szCs w:val="22"/>
          <w:lang w:eastAsia="en-GB"/>
        </w:rPr>
        <w:tab/>
      </w:r>
      <w:r>
        <w:t>Type: PatchDocument</w:t>
      </w:r>
      <w:r>
        <w:tab/>
      </w:r>
      <w:r>
        <w:fldChar w:fldCharType="begin" w:fldLock="1"/>
      </w:r>
      <w:r>
        <w:instrText xml:space="preserve"> PAGEREF _Toc74989901 \h </w:instrText>
      </w:r>
      <w:r>
        <w:fldChar w:fldCharType="separate"/>
      </w:r>
      <w:r>
        <w:t>38</w:t>
      </w:r>
      <w:r>
        <w:fldChar w:fldCharType="end"/>
      </w:r>
    </w:p>
    <w:p w14:paraId="5B9DA94C" w14:textId="1C03DB71" w:rsidR="0028738E" w:rsidRDefault="0028738E">
      <w:pPr>
        <w:pStyle w:val="TOC5"/>
        <w:rPr>
          <w:rFonts w:asciiTheme="minorHAnsi" w:eastAsiaTheme="minorEastAsia" w:hAnsiTheme="minorHAnsi" w:cstheme="minorBidi"/>
          <w:sz w:val="22"/>
          <w:szCs w:val="22"/>
          <w:lang w:eastAsia="en-GB"/>
        </w:rPr>
      </w:pPr>
      <w:r>
        <w:t>6.2.6.2.</w:t>
      </w:r>
      <w:r>
        <w:rPr>
          <w:lang w:eastAsia="zh-CN"/>
        </w:rPr>
        <w:t>8</w:t>
      </w:r>
      <w:r>
        <w:rPr>
          <w:rFonts w:asciiTheme="minorHAnsi" w:eastAsiaTheme="minorEastAsia" w:hAnsiTheme="minorHAnsi" w:cstheme="minorBidi"/>
          <w:sz w:val="22"/>
          <w:szCs w:val="22"/>
          <w:lang w:eastAsia="en-GB"/>
        </w:rPr>
        <w:tab/>
      </w:r>
      <w:r>
        <w:t>Type: NssfEventSubscriptionCreateData</w:t>
      </w:r>
      <w:r>
        <w:tab/>
      </w:r>
      <w:r>
        <w:fldChar w:fldCharType="begin" w:fldLock="1"/>
      </w:r>
      <w:r>
        <w:instrText xml:space="preserve"> PAGEREF _Toc74989902 \h </w:instrText>
      </w:r>
      <w:r>
        <w:fldChar w:fldCharType="separate"/>
      </w:r>
      <w:r>
        <w:t>38</w:t>
      </w:r>
      <w:r>
        <w:fldChar w:fldCharType="end"/>
      </w:r>
    </w:p>
    <w:p w14:paraId="4A74BD7F" w14:textId="2FD68838" w:rsidR="0028738E" w:rsidRDefault="0028738E">
      <w:pPr>
        <w:pStyle w:val="TOC5"/>
        <w:rPr>
          <w:rFonts w:asciiTheme="minorHAnsi" w:eastAsiaTheme="minorEastAsia" w:hAnsiTheme="minorHAnsi" w:cstheme="minorBidi"/>
          <w:sz w:val="22"/>
          <w:szCs w:val="22"/>
          <w:lang w:eastAsia="en-GB"/>
        </w:rPr>
      </w:pPr>
      <w:r>
        <w:t>6.2.6.2.</w:t>
      </w:r>
      <w:r>
        <w:rPr>
          <w:lang w:eastAsia="zh-CN"/>
        </w:rPr>
        <w:t>9</w:t>
      </w:r>
      <w:r>
        <w:rPr>
          <w:rFonts w:asciiTheme="minorHAnsi" w:eastAsiaTheme="minorEastAsia" w:hAnsiTheme="minorHAnsi" w:cstheme="minorBidi"/>
          <w:sz w:val="22"/>
          <w:szCs w:val="22"/>
          <w:lang w:eastAsia="en-GB"/>
        </w:rPr>
        <w:tab/>
      </w:r>
      <w:r>
        <w:t>Type: NssfEventSubscriptionCreatedData</w:t>
      </w:r>
      <w:r>
        <w:tab/>
      </w:r>
      <w:r>
        <w:fldChar w:fldCharType="begin" w:fldLock="1"/>
      </w:r>
      <w:r>
        <w:instrText xml:space="preserve"> PAGEREF _Toc74989903 \h </w:instrText>
      </w:r>
      <w:r>
        <w:fldChar w:fldCharType="separate"/>
      </w:r>
      <w:r>
        <w:t>39</w:t>
      </w:r>
      <w:r>
        <w:fldChar w:fldCharType="end"/>
      </w:r>
    </w:p>
    <w:p w14:paraId="7B9698C2" w14:textId="04BFF874" w:rsidR="0028738E" w:rsidRDefault="0028738E">
      <w:pPr>
        <w:pStyle w:val="TOC5"/>
        <w:rPr>
          <w:rFonts w:asciiTheme="minorHAnsi" w:eastAsiaTheme="minorEastAsia" w:hAnsiTheme="minorHAnsi" w:cstheme="minorBidi"/>
          <w:sz w:val="22"/>
          <w:szCs w:val="22"/>
          <w:lang w:eastAsia="en-GB"/>
        </w:rPr>
      </w:pPr>
      <w:r>
        <w:t>6.2.6.2.</w:t>
      </w:r>
      <w:r>
        <w:rPr>
          <w:lang w:eastAsia="zh-CN"/>
        </w:rPr>
        <w:t>10</w:t>
      </w:r>
      <w:r>
        <w:rPr>
          <w:rFonts w:asciiTheme="minorHAnsi" w:eastAsiaTheme="minorEastAsia" w:hAnsiTheme="minorHAnsi" w:cstheme="minorBidi"/>
          <w:sz w:val="22"/>
          <w:szCs w:val="22"/>
          <w:lang w:eastAsia="en-GB"/>
        </w:rPr>
        <w:tab/>
      </w:r>
      <w:r>
        <w:t>Type: NssfEventNotification</w:t>
      </w:r>
      <w:r>
        <w:tab/>
      </w:r>
      <w:r>
        <w:fldChar w:fldCharType="begin" w:fldLock="1"/>
      </w:r>
      <w:r>
        <w:instrText xml:space="preserve"> PAGEREF _Toc74989904 \h </w:instrText>
      </w:r>
      <w:r>
        <w:fldChar w:fldCharType="separate"/>
      </w:r>
      <w:r>
        <w:t>39</w:t>
      </w:r>
      <w:r>
        <w:fldChar w:fldCharType="end"/>
      </w:r>
    </w:p>
    <w:p w14:paraId="5B6F52B2" w14:textId="3BBB3785" w:rsidR="0028738E" w:rsidRDefault="0028738E">
      <w:pPr>
        <w:pStyle w:val="TOC4"/>
        <w:rPr>
          <w:rFonts w:asciiTheme="minorHAnsi" w:eastAsiaTheme="minorEastAsia" w:hAnsiTheme="minorHAnsi" w:cstheme="minorBidi"/>
          <w:sz w:val="22"/>
          <w:szCs w:val="22"/>
          <w:lang w:eastAsia="en-GB"/>
        </w:rPr>
      </w:pPr>
      <w:r w:rsidRPr="0028738E">
        <w:t>6.2.6.3</w:t>
      </w:r>
      <w:r w:rsidRPr="0028738E">
        <w:rPr>
          <w:rFonts w:asciiTheme="minorHAnsi" w:eastAsiaTheme="minorEastAsia" w:hAnsiTheme="minorHAnsi" w:cstheme="minorBidi"/>
          <w:sz w:val="22"/>
          <w:szCs w:val="22"/>
          <w:lang w:eastAsia="en-GB"/>
        </w:rPr>
        <w:tab/>
      </w:r>
      <w:r w:rsidRPr="00724591">
        <w:rPr>
          <w:lang w:val="en-US"/>
        </w:rPr>
        <w:t>Simple data types and enumerations</w:t>
      </w:r>
      <w:r>
        <w:tab/>
      </w:r>
      <w:r>
        <w:fldChar w:fldCharType="begin" w:fldLock="1"/>
      </w:r>
      <w:r>
        <w:instrText xml:space="preserve"> PAGEREF _Toc74989905 \h </w:instrText>
      </w:r>
      <w:r>
        <w:fldChar w:fldCharType="separate"/>
      </w:r>
      <w:r>
        <w:t>39</w:t>
      </w:r>
      <w:r>
        <w:fldChar w:fldCharType="end"/>
      </w:r>
    </w:p>
    <w:p w14:paraId="58C45932" w14:textId="309E2EAA" w:rsidR="0028738E" w:rsidRDefault="0028738E">
      <w:pPr>
        <w:pStyle w:val="TOC5"/>
        <w:rPr>
          <w:rFonts w:asciiTheme="minorHAnsi" w:eastAsiaTheme="minorEastAsia" w:hAnsiTheme="minorHAnsi" w:cstheme="minorBidi"/>
          <w:sz w:val="22"/>
          <w:szCs w:val="22"/>
          <w:lang w:eastAsia="en-GB"/>
        </w:rPr>
      </w:pPr>
      <w:r>
        <w:t>6.2.6.3.1</w:t>
      </w:r>
      <w:r>
        <w:rPr>
          <w:rFonts w:asciiTheme="minorHAnsi" w:eastAsiaTheme="minorEastAsia" w:hAnsiTheme="minorHAnsi" w:cstheme="minorBidi"/>
          <w:sz w:val="22"/>
          <w:szCs w:val="22"/>
          <w:lang w:eastAsia="en-GB"/>
        </w:rPr>
        <w:tab/>
      </w:r>
      <w:r>
        <w:t>Introduction</w:t>
      </w:r>
      <w:r>
        <w:tab/>
      </w:r>
      <w:r>
        <w:fldChar w:fldCharType="begin" w:fldLock="1"/>
      </w:r>
      <w:r>
        <w:instrText xml:space="preserve"> PAGEREF _Toc74989906 \h </w:instrText>
      </w:r>
      <w:r>
        <w:fldChar w:fldCharType="separate"/>
      </w:r>
      <w:r>
        <w:t>39</w:t>
      </w:r>
      <w:r>
        <w:fldChar w:fldCharType="end"/>
      </w:r>
    </w:p>
    <w:p w14:paraId="7F9EA788" w14:textId="30D924B5" w:rsidR="0028738E" w:rsidRDefault="0028738E">
      <w:pPr>
        <w:pStyle w:val="TOC5"/>
        <w:rPr>
          <w:rFonts w:asciiTheme="minorHAnsi" w:eastAsiaTheme="minorEastAsia" w:hAnsiTheme="minorHAnsi" w:cstheme="minorBidi"/>
          <w:sz w:val="22"/>
          <w:szCs w:val="22"/>
          <w:lang w:eastAsia="en-GB"/>
        </w:rPr>
      </w:pPr>
      <w:r>
        <w:t>6.2.6.3.2</w:t>
      </w:r>
      <w:r>
        <w:rPr>
          <w:rFonts w:asciiTheme="minorHAnsi" w:eastAsiaTheme="minorEastAsia" w:hAnsiTheme="minorHAnsi" w:cstheme="minorBidi"/>
          <w:sz w:val="22"/>
          <w:szCs w:val="22"/>
          <w:lang w:eastAsia="en-GB"/>
        </w:rPr>
        <w:tab/>
      </w:r>
      <w:r>
        <w:t>Simple data types</w:t>
      </w:r>
      <w:r>
        <w:tab/>
      </w:r>
      <w:r>
        <w:fldChar w:fldCharType="begin" w:fldLock="1"/>
      </w:r>
      <w:r>
        <w:instrText xml:space="preserve"> PAGEREF _Toc74989907 \h </w:instrText>
      </w:r>
      <w:r>
        <w:fldChar w:fldCharType="separate"/>
      </w:r>
      <w:r>
        <w:t>39</w:t>
      </w:r>
      <w:r>
        <w:fldChar w:fldCharType="end"/>
      </w:r>
    </w:p>
    <w:p w14:paraId="048DFA7B" w14:textId="4412F4C2" w:rsidR="0028738E" w:rsidRDefault="0028738E">
      <w:pPr>
        <w:pStyle w:val="TOC5"/>
        <w:rPr>
          <w:rFonts w:asciiTheme="minorHAnsi" w:eastAsiaTheme="minorEastAsia" w:hAnsiTheme="minorHAnsi" w:cstheme="minorBidi"/>
          <w:sz w:val="22"/>
          <w:szCs w:val="22"/>
          <w:lang w:eastAsia="en-GB"/>
        </w:rPr>
      </w:pPr>
      <w:r>
        <w:t>6.2.6.3.3</w:t>
      </w:r>
      <w:r>
        <w:rPr>
          <w:rFonts w:asciiTheme="minorHAnsi" w:eastAsiaTheme="minorEastAsia" w:hAnsiTheme="minorHAnsi" w:cstheme="minorBidi"/>
          <w:sz w:val="22"/>
          <w:szCs w:val="22"/>
          <w:lang w:eastAsia="en-GB"/>
        </w:rPr>
        <w:tab/>
      </w:r>
      <w:r>
        <w:t>Enumeration: NssfEventType</w:t>
      </w:r>
      <w:r>
        <w:tab/>
      </w:r>
      <w:r>
        <w:fldChar w:fldCharType="begin" w:fldLock="1"/>
      </w:r>
      <w:r>
        <w:instrText xml:space="preserve"> PAGEREF _Toc74989908 \h </w:instrText>
      </w:r>
      <w:r>
        <w:fldChar w:fldCharType="separate"/>
      </w:r>
      <w:r>
        <w:t>40</w:t>
      </w:r>
      <w:r>
        <w:fldChar w:fldCharType="end"/>
      </w:r>
    </w:p>
    <w:p w14:paraId="55CEEDB7" w14:textId="49BCAE27" w:rsidR="0028738E" w:rsidRDefault="0028738E">
      <w:pPr>
        <w:pStyle w:val="TOC4"/>
        <w:rPr>
          <w:rFonts w:asciiTheme="minorHAnsi" w:eastAsiaTheme="minorEastAsia" w:hAnsiTheme="minorHAnsi" w:cstheme="minorBidi"/>
          <w:sz w:val="22"/>
          <w:szCs w:val="22"/>
          <w:lang w:eastAsia="en-GB"/>
        </w:rPr>
      </w:pPr>
      <w:r>
        <w:t>6.2.6.4</w:t>
      </w:r>
      <w:r>
        <w:rPr>
          <w:rFonts w:asciiTheme="minorHAnsi" w:eastAsiaTheme="minorEastAsia" w:hAnsiTheme="minorHAnsi" w:cstheme="minorBidi"/>
          <w:sz w:val="22"/>
          <w:szCs w:val="22"/>
          <w:lang w:eastAsia="en-GB"/>
        </w:rPr>
        <w:tab/>
      </w:r>
      <w:r>
        <w:t>Binary data</w:t>
      </w:r>
      <w:r>
        <w:tab/>
      </w:r>
      <w:r>
        <w:fldChar w:fldCharType="begin" w:fldLock="1"/>
      </w:r>
      <w:r>
        <w:instrText xml:space="preserve"> PAGEREF _Toc74989909 \h </w:instrText>
      </w:r>
      <w:r>
        <w:fldChar w:fldCharType="separate"/>
      </w:r>
      <w:r>
        <w:t>40</w:t>
      </w:r>
      <w:r>
        <w:fldChar w:fldCharType="end"/>
      </w:r>
    </w:p>
    <w:p w14:paraId="7E8265AF" w14:textId="7E88BAD8" w:rsidR="0028738E" w:rsidRDefault="0028738E">
      <w:pPr>
        <w:pStyle w:val="TOC3"/>
        <w:rPr>
          <w:rFonts w:asciiTheme="minorHAnsi" w:eastAsiaTheme="minorEastAsia" w:hAnsiTheme="minorHAnsi" w:cstheme="minorBidi"/>
          <w:sz w:val="22"/>
          <w:szCs w:val="22"/>
          <w:lang w:eastAsia="en-GB"/>
        </w:rPr>
      </w:pPr>
      <w:r>
        <w:t>6.2.7</w:t>
      </w:r>
      <w:r>
        <w:rPr>
          <w:rFonts w:asciiTheme="minorHAnsi" w:eastAsiaTheme="minorEastAsia" w:hAnsiTheme="minorHAnsi" w:cstheme="minorBidi"/>
          <w:sz w:val="22"/>
          <w:szCs w:val="22"/>
          <w:lang w:eastAsia="en-GB"/>
        </w:rPr>
        <w:tab/>
      </w:r>
      <w:r>
        <w:t>Error Handling</w:t>
      </w:r>
      <w:r>
        <w:tab/>
      </w:r>
      <w:r>
        <w:fldChar w:fldCharType="begin" w:fldLock="1"/>
      </w:r>
      <w:r>
        <w:instrText xml:space="preserve"> PAGEREF _Toc74989910 \h </w:instrText>
      </w:r>
      <w:r>
        <w:fldChar w:fldCharType="separate"/>
      </w:r>
      <w:r>
        <w:t>40</w:t>
      </w:r>
      <w:r>
        <w:fldChar w:fldCharType="end"/>
      </w:r>
    </w:p>
    <w:p w14:paraId="6B83F377" w14:textId="4A019EB0" w:rsidR="0028738E" w:rsidRDefault="0028738E">
      <w:pPr>
        <w:pStyle w:val="TOC4"/>
        <w:rPr>
          <w:rFonts w:asciiTheme="minorHAnsi" w:eastAsiaTheme="minorEastAsia" w:hAnsiTheme="minorHAnsi" w:cstheme="minorBidi"/>
          <w:sz w:val="22"/>
          <w:szCs w:val="22"/>
          <w:lang w:eastAsia="en-GB"/>
        </w:rPr>
      </w:pPr>
      <w:r>
        <w:t>6.2.7.1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_Toc74989911 \h </w:instrText>
      </w:r>
      <w:r>
        <w:fldChar w:fldCharType="separate"/>
      </w:r>
      <w:r>
        <w:t>40</w:t>
      </w:r>
      <w:r>
        <w:fldChar w:fldCharType="end"/>
      </w:r>
    </w:p>
    <w:p w14:paraId="4020170A" w14:textId="65A1A09F" w:rsidR="0028738E" w:rsidRDefault="0028738E">
      <w:pPr>
        <w:pStyle w:val="TOC4"/>
        <w:rPr>
          <w:rFonts w:asciiTheme="minorHAnsi" w:eastAsiaTheme="minorEastAsia" w:hAnsiTheme="minorHAnsi" w:cstheme="minorBidi"/>
          <w:sz w:val="22"/>
          <w:szCs w:val="22"/>
          <w:lang w:eastAsia="en-GB"/>
        </w:rPr>
      </w:pPr>
      <w:r>
        <w:t>6.2.7.2</w:t>
      </w:r>
      <w:r>
        <w:rPr>
          <w:rFonts w:asciiTheme="minorHAnsi" w:eastAsiaTheme="minorEastAsia" w:hAnsiTheme="minorHAnsi" w:cstheme="minorBidi"/>
          <w:sz w:val="22"/>
          <w:szCs w:val="22"/>
          <w:lang w:eastAsia="en-GB"/>
        </w:rPr>
        <w:tab/>
      </w:r>
      <w:r>
        <w:t>Protocol Errors</w:t>
      </w:r>
      <w:r>
        <w:tab/>
      </w:r>
      <w:r>
        <w:fldChar w:fldCharType="begin" w:fldLock="1"/>
      </w:r>
      <w:r>
        <w:instrText xml:space="preserve"> PAGEREF _Toc74989912 \h </w:instrText>
      </w:r>
      <w:r>
        <w:fldChar w:fldCharType="separate"/>
      </w:r>
      <w:r>
        <w:t>40</w:t>
      </w:r>
      <w:r>
        <w:fldChar w:fldCharType="end"/>
      </w:r>
    </w:p>
    <w:p w14:paraId="2A20A962" w14:textId="50848525" w:rsidR="0028738E" w:rsidRDefault="0028738E">
      <w:pPr>
        <w:pStyle w:val="TOC4"/>
        <w:rPr>
          <w:rFonts w:asciiTheme="minorHAnsi" w:eastAsiaTheme="minorEastAsia" w:hAnsiTheme="minorHAnsi" w:cstheme="minorBidi"/>
          <w:sz w:val="22"/>
          <w:szCs w:val="22"/>
          <w:lang w:eastAsia="en-GB"/>
        </w:rPr>
      </w:pPr>
      <w:r>
        <w:t>6.2.7.3</w:t>
      </w:r>
      <w:r>
        <w:rPr>
          <w:rFonts w:asciiTheme="minorHAnsi" w:eastAsiaTheme="minorEastAsia" w:hAnsiTheme="minorHAnsi" w:cstheme="minorBidi"/>
          <w:sz w:val="22"/>
          <w:szCs w:val="22"/>
          <w:lang w:eastAsia="en-GB"/>
        </w:rPr>
        <w:tab/>
      </w:r>
      <w:r>
        <w:t>Application Errors</w:t>
      </w:r>
      <w:r>
        <w:tab/>
      </w:r>
      <w:r>
        <w:fldChar w:fldCharType="begin" w:fldLock="1"/>
      </w:r>
      <w:r>
        <w:instrText xml:space="preserve"> PAGEREF _Toc74989913 \h </w:instrText>
      </w:r>
      <w:r>
        <w:fldChar w:fldCharType="separate"/>
      </w:r>
      <w:r>
        <w:t>40</w:t>
      </w:r>
      <w:r>
        <w:fldChar w:fldCharType="end"/>
      </w:r>
    </w:p>
    <w:p w14:paraId="420EEAC5" w14:textId="05C201F8" w:rsidR="0028738E" w:rsidRDefault="0028738E">
      <w:pPr>
        <w:pStyle w:val="TOC3"/>
        <w:rPr>
          <w:rFonts w:asciiTheme="minorHAnsi" w:eastAsiaTheme="minorEastAsia" w:hAnsiTheme="minorHAnsi" w:cstheme="minorBidi"/>
          <w:sz w:val="22"/>
          <w:szCs w:val="22"/>
          <w:lang w:eastAsia="en-GB"/>
        </w:rPr>
      </w:pPr>
      <w:r>
        <w:t>6.2.</w:t>
      </w:r>
      <w:r>
        <w:rPr>
          <w:lang w:eastAsia="zh-CN"/>
        </w:rPr>
        <w:t>8</w:t>
      </w:r>
      <w:r>
        <w:rPr>
          <w:rFonts w:asciiTheme="minorHAnsi" w:eastAsiaTheme="minorEastAsia" w:hAnsiTheme="minorHAnsi" w:cstheme="minorBidi"/>
          <w:sz w:val="22"/>
          <w:szCs w:val="22"/>
          <w:lang w:eastAsia="en-GB"/>
        </w:rPr>
        <w:tab/>
      </w:r>
      <w:r>
        <w:t>Feature negotiation</w:t>
      </w:r>
      <w:r>
        <w:tab/>
      </w:r>
      <w:r>
        <w:fldChar w:fldCharType="begin" w:fldLock="1"/>
      </w:r>
      <w:r>
        <w:instrText xml:space="preserve"> PAGEREF _Toc74989914 \h </w:instrText>
      </w:r>
      <w:r>
        <w:fldChar w:fldCharType="separate"/>
      </w:r>
      <w:r>
        <w:t>40</w:t>
      </w:r>
      <w:r>
        <w:fldChar w:fldCharType="end"/>
      </w:r>
    </w:p>
    <w:p w14:paraId="51515D0F" w14:textId="2704512B" w:rsidR="0028738E" w:rsidRDefault="0028738E">
      <w:pPr>
        <w:pStyle w:val="TOC3"/>
        <w:rPr>
          <w:rFonts w:asciiTheme="minorHAnsi" w:eastAsiaTheme="minorEastAsia" w:hAnsiTheme="minorHAnsi" w:cstheme="minorBidi"/>
          <w:sz w:val="22"/>
          <w:szCs w:val="22"/>
          <w:lang w:eastAsia="en-GB"/>
        </w:rPr>
      </w:pPr>
      <w:r w:rsidRPr="0028738E">
        <w:t>6.2.9</w:t>
      </w:r>
      <w:r w:rsidRPr="0028738E">
        <w:rPr>
          <w:rFonts w:asciiTheme="minorHAnsi" w:eastAsiaTheme="minorEastAsia" w:hAnsiTheme="minorHAnsi" w:cstheme="minorBidi"/>
          <w:sz w:val="22"/>
          <w:szCs w:val="22"/>
          <w:lang w:eastAsia="en-GB"/>
        </w:rPr>
        <w:tab/>
      </w:r>
      <w:r w:rsidRPr="00724591">
        <w:rPr>
          <w:lang w:val="en-US"/>
        </w:rPr>
        <w:t>Security</w:t>
      </w:r>
      <w:r>
        <w:tab/>
      </w:r>
      <w:r>
        <w:fldChar w:fldCharType="begin" w:fldLock="1"/>
      </w:r>
      <w:r>
        <w:instrText xml:space="preserve"> PAGEREF _Toc74989915 \h </w:instrText>
      </w:r>
      <w:r>
        <w:fldChar w:fldCharType="separate"/>
      </w:r>
      <w:r>
        <w:t>41</w:t>
      </w:r>
      <w:r>
        <w:fldChar w:fldCharType="end"/>
      </w:r>
    </w:p>
    <w:p w14:paraId="396BEBF4" w14:textId="6846C627" w:rsidR="0028738E" w:rsidRDefault="0028738E" w:rsidP="0028738E">
      <w:pPr>
        <w:pStyle w:val="TOC8"/>
        <w:tabs>
          <w:tab w:val="right" w:leader="dot" w:pos="9639"/>
        </w:tabs>
        <w:rPr>
          <w:rFonts w:asciiTheme="minorHAnsi" w:eastAsiaTheme="minorEastAsia" w:hAnsiTheme="minorHAnsi" w:cstheme="minorBidi"/>
          <w:b w:val="0"/>
          <w:szCs w:val="22"/>
          <w:lang w:eastAsia="en-GB"/>
        </w:rPr>
      </w:pPr>
      <w:r>
        <w:t>Annex A (normative):</w:t>
      </w:r>
      <w:r>
        <w:tab/>
        <w:t>OpenAPI specification</w:t>
      </w:r>
      <w:r>
        <w:tab/>
      </w:r>
      <w:r>
        <w:fldChar w:fldCharType="begin" w:fldLock="1"/>
      </w:r>
      <w:r>
        <w:instrText xml:space="preserve"> PAGEREF _Toc74989916 \h </w:instrText>
      </w:r>
      <w:r>
        <w:fldChar w:fldCharType="separate"/>
      </w:r>
      <w:r>
        <w:t>42</w:t>
      </w:r>
      <w:r>
        <w:fldChar w:fldCharType="end"/>
      </w:r>
    </w:p>
    <w:p w14:paraId="7C47D1DE" w14:textId="24C72AB9" w:rsidR="0028738E" w:rsidRDefault="0028738E">
      <w:pPr>
        <w:pStyle w:val="TOC2"/>
        <w:rPr>
          <w:rFonts w:asciiTheme="minorHAnsi" w:eastAsiaTheme="minorEastAsia" w:hAnsiTheme="minorHAnsi" w:cstheme="minorBidi"/>
          <w:sz w:val="22"/>
          <w:szCs w:val="22"/>
          <w:lang w:eastAsia="en-GB"/>
        </w:rPr>
      </w:pPr>
      <w:r>
        <w:t>A.1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_Toc74989917 \h </w:instrText>
      </w:r>
      <w:r>
        <w:fldChar w:fldCharType="separate"/>
      </w:r>
      <w:r>
        <w:t>42</w:t>
      </w:r>
      <w:r>
        <w:fldChar w:fldCharType="end"/>
      </w:r>
    </w:p>
    <w:p w14:paraId="6A4B36DE" w14:textId="3558AD02" w:rsidR="0028738E" w:rsidRDefault="0028738E">
      <w:pPr>
        <w:pStyle w:val="TOC2"/>
        <w:rPr>
          <w:rFonts w:asciiTheme="minorHAnsi" w:eastAsiaTheme="minorEastAsia" w:hAnsiTheme="minorHAnsi" w:cstheme="minorBidi"/>
          <w:sz w:val="22"/>
          <w:szCs w:val="22"/>
          <w:lang w:eastAsia="en-GB"/>
        </w:rPr>
      </w:pPr>
      <w:r>
        <w:t>A.2</w:t>
      </w:r>
      <w:r>
        <w:rPr>
          <w:rFonts w:asciiTheme="minorHAnsi" w:eastAsiaTheme="minorEastAsia" w:hAnsiTheme="minorHAnsi" w:cstheme="minorBidi"/>
          <w:sz w:val="22"/>
          <w:szCs w:val="22"/>
          <w:lang w:eastAsia="en-GB"/>
        </w:rPr>
        <w:tab/>
      </w:r>
      <w:r>
        <w:t>Nnssf_NSSelection API</w:t>
      </w:r>
      <w:r>
        <w:tab/>
      </w:r>
      <w:r>
        <w:fldChar w:fldCharType="begin" w:fldLock="1"/>
      </w:r>
      <w:r>
        <w:instrText xml:space="preserve"> PAGEREF _Toc74989918 \h </w:instrText>
      </w:r>
      <w:r>
        <w:fldChar w:fldCharType="separate"/>
      </w:r>
      <w:r>
        <w:t>42</w:t>
      </w:r>
      <w:r>
        <w:fldChar w:fldCharType="end"/>
      </w:r>
    </w:p>
    <w:p w14:paraId="6284E15A" w14:textId="36EDAA46" w:rsidR="0028738E" w:rsidRDefault="0028738E">
      <w:pPr>
        <w:pStyle w:val="TOC2"/>
        <w:rPr>
          <w:rFonts w:asciiTheme="minorHAnsi" w:eastAsiaTheme="minorEastAsia" w:hAnsiTheme="minorHAnsi" w:cstheme="minorBidi"/>
          <w:sz w:val="22"/>
          <w:szCs w:val="22"/>
          <w:lang w:eastAsia="en-GB"/>
        </w:rPr>
      </w:pPr>
      <w:r>
        <w:t>A.3</w:t>
      </w:r>
      <w:r>
        <w:rPr>
          <w:rFonts w:asciiTheme="minorHAnsi" w:eastAsiaTheme="minorEastAsia" w:hAnsiTheme="minorHAnsi" w:cstheme="minorBidi"/>
          <w:sz w:val="22"/>
          <w:szCs w:val="22"/>
          <w:lang w:eastAsia="en-GB"/>
        </w:rPr>
        <w:tab/>
      </w:r>
      <w:r>
        <w:t>Nnssf_NSSAIAvailability API</w:t>
      </w:r>
      <w:r>
        <w:tab/>
      </w:r>
      <w:r>
        <w:fldChar w:fldCharType="begin" w:fldLock="1"/>
      </w:r>
      <w:r>
        <w:instrText xml:space="preserve"> PAGEREF _Toc74989919 \h </w:instrText>
      </w:r>
      <w:r>
        <w:fldChar w:fldCharType="separate"/>
      </w:r>
      <w:r>
        <w:t>46</w:t>
      </w:r>
      <w:r>
        <w:fldChar w:fldCharType="end"/>
      </w:r>
    </w:p>
    <w:p w14:paraId="1EC61975" w14:textId="137BA1F3" w:rsidR="0028738E" w:rsidRDefault="0028738E" w:rsidP="0028738E">
      <w:pPr>
        <w:pStyle w:val="TOC8"/>
        <w:tabs>
          <w:tab w:val="right" w:leader="dot" w:pos="9639"/>
        </w:tabs>
        <w:rPr>
          <w:rFonts w:asciiTheme="minorHAnsi" w:eastAsiaTheme="minorEastAsia" w:hAnsiTheme="minorHAnsi" w:cstheme="minorBidi"/>
          <w:b w:val="0"/>
          <w:szCs w:val="22"/>
          <w:lang w:eastAsia="en-GB"/>
        </w:rPr>
      </w:pPr>
      <w:r>
        <w:t>Annex B (informative):</w:t>
      </w:r>
      <w:r>
        <w:tab/>
        <w:t>Change history</w:t>
      </w:r>
      <w:r>
        <w:tab/>
      </w:r>
      <w:r>
        <w:fldChar w:fldCharType="begin" w:fldLock="1"/>
      </w:r>
      <w:r>
        <w:instrText xml:space="preserve"> PAGEREF _Toc74989920 \h </w:instrText>
      </w:r>
      <w:r>
        <w:fldChar w:fldCharType="separate"/>
      </w:r>
      <w:r>
        <w:t>53</w:t>
      </w:r>
      <w:r>
        <w:fldChar w:fldCharType="end"/>
      </w:r>
    </w:p>
    <w:p w14:paraId="16C6CEBF" w14:textId="30CB563A" w:rsidR="00080512" w:rsidRPr="00630AB6" w:rsidRDefault="00EE1738" w:rsidP="00C13FA8">
      <w:r>
        <w:rPr>
          <w:noProof/>
          <w:sz w:val="22"/>
          <w:lang w:val="en-US"/>
        </w:rPr>
        <w:fldChar w:fldCharType="end"/>
      </w:r>
    </w:p>
    <w:p w14:paraId="63F62FAE" w14:textId="77777777" w:rsidR="00080512" w:rsidRPr="00630AB6" w:rsidRDefault="00080512" w:rsidP="0041307B">
      <w:pPr>
        <w:pStyle w:val="Heading1"/>
      </w:pPr>
      <w:r w:rsidRPr="00630AB6">
        <w:br w:type="page"/>
      </w:r>
      <w:bookmarkStart w:id="3" w:name="_Toc74989771"/>
      <w:r w:rsidRPr="00630AB6">
        <w:lastRenderedPageBreak/>
        <w:t>Foreword</w:t>
      </w:r>
      <w:bookmarkEnd w:id="3"/>
    </w:p>
    <w:p w14:paraId="76900C2F" w14:textId="77777777" w:rsidR="00080512" w:rsidRPr="00630AB6" w:rsidRDefault="00080512">
      <w:r w:rsidRPr="00630AB6">
        <w:t>This Technical Specification has been produced by the 3</w:t>
      </w:r>
      <w:r w:rsidR="00F04712" w:rsidRPr="00630AB6">
        <w:t>rd</w:t>
      </w:r>
      <w:r w:rsidRPr="00630AB6">
        <w:t xml:space="preserve"> Generation Partnership Project (3GPP).</w:t>
      </w:r>
    </w:p>
    <w:p w14:paraId="0F306F72" w14:textId="77777777" w:rsidR="00080512" w:rsidRPr="00630AB6" w:rsidRDefault="00080512">
      <w:r w:rsidRPr="00630AB6">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030325E" w14:textId="77777777" w:rsidR="00080512" w:rsidRPr="00630AB6" w:rsidRDefault="00080512">
      <w:pPr>
        <w:pStyle w:val="B10"/>
      </w:pPr>
      <w:r w:rsidRPr="00630AB6">
        <w:t xml:space="preserve">Version </w:t>
      </w:r>
      <w:proofErr w:type="spellStart"/>
      <w:r w:rsidRPr="00630AB6">
        <w:t>x.y.z</w:t>
      </w:r>
      <w:proofErr w:type="spellEnd"/>
    </w:p>
    <w:p w14:paraId="640924B3" w14:textId="77777777" w:rsidR="00080512" w:rsidRPr="00630AB6" w:rsidRDefault="00080512">
      <w:pPr>
        <w:pStyle w:val="B10"/>
      </w:pPr>
      <w:r w:rsidRPr="00630AB6">
        <w:t>where:</w:t>
      </w:r>
    </w:p>
    <w:p w14:paraId="4DD1DE16" w14:textId="77777777" w:rsidR="00080512" w:rsidRPr="00630AB6" w:rsidRDefault="00080512">
      <w:pPr>
        <w:pStyle w:val="B2"/>
      </w:pPr>
      <w:r w:rsidRPr="00630AB6">
        <w:t>x</w:t>
      </w:r>
      <w:r w:rsidRPr="00630AB6">
        <w:tab/>
        <w:t>the first digit:</w:t>
      </w:r>
    </w:p>
    <w:p w14:paraId="0741E3E3" w14:textId="77777777" w:rsidR="00080512" w:rsidRPr="00630AB6" w:rsidRDefault="00080512">
      <w:pPr>
        <w:pStyle w:val="B3"/>
      </w:pPr>
      <w:r w:rsidRPr="00630AB6">
        <w:t>1</w:t>
      </w:r>
      <w:r w:rsidRPr="00630AB6">
        <w:tab/>
        <w:t>presented to TSG for information;</w:t>
      </w:r>
    </w:p>
    <w:p w14:paraId="05D0328B" w14:textId="77777777" w:rsidR="00080512" w:rsidRPr="00630AB6" w:rsidRDefault="00080512">
      <w:pPr>
        <w:pStyle w:val="B3"/>
      </w:pPr>
      <w:r w:rsidRPr="00630AB6">
        <w:t>2</w:t>
      </w:r>
      <w:r w:rsidRPr="00630AB6">
        <w:tab/>
        <w:t>presented to TSG for approval;</w:t>
      </w:r>
    </w:p>
    <w:p w14:paraId="1F2F9F04" w14:textId="77777777" w:rsidR="00080512" w:rsidRPr="00630AB6" w:rsidRDefault="00080512">
      <w:pPr>
        <w:pStyle w:val="B3"/>
      </w:pPr>
      <w:r w:rsidRPr="00630AB6">
        <w:t>3</w:t>
      </w:r>
      <w:r w:rsidRPr="00630AB6">
        <w:tab/>
        <w:t>or greater indicates TSG approved document under change control.</w:t>
      </w:r>
    </w:p>
    <w:p w14:paraId="00F42FDA" w14:textId="77777777" w:rsidR="00080512" w:rsidRPr="00630AB6" w:rsidRDefault="00080512">
      <w:pPr>
        <w:pStyle w:val="B2"/>
      </w:pPr>
      <w:r w:rsidRPr="00630AB6">
        <w:t>y</w:t>
      </w:r>
      <w:r w:rsidRPr="00630AB6">
        <w:tab/>
        <w:t>the second digit is incremented for all changes of substance, i.e. technical enhancements, corrections, updates, etc.</w:t>
      </w:r>
    </w:p>
    <w:p w14:paraId="32DC780B" w14:textId="77777777" w:rsidR="00080512" w:rsidRPr="00630AB6" w:rsidRDefault="00080512">
      <w:pPr>
        <w:pStyle w:val="B2"/>
      </w:pPr>
      <w:r w:rsidRPr="00630AB6">
        <w:t>z</w:t>
      </w:r>
      <w:r w:rsidRPr="00630AB6">
        <w:tab/>
        <w:t>the third digit is incremented when editorial only changes have been incorporated in the document.</w:t>
      </w:r>
    </w:p>
    <w:p w14:paraId="4EF5FA2A" w14:textId="77777777" w:rsidR="00080512" w:rsidRPr="00630AB6" w:rsidRDefault="00080512" w:rsidP="0041307B">
      <w:pPr>
        <w:pStyle w:val="Heading1"/>
      </w:pPr>
      <w:bookmarkStart w:id="4" w:name="_Toc74989772"/>
      <w:r w:rsidRPr="00630AB6">
        <w:t>1</w:t>
      </w:r>
      <w:r w:rsidRPr="00630AB6">
        <w:tab/>
        <w:t>Scope</w:t>
      </w:r>
      <w:bookmarkEnd w:id="4"/>
    </w:p>
    <w:p w14:paraId="4D8AFD21" w14:textId="77777777" w:rsidR="00220082" w:rsidRPr="00630AB6" w:rsidRDefault="00220082" w:rsidP="00220082">
      <w:r w:rsidRPr="00630AB6">
        <w:t xml:space="preserve">The present document specifies the stage 3 protocol and data model for the </w:t>
      </w:r>
      <w:proofErr w:type="spellStart"/>
      <w:r w:rsidRPr="00630AB6">
        <w:t>Nnssf</w:t>
      </w:r>
      <w:proofErr w:type="spellEnd"/>
      <w:r w:rsidRPr="00630AB6">
        <w:t xml:space="preserve"> Service Based Interface. It provides stage 3 protocol definitions and message flows, and specifies the API for each service offered by the NSSF.</w:t>
      </w:r>
    </w:p>
    <w:p w14:paraId="681DB14E" w14:textId="77777777" w:rsidR="00220082" w:rsidRPr="00630AB6" w:rsidRDefault="00220082" w:rsidP="00220082">
      <w:r w:rsidRPr="00630AB6">
        <w:t xml:space="preserve">The 5G System stage 2 architecture and procedures are specified in </w:t>
      </w:r>
      <w:r w:rsidR="00DE5E65" w:rsidRPr="00630AB6">
        <w:t>3GPP</w:t>
      </w:r>
      <w:r w:rsidR="00DE5E65">
        <w:t> </w:t>
      </w:r>
      <w:r w:rsidR="00DE5E65" w:rsidRPr="00630AB6">
        <w:t>TS</w:t>
      </w:r>
      <w:r w:rsidR="00DE5E65">
        <w:t> </w:t>
      </w:r>
      <w:r w:rsidR="00DE5E65" w:rsidRPr="00630AB6">
        <w:t>23.501 </w:t>
      </w:r>
      <w:r w:rsidRPr="00630AB6">
        <w:t>[2] and </w:t>
      </w:r>
      <w:r w:rsidR="00DE5E65" w:rsidRPr="00630AB6">
        <w:t>3GPP</w:t>
      </w:r>
      <w:r w:rsidR="00DE5E65">
        <w:t> </w:t>
      </w:r>
      <w:r w:rsidR="00DE5E65" w:rsidRPr="00630AB6">
        <w:t>TS</w:t>
      </w:r>
      <w:r w:rsidR="00DE5E65">
        <w:t> </w:t>
      </w:r>
      <w:r w:rsidR="00DE5E65" w:rsidRPr="00630AB6">
        <w:t>23.502 </w:t>
      </w:r>
      <w:r w:rsidRPr="00630AB6">
        <w:t>[3].</w:t>
      </w:r>
    </w:p>
    <w:p w14:paraId="5627E0C4" w14:textId="77777777" w:rsidR="00220082" w:rsidRPr="00630AB6" w:rsidRDefault="00220082" w:rsidP="005A5DA7">
      <w:r w:rsidRPr="00630AB6">
        <w:t xml:space="preserve">The Technical Realization of the Service Based Architecture and the Principles and Guidelines for Services Definition are specified in </w:t>
      </w:r>
      <w:r w:rsidR="00DE5E65" w:rsidRPr="00630AB6">
        <w:t>3GPP</w:t>
      </w:r>
      <w:r w:rsidR="00DE5E65">
        <w:t> </w:t>
      </w:r>
      <w:r w:rsidR="00DE5E65" w:rsidRPr="00630AB6">
        <w:t>TS</w:t>
      </w:r>
      <w:r w:rsidR="00DE5E65">
        <w:t> </w:t>
      </w:r>
      <w:r w:rsidR="00DE5E65" w:rsidRPr="00630AB6">
        <w:t>29.500 </w:t>
      </w:r>
      <w:r w:rsidRPr="00630AB6">
        <w:t>[4] and </w:t>
      </w:r>
      <w:r w:rsidR="00DE5E65" w:rsidRPr="00630AB6">
        <w:t>3GPP</w:t>
      </w:r>
      <w:r w:rsidR="00DE5E65">
        <w:t> </w:t>
      </w:r>
      <w:r w:rsidR="00DE5E65" w:rsidRPr="00630AB6">
        <w:t>TS</w:t>
      </w:r>
      <w:r w:rsidR="00DE5E65">
        <w:t> </w:t>
      </w:r>
      <w:r w:rsidR="00DE5E65" w:rsidRPr="00630AB6">
        <w:t>29.501 </w:t>
      </w:r>
      <w:r w:rsidRPr="00630AB6">
        <w:t>[5].</w:t>
      </w:r>
    </w:p>
    <w:p w14:paraId="52E69A77" w14:textId="77777777" w:rsidR="00080512" w:rsidRPr="00630AB6" w:rsidRDefault="00080512" w:rsidP="0041307B">
      <w:pPr>
        <w:pStyle w:val="Heading1"/>
      </w:pPr>
      <w:bookmarkStart w:id="5" w:name="_Toc74989773"/>
      <w:r w:rsidRPr="00630AB6">
        <w:t>2</w:t>
      </w:r>
      <w:r w:rsidRPr="00630AB6">
        <w:tab/>
        <w:t>References</w:t>
      </w:r>
      <w:bookmarkEnd w:id="5"/>
    </w:p>
    <w:p w14:paraId="73C0AA35" w14:textId="77777777" w:rsidR="00080512" w:rsidRPr="00630AB6" w:rsidRDefault="00080512">
      <w:r w:rsidRPr="00630AB6">
        <w:t>The following documents contain provisions which, through reference in this text, constitute provisions of the present document.</w:t>
      </w:r>
    </w:p>
    <w:p w14:paraId="414EB16F" w14:textId="77777777" w:rsidR="00080512" w:rsidRPr="00630AB6" w:rsidRDefault="00051834" w:rsidP="00051834">
      <w:pPr>
        <w:pStyle w:val="B10"/>
      </w:pPr>
      <w:bookmarkStart w:id="6" w:name="OLE_LINK1"/>
      <w:bookmarkStart w:id="7" w:name="OLE_LINK2"/>
      <w:bookmarkStart w:id="8" w:name="OLE_LINK3"/>
      <w:bookmarkStart w:id="9" w:name="OLE_LINK4"/>
      <w:r w:rsidRPr="00630AB6">
        <w:t>-</w:t>
      </w:r>
      <w:r w:rsidRPr="00630AB6">
        <w:tab/>
      </w:r>
      <w:r w:rsidR="00080512" w:rsidRPr="00630AB6">
        <w:t>References are either specific (identified by date of publication, edition numbe</w:t>
      </w:r>
      <w:r w:rsidR="00DC4DA2" w:rsidRPr="00630AB6">
        <w:t>r, version number, etc.) or non</w:t>
      </w:r>
      <w:r w:rsidR="00DC4DA2" w:rsidRPr="00630AB6">
        <w:noBreakHyphen/>
      </w:r>
      <w:r w:rsidR="00080512" w:rsidRPr="00630AB6">
        <w:t>specific.</w:t>
      </w:r>
    </w:p>
    <w:p w14:paraId="02F9C4AC" w14:textId="77777777" w:rsidR="00080512" w:rsidRPr="00630AB6" w:rsidRDefault="00051834" w:rsidP="00051834">
      <w:pPr>
        <w:pStyle w:val="B10"/>
      </w:pPr>
      <w:r w:rsidRPr="00630AB6">
        <w:t>-</w:t>
      </w:r>
      <w:r w:rsidRPr="00630AB6">
        <w:tab/>
      </w:r>
      <w:r w:rsidR="00080512" w:rsidRPr="00630AB6">
        <w:t>For a specific reference, subsequent revisions do not apply.</w:t>
      </w:r>
    </w:p>
    <w:p w14:paraId="42FAA9B0" w14:textId="77777777" w:rsidR="00080512" w:rsidRPr="00630AB6" w:rsidRDefault="00051834" w:rsidP="00051834">
      <w:pPr>
        <w:pStyle w:val="B10"/>
      </w:pPr>
      <w:r w:rsidRPr="00630AB6">
        <w:t>-</w:t>
      </w:r>
      <w:r w:rsidRPr="00630AB6">
        <w:tab/>
      </w:r>
      <w:r w:rsidR="00080512" w:rsidRPr="00630AB6">
        <w:t>For a non-specific reference, the latest version applies. In the case of a reference to a 3GPP document (including a GSM document), a non-specific reference implicitly refers to the latest version of that document</w:t>
      </w:r>
      <w:r w:rsidR="00080512" w:rsidRPr="00630AB6">
        <w:rPr>
          <w:i/>
        </w:rPr>
        <w:t xml:space="preserve"> in the same Release as the present document</w:t>
      </w:r>
      <w:r w:rsidR="00080512" w:rsidRPr="00630AB6">
        <w:t>.</w:t>
      </w:r>
    </w:p>
    <w:bookmarkEnd w:id="6"/>
    <w:bookmarkEnd w:id="7"/>
    <w:bookmarkEnd w:id="8"/>
    <w:bookmarkEnd w:id="9"/>
    <w:p w14:paraId="254CAF6A" w14:textId="77777777" w:rsidR="00EC4A25" w:rsidRPr="00630AB6" w:rsidRDefault="00EC4A25" w:rsidP="00EC4A25">
      <w:pPr>
        <w:pStyle w:val="EX"/>
      </w:pPr>
      <w:r w:rsidRPr="00630AB6">
        <w:t>[1]</w:t>
      </w:r>
      <w:r w:rsidRPr="00630AB6">
        <w:tab/>
      </w:r>
      <w:r w:rsidR="00DE5E65" w:rsidRPr="00630AB6">
        <w:t>3GPP</w:t>
      </w:r>
      <w:r w:rsidR="00DE5E65">
        <w:t> </w:t>
      </w:r>
      <w:r w:rsidR="00DE5E65" w:rsidRPr="00630AB6">
        <w:t>TR</w:t>
      </w:r>
      <w:r w:rsidR="00DE5E65">
        <w:t> </w:t>
      </w:r>
      <w:r w:rsidR="00DE5E65" w:rsidRPr="00630AB6">
        <w:t>21.905:</w:t>
      </w:r>
      <w:r w:rsidRPr="00630AB6">
        <w:t xml:space="preserve"> "Vocabulary for 3GPP Specifications".</w:t>
      </w:r>
    </w:p>
    <w:p w14:paraId="09F24443" w14:textId="77777777" w:rsidR="00E42DCB" w:rsidRPr="00630AB6" w:rsidRDefault="00E42DCB" w:rsidP="00E42DCB">
      <w:pPr>
        <w:pStyle w:val="EX"/>
      </w:pPr>
      <w:r w:rsidRPr="00630AB6">
        <w:t>[</w:t>
      </w:r>
      <w:r w:rsidRPr="00630AB6">
        <w:rPr>
          <w:lang w:eastAsia="zh-CN"/>
        </w:rPr>
        <w:t>2</w:t>
      </w:r>
      <w:r w:rsidRPr="00630AB6">
        <w:t>]</w:t>
      </w:r>
      <w:r w:rsidRPr="00630AB6">
        <w:tab/>
      </w:r>
      <w:r w:rsidR="00DE5E65" w:rsidRPr="00630AB6">
        <w:t>3GPP</w:t>
      </w:r>
      <w:r w:rsidR="00DE5E65">
        <w:t> </w:t>
      </w:r>
      <w:r w:rsidR="00DE5E65" w:rsidRPr="00630AB6">
        <w:t>TS</w:t>
      </w:r>
      <w:r w:rsidR="00DE5E65">
        <w:t> </w:t>
      </w:r>
      <w:r w:rsidR="00DE5E65" w:rsidRPr="00630AB6">
        <w:t>23.501:</w:t>
      </w:r>
      <w:r w:rsidRPr="00630AB6">
        <w:t xml:space="preserve"> "System Architecture for the 5G System; Stage 2".</w:t>
      </w:r>
    </w:p>
    <w:p w14:paraId="2E316E25" w14:textId="77777777" w:rsidR="00E42DCB" w:rsidRPr="00630AB6" w:rsidRDefault="00E42DCB" w:rsidP="00E42DCB">
      <w:pPr>
        <w:pStyle w:val="EX"/>
      </w:pPr>
      <w:r w:rsidRPr="00630AB6">
        <w:t>[</w:t>
      </w:r>
      <w:r w:rsidRPr="00630AB6">
        <w:rPr>
          <w:lang w:eastAsia="zh-CN"/>
        </w:rPr>
        <w:t>3</w:t>
      </w:r>
      <w:r w:rsidRPr="00630AB6">
        <w:t>]</w:t>
      </w:r>
      <w:r w:rsidRPr="00630AB6">
        <w:tab/>
      </w:r>
      <w:r w:rsidR="00DE5E65" w:rsidRPr="00630AB6">
        <w:t>3GPP</w:t>
      </w:r>
      <w:r w:rsidR="00DE5E65">
        <w:t> </w:t>
      </w:r>
      <w:r w:rsidR="00DE5E65" w:rsidRPr="00630AB6">
        <w:t>TS</w:t>
      </w:r>
      <w:r w:rsidR="00DE5E65">
        <w:t> </w:t>
      </w:r>
      <w:r w:rsidR="00DE5E65" w:rsidRPr="00630AB6">
        <w:t>23.502:</w:t>
      </w:r>
      <w:r w:rsidRPr="00630AB6">
        <w:t xml:space="preserve"> "Procedures for the 5G System; Stage 2".</w:t>
      </w:r>
    </w:p>
    <w:p w14:paraId="395B56EF" w14:textId="77777777" w:rsidR="00E42DCB" w:rsidRPr="00630AB6" w:rsidRDefault="00E42DCB" w:rsidP="00E42DCB">
      <w:pPr>
        <w:pStyle w:val="EX"/>
      </w:pPr>
      <w:r w:rsidRPr="00630AB6">
        <w:t>[</w:t>
      </w:r>
      <w:r w:rsidRPr="00630AB6">
        <w:rPr>
          <w:lang w:eastAsia="zh-CN"/>
        </w:rPr>
        <w:t>4</w:t>
      </w:r>
      <w:r w:rsidRPr="00630AB6">
        <w:t>]</w:t>
      </w:r>
      <w:r w:rsidRPr="00630AB6">
        <w:tab/>
      </w:r>
      <w:r w:rsidR="00DE5E65" w:rsidRPr="00630AB6">
        <w:t>3GPP</w:t>
      </w:r>
      <w:r w:rsidR="00DE5E65">
        <w:t> </w:t>
      </w:r>
      <w:r w:rsidR="00DE5E65" w:rsidRPr="00630AB6">
        <w:t>TS</w:t>
      </w:r>
      <w:r w:rsidR="00DE5E65">
        <w:t> </w:t>
      </w:r>
      <w:r w:rsidR="00DE5E65" w:rsidRPr="00630AB6">
        <w:t>29.500:</w:t>
      </w:r>
      <w:r w:rsidRPr="00630AB6">
        <w:t xml:space="preserve"> "5G System; Technical Realization of Service Based Architecture; Stage 3".</w:t>
      </w:r>
    </w:p>
    <w:p w14:paraId="0022F255" w14:textId="77777777" w:rsidR="00E86839" w:rsidRPr="00630AB6" w:rsidRDefault="00E42DCB" w:rsidP="00EC4A25">
      <w:pPr>
        <w:pStyle w:val="EX"/>
        <w:rPr>
          <w:lang w:eastAsia="zh-CN"/>
        </w:rPr>
      </w:pPr>
      <w:r w:rsidRPr="00630AB6">
        <w:t>[</w:t>
      </w:r>
      <w:r w:rsidRPr="00630AB6">
        <w:rPr>
          <w:lang w:eastAsia="zh-CN"/>
        </w:rPr>
        <w:t>5</w:t>
      </w:r>
      <w:r w:rsidRPr="00630AB6">
        <w:t>]</w:t>
      </w:r>
      <w:r w:rsidRPr="00630AB6">
        <w:tab/>
      </w:r>
      <w:r w:rsidR="00DE5E65" w:rsidRPr="00630AB6">
        <w:t>3GPP</w:t>
      </w:r>
      <w:r w:rsidR="00DE5E65">
        <w:t> </w:t>
      </w:r>
      <w:r w:rsidR="00DE5E65" w:rsidRPr="00630AB6">
        <w:t>TS</w:t>
      </w:r>
      <w:r w:rsidR="00DE5E65">
        <w:t> </w:t>
      </w:r>
      <w:r w:rsidR="00DE5E65" w:rsidRPr="00630AB6">
        <w:t>29.501:</w:t>
      </w:r>
      <w:r w:rsidRPr="00630AB6">
        <w:t xml:space="preserve"> "5G System; Principles and Guidelines for Services Definition; Stage 3".</w:t>
      </w:r>
    </w:p>
    <w:p w14:paraId="57B762BF" w14:textId="77777777" w:rsidR="00065857" w:rsidRPr="00630AB6" w:rsidRDefault="00065857" w:rsidP="00065857">
      <w:pPr>
        <w:pStyle w:val="EX"/>
        <w:rPr>
          <w:lang w:val="en-US" w:eastAsia="zh-CN"/>
        </w:rPr>
      </w:pPr>
      <w:r w:rsidRPr="00630AB6">
        <w:t>[</w:t>
      </w:r>
      <w:r w:rsidRPr="00630AB6">
        <w:rPr>
          <w:rFonts w:hint="eastAsia"/>
          <w:lang w:eastAsia="zh-CN"/>
        </w:rPr>
        <w:t>6</w:t>
      </w:r>
      <w:r w:rsidRPr="00630AB6">
        <w:t>]</w:t>
      </w:r>
      <w:r w:rsidRPr="00630AB6">
        <w:tab/>
      </w:r>
      <w:r w:rsidRPr="00630AB6">
        <w:rPr>
          <w:lang w:val="en-US"/>
        </w:rPr>
        <w:t xml:space="preserve">OpenAPI: </w:t>
      </w:r>
      <w:r w:rsidRPr="00630AB6">
        <w:t>"</w:t>
      </w:r>
      <w:r w:rsidRPr="00630AB6">
        <w:rPr>
          <w:lang w:val="en-US"/>
        </w:rPr>
        <w:t>OpenAPI 3.0.0 Specification</w:t>
      </w:r>
      <w:r w:rsidRPr="00630AB6">
        <w:t>"</w:t>
      </w:r>
      <w:r w:rsidRPr="00630AB6">
        <w:rPr>
          <w:lang w:val="en-US"/>
        </w:rPr>
        <w:t xml:space="preserve">, </w:t>
      </w:r>
      <w:hyperlink r:id="rId11" w:history="1">
        <w:r w:rsidRPr="00630AB6">
          <w:rPr>
            <w:rStyle w:val="Hyperlink"/>
            <w:lang w:val="en-US"/>
          </w:rPr>
          <w:t>https://github.com/OAI/OpenAPI-Specification/blob/master/versions/3.0.0.md</w:t>
        </w:r>
      </w:hyperlink>
      <w:r w:rsidRPr="00630AB6">
        <w:rPr>
          <w:lang w:val="en-US"/>
        </w:rPr>
        <w:t>.</w:t>
      </w:r>
    </w:p>
    <w:p w14:paraId="31541840" w14:textId="77777777" w:rsidR="007D23F4" w:rsidRPr="00630AB6" w:rsidRDefault="007D23F4" w:rsidP="007D23F4">
      <w:pPr>
        <w:pStyle w:val="EX"/>
        <w:rPr>
          <w:lang w:eastAsia="zh-CN"/>
        </w:rPr>
      </w:pPr>
      <w:r w:rsidRPr="00630AB6">
        <w:lastRenderedPageBreak/>
        <w:t>[</w:t>
      </w:r>
      <w:r w:rsidRPr="00630AB6">
        <w:rPr>
          <w:rFonts w:hint="eastAsia"/>
          <w:lang w:eastAsia="zh-CN"/>
        </w:rPr>
        <w:t>7</w:t>
      </w:r>
      <w:r w:rsidRPr="00630AB6">
        <w:t>]</w:t>
      </w:r>
      <w:r w:rsidRPr="00630AB6">
        <w:tab/>
      </w:r>
      <w:r w:rsidR="00DE5E65" w:rsidRPr="00630AB6">
        <w:t>3GPP</w:t>
      </w:r>
      <w:r w:rsidR="00DE5E65">
        <w:t> </w:t>
      </w:r>
      <w:r w:rsidR="00DE5E65" w:rsidRPr="00630AB6">
        <w:t>TS</w:t>
      </w:r>
      <w:r w:rsidR="00DE5E65">
        <w:t> </w:t>
      </w:r>
      <w:r w:rsidR="00DE5E65" w:rsidRPr="00630AB6">
        <w:t>29.571:</w:t>
      </w:r>
      <w:r w:rsidRPr="00630AB6">
        <w:t xml:space="preserve"> "5G System; Common Data Types for Service Based Interfaces; Stage 3".</w:t>
      </w:r>
    </w:p>
    <w:p w14:paraId="02330F78" w14:textId="77777777" w:rsidR="00062279" w:rsidRPr="00630AB6" w:rsidRDefault="00062279" w:rsidP="00062279">
      <w:pPr>
        <w:pStyle w:val="EX"/>
      </w:pPr>
      <w:r w:rsidRPr="00630AB6">
        <w:t>[</w:t>
      </w:r>
      <w:r w:rsidRPr="00630AB6">
        <w:rPr>
          <w:rFonts w:hint="eastAsia"/>
          <w:lang w:eastAsia="zh-CN"/>
        </w:rPr>
        <w:t>8</w:t>
      </w:r>
      <w:r w:rsidRPr="00630AB6">
        <w:t>]</w:t>
      </w:r>
      <w:r w:rsidRPr="00630AB6">
        <w:tab/>
      </w:r>
      <w:r w:rsidR="00DE5E65" w:rsidRPr="00630AB6">
        <w:t>IETF</w:t>
      </w:r>
      <w:r w:rsidR="00DE5E65">
        <w:t> </w:t>
      </w:r>
      <w:r w:rsidR="00DE5E65" w:rsidRPr="00630AB6">
        <w:t>RFC</w:t>
      </w:r>
      <w:r w:rsidR="00DE5E65">
        <w:t> </w:t>
      </w:r>
      <w:r w:rsidR="00DE5E65" w:rsidRPr="00630AB6">
        <w:t>6902:</w:t>
      </w:r>
      <w:r w:rsidRPr="00630AB6">
        <w:t xml:space="preserve"> "JavaScript Object Notation (JSON) Patch".</w:t>
      </w:r>
    </w:p>
    <w:p w14:paraId="7BE51541" w14:textId="77777777" w:rsidR="0058295D" w:rsidRPr="00630AB6" w:rsidRDefault="0058295D" w:rsidP="00062279">
      <w:pPr>
        <w:pStyle w:val="EX"/>
      </w:pPr>
      <w:r w:rsidRPr="00630AB6">
        <w:t>[</w:t>
      </w:r>
      <w:r w:rsidR="00886C56" w:rsidRPr="00630AB6">
        <w:t>9</w:t>
      </w:r>
      <w:r w:rsidRPr="00630AB6">
        <w:t>]</w:t>
      </w:r>
      <w:r w:rsidRPr="00630AB6">
        <w:tab/>
      </w:r>
      <w:r w:rsidR="00DE5E65" w:rsidRPr="00630AB6">
        <w:t>3GPP</w:t>
      </w:r>
      <w:r w:rsidR="00DE5E65">
        <w:t> </w:t>
      </w:r>
      <w:r w:rsidR="00DE5E65" w:rsidRPr="00630AB6">
        <w:t>TS</w:t>
      </w:r>
      <w:r w:rsidR="00DE5E65">
        <w:t> </w:t>
      </w:r>
      <w:r w:rsidR="00DE5E65" w:rsidRPr="00630AB6">
        <w:t>23.003:</w:t>
      </w:r>
      <w:r w:rsidRPr="00630AB6">
        <w:t xml:space="preserve"> "Numbering, addressing and identification".</w:t>
      </w:r>
    </w:p>
    <w:p w14:paraId="1E6D5455" w14:textId="77777777" w:rsidR="00D85529" w:rsidRPr="00630AB6" w:rsidRDefault="00D85529" w:rsidP="00062279">
      <w:pPr>
        <w:pStyle w:val="EX"/>
        <w:rPr>
          <w:lang w:val="de-DE"/>
        </w:rPr>
      </w:pPr>
      <w:r w:rsidRPr="00630AB6">
        <w:rPr>
          <w:lang w:eastAsia="zh-CN"/>
        </w:rPr>
        <w:t>[</w:t>
      </w:r>
      <w:r w:rsidR="003F6EE2" w:rsidRPr="00630AB6">
        <w:rPr>
          <w:lang w:eastAsia="zh-CN"/>
        </w:rPr>
        <w:t>10</w:t>
      </w:r>
      <w:r w:rsidRPr="00630AB6">
        <w:rPr>
          <w:lang w:eastAsia="zh-CN"/>
        </w:rPr>
        <w:t>]</w:t>
      </w:r>
      <w:r w:rsidRPr="00630AB6">
        <w:rPr>
          <w:lang w:eastAsia="zh-CN"/>
        </w:rPr>
        <w:tab/>
      </w:r>
      <w:r w:rsidR="00DE5E65" w:rsidRPr="00630AB6">
        <w:rPr>
          <w:lang w:val="de-DE"/>
        </w:rPr>
        <w:t>IETF</w:t>
      </w:r>
      <w:r w:rsidR="00DE5E65">
        <w:rPr>
          <w:lang w:val="de-DE"/>
        </w:rPr>
        <w:t> </w:t>
      </w:r>
      <w:r w:rsidR="00DE5E65" w:rsidRPr="00630AB6">
        <w:rPr>
          <w:lang w:val="de-DE"/>
        </w:rPr>
        <w:t>RFC</w:t>
      </w:r>
      <w:r w:rsidR="00DE5E65">
        <w:rPr>
          <w:lang w:val="de-DE"/>
        </w:rPr>
        <w:t> </w:t>
      </w:r>
      <w:r w:rsidR="00DE5E65" w:rsidRPr="00630AB6">
        <w:rPr>
          <w:lang w:val="de-DE"/>
        </w:rPr>
        <w:t>7540:</w:t>
      </w:r>
      <w:r w:rsidRPr="00630AB6">
        <w:rPr>
          <w:lang w:val="de-DE"/>
        </w:rPr>
        <w:t xml:space="preserve"> "Hypertext Transfer Protocol Version 2 (HTTP/2)".</w:t>
      </w:r>
    </w:p>
    <w:p w14:paraId="6348F2B4" w14:textId="77777777" w:rsidR="006B52EB" w:rsidRPr="00630AB6" w:rsidRDefault="006B52EB" w:rsidP="006B52EB">
      <w:pPr>
        <w:pStyle w:val="EX"/>
        <w:rPr>
          <w:lang w:eastAsia="zh-CN"/>
        </w:rPr>
      </w:pPr>
      <w:r w:rsidRPr="00630AB6">
        <w:rPr>
          <w:lang w:eastAsia="zh-CN"/>
        </w:rPr>
        <w:t>[11]</w:t>
      </w:r>
      <w:r w:rsidRPr="00630AB6">
        <w:rPr>
          <w:lang w:eastAsia="zh-CN"/>
        </w:rPr>
        <w:tab/>
      </w:r>
      <w:r w:rsidR="00DE5E65" w:rsidRPr="00630AB6">
        <w:rPr>
          <w:lang w:eastAsia="zh-CN"/>
        </w:rPr>
        <w:t>3GPP</w:t>
      </w:r>
      <w:r w:rsidR="00DE5E65">
        <w:rPr>
          <w:lang w:eastAsia="zh-CN"/>
        </w:rPr>
        <w:t> </w:t>
      </w:r>
      <w:r w:rsidR="00DE5E65" w:rsidRPr="00630AB6">
        <w:rPr>
          <w:lang w:eastAsia="zh-CN"/>
        </w:rPr>
        <w:t>TS</w:t>
      </w:r>
      <w:r w:rsidR="00DE5E65">
        <w:rPr>
          <w:lang w:eastAsia="zh-CN"/>
        </w:rPr>
        <w:t> </w:t>
      </w:r>
      <w:r w:rsidR="00DE5E65" w:rsidRPr="00630AB6">
        <w:rPr>
          <w:lang w:eastAsia="zh-CN"/>
        </w:rPr>
        <w:t>33.501:</w:t>
      </w:r>
      <w:r w:rsidRPr="00630AB6">
        <w:rPr>
          <w:lang w:eastAsia="zh-CN"/>
        </w:rPr>
        <w:t xml:space="preserve"> "Security architecture and procedures for 5G system".</w:t>
      </w:r>
    </w:p>
    <w:p w14:paraId="0093DB94" w14:textId="77777777" w:rsidR="006B52EB" w:rsidRPr="00630AB6" w:rsidRDefault="006B52EB" w:rsidP="006B52EB">
      <w:pPr>
        <w:pStyle w:val="EX"/>
        <w:rPr>
          <w:lang w:eastAsia="zh-CN"/>
        </w:rPr>
      </w:pPr>
      <w:r w:rsidRPr="00630AB6">
        <w:rPr>
          <w:lang w:eastAsia="zh-CN"/>
        </w:rPr>
        <w:t>[12]</w:t>
      </w:r>
      <w:r w:rsidRPr="00630AB6">
        <w:rPr>
          <w:lang w:eastAsia="zh-CN"/>
        </w:rPr>
        <w:tab/>
      </w:r>
      <w:r w:rsidR="00DE5E65" w:rsidRPr="00630AB6">
        <w:rPr>
          <w:lang w:val="en-US"/>
        </w:rPr>
        <w:t>IETF</w:t>
      </w:r>
      <w:r w:rsidR="00DE5E65">
        <w:rPr>
          <w:lang w:val="en-US"/>
        </w:rPr>
        <w:t> </w:t>
      </w:r>
      <w:r w:rsidR="00DE5E65" w:rsidRPr="00630AB6">
        <w:rPr>
          <w:lang w:val="en-US"/>
        </w:rPr>
        <w:t>RFC</w:t>
      </w:r>
      <w:r w:rsidR="00DE5E65">
        <w:rPr>
          <w:lang w:val="en-US"/>
        </w:rPr>
        <w:t> </w:t>
      </w:r>
      <w:r w:rsidR="00DE5E65" w:rsidRPr="00630AB6">
        <w:rPr>
          <w:lang w:val="en-US"/>
        </w:rPr>
        <w:t>6749:</w:t>
      </w:r>
      <w:r w:rsidRPr="00630AB6">
        <w:rPr>
          <w:lang w:val="en-US"/>
        </w:rPr>
        <w:t xml:space="preserve"> "The OAuth 2.0 Authorization Framework".</w:t>
      </w:r>
    </w:p>
    <w:p w14:paraId="435B7DBB" w14:textId="77777777" w:rsidR="006B52EB" w:rsidRPr="00630AB6" w:rsidRDefault="006B52EB" w:rsidP="006B52EB">
      <w:pPr>
        <w:pStyle w:val="EX"/>
        <w:rPr>
          <w:lang w:eastAsia="zh-CN"/>
        </w:rPr>
      </w:pPr>
      <w:r w:rsidRPr="00630AB6">
        <w:rPr>
          <w:lang w:eastAsia="zh-CN"/>
        </w:rPr>
        <w:t>[13]</w:t>
      </w:r>
      <w:r w:rsidRPr="00630AB6">
        <w:rPr>
          <w:lang w:eastAsia="zh-CN"/>
        </w:rPr>
        <w:tab/>
      </w:r>
      <w:r w:rsidR="00DE5E65" w:rsidRPr="00630AB6">
        <w:rPr>
          <w:lang w:eastAsia="zh-CN"/>
        </w:rPr>
        <w:t>3GPP</w:t>
      </w:r>
      <w:r w:rsidR="00DE5E65">
        <w:rPr>
          <w:lang w:eastAsia="zh-CN"/>
        </w:rPr>
        <w:t> </w:t>
      </w:r>
      <w:r w:rsidR="00DE5E65" w:rsidRPr="00630AB6">
        <w:rPr>
          <w:lang w:eastAsia="zh-CN"/>
        </w:rPr>
        <w:t>TS</w:t>
      </w:r>
      <w:r w:rsidR="00DE5E65">
        <w:rPr>
          <w:lang w:eastAsia="zh-CN"/>
        </w:rPr>
        <w:t> </w:t>
      </w:r>
      <w:r w:rsidR="00DE5E65" w:rsidRPr="00630AB6">
        <w:rPr>
          <w:lang w:eastAsia="zh-CN"/>
        </w:rPr>
        <w:t>29.510:</w:t>
      </w:r>
      <w:r w:rsidRPr="00630AB6">
        <w:rPr>
          <w:lang w:eastAsia="zh-CN"/>
        </w:rPr>
        <w:t xml:space="preserve"> "Network Function Repository Services; Stage 3".</w:t>
      </w:r>
    </w:p>
    <w:p w14:paraId="27F334EB" w14:textId="77777777" w:rsidR="004C396D" w:rsidRPr="00630AB6" w:rsidRDefault="004C396D" w:rsidP="004C396D">
      <w:pPr>
        <w:pStyle w:val="EX"/>
      </w:pPr>
      <w:bookmarkStart w:id="10" w:name="_Hlk518038066"/>
      <w:r w:rsidRPr="00630AB6">
        <w:t>[</w:t>
      </w:r>
      <w:r w:rsidR="00BA3FAE" w:rsidRPr="00630AB6">
        <w:t>14</w:t>
      </w:r>
      <w:r w:rsidRPr="00630AB6">
        <w:t>]</w:t>
      </w:r>
      <w:r w:rsidRPr="00630AB6">
        <w:tab/>
      </w:r>
      <w:r w:rsidR="00DE5E65" w:rsidRPr="00630AB6">
        <w:t>IETF</w:t>
      </w:r>
      <w:r w:rsidR="00DE5E65">
        <w:t> </w:t>
      </w:r>
      <w:r w:rsidR="00DE5E65" w:rsidRPr="00630AB6">
        <w:t>RFC</w:t>
      </w:r>
      <w:r w:rsidR="00DE5E65">
        <w:t> </w:t>
      </w:r>
      <w:r w:rsidR="00DE5E65" w:rsidRPr="00630AB6">
        <w:t>8259:</w:t>
      </w:r>
      <w:r w:rsidRPr="00630AB6">
        <w:t xml:space="preserve"> "The JavaScript Object Notation (JSON) Data Interchange Format".</w:t>
      </w:r>
    </w:p>
    <w:bookmarkEnd w:id="10"/>
    <w:p w14:paraId="3841F356" w14:textId="77777777" w:rsidR="004C396D" w:rsidRDefault="004C396D" w:rsidP="008A5C0C">
      <w:pPr>
        <w:pStyle w:val="EX"/>
      </w:pPr>
      <w:r w:rsidRPr="00630AB6">
        <w:t>[</w:t>
      </w:r>
      <w:r w:rsidR="00BA3FAE" w:rsidRPr="00630AB6">
        <w:t>15</w:t>
      </w:r>
      <w:r w:rsidRPr="00630AB6">
        <w:t>]</w:t>
      </w:r>
      <w:r w:rsidRPr="00630AB6">
        <w:tab/>
      </w:r>
      <w:r w:rsidR="00DE5E65" w:rsidRPr="00630AB6">
        <w:t>IETF</w:t>
      </w:r>
      <w:r w:rsidR="00DE5E65">
        <w:t> </w:t>
      </w:r>
      <w:r w:rsidR="00DE5E65" w:rsidRPr="00630AB6">
        <w:t>RFC</w:t>
      </w:r>
      <w:r w:rsidR="00DE5E65">
        <w:t> </w:t>
      </w:r>
      <w:r w:rsidR="00DE5E65" w:rsidRPr="00630AB6">
        <w:t>7807:</w:t>
      </w:r>
      <w:r w:rsidR="00281719" w:rsidRPr="00630AB6">
        <w:t xml:space="preserve"> </w:t>
      </w:r>
      <w:r w:rsidRPr="00630AB6">
        <w:t>"Problem Details for HTTP APIs".</w:t>
      </w:r>
    </w:p>
    <w:p w14:paraId="55210D85" w14:textId="77777777" w:rsidR="003149C1" w:rsidRDefault="00D65AA5" w:rsidP="008A5C0C">
      <w:pPr>
        <w:pStyle w:val="EX"/>
      </w:pPr>
      <w:r>
        <w:t>[16</w:t>
      </w:r>
      <w:r w:rsidRPr="002857AD">
        <w:t>]</w:t>
      </w:r>
      <w:r w:rsidRPr="002857AD">
        <w:tab/>
      </w:r>
      <w:r w:rsidR="00DE5E65" w:rsidRPr="002857AD">
        <w:t>IETF</w:t>
      </w:r>
      <w:r w:rsidR="00DE5E65">
        <w:t> </w:t>
      </w:r>
      <w:r w:rsidR="00DE5E65" w:rsidRPr="002857AD">
        <w:t>RFC</w:t>
      </w:r>
      <w:r w:rsidR="00DE5E65">
        <w:t> 1952</w:t>
      </w:r>
      <w:r w:rsidR="00DE5E65" w:rsidRPr="002857AD">
        <w:t>:</w:t>
      </w:r>
      <w:r w:rsidRPr="002857AD">
        <w:t xml:space="preserve"> "</w:t>
      </w:r>
      <w:r>
        <w:t>GZIP file format specification version 4.3</w:t>
      </w:r>
      <w:r w:rsidRPr="002857AD">
        <w:t>".</w:t>
      </w:r>
    </w:p>
    <w:p w14:paraId="70109B01" w14:textId="77777777" w:rsidR="005B7F99" w:rsidRPr="003149C1" w:rsidRDefault="005B7F99" w:rsidP="008A5C0C">
      <w:pPr>
        <w:pStyle w:val="EX"/>
      </w:pPr>
      <w:r>
        <w:t>[17]</w:t>
      </w:r>
      <w:r>
        <w:tab/>
      </w:r>
      <w:r w:rsidR="00DE5E65" w:rsidRPr="005E4D39">
        <w:t>3GPP</w:t>
      </w:r>
      <w:r w:rsidR="00DE5E65">
        <w:t> </w:t>
      </w:r>
      <w:r w:rsidR="00DE5E65" w:rsidRPr="005E4D39">
        <w:t>T</w:t>
      </w:r>
      <w:r w:rsidR="00DE5E65">
        <w:t>R 21.900</w:t>
      </w:r>
      <w:r w:rsidR="00DE5E65" w:rsidRPr="005E4D39">
        <w:t>:</w:t>
      </w:r>
      <w:r w:rsidRPr="005E4D39">
        <w:t xml:space="preserve"> "</w:t>
      </w:r>
      <w:r w:rsidRPr="00ED0BD9">
        <w:t>Technical Specification Group working methods</w:t>
      </w:r>
      <w:r>
        <w:t>".</w:t>
      </w:r>
    </w:p>
    <w:p w14:paraId="48176096" w14:textId="77777777" w:rsidR="00080512" w:rsidRPr="00630AB6" w:rsidRDefault="00C00BCA" w:rsidP="0041307B">
      <w:pPr>
        <w:pStyle w:val="Heading1"/>
      </w:pPr>
      <w:bookmarkStart w:id="11" w:name="_Toc74989774"/>
      <w:r w:rsidRPr="00630AB6">
        <w:t>3</w:t>
      </w:r>
      <w:r w:rsidRPr="00630AB6">
        <w:tab/>
        <w:t>Definitions</w:t>
      </w:r>
      <w:r w:rsidR="008028A4" w:rsidRPr="00630AB6">
        <w:t xml:space="preserve"> and abbreviations</w:t>
      </w:r>
      <w:bookmarkEnd w:id="11"/>
    </w:p>
    <w:p w14:paraId="43E131A2" w14:textId="77777777" w:rsidR="00080512" w:rsidRPr="00630AB6" w:rsidRDefault="00080512" w:rsidP="0041307B">
      <w:pPr>
        <w:pStyle w:val="Heading2"/>
      </w:pPr>
      <w:bookmarkStart w:id="12" w:name="_Toc74989775"/>
      <w:r w:rsidRPr="00630AB6">
        <w:t>3.1</w:t>
      </w:r>
      <w:r w:rsidRPr="00630AB6">
        <w:tab/>
        <w:t>Definitions</w:t>
      </w:r>
      <w:bookmarkEnd w:id="12"/>
    </w:p>
    <w:p w14:paraId="3139F735" w14:textId="77777777" w:rsidR="00080512" w:rsidRPr="00630AB6" w:rsidRDefault="00080512">
      <w:r w:rsidRPr="00630AB6">
        <w:t xml:space="preserve">For the purposes of the present document, the terms and definitions given in </w:t>
      </w:r>
      <w:r w:rsidR="00145FE3">
        <w:t>3GPP </w:t>
      </w:r>
      <w:r w:rsidR="00DE5E65">
        <w:t>T</w:t>
      </w:r>
      <w:r w:rsidR="00DE5E65" w:rsidRPr="00630AB6">
        <w:t>R</w:t>
      </w:r>
      <w:r w:rsidR="00DE5E65">
        <w:t> </w:t>
      </w:r>
      <w:r w:rsidR="00DE5E65" w:rsidRPr="00630AB6">
        <w:t>21.905</w:t>
      </w:r>
      <w:r w:rsidR="00DE5E65">
        <w:t> </w:t>
      </w:r>
      <w:r w:rsidR="00DE5E65" w:rsidRPr="00630AB6">
        <w:t>[</w:t>
      </w:r>
      <w:r w:rsidR="004D3578" w:rsidRPr="00630AB6">
        <w:t>1</w:t>
      </w:r>
      <w:r w:rsidRPr="00630AB6">
        <w:t xml:space="preserve">] and the following apply. A term defined in the present document takes precedence over the definition of the same term, if any, in </w:t>
      </w:r>
      <w:r w:rsidR="00145FE3">
        <w:t>3GPP </w:t>
      </w:r>
      <w:r w:rsidR="00DE5E65">
        <w:t>T</w:t>
      </w:r>
      <w:r w:rsidR="00DE5E65" w:rsidRPr="00630AB6">
        <w:t>R</w:t>
      </w:r>
      <w:r w:rsidR="00DE5E65">
        <w:t> </w:t>
      </w:r>
      <w:r w:rsidR="00DE5E65" w:rsidRPr="00630AB6">
        <w:t>21.905</w:t>
      </w:r>
      <w:r w:rsidR="00DE5E65">
        <w:t> </w:t>
      </w:r>
      <w:r w:rsidR="00DE5E65" w:rsidRPr="00630AB6">
        <w:t>[</w:t>
      </w:r>
      <w:r w:rsidR="004D3578" w:rsidRPr="00630AB6">
        <w:t>1</w:t>
      </w:r>
      <w:r w:rsidRPr="00630AB6">
        <w:t>].</w:t>
      </w:r>
    </w:p>
    <w:p w14:paraId="17CD808D" w14:textId="77777777" w:rsidR="00080512" w:rsidRPr="00630AB6" w:rsidRDefault="00080512" w:rsidP="0041307B">
      <w:pPr>
        <w:pStyle w:val="Heading2"/>
      </w:pPr>
      <w:bookmarkStart w:id="13" w:name="_Toc74989776"/>
      <w:r w:rsidRPr="00630AB6">
        <w:t>3.</w:t>
      </w:r>
      <w:r w:rsidR="00F14E8E" w:rsidRPr="00630AB6">
        <w:t>2</w:t>
      </w:r>
      <w:r w:rsidRPr="00630AB6">
        <w:tab/>
        <w:t>Abbreviations</w:t>
      </w:r>
      <w:bookmarkEnd w:id="13"/>
    </w:p>
    <w:p w14:paraId="41C961F6" w14:textId="77777777" w:rsidR="00080512" w:rsidRPr="00630AB6" w:rsidRDefault="00080512">
      <w:pPr>
        <w:keepNext/>
      </w:pPr>
      <w:r w:rsidRPr="00630AB6">
        <w:t>For the purposes of the present document, the abb</w:t>
      </w:r>
      <w:r w:rsidR="004D3578" w:rsidRPr="00630AB6">
        <w:t xml:space="preserve">reviations given in </w:t>
      </w:r>
      <w:r w:rsidR="00145FE3">
        <w:t>3GPP </w:t>
      </w:r>
      <w:r w:rsidR="00DE5E65">
        <w:t>T</w:t>
      </w:r>
      <w:r w:rsidR="00DE5E65" w:rsidRPr="00630AB6">
        <w:t>R</w:t>
      </w:r>
      <w:r w:rsidR="00DE5E65">
        <w:t> </w:t>
      </w:r>
      <w:r w:rsidR="00DE5E65" w:rsidRPr="00630AB6">
        <w:t>21.905</w:t>
      </w:r>
      <w:r w:rsidR="00DE5E65">
        <w:t> </w:t>
      </w:r>
      <w:r w:rsidR="00DE5E65" w:rsidRPr="00630AB6">
        <w:t>[</w:t>
      </w:r>
      <w:r w:rsidR="004D3578" w:rsidRPr="00630AB6">
        <w:t>1</w:t>
      </w:r>
      <w:r w:rsidRPr="00630AB6">
        <w:t>] and the following apply. An abbreviation defined in the present document takes precedence over the definition of the same abbre</w:t>
      </w:r>
      <w:r w:rsidR="004D3578" w:rsidRPr="00630AB6">
        <w:t xml:space="preserve">viation, if any, in </w:t>
      </w:r>
      <w:r w:rsidR="00145FE3">
        <w:t>3GPP </w:t>
      </w:r>
      <w:r w:rsidR="00DE5E65">
        <w:t>T</w:t>
      </w:r>
      <w:r w:rsidR="00DE5E65" w:rsidRPr="00630AB6">
        <w:t>R</w:t>
      </w:r>
      <w:r w:rsidR="00DE5E65">
        <w:t> </w:t>
      </w:r>
      <w:r w:rsidR="00DE5E65" w:rsidRPr="00630AB6">
        <w:t>21.905</w:t>
      </w:r>
      <w:r w:rsidR="00DE5E65">
        <w:t> </w:t>
      </w:r>
      <w:r w:rsidR="00DE5E65" w:rsidRPr="00630AB6">
        <w:t>[</w:t>
      </w:r>
      <w:r w:rsidR="004D3578" w:rsidRPr="00630AB6">
        <w:t>1</w:t>
      </w:r>
      <w:r w:rsidRPr="00630AB6">
        <w:t>].</w:t>
      </w:r>
    </w:p>
    <w:p w14:paraId="65BFF1CE" w14:textId="77777777" w:rsidR="00080512" w:rsidRPr="00630AB6" w:rsidRDefault="00080512" w:rsidP="0041307B">
      <w:pPr>
        <w:pStyle w:val="Heading1"/>
      </w:pPr>
      <w:bookmarkStart w:id="14" w:name="_Toc74989777"/>
      <w:r w:rsidRPr="00630AB6">
        <w:t>4</w:t>
      </w:r>
      <w:r w:rsidRPr="00630AB6">
        <w:tab/>
      </w:r>
      <w:r w:rsidR="00496495" w:rsidRPr="00630AB6">
        <w:t>Overview</w:t>
      </w:r>
      <w:bookmarkEnd w:id="14"/>
    </w:p>
    <w:p w14:paraId="0FAC6B11" w14:textId="77777777" w:rsidR="00150306" w:rsidRPr="00630AB6" w:rsidRDefault="00150306" w:rsidP="0041307B">
      <w:pPr>
        <w:pStyle w:val="Heading2"/>
      </w:pPr>
      <w:bookmarkStart w:id="15" w:name="_Toc74989778"/>
      <w:r w:rsidRPr="00630AB6">
        <w:t>4.1</w:t>
      </w:r>
      <w:r w:rsidRPr="00630AB6">
        <w:tab/>
        <w:t>Introduction</w:t>
      </w:r>
      <w:bookmarkEnd w:id="15"/>
    </w:p>
    <w:p w14:paraId="64942EFC" w14:textId="77777777" w:rsidR="00150306" w:rsidRPr="00630AB6" w:rsidRDefault="00150306" w:rsidP="00150306">
      <w:r w:rsidRPr="00630AB6">
        <w:t xml:space="preserve">Within the 5GC, the NSSF offers services to the AMF and </w:t>
      </w:r>
      <w:r w:rsidRPr="00630AB6">
        <w:rPr>
          <w:lang w:eastAsia="zh-CN"/>
        </w:rPr>
        <w:t>NSSF in a different PLMN</w:t>
      </w:r>
      <w:r w:rsidRPr="00630AB6">
        <w:t xml:space="preserve"> via the </w:t>
      </w:r>
      <w:proofErr w:type="spellStart"/>
      <w:r w:rsidRPr="00630AB6">
        <w:t>Nnssf</w:t>
      </w:r>
      <w:proofErr w:type="spellEnd"/>
      <w:r w:rsidRPr="00630AB6">
        <w:t xml:space="preserve"> service based interface (see</w:t>
      </w:r>
      <w:r w:rsidR="00DE5E65">
        <w:t xml:space="preserve"> 3GPP TS </w:t>
      </w:r>
      <w:r w:rsidR="00DE5E65" w:rsidRPr="00630AB6">
        <w:t>23.501</w:t>
      </w:r>
      <w:r w:rsidR="00DE5E65">
        <w:t> </w:t>
      </w:r>
      <w:r w:rsidR="00DE5E65" w:rsidRPr="00630AB6">
        <w:t>[</w:t>
      </w:r>
      <w:r w:rsidRPr="00630AB6">
        <w:t>2] and</w:t>
      </w:r>
      <w:r w:rsidR="00DE5E65">
        <w:t xml:space="preserve"> 3GPP TS </w:t>
      </w:r>
      <w:r w:rsidR="00DE5E65" w:rsidRPr="00630AB6">
        <w:t>23.502</w:t>
      </w:r>
      <w:r w:rsidR="00DE5E65">
        <w:t> </w:t>
      </w:r>
      <w:r w:rsidR="00DE5E65" w:rsidRPr="00630AB6">
        <w:t>[</w:t>
      </w:r>
      <w:r w:rsidRPr="00630AB6">
        <w:t>3]).</w:t>
      </w:r>
    </w:p>
    <w:p w14:paraId="23DB6226" w14:textId="77777777" w:rsidR="00150306" w:rsidRPr="00630AB6" w:rsidRDefault="00150306" w:rsidP="00150306">
      <w:pPr>
        <w:rPr>
          <w:lang w:val="en-US"/>
        </w:rPr>
      </w:pPr>
      <w:r w:rsidRPr="00630AB6">
        <w:t>Figure 4.1-1 provides the reference model (in service based interface representation and in reference point representation), with focus on the NSSF and the scope of the present specification.</w:t>
      </w:r>
    </w:p>
    <w:p w14:paraId="32511529" w14:textId="77777777" w:rsidR="00150306" w:rsidRPr="00630AB6" w:rsidRDefault="00881D20" w:rsidP="0038424D">
      <w:pPr>
        <w:pStyle w:val="TH"/>
      </w:pPr>
      <w:r w:rsidRPr="00630AB6">
        <w:object w:dxaOrig="5761" w:dyaOrig="2535" w14:anchorId="274527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27.4pt" o:ole="">
            <v:imagedata r:id="rId12" o:title=""/>
          </v:shape>
          <o:OLEObject Type="Embed" ProgID="Visio.Drawing.15" ShapeID="_x0000_i1025" DrawAspect="Content" ObjectID="_1685602613" r:id="rId13"/>
        </w:object>
      </w:r>
    </w:p>
    <w:p w14:paraId="6BA59910" w14:textId="77777777" w:rsidR="00150306" w:rsidRPr="00630AB6" w:rsidRDefault="00150306" w:rsidP="0041307B">
      <w:pPr>
        <w:pStyle w:val="TF"/>
        <w:outlineLvl w:val="0"/>
      </w:pPr>
      <w:r w:rsidRPr="00630AB6">
        <w:t>Figure 4</w:t>
      </w:r>
      <w:r w:rsidR="001F6825" w:rsidRPr="00630AB6">
        <w:rPr>
          <w:rFonts w:hint="eastAsia"/>
          <w:lang w:eastAsia="zh-CN"/>
        </w:rPr>
        <w:t>.1</w:t>
      </w:r>
      <w:r w:rsidRPr="00630AB6">
        <w:t>-1: NSSF in 5G System architecture</w:t>
      </w:r>
    </w:p>
    <w:p w14:paraId="4AEDEC7A" w14:textId="77777777" w:rsidR="00080512" w:rsidRPr="00630AB6" w:rsidRDefault="00150306" w:rsidP="00150306">
      <w:pPr>
        <w:pStyle w:val="Guidance"/>
        <w:rPr>
          <w:i w:val="0"/>
          <w:color w:val="000000"/>
          <w:lang w:eastAsia="zh-CN"/>
        </w:rPr>
      </w:pPr>
      <w:r w:rsidRPr="00630AB6">
        <w:rPr>
          <w:i w:val="0"/>
          <w:color w:val="000000"/>
        </w:rPr>
        <w:t xml:space="preserve">The functionalities supported by the NSSF are listed in </w:t>
      </w:r>
      <w:r w:rsidR="001765C8">
        <w:rPr>
          <w:i w:val="0"/>
          <w:color w:val="000000"/>
        </w:rPr>
        <w:t>clause</w:t>
      </w:r>
      <w:r w:rsidRPr="00630AB6">
        <w:rPr>
          <w:i w:val="0"/>
          <w:color w:val="000000"/>
        </w:rPr>
        <w:t xml:space="preserve"> 6.2.14 of</w:t>
      </w:r>
      <w:r w:rsidR="00DE5E65">
        <w:rPr>
          <w:i w:val="0"/>
          <w:color w:val="000000"/>
        </w:rPr>
        <w:t xml:space="preserve"> 3GPP TS </w:t>
      </w:r>
      <w:r w:rsidR="00DE5E65" w:rsidRPr="00630AB6">
        <w:rPr>
          <w:i w:val="0"/>
          <w:color w:val="000000"/>
        </w:rPr>
        <w:t>23.501</w:t>
      </w:r>
      <w:r w:rsidR="00DE5E65">
        <w:rPr>
          <w:i w:val="0"/>
          <w:color w:val="000000"/>
        </w:rPr>
        <w:t> </w:t>
      </w:r>
      <w:r w:rsidR="00DE5E65" w:rsidRPr="00630AB6">
        <w:rPr>
          <w:i w:val="0"/>
          <w:color w:val="000000"/>
        </w:rPr>
        <w:t>[</w:t>
      </w:r>
      <w:r w:rsidRPr="00630AB6">
        <w:rPr>
          <w:i w:val="0"/>
          <w:color w:val="000000"/>
        </w:rPr>
        <w:t>2].</w:t>
      </w:r>
    </w:p>
    <w:p w14:paraId="2495F34B" w14:textId="77777777" w:rsidR="00943FC1" w:rsidRPr="00630AB6" w:rsidRDefault="00943FC1" w:rsidP="0041307B">
      <w:pPr>
        <w:pStyle w:val="Heading1"/>
      </w:pPr>
      <w:bookmarkStart w:id="16" w:name="_Toc74989779"/>
      <w:r w:rsidRPr="00630AB6">
        <w:t>5</w:t>
      </w:r>
      <w:r w:rsidRPr="00630AB6">
        <w:tab/>
      </w:r>
      <w:r w:rsidR="004E0785" w:rsidRPr="00630AB6">
        <w:t>S</w:t>
      </w:r>
      <w:r w:rsidRPr="00630AB6">
        <w:t>ervices</w:t>
      </w:r>
      <w:r w:rsidR="004E0785" w:rsidRPr="00630AB6">
        <w:t xml:space="preserve"> </w:t>
      </w:r>
      <w:r w:rsidR="004D67AB" w:rsidRPr="00630AB6">
        <w:t xml:space="preserve">offered by the </w:t>
      </w:r>
      <w:r w:rsidR="00E53D43" w:rsidRPr="00630AB6">
        <w:t>NSSF</w:t>
      </w:r>
      <w:bookmarkEnd w:id="16"/>
    </w:p>
    <w:p w14:paraId="27A33819" w14:textId="77777777" w:rsidR="00943FC1" w:rsidRPr="00630AB6" w:rsidRDefault="00943FC1" w:rsidP="0041307B">
      <w:pPr>
        <w:pStyle w:val="Heading2"/>
      </w:pPr>
      <w:bookmarkStart w:id="17" w:name="_Toc74989780"/>
      <w:r w:rsidRPr="00630AB6">
        <w:t>5.1</w:t>
      </w:r>
      <w:r w:rsidRPr="00630AB6">
        <w:tab/>
        <w:t>Introduction</w:t>
      </w:r>
      <w:bookmarkEnd w:id="17"/>
    </w:p>
    <w:p w14:paraId="3BABE53C" w14:textId="77777777" w:rsidR="001F6825" w:rsidRPr="00630AB6" w:rsidRDefault="001F6825" w:rsidP="001F6825">
      <w:pPr>
        <w:rPr>
          <w:lang w:val="en-US"/>
        </w:rPr>
      </w:pPr>
      <w:r w:rsidRPr="00630AB6">
        <w:rPr>
          <w:lang w:val="en-US"/>
        </w:rPr>
        <w:t>The NSSF supports the following services.</w:t>
      </w:r>
    </w:p>
    <w:p w14:paraId="4C85F395" w14:textId="77777777" w:rsidR="001F6825" w:rsidRPr="00630AB6" w:rsidRDefault="001F6825" w:rsidP="0041307B">
      <w:pPr>
        <w:pStyle w:val="TH"/>
        <w:outlineLvl w:val="0"/>
      </w:pPr>
      <w:r w:rsidRPr="00630AB6">
        <w:t>Table 5.1-1: NF Services provided by NSSF</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4644"/>
        <w:gridCol w:w="1560"/>
      </w:tblGrid>
      <w:tr w:rsidR="001F6825" w:rsidRPr="00630AB6" w14:paraId="6E8E8A28" w14:textId="77777777" w:rsidTr="00196300">
        <w:trPr>
          <w:cantSplit/>
          <w:trHeight w:val="241"/>
          <w:tblHeader/>
        </w:trPr>
        <w:tc>
          <w:tcPr>
            <w:tcW w:w="2268" w:type="dxa"/>
          </w:tcPr>
          <w:p w14:paraId="49DE6B3A" w14:textId="77777777" w:rsidR="001F6825" w:rsidRPr="00630AB6" w:rsidRDefault="001F6825" w:rsidP="00196300">
            <w:pPr>
              <w:pStyle w:val="TAH"/>
            </w:pPr>
            <w:r w:rsidRPr="00630AB6">
              <w:t>Service Name</w:t>
            </w:r>
          </w:p>
        </w:tc>
        <w:tc>
          <w:tcPr>
            <w:tcW w:w="4644" w:type="dxa"/>
          </w:tcPr>
          <w:p w14:paraId="74C47093" w14:textId="77777777" w:rsidR="001F6825" w:rsidRPr="00630AB6" w:rsidRDefault="001F6825" w:rsidP="00196300">
            <w:pPr>
              <w:pStyle w:val="TAH"/>
            </w:pPr>
            <w:r w:rsidRPr="00630AB6">
              <w:t>Description</w:t>
            </w:r>
          </w:p>
        </w:tc>
        <w:tc>
          <w:tcPr>
            <w:tcW w:w="1560" w:type="dxa"/>
          </w:tcPr>
          <w:p w14:paraId="2F1FB5CF" w14:textId="77777777" w:rsidR="001F6825" w:rsidRPr="00630AB6" w:rsidRDefault="001F6825" w:rsidP="00196300">
            <w:pPr>
              <w:pStyle w:val="TAH"/>
            </w:pPr>
            <w:r w:rsidRPr="00630AB6">
              <w:t>Example</w:t>
            </w:r>
            <w:r w:rsidRPr="00630AB6" w:rsidDel="00121273">
              <w:t xml:space="preserve"> </w:t>
            </w:r>
            <w:r w:rsidRPr="00630AB6">
              <w:t>Consumer</w:t>
            </w:r>
          </w:p>
        </w:tc>
      </w:tr>
      <w:tr w:rsidR="001F6825" w:rsidRPr="00630AB6" w14:paraId="088308C5" w14:textId="77777777" w:rsidTr="00196300">
        <w:trPr>
          <w:cantSplit/>
          <w:trHeight w:val="241"/>
        </w:trPr>
        <w:tc>
          <w:tcPr>
            <w:tcW w:w="2268" w:type="dxa"/>
          </w:tcPr>
          <w:p w14:paraId="6D571711" w14:textId="77777777" w:rsidR="001F6825" w:rsidRPr="00630AB6" w:rsidRDefault="001F6825" w:rsidP="00196300">
            <w:pPr>
              <w:pStyle w:val="TAL"/>
              <w:rPr>
                <w:lang w:eastAsia="zh-CN"/>
              </w:rPr>
            </w:pPr>
            <w:proofErr w:type="spellStart"/>
            <w:r w:rsidRPr="00630AB6">
              <w:rPr>
                <w:rFonts w:eastAsia="Malgun Gothic"/>
              </w:rPr>
              <w:t>Nnssf_NSSelection</w:t>
            </w:r>
            <w:proofErr w:type="spellEnd"/>
          </w:p>
        </w:tc>
        <w:tc>
          <w:tcPr>
            <w:tcW w:w="4644" w:type="dxa"/>
          </w:tcPr>
          <w:p w14:paraId="411CCECD" w14:textId="77777777" w:rsidR="001F6825" w:rsidRPr="00630AB6" w:rsidRDefault="001F6825" w:rsidP="00196300">
            <w:pPr>
              <w:pStyle w:val="TAL"/>
              <w:rPr>
                <w:lang w:eastAsia="zh-CN"/>
              </w:rPr>
            </w:pPr>
            <w:r w:rsidRPr="00630AB6">
              <w:t>This service enables Network Slice selection in both the Serving PLMN and the HPLMN</w:t>
            </w:r>
          </w:p>
        </w:tc>
        <w:tc>
          <w:tcPr>
            <w:tcW w:w="1560" w:type="dxa"/>
          </w:tcPr>
          <w:p w14:paraId="09367068" w14:textId="77777777" w:rsidR="001F6825" w:rsidRPr="00630AB6" w:rsidRDefault="001F6825" w:rsidP="00881D20">
            <w:pPr>
              <w:pStyle w:val="TAC"/>
              <w:rPr>
                <w:lang w:eastAsia="zh-CN"/>
              </w:rPr>
            </w:pPr>
            <w:r w:rsidRPr="00630AB6">
              <w:rPr>
                <w:lang w:eastAsia="zh-CN"/>
              </w:rPr>
              <w:t>AMF, V-NSSF</w:t>
            </w:r>
          </w:p>
        </w:tc>
      </w:tr>
      <w:tr w:rsidR="001F6825" w:rsidRPr="00630AB6" w14:paraId="1AD980F7" w14:textId="77777777" w:rsidTr="00196300">
        <w:trPr>
          <w:cantSplit/>
          <w:trHeight w:val="241"/>
        </w:trPr>
        <w:tc>
          <w:tcPr>
            <w:tcW w:w="2268" w:type="dxa"/>
          </w:tcPr>
          <w:p w14:paraId="25F42FE1" w14:textId="77777777" w:rsidR="001F6825" w:rsidRPr="00630AB6" w:rsidRDefault="001F6825" w:rsidP="00196300">
            <w:pPr>
              <w:pStyle w:val="TAL"/>
              <w:rPr>
                <w:lang w:eastAsia="zh-CN"/>
              </w:rPr>
            </w:pPr>
            <w:proofErr w:type="spellStart"/>
            <w:r w:rsidRPr="00630AB6">
              <w:t>Nnssf_NSSAIAvailability</w:t>
            </w:r>
            <w:proofErr w:type="spellEnd"/>
          </w:p>
        </w:tc>
        <w:tc>
          <w:tcPr>
            <w:tcW w:w="4644" w:type="dxa"/>
          </w:tcPr>
          <w:p w14:paraId="23DD9B10" w14:textId="77777777" w:rsidR="001F6825" w:rsidRPr="00630AB6" w:rsidRDefault="001F6825" w:rsidP="008A5C0C">
            <w:pPr>
              <w:pStyle w:val="TAL"/>
            </w:pPr>
            <w:r w:rsidRPr="00630AB6">
              <w:t xml:space="preserve">This service enables to </w:t>
            </w:r>
            <w:r w:rsidRPr="00630AB6">
              <w:rPr>
                <w:lang w:eastAsia="zh-CN"/>
              </w:rPr>
              <w:t xml:space="preserve">update </w:t>
            </w:r>
            <w:r w:rsidRPr="00630AB6">
              <w:t xml:space="preserve">the S-NSSAI(s) the </w:t>
            </w:r>
            <w:r w:rsidR="001767F1" w:rsidRPr="00630AB6">
              <w:t>NF service consumer (</w:t>
            </w:r>
            <w:proofErr w:type="spellStart"/>
            <w:r w:rsidR="001767F1" w:rsidRPr="00630AB6">
              <w:t>e.g</w:t>
            </w:r>
            <w:proofErr w:type="spellEnd"/>
            <w:r w:rsidR="001767F1" w:rsidRPr="00630AB6">
              <w:t xml:space="preserve"> </w:t>
            </w:r>
            <w:r w:rsidRPr="00630AB6">
              <w:t>AMF</w:t>
            </w:r>
            <w:r w:rsidR="001767F1" w:rsidRPr="00630AB6">
              <w:t>)</w:t>
            </w:r>
            <w:r w:rsidRPr="00630AB6">
              <w:t xml:space="preserve"> supports on a per TA basis on the NSSF and </w:t>
            </w:r>
            <w:r w:rsidR="001767F1" w:rsidRPr="00630AB6">
              <w:t>to subscribe and notify any change in status, on a per TA basis, of the SNSSAIs available per TA (unrestricted) and</w:t>
            </w:r>
            <w:r w:rsidRPr="00630AB6">
              <w:t xml:space="preserve"> the restricted S-NSSAI(s) per PLMN </w:t>
            </w:r>
            <w:r w:rsidR="001767F1" w:rsidRPr="00630AB6">
              <w:t xml:space="preserve">in that TA in the serving PLMN of </w:t>
            </w:r>
            <w:r w:rsidRPr="00630AB6">
              <w:t xml:space="preserve">the </w:t>
            </w:r>
            <w:r w:rsidR="001767F1" w:rsidRPr="00630AB6">
              <w:t>UE</w:t>
            </w:r>
            <w:r w:rsidRPr="00630AB6">
              <w:t>.</w:t>
            </w:r>
          </w:p>
        </w:tc>
        <w:tc>
          <w:tcPr>
            <w:tcW w:w="1560" w:type="dxa"/>
          </w:tcPr>
          <w:p w14:paraId="079283DE" w14:textId="77777777" w:rsidR="001F6825" w:rsidRPr="00630AB6" w:rsidRDefault="001F6825" w:rsidP="00196300">
            <w:pPr>
              <w:pStyle w:val="TAC"/>
              <w:rPr>
                <w:lang w:eastAsia="zh-CN"/>
              </w:rPr>
            </w:pPr>
            <w:r w:rsidRPr="00630AB6">
              <w:rPr>
                <w:lang w:eastAsia="zh-CN"/>
              </w:rPr>
              <w:t>AMF</w:t>
            </w:r>
          </w:p>
        </w:tc>
      </w:tr>
    </w:tbl>
    <w:p w14:paraId="253548BE" w14:textId="77777777" w:rsidR="0038424D" w:rsidRPr="00630AB6" w:rsidRDefault="0038424D" w:rsidP="0038424D"/>
    <w:p w14:paraId="08345FAB" w14:textId="77777777" w:rsidR="00943FC1" w:rsidRPr="00630AB6" w:rsidRDefault="00943FC1" w:rsidP="0041307B">
      <w:pPr>
        <w:pStyle w:val="Heading2"/>
      </w:pPr>
      <w:bookmarkStart w:id="18" w:name="_Toc74989781"/>
      <w:r w:rsidRPr="00630AB6">
        <w:t>5.2</w:t>
      </w:r>
      <w:r w:rsidRPr="00630AB6">
        <w:tab/>
      </w:r>
      <w:proofErr w:type="spellStart"/>
      <w:r w:rsidR="000E74C8" w:rsidRPr="00630AB6">
        <w:t>Nnssf_NSSelection</w:t>
      </w:r>
      <w:proofErr w:type="spellEnd"/>
      <w:r w:rsidR="000E74C8" w:rsidRPr="00630AB6">
        <w:t xml:space="preserve"> </w:t>
      </w:r>
      <w:r w:rsidR="00AF47A0" w:rsidRPr="00630AB6">
        <w:t>Service</w:t>
      </w:r>
      <w:bookmarkEnd w:id="18"/>
    </w:p>
    <w:p w14:paraId="5C46D0E7" w14:textId="77777777" w:rsidR="00943FC1" w:rsidRPr="00630AB6" w:rsidRDefault="00943FC1" w:rsidP="0041307B">
      <w:pPr>
        <w:pStyle w:val="Heading3"/>
      </w:pPr>
      <w:bookmarkStart w:id="19" w:name="_Toc74989782"/>
      <w:r w:rsidRPr="00630AB6">
        <w:t>5.2.1</w:t>
      </w:r>
      <w:r w:rsidRPr="00630AB6">
        <w:tab/>
      </w:r>
      <w:r w:rsidR="007C608D" w:rsidRPr="00630AB6">
        <w:t>Service Description</w:t>
      </w:r>
      <w:bookmarkEnd w:id="19"/>
    </w:p>
    <w:p w14:paraId="23C90716" w14:textId="77777777" w:rsidR="006D7AA8" w:rsidRPr="00630AB6" w:rsidRDefault="000E74C8" w:rsidP="006D7AA8">
      <w:pPr>
        <w:pStyle w:val="Guidance"/>
        <w:rPr>
          <w:i w:val="0"/>
          <w:color w:val="000000"/>
          <w:lang w:eastAsia="zh-CN"/>
        </w:rPr>
      </w:pPr>
      <w:r w:rsidRPr="00630AB6">
        <w:rPr>
          <w:i w:val="0"/>
          <w:color w:val="000000"/>
          <w:lang w:eastAsia="zh-CN"/>
        </w:rPr>
        <w:t xml:space="preserve">The </w:t>
      </w:r>
      <w:proofErr w:type="spellStart"/>
      <w:r w:rsidRPr="00630AB6">
        <w:rPr>
          <w:i w:val="0"/>
          <w:color w:val="000000"/>
          <w:lang w:eastAsia="zh-CN"/>
        </w:rPr>
        <w:t>Nnssf_NSSelection</w:t>
      </w:r>
      <w:proofErr w:type="spellEnd"/>
      <w:r w:rsidRPr="00630AB6">
        <w:rPr>
          <w:i w:val="0"/>
          <w:color w:val="000000"/>
          <w:lang w:eastAsia="zh-CN"/>
        </w:rPr>
        <w:t xml:space="preserve"> service is used by an NF Service Consumer (e.g</w:t>
      </w:r>
      <w:r w:rsidR="002913D4" w:rsidRPr="00630AB6">
        <w:rPr>
          <w:rFonts w:hint="eastAsia"/>
          <w:i w:val="0"/>
          <w:color w:val="000000"/>
          <w:lang w:eastAsia="zh-CN"/>
        </w:rPr>
        <w:t>.</w:t>
      </w:r>
      <w:r w:rsidRPr="00630AB6">
        <w:rPr>
          <w:i w:val="0"/>
          <w:color w:val="000000"/>
          <w:lang w:eastAsia="zh-CN"/>
        </w:rPr>
        <w:t xml:space="preserve"> AMF </w:t>
      </w:r>
      <w:r w:rsidR="00886C56" w:rsidRPr="00630AB6">
        <w:rPr>
          <w:i w:val="0"/>
          <w:color w:val="000000"/>
          <w:lang w:eastAsia="zh-CN"/>
        </w:rPr>
        <w:t xml:space="preserve">or </w:t>
      </w:r>
      <w:r w:rsidRPr="00630AB6">
        <w:rPr>
          <w:i w:val="0"/>
          <w:color w:val="000000"/>
          <w:lang w:eastAsia="zh-CN"/>
        </w:rPr>
        <w:t xml:space="preserve">NSSF in </w:t>
      </w:r>
      <w:r w:rsidR="00886C56" w:rsidRPr="00630AB6">
        <w:rPr>
          <w:i w:val="0"/>
          <w:color w:val="000000"/>
          <w:lang w:eastAsia="zh-CN"/>
        </w:rPr>
        <w:t xml:space="preserve">a </w:t>
      </w:r>
      <w:r w:rsidRPr="00630AB6">
        <w:rPr>
          <w:i w:val="0"/>
          <w:color w:val="000000"/>
          <w:lang w:eastAsia="zh-CN"/>
        </w:rPr>
        <w:t>different PLMN) to retrieve the information related to network slice in the non-roaming and roaming case.</w:t>
      </w:r>
      <w:r w:rsidR="006D7AA8" w:rsidRPr="00630AB6">
        <w:rPr>
          <w:i w:val="0"/>
          <w:color w:val="000000"/>
          <w:lang w:eastAsia="zh-CN"/>
        </w:rPr>
        <w:t xml:space="preserve"> </w:t>
      </w:r>
      <w:r w:rsidR="00183954" w:rsidRPr="00630AB6">
        <w:rPr>
          <w:i w:val="0"/>
          <w:color w:val="000000"/>
          <w:lang w:eastAsia="zh-CN"/>
        </w:rPr>
        <w:t>It also enables the NSSF to provide to the AMF the Allowed NSSAI and the Configured NSSAI for the Serving PLMN.</w:t>
      </w:r>
      <w:r w:rsidR="00183954" w:rsidRPr="00630AB6">
        <w:rPr>
          <w:rFonts w:hint="eastAsia"/>
          <w:i w:val="0"/>
          <w:color w:val="000000"/>
          <w:lang w:eastAsia="zh-CN"/>
        </w:rPr>
        <w:t xml:space="preserve"> </w:t>
      </w:r>
      <w:r w:rsidR="006D7AA8" w:rsidRPr="00630AB6">
        <w:rPr>
          <w:i w:val="0"/>
          <w:color w:val="000000"/>
          <w:lang w:eastAsia="zh-CN"/>
        </w:rPr>
        <w:t>The NF service consumer discovers the NSSF based on the local configuration.</w:t>
      </w:r>
      <w:r w:rsidR="00886C56" w:rsidRPr="00630AB6">
        <w:rPr>
          <w:i w:val="0"/>
          <w:color w:val="000000"/>
          <w:lang w:eastAsia="zh-CN"/>
        </w:rPr>
        <w:t xml:space="preserve"> The NSSF in a different PLMN is discovered based on the self-constructed FQDN as specified in</w:t>
      </w:r>
      <w:r w:rsidR="00DE5E65">
        <w:rPr>
          <w:i w:val="0"/>
          <w:color w:val="000000"/>
          <w:lang w:eastAsia="zh-CN"/>
        </w:rPr>
        <w:t xml:space="preserve"> 3GPP TS </w:t>
      </w:r>
      <w:r w:rsidR="00DE5E65" w:rsidRPr="00630AB6">
        <w:rPr>
          <w:i w:val="0"/>
          <w:color w:val="000000"/>
          <w:lang w:eastAsia="zh-CN"/>
        </w:rPr>
        <w:t>23.003</w:t>
      </w:r>
      <w:r w:rsidR="00DE5E65">
        <w:rPr>
          <w:i w:val="0"/>
          <w:color w:val="000000"/>
          <w:lang w:eastAsia="zh-CN"/>
        </w:rPr>
        <w:t> </w:t>
      </w:r>
      <w:r w:rsidR="00DE5E65" w:rsidRPr="00630AB6">
        <w:rPr>
          <w:i w:val="0"/>
          <w:color w:val="000000"/>
          <w:lang w:eastAsia="zh-CN"/>
        </w:rPr>
        <w:t>[</w:t>
      </w:r>
      <w:r w:rsidR="00886C56" w:rsidRPr="00630AB6">
        <w:rPr>
          <w:i w:val="0"/>
          <w:color w:val="000000"/>
          <w:lang w:eastAsia="zh-CN"/>
        </w:rPr>
        <w:t>9].</w:t>
      </w:r>
    </w:p>
    <w:p w14:paraId="7221904F" w14:textId="77777777" w:rsidR="00943FC1" w:rsidRPr="00630AB6" w:rsidRDefault="00943FC1" w:rsidP="0041307B">
      <w:pPr>
        <w:pStyle w:val="Heading3"/>
      </w:pPr>
      <w:bookmarkStart w:id="20" w:name="_Toc74989783"/>
      <w:r w:rsidRPr="00630AB6">
        <w:t>5.2</w:t>
      </w:r>
      <w:r w:rsidR="004E0785" w:rsidRPr="00630AB6">
        <w:t>.2</w:t>
      </w:r>
      <w:r w:rsidRPr="00630AB6">
        <w:tab/>
      </w:r>
      <w:r w:rsidR="008B6CCA" w:rsidRPr="00630AB6">
        <w:t>Service Operations</w:t>
      </w:r>
      <w:bookmarkEnd w:id="20"/>
    </w:p>
    <w:p w14:paraId="0CAA252E" w14:textId="77777777" w:rsidR="00AF47A0" w:rsidRPr="00630AB6" w:rsidRDefault="00AF47A0" w:rsidP="0041307B">
      <w:pPr>
        <w:pStyle w:val="Heading4"/>
      </w:pPr>
      <w:bookmarkStart w:id="21" w:name="_Toc74989784"/>
      <w:r w:rsidRPr="00630AB6">
        <w:t>5.2.2.1</w:t>
      </w:r>
      <w:r w:rsidRPr="00630AB6">
        <w:tab/>
      </w:r>
      <w:r w:rsidR="00083EA1" w:rsidRPr="00630AB6">
        <w:t>Introduction</w:t>
      </w:r>
      <w:bookmarkEnd w:id="21"/>
    </w:p>
    <w:p w14:paraId="76612090" w14:textId="77777777" w:rsidR="000E74C8" w:rsidRPr="00630AB6" w:rsidRDefault="000E74C8" w:rsidP="000E74C8">
      <w:pPr>
        <w:rPr>
          <w:lang w:eastAsia="zh-CN"/>
        </w:rPr>
      </w:pPr>
      <w:r w:rsidRPr="00630AB6">
        <w:rPr>
          <w:lang w:eastAsia="zh-CN"/>
        </w:rPr>
        <w:t xml:space="preserve">For the </w:t>
      </w:r>
      <w:proofErr w:type="spellStart"/>
      <w:r w:rsidRPr="00630AB6">
        <w:rPr>
          <w:lang w:eastAsia="zh-CN"/>
        </w:rPr>
        <w:t>Nnssf_NSSelection</w:t>
      </w:r>
      <w:proofErr w:type="spellEnd"/>
      <w:r w:rsidRPr="00630AB6">
        <w:rPr>
          <w:lang w:eastAsia="zh-CN"/>
        </w:rPr>
        <w:t xml:space="preserve"> service the following service operations are defined:</w:t>
      </w:r>
    </w:p>
    <w:p w14:paraId="072B1FC3" w14:textId="77777777" w:rsidR="000E74C8" w:rsidRPr="00630AB6" w:rsidRDefault="000E74C8" w:rsidP="000E74C8">
      <w:pPr>
        <w:pStyle w:val="B10"/>
        <w:rPr>
          <w:lang w:eastAsia="zh-CN"/>
        </w:rPr>
      </w:pPr>
      <w:r w:rsidRPr="00630AB6">
        <w:rPr>
          <w:lang w:eastAsia="zh-CN"/>
        </w:rPr>
        <w:t>-</w:t>
      </w:r>
      <w:r w:rsidRPr="00630AB6">
        <w:rPr>
          <w:lang w:eastAsia="zh-CN"/>
        </w:rPr>
        <w:tab/>
        <w:t>Get.</w:t>
      </w:r>
    </w:p>
    <w:p w14:paraId="1C6E419A" w14:textId="77777777" w:rsidR="00D93024" w:rsidRPr="00630AB6" w:rsidRDefault="00D93024" w:rsidP="0041307B">
      <w:pPr>
        <w:pStyle w:val="Heading4"/>
      </w:pPr>
      <w:bookmarkStart w:id="22" w:name="_Toc74989785"/>
      <w:r w:rsidRPr="00630AB6">
        <w:lastRenderedPageBreak/>
        <w:t>5.2.2.2</w:t>
      </w:r>
      <w:r w:rsidRPr="00630AB6">
        <w:tab/>
      </w:r>
      <w:r w:rsidR="000E74C8" w:rsidRPr="00630AB6">
        <w:rPr>
          <w:rFonts w:hint="eastAsia"/>
          <w:lang w:eastAsia="zh-CN"/>
        </w:rPr>
        <w:t>GET</w:t>
      </w:r>
      <w:bookmarkEnd w:id="22"/>
    </w:p>
    <w:p w14:paraId="4CD7688B" w14:textId="77777777" w:rsidR="00D93024" w:rsidRPr="00630AB6" w:rsidRDefault="00D93024" w:rsidP="0041307B">
      <w:pPr>
        <w:pStyle w:val="Heading5"/>
      </w:pPr>
      <w:bookmarkStart w:id="23" w:name="_Toc74989786"/>
      <w:r w:rsidRPr="00630AB6">
        <w:t>5.2.2.2.1</w:t>
      </w:r>
      <w:r w:rsidRPr="00630AB6">
        <w:tab/>
        <w:t>General</w:t>
      </w:r>
      <w:bookmarkEnd w:id="23"/>
    </w:p>
    <w:p w14:paraId="7ED26DCA" w14:textId="77777777" w:rsidR="000E74C8" w:rsidRPr="00630AB6" w:rsidRDefault="000E74C8" w:rsidP="000E74C8">
      <w:r w:rsidRPr="00630AB6">
        <w:rPr>
          <w:rFonts w:hint="eastAsia"/>
          <w:lang w:eastAsia="zh-CN"/>
        </w:rPr>
        <w:t xml:space="preserve">The </w:t>
      </w:r>
      <w:r w:rsidRPr="00630AB6">
        <w:t>Get operation shall be used in the non-roaming or roaming scenario to retrieve:</w:t>
      </w:r>
    </w:p>
    <w:p w14:paraId="69CAE1A8" w14:textId="77777777" w:rsidR="000E74C8" w:rsidRPr="00630AB6" w:rsidRDefault="000E74C8" w:rsidP="000E74C8">
      <w:pPr>
        <w:pStyle w:val="B10"/>
      </w:pPr>
      <w:r w:rsidRPr="00630AB6">
        <w:rPr>
          <w:lang w:eastAsia="zh-CN"/>
        </w:rPr>
        <w:t>-</w:t>
      </w:r>
      <w:r w:rsidRPr="00630AB6">
        <w:rPr>
          <w:lang w:eastAsia="zh-CN"/>
        </w:rPr>
        <w:tab/>
        <w:t>The Allowed NSSAI</w:t>
      </w:r>
      <w:r w:rsidRPr="00630AB6">
        <w:rPr>
          <w:rFonts w:hint="eastAsia"/>
          <w:lang w:eastAsia="zh-CN"/>
        </w:rPr>
        <w:t>,</w:t>
      </w:r>
      <w:r w:rsidRPr="00630AB6">
        <w:rPr>
          <w:lang w:eastAsia="zh-CN"/>
        </w:rPr>
        <w:t xml:space="preserve"> </w:t>
      </w:r>
      <w:r w:rsidR="00183954" w:rsidRPr="00630AB6">
        <w:rPr>
          <w:lang w:eastAsia="zh-CN"/>
        </w:rPr>
        <w:t>Configured NSSAI,</w:t>
      </w:r>
      <w:r w:rsidR="00183954" w:rsidRPr="00630AB6">
        <w:rPr>
          <w:rFonts w:hint="eastAsia"/>
          <w:lang w:eastAsia="zh-CN"/>
        </w:rPr>
        <w:t xml:space="preserve"> </w:t>
      </w:r>
      <w:r w:rsidRPr="00630AB6">
        <w:rPr>
          <w:lang w:eastAsia="zh-CN"/>
        </w:rPr>
        <w:t xml:space="preserve">target AMF Set or the list of candidate AMF(s), and </w:t>
      </w:r>
      <w:r w:rsidRPr="00630AB6">
        <w:t>optionally</w:t>
      </w:r>
    </w:p>
    <w:p w14:paraId="273FCCDD" w14:textId="77777777" w:rsidR="000E74C8" w:rsidRPr="00630AB6" w:rsidRDefault="000E74C8" w:rsidP="000E74C8">
      <w:pPr>
        <w:pStyle w:val="B2"/>
        <w:rPr>
          <w:lang w:eastAsia="zh-CN"/>
        </w:rPr>
      </w:pPr>
      <w:r w:rsidRPr="00630AB6">
        <w:t>-</w:t>
      </w:r>
      <w:r w:rsidRPr="00630AB6">
        <w:tab/>
        <w:t>The Mapping Of Allowed NSSAI;</w:t>
      </w:r>
    </w:p>
    <w:p w14:paraId="55A3042A" w14:textId="77777777" w:rsidR="00183954" w:rsidRPr="00630AB6" w:rsidRDefault="00183954" w:rsidP="00183954">
      <w:pPr>
        <w:pStyle w:val="B2"/>
        <w:rPr>
          <w:lang w:eastAsia="zh-CN"/>
        </w:rPr>
      </w:pPr>
      <w:r w:rsidRPr="00630AB6">
        <w:t>-</w:t>
      </w:r>
      <w:r w:rsidRPr="00630AB6">
        <w:tab/>
        <w:t>The Mapping Of Configured NSSAI;</w:t>
      </w:r>
    </w:p>
    <w:p w14:paraId="69E39CD7" w14:textId="77777777" w:rsidR="000E74C8" w:rsidRPr="00630AB6" w:rsidRDefault="000E74C8" w:rsidP="000E74C8">
      <w:pPr>
        <w:pStyle w:val="B2"/>
      </w:pPr>
      <w:r w:rsidRPr="00630AB6">
        <w:t>-</w:t>
      </w:r>
      <w:r w:rsidRPr="00630AB6">
        <w:tab/>
        <w:t>NSI ID(s) associated with the Network Slice instances of the Allowed NSSAI;</w:t>
      </w:r>
    </w:p>
    <w:p w14:paraId="5C04DF49" w14:textId="77777777" w:rsidR="000E74C8" w:rsidRPr="00630AB6" w:rsidRDefault="000E74C8" w:rsidP="000E74C8">
      <w:pPr>
        <w:pStyle w:val="B2"/>
      </w:pPr>
      <w:r w:rsidRPr="00630AB6">
        <w:t>-</w:t>
      </w:r>
      <w:r w:rsidRPr="00630AB6">
        <w:tab/>
        <w:t>NRF(s)</w:t>
      </w:r>
      <w:r w:rsidRPr="00630AB6">
        <w:rPr>
          <w:rFonts w:hint="eastAsia"/>
          <w:lang w:eastAsia="zh-CN"/>
        </w:rPr>
        <w:t xml:space="preserve"> </w:t>
      </w:r>
      <w:r w:rsidRPr="00630AB6">
        <w:rPr>
          <w:lang w:eastAsia="zh-CN"/>
        </w:rPr>
        <w:t xml:space="preserve">to be used to select NFs/services within the selected Network Slice instance(s) and NRF to be used to determine the list of candidate AMF(s) from the AMF Set, </w:t>
      </w:r>
      <w:r w:rsidRPr="00630AB6">
        <w:t>during Registration procedure and</w:t>
      </w:r>
    </w:p>
    <w:p w14:paraId="41F6E509" w14:textId="77777777" w:rsidR="000E74C8" w:rsidRPr="00630AB6" w:rsidRDefault="000E74C8" w:rsidP="000E74C8">
      <w:pPr>
        <w:pStyle w:val="B2"/>
      </w:pPr>
      <w:r w:rsidRPr="00630AB6">
        <w:t>-</w:t>
      </w:r>
      <w:r w:rsidRPr="00630AB6">
        <w:tab/>
      </w:r>
      <w:r w:rsidRPr="00630AB6">
        <w:rPr>
          <w:lang w:eastAsia="zh-CN"/>
        </w:rPr>
        <w:t>Information on whether the S-NSSAI(s) not included in the Allowed NSSAI which were part of the Requested NSSAI are rejected in the serving PLMN or in the current TA</w:t>
      </w:r>
      <w:r w:rsidRPr="00630AB6">
        <w:t>.</w:t>
      </w:r>
    </w:p>
    <w:p w14:paraId="37BD6B3A" w14:textId="77777777" w:rsidR="000E74C8" w:rsidRPr="00630AB6" w:rsidRDefault="000E74C8" w:rsidP="000E74C8">
      <w:pPr>
        <w:pStyle w:val="B10"/>
        <w:rPr>
          <w:lang w:eastAsia="zh-CN"/>
        </w:rPr>
      </w:pPr>
      <w:r w:rsidRPr="00630AB6">
        <w:t>-</w:t>
      </w:r>
      <w:r w:rsidRPr="00630AB6">
        <w:tab/>
        <w:t>The NRF to be used to select NFs/services within the selected network slice instance, and optionally the NSI ID associated with the S-NSSAI provided in the input, during the PDU Session Establishment procedure.</w:t>
      </w:r>
    </w:p>
    <w:p w14:paraId="78C76B8E" w14:textId="77777777" w:rsidR="000E74C8" w:rsidRPr="00630AB6" w:rsidRDefault="000E74C8" w:rsidP="000E74C8">
      <w:r w:rsidRPr="00630AB6">
        <w:t>It is used in the following procedures:</w:t>
      </w:r>
    </w:p>
    <w:p w14:paraId="15761E79" w14:textId="77777777" w:rsidR="000E74C8" w:rsidRPr="00630AB6" w:rsidRDefault="000E74C8" w:rsidP="000E74C8">
      <w:pPr>
        <w:pStyle w:val="B10"/>
        <w:rPr>
          <w:lang w:eastAsia="zh-CN"/>
        </w:rPr>
      </w:pPr>
      <w:r w:rsidRPr="00630AB6">
        <w:t>-</w:t>
      </w:r>
      <w:r w:rsidRPr="00630AB6">
        <w:tab/>
      </w:r>
      <w:r w:rsidRPr="00630AB6">
        <w:rPr>
          <w:lang w:eastAsia="zh-CN"/>
        </w:rPr>
        <w:t xml:space="preserve">Registration with AMF re-allocation </w:t>
      </w:r>
      <w:r w:rsidRPr="00630AB6">
        <w:t xml:space="preserve">(see </w:t>
      </w:r>
      <w:r w:rsidR="001765C8">
        <w:t>clause</w:t>
      </w:r>
      <w:r w:rsidRPr="00630AB6">
        <w:t xml:space="preserve"> 4.2.2.2.3 of</w:t>
      </w:r>
      <w:r w:rsidR="00DE5E65">
        <w:t xml:space="preserve"> 3GPP TS </w:t>
      </w:r>
      <w:r w:rsidR="00DE5E65" w:rsidRPr="00630AB6">
        <w:t>23.502</w:t>
      </w:r>
      <w:r w:rsidR="00DE5E65">
        <w:t> </w:t>
      </w:r>
      <w:r w:rsidR="00DE5E65" w:rsidRPr="00630AB6">
        <w:t>[</w:t>
      </w:r>
      <w:r w:rsidRPr="00630AB6">
        <w:t>3]);</w:t>
      </w:r>
    </w:p>
    <w:p w14:paraId="6F7BD368" w14:textId="77777777" w:rsidR="00183954" w:rsidRPr="00630AB6" w:rsidRDefault="00183954" w:rsidP="00183954">
      <w:pPr>
        <w:pStyle w:val="B10"/>
        <w:rPr>
          <w:lang w:eastAsia="zh-CN"/>
        </w:rPr>
      </w:pPr>
      <w:r w:rsidRPr="00630AB6">
        <w:t>-</w:t>
      </w:r>
      <w:r w:rsidRPr="00630AB6">
        <w:tab/>
        <w:t xml:space="preserve">UE Configuration Update procedure (see </w:t>
      </w:r>
      <w:r w:rsidR="001765C8">
        <w:t>clause</w:t>
      </w:r>
      <w:r w:rsidRPr="00630AB6">
        <w:t xml:space="preserve"> 4.2.4.2 of</w:t>
      </w:r>
      <w:r w:rsidR="00DE5E65">
        <w:t xml:space="preserve"> 3GPP TS </w:t>
      </w:r>
      <w:r w:rsidR="00DE5E65" w:rsidRPr="00630AB6">
        <w:t>23.502</w:t>
      </w:r>
      <w:r w:rsidR="00DE5E65">
        <w:t> </w:t>
      </w:r>
      <w:r w:rsidR="00DE5E65" w:rsidRPr="00630AB6">
        <w:t>[</w:t>
      </w:r>
      <w:r w:rsidRPr="00630AB6">
        <w:t>3]);</w:t>
      </w:r>
    </w:p>
    <w:p w14:paraId="7C6A399C" w14:textId="77777777" w:rsidR="000E74C8" w:rsidRPr="00630AB6" w:rsidRDefault="000E74C8" w:rsidP="000E74C8">
      <w:pPr>
        <w:pStyle w:val="B10"/>
        <w:rPr>
          <w:lang w:eastAsia="zh-CN"/>
        </w:rPr>
      </w:pPr>
      <w:r w:rsidRPr="00630AB6">
        <w:t>-</w:t>
      </w:r>
      <w:r w:rsidRPr="00630AB6">
        <w:tab/>
        <w:t xml:space="preserve">SMF selection for non-roaming and roaming with local breakout (see </w:t>
      </w:r>
      <w:r w:rsidR="001765C8">
        <w:t>clause</w:t>
      </w:r>
      <w:r w:rsidRPr="00630AB6">
        <w:t> 4.3.2.2.3.2 of</w:t>
      </w:r>
      <w:r w:rsidR="00DE5E65">
        <w:t xml:space="preserve"> 3GPP TS </w:t>
      </w:r>
      <w:r w:rsidR="00DE5E65" w:rsidRPr="00630AB6">
        <w:t>23.502</w:t>
      </w:r>
      <w:r w:rsidR="00DE5E65">
        <w:t> </w:t>
      </w:r>
      <w:r w:rsidR="00DE5E65" w:rsidRPr="00630AB6">
        <w:t>[</w:t>
      </w:r>
      <w:r w:rsidRPr="00630AB6">
        <w:t xml:space="preserve">3]) or SMF selection for home-routed roaming scenario (see </w:t>
      </w:r>
      <w:r w:rsidR="001765C8">
        <w:t>clause</w:t>
      </w:r>
      <w:r w:rsidRPr="00630AB6">
        <w:t> 4.3.2.2.</w:t>
      </w:r>
      <w:r w:rsidRPr="00630AB6">
        <w:rPr>
          <w:lang w:eastAsia="zh-CN"/>
        </w:rPr>
        <w:t>3.3</w:t>
      </w:r>
      <w:r w:rsidRPr="00630AB6">
        <w:t xml:space="preserve"> of</w:t>
      </w:r>
      <w:r w:rsidR="00DE5E65">
        <w:t xml:space="preserve"> 3GPP TS </w:t>
      </w:r>
      <w:r w:rsidR="00DE5E65" w:rsidRPr="00630AB6">
        <w:t>23.502</w:t>
      </w:r>
      <w:r w:rsidR="00DE5E65">
        <w:t> </w:t>
      </w:r>
      <w:r w:rsidR="00DE5E65" w:rsidRPr="00630AB6">
        <w:t>[</w:t>
      </w:r>
      <w:r w:rsidRPr="00630AB6">
        <w:t>3]).</w:t>
      </w:r>
    </w:p>
    <w:p w14:paraId="12310731" w14:textId="77777777" w:rsidR="00183954" w:rsidRPr="00630AB6" w:rsidRDefault="00183954" w:rsidP="00C00BCA">
      <w:pPr>
        <w:pStyle w:val="NO"/>
        <w:rPr>
          <w:lang w:eastAsia="zh-CN"/>
        </w:rPr>
      </w:pPr>
      <w:r w:rsidRPr="00630AB6">
        <w:t>NOTE:</w:t>
      </w:r>
      <w:r w:rsidRPr="00630AB6">
        <w:tab/>
        <w:t xml:space="preserve">The list of procedures above, which trigger invoking of the </w:t>
      </w:r>
      <w:proofErr w:type="spellStart"/>
      <w:r w:rsidRPr="00630AB6">
        <w:t>Nnssf_NSSelection_Get</w:t>
      </w:r>
      <w:proofErr w:type="spellEnd"/>
      <w:r w:rsidRPr="00630AB6">
        <w:t xml:space="preserve"> service operation, is not exhaustive.</w:t>
      </w:r>
    </w:p>
    <w:p w14:paraId="7DED9D77" w14:textId="77777777" w:rsidR="00AF47A0" w:rsidRPr="00630AB6" w:rsidRDefault="00AF47A0" w:rsidP="0041307B">
      <w:pPr>
        <w:pStyle w:val="Heading5"/>
        <w:rPr>
          <w:lang w:eastAsia="zh-CN"/>
        </w:rPr>
      </w:pPr>
      <w:bookmarkStart w:id="24" w:name="_Toc74989787"/>
      <w:r w:rsidRPr="00630AB6">
        <w:t>5.2.2.2</w:t>
      </w:r>
      <w:r w:rsidR="00D93024" w:rsidRPr="00630AB6">
        <w:t>.2</w:t>
      </w:r>
      <w:r w:rsidRPr="00630AB6">
        <w:tab/>
      </w:r>
      <w:r w:rsidR="000E74C8" w:rsidRPr="00630AB6">
        <w:rPr>
          <w:rFonts w:hint="eastAsia"/>
          <w:lang w:eastAsia="zh-CN"/>
        </w:rPr>
        <w:t xml:space="preserve">Get </w:t>
      </w:r>
      <w:r w:rsidR="008B6CCA" w:rsidRPr="00630AB6">
        <w:t xml:space="preserve">service operation of </w:t>
      </w:r>
      <w:proofErr w:type="spellStart"/>
      <w:r w:rsidR="000E74C8" w:rsidRPr="00630AB6">
        <w:t>Nnssf_NSSelection</w:t>
      </w:r>
      <w:proofErr w:type="spellEnd"/>
      <w:r w:rsidR="000E74C8" w:rsidRPr="00630AB6">
        <w:t xml:space="preserve"> </w:t>
      </w:r>
      <w:r w:rsidR="008B6CCA" w:rsidRPr="00630AB6">
        <w:t xml:space="preserve">service </w:t>
      </w:r>
      <w:r w:rsidR="000E74C8" w:rsidRPr="00630AB6">
        <w:rPr>
          <w:rFonts w:hint="eastAsia"/>
          <w:lang w:eastAsia="zh-CN"/>
        </w:rPr>
        <w:t>during the registration procedure</w:t>
      </w:r>
      <w:bookmarkEnd w:id="24"/>
    </w:p>
    <w:p w14:paraId="1FBEE70D" w14:textId="77777777" w:rsidR="000E74C8" w:rsidRPr="00630AB6" w:rsidRDefault="000E74C8" w:rsidP="000E74C8">
      <w:r w:rsidRPr="00630AB6">
        <w:t xml:space="preserve">In this procedure, the NF Service Consumer (e.g. AMF) retrieves the </w:t>
      </w:r>
      <w:r w:rsidRPr="00630AB6">
        <w:rPr>
          <w:lang w:eastAsia="zh-CN"/>
        </w:rPr>
        <w:t>Allowed NSSAI</w:t>
      </w:r>
      <w:r w:rsidRPr="00630AB6">
        <w:rPr>
          <w:rFonts w:hint="eastAsia"/>
          <w:lang w:eastAsia="zh-CN"/>
        </w:rPr>
        <w:t>,</w:t>
      </w:r>
      <w:r w:rsidRPr="00630AB6">
        <w:rPr>
          <w:lang w:eastAsia="zh-CN"/>
        </w:rPr>
        <w:t xml:space="preserve"> </w:t>
      </w:r>
      <w:r w:rsidR="00183954" w:rsidRPr="00630AB6">
        <w:rPr>
          <w:lang w:eastAsia="zh-CN"/>
        </w:rPr>
        <w:t>Configured NSSAI,</w:t>
      </w:r>
      <w:r w:rsidR="00183954" w:rsidRPr="00630AB6">
        <w:rPr>
          <w:rFonts w:hint="eastAsia"/>
          <w:lang w:eastAsia="zh-CN"/>
        </w:rPr>
        <w:t xml:space="preserve"> </w:t>
      </w:r>
      <w:r w:rsidRPr="00630AB6">
        <w:rPr>
          <w:lang w:eastAsia="zh-CN"/>
        </w:rPr>
        <w:t>target AMF Set or the list of candidate AMF(s) and other optional information</w:t>
      </w:r>
      <w:r w:rsidRPr="00630AB6">
        <w:t>.</w:t>
      </w:r>
    </w:p>
    <w:p w14:paraId="79B2AB45" w14:textId="77777777" w:rsidR="000E74C8" w:rsidRPr="00630AB6" w:rsidRDefault="000E74C8" w:rsidP="000E74C8">
      <w:pPr>
        <w:pStyle w:val="TH"/>
      </w:pPr>
    </w:p>
    <w:p w14:paraId="56617631" w14:textId="77777777" w:rsidR="003F6EE2" w:rsidRDefault="003F6EE2" w:rsidP="000E74C8">
      <w:pPr>
        <w:pStyle w:val="TH"/>
      </w:pPr>
    </w:p>
    <w:p w14:paraId="74002704" w14:textId="77777777" w:rsidR="00AF36AA" w:rsidRPr="00630AB6" w:rsidRDefault="00AF36AA" w:rsidP="000E74C8">
      <w:pPr>
        <w:pStyle w:val="TH"/>
      </w:pPr>
      <w:r w:rsidRPr="00630AB6">
        <w:object w:dxaOrig="11400" w:dyaOrig="2604" w14:anchorId="2301D326">
          <v:shape id="_x0000_i1026" type="#_x0000_t75" style="width:481.85pt;height:110.75pt" o:ole="">
            <v:imagedata r:id="rId14" o:title=""/>
          </v:shape>
          <o:OLEObject Type="Embed" ProgID="Visio.Drawing.11" ShapeID="_x0000_i1026" DrawAspect="Content" ObjectID="_1685602614" r:id="rId15"/>
        </w:object>
      </w:r>
    </w:p>
    <w:p w14:paraId="44E5AFE6" w14:textId="77777777" w:rsidR="000E74C8" w:rsidRPr="00630AB6" w:rsidRDefault="000E74C8" w:rsidP="0041307B">
      <w:pPr>
        <w:pStyle w:val="TF"/>
        <w:outlineLvl w:val="0"/>
      </w:pPr>
      <w:r w:rsidRPr="00630AB6">
        <w:t>Figure 5.2.2.2.2-1: Retrieve the network slice information during the registration procedure</w:t>
      </w:r>
    </w:p>
    <w:p w14:paraId="3A99F6AD" w14:textId="77777777" w:rsidR="000E74C8" w:rsidRPr="00630AB6" w:rsidRDefault="000E74C8" w:rsidP="000E74C8">
      <w:pPr>
        <w:pStyle w:val="B10"/>
      </w:pPr>
      <w:r w:rsidRPr="00630AB6">
        <w:t>1</w:t>
      </w:r>
      <w:r w:rsidRPr="00630AB6">
        <w:tab/>
        <w:t xml:space="preserve">The AMF shall send a </w:t>
      </w:r>
      <w:r w:rsidR="003F6EE2" w:rsidRPr="00630AB6">
        <w:t xml:space="preserve">GET </w:t>
      </w:r>
      <w:r w:rsidRPr="00630AB6">
        <w:t xml:space="preserve">request to the NSSF. </w:t>
      </w:r>
      <w:r w:rsidR="003F6EE2" w:rsidRPr="00630AB6">
        <w:t xml:space="preserve">One </w:t>
      </w:r>
      <w:r w:rsidR="00183954" w:rsidRPr="00630AB6">
        <w:t xml:space="preserve">or more </w:t>
      </w:r>
      <w:r w:rsidR="003F6EE2" w:rsidRPr="00630AB6">
        <w:t xml:space="preserve">of the </w:t>
      </w:r>
      <w:r w:rsidR="00183954" w:rsidRPr="00630AB6">
        <w:t>following parameters</w:t>
      </w:r>
      <w:r w:rsidR="003F6EE2" w:rsidRPr="00630AB6">
        <w:t xml:space="preserve"> shall be included as query parameters</w:t>
      </w:r>
      <w:r w:rsidR="00183954" w:rsidRPr="00630AB6">
        <w:t>:</w:t>
      </w:r>
      <w:r w:rsidR="00183954" w:rsidRPr="00630AB6">
        <w:rPr>
          <w:rFonts w:hint="eastAsia"/>
          <w:lang w:eastAsia="zh-CN"/>
        </w:rPr>
        <w:t xml:space="preserve"> </w:t>
      </w:r>
      <w:r w:rsidRPr="00630AB6">
        <w:t>Requested NSSAI, Subscribed S-NSSAI(s) with the indication if marked as default S-NSSAI, PLMN ID of the SUPI, TAI,</w:t>
      </w:r>
      <w:r w:rsidRPr="00630AB6">
        <w:rPr>
          <w:lang w:eastAsia="zh-CN"/>
        </w:rPr>
        <w:t xml:space="preserve"> NF type of the NF service consumer, </w:t>
      </w:r>
      <w:r w:rsidRPr="00630AB6">
        <w:rPr>
          <w:rFonts w:hint="eastAsia"/>
          <w:lang w:eastAsia="zh-CN"/>
        </w:rPr>
        <w:t>Requester ID</w:t>
      </w:r>
      <w:r w:rsidRPr="00630AB6">
        <w:t>.</w:t>
      </w:r>
    </w:p>
    <w:p w14:paraId="3F9928CF" w14:textId="77777777" w:rsidR="003F6EE2" w:rsidRPr="00630AB6" w:rsidRDefault="000E74C8" w:rsidP="000E74C8">
      <w:pPr>
        <w:pStyle w:val="B10"/>
      </w:pPr>
      <w:r w:rsidRPr="00630AB6">
        <w:t>2</w:t>
      </w:r>
      <w:r w:rsidRPr="00630AB6">
        <w:tab/>
        <w:t>On success, "200 OK" shall be returned</w:t>
      </w:r>
      <w:r w:rsidR="003F6EE2" w:rsidRPr="00630AB6">
        <w:t xml:space="preserve"> in the following cases:</w:t>
      </w:r>
    </w:p>
    <w:p w14:paraId="71BF5E7E" w14:textId="77777777" w:rsidR="000E74C8" w:rsidRPr="00630AB6" w:rsidRDefault="003F6EE2" w:rsidP="00DE6817">
      <w:pPr>
        <w:pStyle w:val="B10"/>
        <w:ind w:firstLine="0"/>
      </w:pPr>
      <w:r w:rsidRPr="00630AB6">
        <w:lastRenderedPageBreak/>
        <w:t xml:space="preserve">- When the NSSF is able to find authorized network slice information for the requested network slice selection information, </w:t>
      </w:r>
      <w:r w:rsidR="000E74C8" w:rsidRPr="00630AB6">
        <w:t xml:space="preserve">the </w:t>
      </w:r>
      <w:r w:rsidRPr="00630AB6">
        <w:t xml:space="preserve">response body shall include a </w:t>
      </w:r>
      <w:r w:rsidR="000E74C8" w:rsidRPr="00630AB6">
        <w:t>payload body containing at least the</w:t>
      </w:r>
      <w:r w:rsidRPr="00630AB6">
        <w:rPr>
          <w:lang w:eastAsia="zh-CN"/>
        </w:rPr>
        <w:t xml:space="preserve"> </w:t>
      </w:r>
      <w:r w:rsidR="000E74C8" w:rsidRPr="00630AB6">
        <w:rPr>
          <w:lang w:eastAsia="zh-CN"/>
        </w:rPr>
        <w:t>Allowed NSSAI, target AMF Set or the list of candidate AMF(s)</w:t>
      </w:r>
      <w:r w:rsidRPr="00630AB6">
        <w:rPr>
          <w:lang w:eastAsia="zh-CN"/>
        </w:rPr>
        <w:t>;</w:t>
      </w:r>
    </w:p>
    <w:p w14:paraId="55990B0C" w14:textId="77777777" w:rsidR="003F6EE2" w:rsidRPr="00630AB6" w:rsidRDefault="003F6EE2" w:rsidP="00DE6817">
      <w:pPr>
        <w:pStyle w:val="B10"/>
        <w:ind w:firstLine="0"/>
      </w:pPr>
      <w:r w:rsidRPr="00630AB6">
        <w:t>- If no slice instances can be found for the requested slice selection information, then the response body shall contain an empty "</w:t>
      </w:r>
      <w:proofErr w:type="spellStart"/>
      <w:r w:rsidRPr="00630AB6">
        <w:t>AuthorizedNetworkSliceInfo</w:t>
      </w:r>
      <w:proofErr w:type="spellEnd"/>
      <w:r w:rsidRPr="00630AB6">
        <w:t>" JSON object.</w:t>
      </w:r>
    </w:p>
    <w:p w14:paraId="6B49AE30" w14:textId="77777777" w:rsidR="003F6EE2" w:rsidRPr="00630AB6" w:rsidRDefault="003F6EE2" w:rsidP="00DE6817">
      <w:pPr>
        <w:pStyle w:val="B10"/>
        <w:ind w:firstLine="0"/>
      </w:pPr>
      <w:r w:rsidRPr="00630AB6">
        <w:t>On failure, the NSSF shall return one of the HTTP status codes together with the response body listed in Table 6.1.3.2.3.1-3.</w:t>
      </w:r>
    </w:p>
    <w:p w14:paraId="04AC57AF" w14:textId="77777777" w:rsidR="00AF47A0" w:rsidRPr="00630AB6" w:rsidRDefault="00AF47A0" w:rsidP="0041307B">
      <w:pPr>
        <w:pStyle w:val="Heading5"/>
      </w:pPr>
      <w:bookmarkStart w:id="25" w:name="_Toc74989788"/>
      <w:r w:rsidRPr="00630AB6">
        <w:t>5.2.2.</w:t>
      </w:r>
      <w:r w:rsidR="00D93024" w:rsidRPr="00630AB6">
        <w:t>2.</w:t>
      </w:r>
      <w:r w:rsidRPr="00630AB6">
        <w:t>3</w:t>
      </w:r>
      <w:r w:rsidRPr="00630AB6">
        <w:tab/>
      </w:r>
      <w:r w:rsidR="000E74C8" w:rsidRPr="00630AB6">
        <w:rPr>
          <w:rFonts w:hint="eastAsia"/>
          <w:lang w:eastAsia="zh-CN"/>
        </w:rPr>
        <w:t xml:space="preserve">Get </w:t>
      </w:r>
      <w:r w:rsidR="008B6CCA" w:rsidRPr="00630AB6">
        <w:t xml:space="preserve">service operation of </w:t>
      </w:r>
      <w:proofErr w:type="spellStart"/>
      <w:r w:rsidR="000E74C8" w:rsidRPr="00630AB6">
        <w:t>Nnssf_NSSelection</w:t>
      </w:r>
      <w:proofErr w:type="spellEnd"/>
      <w:r w:rsidR="000E74C8" w:rsidRPr="00630AB6">
        <w:t xml:space="preserve"> </w:t>
      </w:r>
      <w:r w:rsidR="008B6CCA" w:rsidRPr="00630AB6">
        <w:t xml:space="preserve">service </w:t>
      </w:r>
      <w:r w:rsidR="000E74C8" w:rsidRPr="00630AB6">
        <w:rPr>
          <w:rFonts w:hint="eastAsia"/>
          <w:lang w:eastAsia="zh-CN"/>
        </w:rPr>
        <w:t>during the PDU session establishment</w:t>
      </w:r>
      <w:bookmarkEnd w:id="25"/>
    </w:p>
    <w:p w14:paraId="62AC8BF2" w14:textId="77777777" w:rsidR="000E74C8" w:rsidRPr="00630AB6" w:rsidRDefault="000E74C8" w:rsidP="000E74C8">
      <w:r w:rsidRPr="00630AB6">
        <w:t>In this procedure, the NF Service Consumer (e.g. AMF) retrieves the NRF and the optionally the NSI ID of the network slice instance:</w:t>
      </w:r>
    </w:p>
    <w:p w14:paraId="1081A5AC" w14:textId="77777777" w:rsidR="000E74C8" w:rsidRPr="00630AB6" w:rsidRDefault="000E74C8" w:rsidP="000E74C8">
      <w:pPr>
        <w:pStyle w:val="TH"/>
      </w:pPr>
    </w:p>
    <w:p w14:paraId="58BD7A65" w14:textId="77777777" w:rsidR="003F6EE2" w:rsidRDefault="003F6EE2" w:rsidP="000E74C8">
      <w:pPr>
        <w:pStyle w:val="TH"/>
      </w:pPr>
    </w:p>
    <w:p w14:paraId="780D5665" w14:textId="77777777" w:rsidR="00AF36AA" w:rsidRPr="00630AB6" w:rsidRDefault="00AF36AA" w:rsidP="000E74C8">
      <w:pPr>
        <w:pStyle w:val="TH"/>
      </w:pPr>
      <w:r w:rsidRPr="00630AB6">
        <w:object w:dxaOrig="11400" w:dyaOrig="2604" w14:anchorId="180E1D4B">
          <v:shape id="_x0000_i1027" type="#_x0000_t75" style="width:481.85pt;height:110.75pt" o:ole="">
            <v:imagedata r:id="rId16" o:title=""/>
          </v:shape>
          <o:OLEObject Type="Embed" ProgID="Visio.Drawing.11" ShapeID="_x0000_i1027" DrawAspect="Content" ObjectID="_1685602615" r:id="rId17"/>
        </w:object>
      </w:r>
    </w:p>
    <w:p w14:paraId="32B85B80" w14:textId="77777777" w:rsidR="000E74C8" w:rsidRPr="00630AB6" w:rsidRDefault="000E74C8" w:rsidP="000E74C8">
      <w:pPr>
        <w:pStyle w:val="TF"/>
      </w:pPr>
      <w:r w:rsidRPr="00630AB6">
        <w:t>Figure 5.2.2.2.3-1: Retrieve the network slice information during the PDU session establishment procedure</w:t>
      </w:r>
    </w:p>
    <w:p w14:paraId="659B0C3F" w14:textId="77777777" w:rsidR="000E74C8" w:rsidRPr="00630AB6" w:rsidRDefault="000E74C8" w:rsidP="000E74C8">
      <w:pPr>
        <w:pStyle w:val="B10"/>
        <w:rPr>
          <w:lang w:eastAsia="zh-CN"/>
        </w:rPr>
      </w:pPr>
      <w:r w:rsidRPr="00630AB6">
        <w:t>1</w:t>
      </w:r>
      <w:r w:rsidRPr="00630AB6">
        <w:tab/>
        <w:t xml:space="preserve">The NF Service consumer (e.g. AMF or NSSF in the different PLMN) shall send a </w:t>
      </w:r>
      <w:r w:rsidR="003F6EE2" w:rsidRPr="00630AB6">
        <w:t xml:space="preserve">GET </w:t>
      </w:r>
      <w:r w:rsidRPr="00630AB6">
        <w:t xml:space="preserve">request to the NSSF. The </w:t>
      </w:r>
      <w:r w:rsidR="003F6EE2" w:rsidRPr="00630AB6">
        <w:t xml:space="preserve">request </w:t>
      </w:r>
      <w:r w:rsidRPr="00630AB6">
        <w:t xml:space="preserve">shall </w:t>
      </w:r>
      <w:r w:rsidR="003F6EE2" w:rsidRPr="00630AB6">
        <w:t xml:space="preserve">include query parameters, </w:t>
      </w:r>
      <w:r w:rsidRPr="00630AB6">
        <w:t>contain at least S-NSSAI,</w:t>
      </w:r>
      <w:r w:rsidR="00E4275A" w:rsidRPr="00630AB6">
        <w:t xml:space="preserve"> S-NSSAI from the HPLMN that maps to the S-NSSAI from the Allowed NSSAI of the Serving PLMN, </w:t>
      </w:r>
      <w:r w:rsidRPr="00630AB6">
        <w:t xml:space="preserve">the </w:t>
      </w:r>
      <w:r w:rsidRPr="00630AB6">
        <w:rPr>
          <w:lang w:eastAsia="zh-CN"/>
        </w:rPr>
        <w:t xml:space="preserve">NF type of the NF service consumer and </w:t>
      </w:r>
      <w:r w:rsidRPr="00630AB6">
        <w:rPr>
          <w:rFonts w:hint="eastAsia"/>
          <w:lang w:eastAsia="zh-CN"/>
        </w:rPr>
        <w:t>Requester ID</w:t>
      </w:r>
      <w:r w:rsidRPr="00630AB6">
        <w:t xml:space="preserve">. For the procedure invoked in the Serving PLMN, </w:t>
      </w:r>
      <w:r w:rsidR="003F6EE2" w:rsidRPr="00630AB6">
        <w:t xml:space="preserve">the query parameters </w:t>
      </w:r>
      <w:r w:rsidRPr="00630AB6">
        <w:t xml:space="preserve">shall also contain non-roaming/LBO roaming/HR roaming indication, PLMN ID of the SUPI and TAI. </w:t>
      </w:r>
    </w:p>
    <w:p w14:paraId="0831C96C" w14:textId="77777777" w:rsidR="003F6EE2" w:rsidRPr="00630AB6" w:rsidRDefault="000E74C8" w:rsidP="000E74C8">
      <w:pPr>
        <w:pStyle w:val="B10"/>
      </w:pPr>
      <w:r w:rsidRPr="00630AB6">
        <w:t>2</w:t>
      </w:r>
      <w:r w:rsidRPr="00630AB6">
        <w:tab/>
        <w:t>On success, "200 OK" shall be returned</w:t>
      </w:r>
      <w:r w:rsidR="003F6EE2" w:rsidRPr="00630AB6">
        <w:t xml:space="preserve"> in the following cases:</w:t>
      </w:r>
    </w:p>
    <w:p w14:paraId="7908E35C" w14:textId="77777777" w:rsidR="00D10EF5" w:rsidRPr="00630AB6" w:rsidRDefault="003F6EE2" w:rsidP="00DE6817">
      <w:pPr>
        <w:pStyle w:val="B10"/>
        <w:ind w:firstLine="0"/>
      </w:pPr>
      <w:r w:rsidRPr="00630AB6">
        <w:t xml:space="preserve">- When the NSSF is able to find network slice instance information for the requested network slice selection information, </w:t>
      </w:r>
      <w:r w:rsidR="000E74C8" w:rsidRPr="00630AB6">
        <w:t xml:space="preserve">the </w:t>
      </w:r>
      <w:r w:rsidRPr="00630AB6">
        <w:t xml:space="preserve">response body shall include a </w:t>
      </w:r>
      <w:r w:rsidR="000E74C8" w:rsidRPr="00630AB6">
        <w:t>payload body containing at least the</w:t>
      </w:r>
      <w:r w:rsidRPr="00630AB6">
        <w:rPr>
          <w:lang w:eastAsia="zh-CN"/>
        </w:rPr>
        <w:t xml:space="preserve"> </w:t>
      </w:r>
      <w:r w:rsidR="000E74C8" w:rsidRPr="00630AB6">
        <w:t>NRF to be used to select NFs/services within the selected Network Slice instance</w:t>
      </w:r>
      <w:r w:rsidRPr="00630AB6">
        <w:t>;</w:t>
      </w:r>
    </w:p>
    <w:p w14:paraId="65074A4A" w14:textId="77777777" w:rsidR="000E74C8" w:rsidRPr="00630AB6" w:rsidRDefault="00D10EF5" w:rsidP="00DE6817">
      <w:pPr>
        <w:pStyle w:val="B10"/>
        <w:ind w:firstLine="0"/>
      </w:pPr>
      <w:r w:rsidRPr="00630AB6">
        <w:t>- If no slice instances can be found for the requested slice selection information, then the response body shall contain an empty "</w:t>
      </w:r>
      <w:proofErr w:type="spellStart"/>
      <w:r w:rsidRPr="00630AB6">
        <w:t>AuthorizedNetworkSliceInfo</w:t>
      </w:r>
      <w:proofErr w:type="spellEnd"/>
      <w:r w:rsidRPr="00630AB6">
        <w:t>" JSON object</w:t>
      </w:r>
      <w:r w:rsidR="000E74C8" w:rsidRPr="00630AB6">
        <w:t>.</w:t>
      </w:r>
    </w:p>
    <w:p w14:paraId="63B9DB1D" w14:textId="77777777" w:rsidR="00D10EF5" w:rsidRDefault="00D10EF5" w:rsidP="00DE6817">
      <w:pPr>
        <w:pStyle w:val="B10"/>
        <w:ind w:firstLine="0"/>
      </w:pPr>
      <w:r w:rsidRPr="00630AB6">
        <w:t>On failure, the NSSF shall return one of the HTTP status codes together with the response body listed in Table 6.1.3.2.3.1-3.</w:t>
      </w:r>
    </w:p>
    <w:p w14:paraId="6C17C664" w14:textId="77777777" w:rsidR="001271D9" w:rsidRPr="00630AB6" w:rsidRDefault="001271D9" w:rsidP="001271D9">
      <w:pPr>
        <w:pStyle w:val="Heading5"/>
      </w:pPr>
      <w:bookmarkStart w:id="26" w:name="_Toc74989789"/>
      <w:r w:rsidRPr="00630AB6">
        <w:t>5.2.2.2.</w:t>
      </w:r>
      <w:r w:rsidR="00B4463E">
        <w:t>4</w:t>
      </w:r>
      <w:r>
        <w:tab/>
      </w:r>
      <w:r w:rsidRPr="00630AB6">
        <w:rPr>
          <w:rFonts w:hint="eastAsia"/>
          <w:lang w:eastAsia="zh-CN"/>
        </w:rPr>
        <w:t xml:space="preserve">Get </w:t>
      </w:r>
      <w:r w:rsidRPr="00630AB6">
        <w:t xml:space="preserve">service operation of </w:t>
      </w:r>
      <w:proofErr w:type="spellStart"/>
      <w:r w:rsidRPr="00630AB6">
        <w:t>Nnssf_NSSelection</w:t>
      </w:r>
      <w:proofErr w:type="spellEnd"/>
      <w:r w:rsidRPr="00630AB6">
        <w:t xml:space="preserve"> service </w:t>
      </w:r>
      <w:r w:rsidRPr="00630AB6">
        <w:rPr>
          <w:rFonts w:hint="eastAsia"/>
          <w:lang w:eastAsia="zh-CN"/>
        </w:rPr>
        <w:t xml:space="preserve">during </w:t>
      </w:r>
      <w:r>
        <w:rPr>
          <w:rFonts w:cs="Arial"/>
          <w:szCs w:val="18"/>
          <w:lang w:eastAsia="zh-CN"/>
        </w:rPr>
        <w:t>UE c</w:t>
      </w:r>
      <w:r w:rsidRPr="007C32F9">
        <w:rPr>
          <w:rFonts w:cs="Arial"/>
          <w:szCs w:val="18"/>
          <w:lang w:eastAsia="zh-CN"/>
        </w:rPr>
        <w:t>onfiguration</w:t>
      </w:r>
      <w:r>
        <w:rPr>
          <w:rFonts w:cs="Arial"/>
          <w:szCs w:val="18"/>
          <w:lang w:eastAsia="zh-CN"/>
        </w:rPr>
        <w:t xml:space="preserve"> u</w:t>
      </w:r>
      <w:r w:rsidRPr="007C32F9">
        <w:rPr>
          <w:rFonts w:cs="Arial"/>
          <w:szCs w:val="18"/>
          <w:lang w:eastAsia="zh-CN"/>
        </w:rPr>
        <w:t>pdate procedure</w:t>
      </w:r>
      <w:bookmarkEnd w:id="26"/>
    </w:p>
    <w:p w14:paraId="6722E8E1" w14:textId="77777777" w:rsidR="001271D9" w:rsidRDefault="001271D9" w:rsidP="001271D9">
      <w:r w:rsidRPr="00630AB6">
        <w:t>In this procedure, the NF Service Consumer (e.g. AMF) retrieves</w:t>
      </w:r>
      <w:r>
        <w:t xml:space="preserve"> </w:t>
      </w:r>
      <w:r>
        <w:rPr>
          <w:lang w:eastAsia="zh-CN"/>
        </w:rPr>
        <w:t>network s</w:t>
      </w:r>
      <w:r w:rsidRPr="0094302B">
        <w:rPr>
          <w:lang w:eastAsia="zh-CN"/>
        </w:rPr>
        <w:t xml:space="preserve">lice configuration </w:t>
      </w:r>
      <w:r>
        <w:rPr>
          <w:lang w:eastAsia="zh-CN"/>
        </w:rPr>
        <w:t>information (e.g.</w:t>
      </w:r>
      <w:r w:rsidRPr="00366A94">
        <w:t xml:space="preserve"> </w:t>
      </w:r>
      <w:r w:rsidRPr="005A5090">
        <w:t>the Allowed NSSAI and the Configured NSSAI</w:t>
      </w:r>
      <w:r>
        <w:rPr>
          <w:lang w:eastAsia="zh-CN"/>
        </w:rPr>
        <w:t xml:space="preserve">) </w:t>
      </w:r>
      <w:r w:rsidRPr="00630AB6">
        <w:rPr>
          <w:rFonts w:hint="eastAsia"/>
          <w:lang w:eastAsia="zh-CN"/>
        </w:rPr>
        <w:t xml:space="preserve">during </w:t>
      </w:r>
      <w:r>
        <w:rPr>
          <w:lang w:eastAsia="zh-CN"/>
        </w:rPr>
        <w:t xml:space="preserve">the </w:t>
      </w:r>
      <w:r>
        <w:rPr>
          <w:rFonts w:cs="Arial"/>
          <w:szCs w:val="18"/>
          <w:lang w:eastAsia="zh-CN"/>
        </w:rPr>
        <w:t>UE c</w:t>
      </w:r>
      <w:r w:rsidRPr="007C32F9">
        <w:rPr>
          <w:rFonts w:cs="Arial"/>
          <w:szCs w:val="18"/>
          <w:lang w:eastAsia="zh-CN"/>
        </w:rPr>
        <w:t>onfiguration</w:t>
      </w:r>
      <w:r>
        <w:rPr>
          <w:rFonts w:cs="Arial"/>
          <w:szCs w:val="18"/>
          <w:lang w:eastAsia="zh-CN"/>
        </w:rPr>
        <w:t xml:space="preserve"> u</w:t>
      </w:r>
      <w:r w:rsidRPr="007C32F9">
        <w:rPr>
          <w:rFonts w:cs="Arial"/>
          <w:szCs w:val="18"/>
          <w:lang w:eastAsia="zh-CN"/>
        </w:rPr>
        <w:t>pdate procedure</w:t>
      </w:r>
      <w:r>
        <w:rPr>
          <w:lang w:eastAsia="zh-CN"/>
        </w:rPr>
        <w:t>.</w:t>
      </w:r>
    </w:p>
    <w:p w14:paraId="414CF800" w14:textId="77777777" w:rsidR="001271D9" w:rsidRDefault="001271D9" w:rsidP="001271D9"/>
    <w:p w14:paraId="40D2DFEE" w14:textId="77777777" w:rsidR="001271D9" w:rsidRDefault="001271D9" w:rsidP="001271D9">
      <w:pPr>
        <w:pStyle w:val="TH"/>
      </w:pPr>
      <w:r w:rsidRPr="00630AB6">
        <w:object w:dxaOrig="11400" w:dyaOrig="2604" w14:anchorId="70867A78">
          <v:shape id="_x0000_i1028" type="#_x0000_t75" style="width:481.85pt;height:110.75pt" o:ole="">
            <v:imagedata r:id="rId16" o:title=""/>
          </v:shape>
          <o:OLEObject Type="Embed" ProgID="Visio.Drawing.11" ShapeID="_x0000_i1028" DrawAspect="Content" ObjectID="_1685602616" r:id="rId18"/>
        </w:object>
      </w:r>
    </w:p>
    <w:p w14:paraId="74E595AF" w14:textId="77777777" w:rsidR="001271D9" w:rsidRPr="00630AB6" w:rsidRDefault="001271D9" w:rsidP="001271D9">
      <w:pPr>
        <w:pStyle w:val="TF"/>
      </w:pPr>
      <w:r w:rsidRPr="00630AB6">
        <w:t>Figure 5.2.2.2.</w:t>
      </w:r>
      <w:r w:rsidR="00B4463E">
        <w:t>4</w:t>
      </w:r>
      <w:r w:rsidRPr="00630AB6">
        <w:t xml:space="preserve">-1: Retrieve the network slice information during </w:t>
      </w:r>
      <w:r>
        <w:t>UE</w:t>
      </w:r>
      <w:r w:rsidRPr="00630AB6">
        <w:t xml:space="preserve"> </w:t>
      </w:r>
      <w:r>
        <w:rPr>
          <w:rFonts w:cs="Arial"/>
          <w:szCs w:val="18"/>
          <w:lang w:eastAsia="zh-CN"/>
        </w:rPr>
        <w:t>c</w:t>
      </w:r>
      <w:r w:rsidRPr="007C32F9">
        <w:rPr>
          <w:rFonts w:cs="Arial"/>
          <w:szCs w:val="18"/>
          <w:lang w:eastAsia="zh-CN"/>
        </w:rPr>
        <w:t>onfiguration</w:t>
      </w:r>
      <w:r>
        <w:rPr>
          <w:rFonts w:cs="Arial"/>
          <w:szCs w:val="18"/>
          <w:lang w:eastAsia="zh-CN"/>
        </w:rPr>
        <w:t xml:space="preserve"> u</w:t>
      </w:r>
      <w:r w:rsidRPr="007C32F9">
        <w:rPr>
          <w:rFonts w:cs="Arial"/>
          <w:szCs w:val="18"/>
          <w:lang w:eastAsia="zh-CN"/>
        </w:rPr>
        <w:t>pdate procedure</w:t>
      </w:r>
    </w:p>
    <w:p w14:paraId="26AC4DD1" w14:textId="77777777" w:rsidR="001271D9" w:rsidRPr="00630AB6" w:rsidRDefault="001271D9" w:rsidP="001271D9">
      <w:pPr>
        <w:pStyle w:val="B10"/>
        <w:rPr>
          <w:lang w:eastAsia="zh-CN"/>
        </w:rPr>
      </w:pPr>
      <w:r w:rsidRPr="00630AB6">
        <w:t>1</w:t>
      </w:r>
      <w:r w:rsidRPr="00630AB6">
        <w:tab/>
        <w:t xml:space="preserve">The NF Service consumer (e.g. AMF) shall send a GET request to the NSSF. The request shall </w:t>
      </w:r>
      <w:r>
        <w:t>include query parameters: S</w:t>
      </w:r>
      <w:r w:rsidRPr="007C6394">
        <w:t xml:space="preserve">ubscribed S-NSSAI(s) with the indication if </w:t>
      </w:r>
      <w:r>
        <w:t xml:space="preserve">the S-NSSAI is </w:t>
      </w:r>
      <w:r w:rsidRPr="007C6394">
        <w:t>marked as default S-NSSAI</w:t>
      </w:r>
      <w:r>
        <w:t xml:space="preserve">, </w:t>
      </w:r>
      <w:r w:rsidRPr="00862B7C">
        <w:t xml:space="preserve">PLMN ID of the SUPI, </w:t>
      </w:r>
      <w:r>
        <w:t>TAI</w:t>
      </w:r>
      <w:r w:rsidRPr="00862B7C">
        <w:t>,</w:t>
      </w:r>
      <w:r w:rsidRPr="00862B7C">
        <w:rPr>
          <w:lang w:eastAsia="zh-CN"/>
        </w:rPr>
        <w:t xml:space="preserve"> NF type of the NF service consumer</w:t>
      </w:r>
      <w:r w:rsidRPr="00630AB6">
        <w:rPr>
          <w:lang w:eastAsia="zh-CN"/>
        </w:rPr>
        <w:t xml:space="preserve"> and </w:t>
      </w:r>
      <w:r>
        <w:rPr>
          <w:lang w:eastAsia="zh-CN"/>
        </w:rPr>
        <w:t>the NF instance ID of the r</w:t>
      </w:r>
      <w:r w:rsidRPr="00630AB6">
        <w:rPr>
          <w:rFonts w:hint="eastAsia"/>
          <w:lang w:eastAsia="zh-CN"/>
        </w:rPr>
        <w:t xml:space="preserve">equester </w:t>
      </w:r>
      <w:r>
        <w:rPr>
          <w:lang w:eastAsia="zh-CN"/>
        </w:rPr>
        <w:t>NF</w:t>
      </w:r>
      <w:r w:rsidRPr="00630AB6">
        <w:t>.</w:t>
      </w:r>
    </w:p>
    <w:p w14:paraId="3B320C7D" w14:textId="77777777" w:rsidR="001271D9" w:rsidRPr="00630AB6" w:rsidRDefault="001271D9" w:rsidP="001271D9">
      <w:pPr>
        <w:pStyle w:val="B10"/>
      </w:pPr>
      <w:r w:rsidRPr="00630AB6">
        <w:t>2</w:t>
      </w:r>
      <w:r w:rsidRPr="00630AB6">
        <w:tab/>
        <w:t>On success, "200 OK" shall be returned in the following cases:</w:t>
      </w:r>
    </w:p>
    <w:p w14:paraId="0A15EEC8" w14:textId="77777777" w:rsidR="001271D9" w:rsidRPr="00630AB6" w:rsidRDefault="001271D9" w:rsidP="00820A59">
      <w:pPr>
        <w:pStyle w:val="B2"/>
      </w:pPr>
      <w:r w:rsidRPr="00630AB6">
        <w:t>-</w:t>
      </w:r>
      <w:r>
        <w:tab/>
      </w:r>
      <w:r w:rsidRPr="00630AB6">
        <w:t>When the NSSF is able to find authorized network slice information for the requested network slice selection information, the response body shall include a payload body containing at least</w:t>
      </w:r>
      <w:r>
        <w:t xml:space="preserve"> the</w:t>
      </w:r>
      <w:r w:rsidRPr="00894306">
        <w:rPr>
          <w:lang w:eastAsia="zh-CN"/>
        </w:rPr>
        <w:t xml:space="preserve"> </w:t>
      </w:r>
      <w:r w:rsidRPr="00993864">
        <w:rPr>
          <w:lang w:eastAsia="zh-CN"/>
        </w:rPr>
        <w:t>Allowed NSSAI</w:t>
      </w:r>
      <w:r>
        <w:rPr>
          <w:lang w:eastAsia="zh-CN"/>
        </w:rPr>
        <w:t>, Configured NSSAI</w:t>
      </w:r>
      <w:r w:rsidRPr="00993864">
        <w:rPr>
          <w:lang w:eastAsia="zh-CN"/>
        </w:rPr>
        <w:t>;</w:t>
      </w:r>
    </w:p>
    <w:p w14:paraId="06761A32" w14:textId="77777777" w:rsidR="001271D9" w:rsidRPr="00630AB6" w:rsidRDefault="001271D9" w:rsidP="00820A59">
      <w:pPr>
        <w:pStyle w:val="B2"/>
      </w:pPr>
      <w:r w:rsidRPr="00630AB6">
        <w:t>-</w:t>
      </w:r>
      <w:r>
        <w:tab/>
      </w:r>
      <w:r w:rsidRPr="00630AB6">
        <w:t>If no slice instances can be found for the requested slice selection information, then the response body shall contain an empty "</w:t>
      </w:r>
      <w:proofErr w:type="spellStart"/>
      <w:r w:rsidRPr="00630AB6">
        <w:t>AuthorizedNetworkSliceInfo</w:t>
      </w:r>
      <w:proofErr w:type="spellEnd"/>
      <w:r w:rsidRPr="00630AB6">
        <w:t>" JSON object.</w:t>
      </w:r>
    </w:p>
    <w:p w14:paraId="7BD791BB" w14:textId="77777777" w:rsidR="001271D9" w:rsidRPr="00630AB6" w:rsidRDefault="001271D9" w:rsidP="001271D9">
      <w:pPr>
        <w:pStyle w:val="B10"/>
        <w:ind w:firstLine="0"/>
      </w:pPr>
      <w:r w:rsidRPr="00630AB6">
        <w:t>On failure, the NSSF shall return one of the HTTP status codes together with the response body listed in Table 6.1.3.2.3.1-3.</w:t>
      </w:r>
    </w:p>
    <w:p w14:paraId="17FE9B29" w14:textId="77777777" w:rsidR="001271D9" w:rsidRPr="001271D9" w:rsidRDefault="001271D9" w:rsidP="00820A59">
      <w:pPr>
        <w:pStyle w:val="B10"/>
        <w:ind w:left="0" w:firstLine="0"/>
      </w:pPr>
    </w:p>
    <w:p w14:paraId="1D9340D9" w14:textId="77777777" w:rsidR="000F0802" w:rsidRPr="00630AB6" w:rsidRDefault="000F0802" w:rsidP="0041307B">
      <w:pPr>
        <w:pStyle w:val="Heading2"/>
      </w:pPr>
      <w:bookmarkStart w:id="27" w:name="_Toc74989790"/>
      <w:r w:rsidRPr="00630AB6">
        <w:t>5.3</w:t>
      </w:r>
      <w:r w:rsidRPr="00630AB6">
        <w:tab/>
      </w:r>
      <w:proofErr w:type="spellStart"/>
      <w:r w:rsidR="00150306" w:rsidRPr="00630AB6">
        <w:t>Nnssf_NSSAIAvailability</w:t>
      </w:r>
      <w:proofErr w:type="spellEnd"/>
      <w:r w:rsidRPr="00630AB6">
        <w:t xml:space="preserve"> Service</w:t>
      </w:r>
      <w:bookmarkEnd w:id="27"/>
    </w:p>
    <w:p w14:paraId="352B8D37" w14:textId="77777777" w:rsidR="00150306" w:rsidRPr="00630AB6" w:rsidRDefault="00150306" w:rsidP="0041307B">
      <w:pPr>
        <w:pStyle w:val="Heading3"/>
      </w:pPr>
      <w:bookmarkStart w:id="28" w:name="_Toc74989791"/>
      <w:r w:rsidRPr="00630AB6">
        <w:t>5.3.1</w:t>
      </w:r>
      <w:r w:rsidRPr="00630AB6">
        <w:tab/>
        <w:t>Service Description</w:t>
      </w:r>
      <w:bookmarkEnd w:id="28"/>
    </w:p>
    <w:p w14:paraId="62D53C4A" w14:textId="77777777" w:rsidR="00150306" w:rsidRPr="00630AB6" w:rsidRDefault="00150306" w:rsidP="00150306">
      <w:pPr>
        <w:rPr>
          <w:lang w:eastAsia="zh-CN"/>
        </w:rPr>
      </w:pPr>
      <w:r w:rsidRPr="00630AB6">
        <w:rPr>
          <w:lang w:eastAsia="zh-CN"/>
        </w:rPr>
        <w:t xml:space="preserve">The </w:t>
      </w:r>
      <w:proofErr w:type="spellStart"/>
      <w:r w:rsidRPr="00630AB6">
        <w:rPr>
          <w:lang w:eastAsia="zh-CN"/>
        </w:rPr>
        <w:t>Nnssf_NSSAIAvailability</w:t>
      </w:r>
      <w:proofErr w:type="spellEnd"/>
      <w:r w:rsidRPr="00630AB6">
        <w:rPr>
          <w:lang w:eastAsia="zh-CN"/>
        </w:rPr>
        <w:t xml:space="preserve"> service is used by the </w:t>
      </w:r>
      <w:r w:rsidR="001767F1" w:rsidRPr="00630AB6">
        <w:t>NF service consumer (</w:t>
      </w:r>
      <w:proofErr w:type="spellStart"/>
      <w:r w:rsidR="001767F1" w:rsidRPr="00630AB6">
        <w:t>e.g</w:t>
      </w:r>
      <w:proofErr w:type="spellEnd"/>
      <w:r w:rsidR="001767F1" w:rsidRPr="00630AB6">
        <w:t xml:space="preserve"> </w:t>
      </w:r>
      <w:r w:rsidRPr="00630AB6">
        <w:rPr>
          <w:lang w:eastAsia="zh-CN"/>
        </w:rPr>
        <w:t>AMF</w:t>
      </w:r>
      <w:r w:rsidR="001767F1" w:rsidRPr="00630AB6">
        <w:rPr>
          <w:lang w:eastAsia="zh-CN"/>
        </w:rPr>
        <w:t>)</w:t>
      </w:r>
      <w:r w:rsidRPr="00630AB6">
        <w:rPr>
          <w:lang w:eastAsia="zh-CN"/>
        </w:rPr>
        <w:t xml:space="preserve"> to update </w:t>
      </w:r>
      <w:r w:rsidRPr="00630AB6">
        <w:t>the S-NSSAI(s) the AMF supports on a per TA basis on the NSSF</w:t>
      </w:r>
      <w:r w:rsidR="00F4570B" w:rsidRPr="00630AB6">
        <w:t>, subscribe and unsubscribe the notification of any changes to the NSSAI availability information</w:t>
      </w:r>
      <w:r w:rsidRPr="00630AB6">
        <w:t xml:space="preserve"> </w:t>
      </w:r>
      <w:r w:rsidR="001767F1" w:rsidRPr="00630AB6">
        <w:t xml:space="preserve">on a per TA basis, of the S-NSSAIs available per TA (unrestricted) </w:t>
      </w:r>
      <w:r w:rsidRPr="00630AB6">
        <w:t xml:space="preserve">and the restricted S-NSSAI(s) per PLMN </w:t>
      </w:r>
      <w:r w:rsidR="001767F1" w:rsidRPr="00630AB6">
        <w:t xml:space="preserve">in that TA in the serving PLMN of </w:t>
      </w:r>
      <w:proofErr w:type="spellStart"/>
      <w:r w:rsidR="001767F1" w:rsidRPr="00630AB6">
        <w:t>of</w:t>
      </w:r>
      <w:proofErr w:type="spellEnd"/>
      <w:r w:rsidR="001767F1" w:rsidRPr="00630AB6">
        <w:t xml:space="preserve"> </w:t>
      </w:r>
      <w:r w:rsidRPr="00630AB6">
        <w:t xml:space="preserve">the </w:t>
      </w:r>
      <w:r w:rsidR="001767F1" w:rsidRPr="00630AB6">
        <w:t>UE</w:t>
      </w:r>
      <w:r w:rsidRPr="00630AB6">
        <w:t>.</w:t>
      </w:r>
    </w:p>
    <w:p w14:paraId="2976BD66" w14:textId="77777777" w:rsidR="00150306" w:rsidRPr="00630AB6" w:rsidRDefault="00150306" w:rsidP="0041307B">
      <w:pPr>
        <w:pStyle w:val="Heading3"/>
      </w:pPr>
      <w:bookmarkStart w:id="29" w:name="_Toc74989792"/>
      <w:r w:rsidRPr="00630AB6">
        <w:t>5.3.2</w:t>
      </w:r>
      <w:r w:rsidRPr="00630AB6">
        <w:tab/>
        <w:t>Service Operations</w:t>
      </w:r>
      <w:bookmarkEnd w:id="29"/>
    </w:p>
    <w:p w14:paraId="4B4CB5B7" w14:textId="77777777" w:rsidR="00150306" w:rsidRPr="00630AB6" w:rsidRDefault="00150306" w:rsidP="0041307B">
      <w:pPr>
        <w:pStyle w:val="Heading4"/>
      </w:pPr>
      <w:bookmarkStart w:id="30" w:name="_Toc74989793"/>
      <w:r w:rsidRPr="00630AB6">
        <w:t>5.3.2.1</w:t>
      </w:r>
      <w:r w:rsidRPr="00630AB6">
        <w:tab/>
        <w:t>Introduction</w:t>
      </w:r>
      <w:bookmarkEnd w:id="30"/>
    </w:p>
    <w:p w14:paraId="58E40824" w14:textId="77777777" w:rsidR="00150306" w:rsidRPr="00630AB6" w:rsidRDefault="00150306" w:rsidP="00150306">
      <w:pPr>
        <w:rPr>
          <w:lang w:eastAsia="zh-CN"/>
        </w:rPr>
      </w:pPr>
      <w:r w:rsidRPr="00630AB6">
        <w:rPr>
          <w:lang w:eastAsia="zh-CN"/>
        </w:rPr>
        <w:t xml:space="preserve">For the </w:t>
      </w:r>
      <w:proofErr w:type="spellStart"/>
      <w:r w:rsidRPr="00630AB6">
        <w:rPr>
          <w:lang w:eastAsia="zh-CN"/>
        </w:rPr>
        <w:t>Nnssf_NSSAIAvailability</w:t>
      </w:r>
      <w:proofErr w:type="spellEnd"/>
      <w:r w:rsidRPr="00630AB6">
        <w:rPr>
          <w:lang w:eastAsia="zh-CN"/>
        </w:rPr>
        <w:t xml:space="preserve"> service the following service operations are defined:</w:t>
      </w:r>
    </w:p>
    <w:p w14:paraId="3F19450A" w14:textId="77777777" w:rsidR="00150306" w:rsidRPr="00630AB6" w:rsidRDefault="00150306" w:rsidP="00150306">
      <w:pPr>
        <w:pStyle w:val="B10"/>
        <w:rPr>
          <w:lang w:eastAsia="zh-CN"/>
        </w:rPr>
      </w:pPr>
      <w:r w:rsidRPr="00630AB6">
        <w:rPr>
          <w:lang w:eastAsia="zh-CN"/>
        </w:rPr>
        <w:t>-</w:t>
      </w:r>
      <w:r w:rsidRPr="00630AB6">
        <w:rPr>
          <w:lang w:eastAsia="zh-CN"/>
        </w:rPr>
        <w:tab/>
        <w:t>Update;</w:t>
      </w:r>
    </w:p>
    <w:p w14:paraId="477A630E" w14:textId="77777777" w:rsidR="00F4570B" w:rsidRPr="00630AB6" w:rsidRDefault="00F4570B" w:rsidP="00F4570B">
      <w:pPr>
        <w:pStyle w:val="B10"/>
        <w:rPr>
          <w:lang w:eastAsia="zh-CN"/>
        </w:rPr>
      </w:pPr>
      <w:r w:rsidRPr="00630AB6">
        <w:rPr>
          <w:lang w:eastAsia="zh-CN"/>
        </w:rPr>
        <w:t>-</w:t>
      </w:r>
      <w:r w:rsidRPr="00630AB6">
        <w:rPr>
          <w:lang w:eastAsia="zh-CN"/>
        </w:rPr>
        <w:tab/>
        <w:t>Subscribe;</w:t>
      </w:r>
    </w:p>
    <w:p w14:paraId="3D36E26F" w14:textId="77777777" w:rsidR="00F4570B" w:rsidRPr="00630AB6" w:rsidRDefault="00F4570B" w:rsidP="00F4570B">
      <w:pPr>
        <w:pStyle w:val="B10"/>
        <w:rPr>
          <w:lang w:eastAsia="zh-CN"/>
        </w:rPr>
      </w:pPr>
      <w:r w:rsidRPr="00630AB6">
        <w:rPr>
          <w:lang w:eastAsia="zh-CN"/>
        </w:rPr>
        <w:t>-</w:t>
      </w:r>
      <w:r w:rsidRPr="00630AB6">
        <w:rPr>
          <w:lang w:eastAsia="zh-CN"/>
        </w:rPr>
        <w:tab/>
        <w:t>Unsubscribe;</w:t>
      </w:r>
    </w:p>
    <w:p w14:paraId="7D9987B3" w14:textId="77777777" w:rsidR="00B6295E" w:rsidRDefault="00150306" w:rsidP="00150306">
      <w:pPr>
        <w:pStyle w:val="B10"/>
        <w:rPr>
          <w:lang w:eastAsia="zh-CN"/>
        </w:rPr>
      </w:pPr>
      <w:r w:rsidRPr="00630AB6">
        <w:rPr>
          <w:lang w:eastAsia="zh-CN"/>
        </w:rPr>
        <w:t>-</w:t>
      </w:r>
      <w:r w:rsidRPr="00630AB6">
        <w:rPr>
          <w:lang w:eastAsia="zh-CN"/>
        </w:rPr>
        <w:tab/>
        <w:t>Notify</w:t>
      </w:r>
      <w:r w:rsidR="00B6295E">
        <w:rPr>
          <w:lang w:eastAsia="zh-CN"/>
        </w:rPr>
        <w:t>;</w:t>
      </w:r>
    </w:p>
    <w:p w14:paraId="05F7D3E5" w14:textId="77777777" w:rsidR="00150306" w:rsidRPr="00630AB6" w:rsidRDefault="00B6295E">
      <w:pPr>
        <w:pStyle w:val="B10"/>
        <w:rPr>
          <w:lang w:eastAsia="zh-CN"/>
        </w:rPr>
      </w:pPr>
      <w:r>
        <w:rPr>
          <w:lang w:eastAsia="zh-CN"/>
        </w:rPr>
        <w:t>-</w:t>
      </w:r>
      <w:r>
        <w:rPr>
          <w:lang w:eastAsia="zh-CN"/>
        </w:rPr>
        <w:tab/>
        <w:t>Delete.</w:t>
      </w:r>
    </w:p>
    <w:p w14:paraId="0F88A108" w14:textId="77777777" w:rsidR="00150306" w:rsidRPr="00630AB6" w:rsidRDefault="00150306" w:rsidP="0041307B">
      <w:pPr>
        <w:pStyle w:val="Heading4"/>
      </w:pPr>
      <w:bookmarkStart w:id="31" w:name="_Toc74989794"/>
      <w:r w:rsidRPr="00630AB6">
        <w:lastRenderedPageBreak/>
        <w:t>5.3.2.2</w:t>
      </w:r>
      <w:r w:rsidRPr="00630AB6">
        <w:tab/>
        <w:t>Update Service Operation</w:t>
      </w:r>
      <w:bookmarkEnd w:id="31"/>
    </w:p>
    <w:p w14:paraId="07966329" w14:textId="77777777" w:rsidR="00150306" w:rsidRPr="00630AB6" w:rsidRDefault="00150306" w:rsidP="00150306">
      <w:pPr>
        <w:pStyle w:val="Heading5"/>
      </w:pPr>
      <w:bookmarkStart w:id="32" w:name="_Toc74989795"/>
      <w:r w:rsidRPr="00630AB6">
        <w:t>5.3.2.2.1</w:t>
      </w:r>
      <w:r w:rsidRPr="00630AB6">
        <w:tab/>
        <w:t>General</w:t>
      </w:r>
      <w:bookmarkEnd w:id="32"/>
    </w:p>
    <w:p w14:paraId="2F66D8AA" w14:textId="77777777" w:rsidR="00150306" w:rsidRPr="00630AB6" w:rsidRDefault="00150306" w:rsidP="00C00BCA">
      <w:r w:rsidRPr="00630AB6">
        <w:rPr>
          <w:rFonts w:hint="eastAsia"/>
          <w:lang w:eastAsia="zh-CN"/>
        </w:rPr>
        <w:t xml:space="preserve">The </w:t>
      </w:r>
      <w:r w:rsidRPr="00630AB6">
        <w:t>Update operation shall be used by an NF Service Consumer (e.g</w:t>
      </w:r>
      <w:r w:rsidR="002913D4" w:rsidRPr="00630AB6">
        <w:rPr>
          <w:rFonts w:hint="eastAsia"/>
          <w:lang w:eastAsia="zh-CN"/>
        </w:rPr>
        <w:t>.</w:t>
      </w:r>
      <w:r w:rsidRPr="00630AB6">
        <w:t xml:space="preserve"> AMF) to update the NSSF with the S-NSSAIs the </w:t>
      </w:r>
      <w:r w:rsidR="00F4570B" w:rsidRPr="00630AB6">
        <w:t>NF service consumer (e.g</w:t>
      </w:r>
      <w:r w:rsidR="002913D4" w:rsidRPr="00630AB6">
        <w:rPr>
          <w:rFonts w:hint="eastAsia"/>
          <w:lang w:eastAsia="zh-CN"/>
        </w:rPr>
        <w:t>.</w:t>
      </w:r>
      <w:r w:rsidR="00F4570B" w:rsidRPr="00630AB6">
        <w:t xml:space="preserve"> AMF) </w:t>
      </w:r>
      <w:r w:rsidRPr="00630AB6">
        <w:t xml:space="preserve">supports per TA, and get the availability of the S-NSSAIs per TA for the S-NSSAIs the </w:t>
      </w:r>
      <w:r w:rsidR="00F4570B" w:rsidRPr="00630AB6">
        <w:t>NF service consumer (e.g</w:t>
      </w:r>
      <w:r w:rsidR="002913D4" w:rsidRPr="00630AB6">
        <w:rPr>
          <w:rFonts w:hint="eastAsia"/>
          <w:lang w:eastAsia="zh-CN"/>
        </w:rPr>
        <w:t>.</w:t>
      </w:r>
      <w:r w:rsidR="00F4570B" w:rsidRPr="00630AB6">
        <w:t xml:space="preserve"> AMF) </w:t>
      </w:r>
      <w:r w:rsidRPr="00630AB6">
        <w:t>supports.</w:t>
      </w:r>
    </w:p>
    <w:p w14:paraId="1792B126" w14:textId="77777777" w:rsidR="00B7289A" w:rsidRPr="00630AB6" w:rsidRDefault="00B7289A" w:rsidP="00150306">
      <w:pPr>
        <w:pStyle w:val="TH"/>
      </w:pPr>
      <w:r>
        <w:object w:dxaOrig="11400" w:dyaOrig="2610" w14:anchorId="72153E95">
          <v:shape id="_x0000_i1029" type="#_x0000_t75" style="width:482.35pt;height:110.75pt" o:ole="">
            <v:imagedata r:id="rId19" o:title=""/>
          </v:shape>
          <o:OLEObject Type="Embed" ProgID="Visio.Drawing.11" ShapeID="_x0000_i1029" DrawAspect="Content" ObjectID="_1685602617" r:id="rId20"/>
        </w:object>
      </w:r>
    </w:p>
    <w:p w14:paraId="71A2CBE7" w14:textId="77777777" w:rsidR="00150306" w:rsidRPr="00630AB6" w:rsidRDefault="00150306" w:rsidP="0041307B">
      <w:pPr>
        <w:pStyle w:val="TF"/>
        <w:outlineLvl w:val="0"/>
      </w:pPr>
      <w:r w:rsidRPr="00630AB6">
        <w:t>Figure 5.3.2.2.1-1: Update the S-NSSAIs the AMF supports per TA</w:t>
      </w:r>
    </w:p>
    <w:p w14:paraId="0D75599A" w14:textId="77777777" w:rsidR="00150306" w:rsidRPr="00630AB6" w:rsidRDefault="00BB59D6" w:rsidP="00BB59D6">
      <w:pPr>
        <w:pStyle w:val="B10"/>
      </w:pPr>
      <w:r w:rsidRPr="00630AB6">
        <w:t>1.</w:t>
      </w:r>
      <w:r w:rsidRPr="00630AB6">
        <w:tab/>
      </w:r>
      <w:r w:rsidR="00150306" w:rsidRPr="00630AB6">
        <w:t xml:space="preserve">The </w:t>
      </w:r>
      <w:r w:rsidR="00F4570B" w:rsidRPr="00630AB6">
        <w:t>NF service consumer (e.g</w:t>
      </w:r>
      <w:r w:rsidR="002913D4" w:rsidRPr="00630AB6">
        <w:rPr>
          <w:rFonts w:hint="eastAsia"/>
          <w:lang w:eastAsia="zh-CN"/>
        </w:rPr>
        <w:t>.</w:t>
      </w:r>
      <w:r w:rsidR="00F4570B" w:rsidRPr="00630AB6">
        <w:t xml:space="preserve"> AMF)</w:t>
      </w:r>
      <w:r w:rsidR="00FD7E15" w:rsidRPr="00630AB6">
        <w:rPr>
          <w:rFonts w:hint="eastAsia"/>
        </w:rPr>
        <w:t xml:space="preserve"> </w:t>
      </w:r>
      <w:r w:rsidR="00150306" w:rsidRPr="00630AB6">
        <w:t xml:space="preserve">shall send a PUT request to the resource representing the NSSAI Availability </w:t>
      </w:r>
      <w:r w:rsidR="00FD7E15" w:rsidRPr="00630AB6">
        <w:rPr>
          <w:rFonts w:hint="eastAsia"/>
        </w:rPr>
        <w:t>information</w:t>
      </w:r>
      <w:r w:rsidR="00150306" w:rsidRPr="00630AB6">
        <w:t xml:space="preserve"> of the </w:t>
      </w:r>
      <w:r w:rsidR="00FD7E15" w:rsidRPr="00630AB6">
        <w:rPr>
          <w:rFonts w:hint="eastAsia"/>
        </w:rPr>
        <w:t xml:space="preserve">individual </w:t>
      </w:r>
      <w:r w:rsidR="00F4570B" w:rsidRPr="00630AB6">
        <w:rPr>
          <w:rFonts w:hint="eastAsia"/>
        </w:rPr>
        <w:t>NF</w:t>
      </w:r>
      <w:r w:rsidR="00150306" w:rsidRPr="00630AB6">
        <w:t>, identified by the {</w:t>
      </w:r>
      <w:proofErr w:type="spellStart"/>
      <w:r w:rsidR="00F4570B" w:rsidRPr="00630AB6">
        <w:rPr>
          <w:rFonts w:hint="eastAsia"/>
        </w:rPr>
        <w:t>n</w:t>
      </w:r>
      <w:r w:rsidR="00150306" w:rsidRPr="00630AB6">
        <w:t>fId</w:t>
      </w:r>
      <w:proofErr w:type="spellEnd"/>
      <w:r w:rsidR="00150306" w:rsidRPr="00630AB6">
        <w:t>}</w:t>
      </w:r>
      <w:r w:rsidR="00FD7E15" w:rsidRPr="00630AB6">
        <w:t>, to replace or create the NSSAI Availability information of the NF</w:t>
      </w:r>
      <w:r w:rsidR="00150306" w:rsidRPr="00630AB6">
        <w:t xml:space="preserve">. The payload of the body shall contain the </w:t>
      </w:r>
      <w:proofErr w:type="spellStart"/>
      <w:r w:rsidR="00150306" w:rsidRPr="00630AB6">
        <w:t>NssaiAvailabilityInfo</w:t>
      </w:r>
      <w:proofErr w:type="spellEnd"/>
      <w:r w:rsidR="00150306" w:rsidRPr="00630AB6">
        <w:t xml:space="preserve"> which contains one or more representations of the individual </w:t>
      </w:r>
      <w:proofErr w:type="spellStart"/>
      <w:r w:rsidR="00FD7E15" w:rsidRPr="00630AB6">
        <w:rPr>
          <w:rFonts w:hint="eastAsia"/>
        </w:rPr>
        <w:t>supportedSnssai</w:t>
      </w:r>
      <w:proofErr w:type="spellEnd"/>
      <w:r w:rsidR="00FD7E15" w:rsidRPr="00630AB6" w:rsidDel="00293259">
        <w:rPr>
          <w:rFonts w:hint="eastAsia"/>
        </w:rPr>
        <w:t xml:space="preserve"> </w:t>
      </w:r>
      <w:r w:rsidR="00FD7E15" w:rsidRPr="00630AB6">
        <w:t xml:space="preserve">information </w:t>
      </w:r>
      <w:r w:rsidR="00150306" w:rsidRPr="00630AB6">
        <w:t xml:space="preserve">to be </w:t>
      </w:r>
      <w:r w:rsidR="00FD7E15" w:rsidRPr="00630AB6">
        <w:t>replaced</w:t>
      </w:r>
      <w:r w:rsidR="00150306" w:rsidRPr="00630AB6">
        <w:t>.</w:t>
      </w:r>
    </w:p>
    <w:p w14:paraId="69FB2602" w14:textId="77777777" w:rsidR="00FD7E15" w:rsidRPr="00630AB6" w:rsidRDefault="00BB59D6" w:rsidP="00BB59D6">
      <w:pPr>
        <w:pStyle w:val="B10"/>
        <w:rPr>
          <w:lang w:eastAsia="zh-CN"/>
        </w:rPr>
      </w:pPr>
      <w:r w:rsidRPr="00630AB6">
        <w:tab/>
      </w:r>
      <w:r w:rsidR="00FD7E15" w:rsidRPr="00630AB6">
        <w:t>The NF service consumer (e.g</w:t>
      </w:r>
      <w:r w:rsidR="002913D4" w:rsidRPr="00630AB6">
        <w:rPr>
          <w:rFonts w:hint="eastAsia"/>
          <w:lang w:eastAsia="zh-CN"/>
        </w:rPr>
        <w:t>.</w:t>
      </w:r>
      <w:r w:rsidR="00FD7E15" w:rsidRPr="00630AB6">
        <w:t xml:space="preserve"> AMF) shall send a PATCH request to the resource representing the NSSAI Availability information of the individual </w:t>
      </w:r>
      <w:r w:rsidR="00FD7E15" w:rsidRPr="00630AB6">
        <w:rPr>
          <w:rFonts w:hint="eastAsia"/>
          <w:lang w:eastAsia="zh-CN"/>
        </w:rPr>
        <w:t>NF</w:t>
      </w:r>
      <w:r w:rsidR="00FD7E15" w:rsidRPr="00630AB6">
        <w:t>, identified by the {</w:t>
      </w:r>
      <w:proofErr w:type="spellStart"/>
      <w:r w:rsidR="00FD7E15" w:rsidRPr="00630AB6">
        <w:rPr>
          <w:rFonts w:hint="eastAsia"/>
          <w:lang w:eastAsia="zh-CN"/>
        </w:rPr>
        <w:t>n</w:t>
      </w:r>
      <w:r w:rsidR="00FD7E15" w:rsidRPr="00630AB6">
        <w:t>fId</w:t>
      </w:r>
      <w:proofErr w:type="spellEnd"/>
      <w:r w:rsidR="00FD7E15" w:rsidRPr="00630AB6">
        <w:t xml:space="preserve">}, to update the NSSAI Availability information of the NF. The payload of the body shall contain the </w:t>
      </w:r>
      <w:proofErr w:type="spellStart"/>
      <w:r w:rsidR="00FD7E15" w:rsidRPr="00630AB6">
        <w:t>PatchDocument</w:t>
      </w:r>
      <w:proofErr w:type="spellEnd"/>
      <w:r w:rsidR="00FD7E15" w:rsidRPr="00630AB6">
        <w:t xml:space="preserve"> which contains one or more </w:t>
      </w:r>
      <w:proofErr w:type="spellStart"/>
      <w:r w:rsidR="00FD7E15" w:rsidRPr="00630AB6">
        <w:t>PatchItem</w:t>
      </w:r>
      <w:proofErr w:type="spellEnd"/>
      <w:r w:rsidR="00FD7E15" w:rsidRPr="00630AB6">
        <w:t xml:space="preserve"> instructions for updating the individual </w:t>
      </w:r>
      <w:proofErr w:type="spellStart"/>
      <w:r w:rsidR="00FD7E15" w:rsidRPr="00630AB6">
        <w:rPr>
          <w:rFonts w:hint="eastAsia"/>
          <w:lang w:eastAsia="zh-CN"/>
        </w:rPr>
        <w:t>supportedSnssai</w:t>
      </w:r>
      <w:proofErr w:type="spellEnd"/>
      <w:r w:rsidR="00FD7E15" w:rsidRPr="00630AB6" w:rsidDel="00293259">
        <w:rPr>
          <w:rFonts w:hint="eastAsia"/>
          <w:lang w:eastAsia="zh-CN"/>
        </w:rPr>
        <w:t xml:space="preserve"> </w:t>
      </w:r>
      <w:r w:rsidR="00FD7E15" w:rsidRPr="00630AB6">
        <w:t>resources.</w:t>
      </w:r>
    </w:p>
    <w:p w14:paraId="62EE1C5A" w14:textId="77777777" w:rsidR="002B50B3" w:rsidRPr="00630AB6" w:rsidRDefault="00150306" w:rsidP="00BB59D6">
      <w:pPr>
        <w:pStyle w:val="B10"/>
      </w:pPr>
      <w:r w:rsidRPr="00630AB6">
        <w:t>2</w:t>
      </w:r>
      <w:r w:rsidR="00BB59D6" w:rsidRPr="00630AB6">
        <w:t>.</w:t>
      </w:r>
      <w:r w:rsidRPr="00630AB6">
        <w:tab/>
        <w:t>On success, "200 OK" shall be returned, the payload body of the PUT</w:t>
      </w:r>
      <w:r w:rsidR="00FD7E15" w:rsidRPr="00630AB6">
        <w:rPr>
          <w:rFonts w:hint="eastAsia"/>
          <w:lang w:eastAsia="zh-CN"/>
        </w:rPr>
        <w:t>/PATCH</w:t>
      </w:r>
      <w:r w:rsidRPr="00630AB6">
        <w:t xml:space="preserve"> response shall contain the representation describing the status of the request and the </w:t>
      </w:r>
      <w:r w:rsidR="00FD7E15" w:rsidRPr="00630AB6">
        <w:rPr>
          <w:rFonts w:hint="eastAsia"/>
          <w:lang w:eastAsia="zh-CN"/>
        </w:rPr>
        <w:t>complete</w:t>
      </w:r>
      <w:r w:rsidRPr="00630AB6">
        <w:t xml:space="preserve"> </w:t>
      </w:r>
      <w:proofErr w:type="spellStart"/>
      <w:r w:rsidR="00F4570B" w:rsidRPr="00630AB6">
        <w:rPr>
          <w:rFonts w:hint="eastAsia"/>
          <w:lang w:eastAsia="zh-CN"/>
        </w:rPr>
        <w:t>Authorized</w:t>
      </w:r>
      <w:r w:rsidRPr="00630AB6">
        <w:t>NssaiAvailabilityData</w:t>
      </w:r>
      <w:proofErr w:type="spellEnd"/>
      <w:r w:rsidRPr="00630AB6">
        <w:t xml:space="preserve"> information</w:t>
      </w:r>
      <w:r w:rsidR="00FD7E15" w:rsidRPr="00630AB6">
        <w:t xml:space="preserve"> representing the current state of the </w:t>
      </w:r>
      <w:proofErr w:type="spellStart"/>
      <w:r w:rsidR="00FD7E15" w:rsidRPr="00630AB6">
        <w:t>AuthorizedNssaiAvailability</w:t>
      </w:r>
      <w:r w:rsidR="00FD7E15" w:rsidRPr="00630AB6">
        <w:rPr>
          <w:rFonts w:hint="eastAsia"/>
          <w:lang w:eastAsia="zh-CN"/>
        </w:rPr>
        <w:t>Info</w:t>
      </w:r>
      <w:proofErr w:type="spellEnd"/>
      <w:r w:rsidRPr="00630AB6">
        <w:t>.</w:t>
      </w:r>
    </w:p>
    <w:p w14:paraId="63C28BAC" w14:textId="77777777" w:rsidR="00150306" w:rsidRPr="00630AB6" w:rsidRDefault="002B50B3" w:rsidP="00DE6817">
      <w:pPr>
        <w:pStyle w:val="B10"/>
        <w:ind w:firstLine="0"/>
      </w:pPr>
      <w:r w:rsidRPr="00630AB6">
        <w:t>On failure, the NSSF shall return one of the HTTP status code together with the response body listed in Table 6.2.3.2.3.1-2 / Table 6.2.3.2.3.2-2.</w:t>
      </w:r>
    </w:p>
    <w:p w14:paraId="397543AA" w14:textId="77777777" w:rsidR="00F4570B" w:rsidRPr="00630AB6" w:rsidRDefault="00F4570B" w:rsidP="0041307B">
      <w:pPr>
        <w:pStyle w:val="Heading4"/>
      </w:pPr>
      <w:bookmarkStart w:id="33" w:name="_Toc74989796"/>
      <w:r w:rsidRPr="00630AB6">
        <w:t>5.3.2.3</w:t>
      </w:r>
      <w:r w:rsidR="00630AB6">
        <w:tab/>
      </w:r>
      <w:r w:rsidRPr="00630AB6">
        <w:t>Subscribe Service Operation</w:t>
      </w:r>
      <w:bookmarkEnd w:id="33"/>
    </w:p>
    <w:p w14:paraId="62B1A619" w14:textId="77777777" w:rsidR="00F4570B" w:rsidRPr="00630AB6" w:rsidRDefault="00F4570B" w:rsidP="00F4570B">
      <w:pPr>
        <w:pStyle w:val="Heading5"/>
      </w:pPr>
      <w:bookmarkStart w:id="34" w:name="_Toc74989797"/>
      <w:r w:rsidRPr="00630AB6">
        <w:t>5.3.2.3.1</w:t>
      </w:r>
      <w:r w:rsidRPr="00630AB6">
        <w:tab/>
        <w:t>General</w:t>
      </w:r>
      <w:bookmarkEnd w:id="34"/>
    </w:p>
    <w:p w14:paraId="543E0903" w14:textId="77777777" w:rsidR="00F4570B" w:rsidRPr="00630AB6" w:rsidRDefault="00F4570B" w:rsidP="00C00BCA">
      <w:r w:rsidRPr="00630AB6">
        <w:t xml:space="preserve">The Subscribe Operation is used by a NF Service Consumer (e.g. AMF) to subscribe to a notification of any changes </w:t>
      </w:r>
      <w:r w:rsidR="001767F1" w:rsidRPr="00630AB6">
        <w:t xml:space="preserve">in status of </w:t>
      </w:r>
      <w:r w:rsidRPr="00630AB6">
        <w:t xml:space="preserve">the NSSAI availability information (e.g. </w:t>
      </w:r>
      <w:r w:rsidR="001767F1" w:rsidRPr="00630AB6">
        <w:t xml:space="preserve">S-NSSAIs available per TA and </w:t>
      </w:r>
      <w:r w:rsidRPr="00630AB6">
        <w:t xml:space="preserve">the restricted S-NSSAI(s) per PLMN </w:t>
      </w:r>
      <w:r w:rsidR="001767F1" w:rsidRPr="00630AB6">
        <w:t>in that TA in the serving PLMN of the UE</w:t>
      </w:r>
      <w:r w:rsidRPr="00630AB6">
        <w:t>) upon this is updated by another AMF.</w:t>
      </w:r>
    </w:p>
    <w:p w14:paraId="6AECA290" w14:textId="77777777" w:rsidR="002B50B3" w:rsidRPr="00630AB6" w:rsidRDefault="002B50B3" w:rsidP="00F4570B">
      <w:pPr>
        <w:pStyle w:val="TH"/>
        <w:rPr>
          <w:lang w:eastAsia="ko-KR"/>
        </w:rPr>
      </w:pPr>
      <w:r w:rsidRPr="00630AB6">
        <w:object w:dxaOrig="11400" w:dyaOrig="2604" w14:anchorId="340ED709">
          <v:shape id="_x0000_i1030" type="#_x0000_t75" style="width:481.85pt;height:110.75pt" o:ole="">
            <v:imagedata r:id="rId21" o:title=""/>
          </v:shape>
          <o:OLEObject Type="Embed" ProgID="Visio.Drawing.11" ShapeID="_x0000_i1030" DrawAspect="Content" ObjectID="_1685602618" r:id="rId22"/>
        </w:object>
      </w:r>
    </w:p>
    <w:p w14:paraId="13254C6D" w14:textId="77777777" w:rsidR="00F4570B" w:rsidRPr="00630AB6" w:rsidRDefault="00F4570B" w:rsidP="0041307B">
      <w:pPr>
        <w:pStyle w:val="TF"/>
        <w:outlineLvl w:val="0"/>
      </w:pPr>
      <w:r w:rsidRPr="00630AB6">
        <w:rPr>
          <w:lang w:eastAsia="ko-KR"/>
        </w:rPr>
        <w:t>Figure 5.3.2.3.1-1 Create a subscription</w:t>
      </w:r>
    </w:p>
    <w:p w14:paraId="18F1AA79" w14:textId="77777777" w:rsidR="00F4570B" w:rsidRPr="00630AB6" w:rsidRDefault="00F4570B" w:rsidP="00F4570B">
      <w:pPr>
        <w:pStyle w:val="B10"/>
      </w:pPr>
      <w:r w:rsidRPr="00630AB6">
        <w:t>1.</w:t>
      </w:r>
      <w:r w:rsidRPr="00630AB6">
        <w:tab/>
        <w:t xml:space="preserve">The NF Service Consumer shall send a POST request to create a subscription resource in the NSSF. The payload body of the POST request shall contain a representation of the individual event subscription resource to be created in the </w:t>
      </w:r>
      <w:proofErr w:type="spellStart"/>
      <w:r w:rsidRPr="00630AB6">
        <w:t>NssfEventSubscriptionCreateData</w:t>
      </w:r>
      <w:proofErr w:type="spellEnd"/>
      <w:r w:rsidRPr="00630AB6">
        <w:t>.</w:t>
      </w:r>
      <w:r w:rsidR="00511663">
        <w:t xml:space="preserve"> </w:t>
      </w:r>
      <w:r w:rsidR="00511663">
        <w:rPr>
          <w:rStyle w:val="B1Char"/>
        </w:rPr>
        <w:t xml:space="preserve">The request may contain an expiry time, suggested by the NF </w:t>
      </w:r>
      <w:r w:rsidR="00511663">
        <w:rPr>
          <w:rStyle w:val="B1Char"/>
        </w:rPr>
        <w:lastRenderedPageBreak/>
        <w:t xml:space="preserve">Service Consumer as a hint, representing the time </w:t>
      </w:r>
      <w:proofErr w:type="spellStart"/>
      <w:r w:rsidR="00511663">
        <w:rPr>
          <w:rStyle w:val="B1Char"/>
        </w:rPr>
        <w:t>upto</w:t>
      </w:r>
      <w:proofErr w:type="spellEnd"/>
      <w:r w:rsidR="00511663">
        <w:rPr>
          <w:rStyle w:val="B1Char"/>
        </w:rPr>
        <w:t xml:space="preserve"> during which the subscription is desired to be kept active and describes the </w:t>
      </w:r>
      <w:r w:rsidR="00511663" w:rsidRPr="00F12EF7">
        <w:rPr>
          <w:rFonts w:cs="Arial"/>
          <w:szCs w:val="18"/>
          <w:lang w:eastAsia="zh-CN"/>
        </w:rPr>
        <w:t>m</w:t>
      </w:r>
      <w:r w:rsidR="00511663" w:rsidRPr="00F12EF7">
        <w:rPr>
          <w:lang w:eastAsia="zh-CN"/>
        </w:rPr>
        <w:t xml:space="preserve">aximum duration after which the </w:t>
      </w:r>
      <w:r w:rsidR="00511663">
        <w:rPr>
          <w:lang w:eastAsia="zh-CN"/>
        </w:rPr>
        <w:t xml:space="preserve">subscribed </w:t>
      </w:r>
      <w:r w:rsidR="00511663" w:rsidRPr="00F12EF7">
        <w:rPr>
          <w:lang w:eastAsia="zh-CN"/>
        </w:rPr>
        <w:t xml:space="preserve">event </w:t>
      </w:r>
      <w:r w:rsidR="00511663">
        <w:rPr>
          <w:lang w:eastAsia="zh-CN"/>
        </w:rPr>
        <w:t>shall stop generating report</w:t>
      </w:r>
      <w:r w:rsidR="00511663">
        <w:rPr>
          <w:rStyle w:val="B1Char"/>
        </w:rPr>
        <w:t>.</w:t>
      </w:r>
      <w:r w:rsidR="00862535">
        <w:rPr>
          <w:rStyle w:val="B1Char"/>
        </w:rPr>
        <w:t xml:space="preserve"> The request may also indicate a specific AMF Set to restrict the subscriptions to notifications applicable to the AMF Set (i.e. notifications related to S-NSSAIs supported by the AMF Set).</w:t>
      </w:r>
    </w:p>
    <w:p w14:paraId="0A259244" w14:textId="77777777" w:rsidR="00F4570B" w:rsidRDefault="00F4570B" w:rsidP="00F4570B">
      <w:pPr>
        <w:pStyle w:val="B10"/>
      </w:pPr>
      <w:r w:rsidRPr="00630AB6">
        <w:t>2.</w:t>
      </w:r>
      <w:r w:rsidRPr="00630AB6">
        <w:tab/>
        <w:t xml:space="preserve">On success, "201 Created" shall be returned, and the payload body of the POST response shall contain the representation describing the status of the created subscription in </w:t>
      </w:r>
      <w:proofErr w:type="spellStart"/>
      <w:r w:rsidRPr="00630AB6">
        <w:t>NssfEventSubscriptionCreatedData</w:t>
      </w:r>
      <w:proofErr w:type="spellEnd"/>
      <w:r w:rsidRPr="00630AB6">
        <w:t xml:space="preserve"> that may contain the </w:t>
      </w:r>
      <w:proofErr w:type="spellStart"/>
      <w:r w:rsidRPr="00630AB6">
        <w:t>AuthorizedNssaiAvailabilityData</w:t>
      </w:r>
      <w:proofErr w:type="spellEnd"/>
      <w:r w:rsidRPr="00630AB6">
        <w:t xml:space="preserve"> information, if available. The Location header shall contain the location (URI) of the created subscription resource.</w:t>
      </w:r>
    </w:p>
    <w:p w14:paraId="5E68F7EB" w14:textId="77777777" w:rsidR="00511663" w:rsidRPr="00630AB6" w:rsidRDefault="00511663" w:rsidP="0028695C">
      <w:pPr>
        <w:pStyle w:val="B10"/>
        <w:ind w:firstLine="0"/>
      </w:pPr>
      <w:r>
        <w:t xml:space="preserve">The response, based on operator policy </w:t>
      </w:r>
      <w:r>
        <w:rPr>
          <w:rFonts w:cs="Arial"/>
          <w:szCs w:val="18"/>
        </w:rPr>
        <w:t xml:space="preserve">and taking into account </w:t>
      </w:r>
      <w:r w:rsidRPr="00E77905">
        <w:t>the expiry time included in the request</w:t>
      </w:r>
      <w:r>
        <w:t>, may contain the expiry time, as determined by the NSSF, after which the subscription becomes invalid. Once the subscription expires, if the NF Service Consumer wants to keep receiving notifications, it shall create a new subscription in the NSSF. The NSSF shall not provide the same expiry time for many subscriptions in order to avoid all of them expiring and recreating the subscription at the same time. If the expiry time is not included in the response, the NF Service Consumer shall consider the subscription to be valid without an expiry time.</w:t>
      </w:r>
    </w:p>
    <w:p w14:paraId="7BFBDB91" w14:textId="77777777" w:rsidR="002B50B3" w:rsidRPr="00630AB6" w:rsidRDefault="002B50B3" w:rsidP="00DE6817">
      <w:pPr>
        <w:pStyle w:val="B10"/>
        <w:ind w:firstLine="0"/>
      </w:pPr>
      <w:r w:rsidRPr="00630AB6">
        <w:t>On failure, the NSSF shall return one of the HTTP status code together with the response body listed in Table 6.2.3.3.3.1-2.</w:t>
      </w:r>
    </w:p>
    <w:p w14:paraId="08234AC8" w14:textId="77777777" w:rsidR="00F4570B" w:rsidRPr="00630AB6" w:rsidRDefault="00F4570B" w:rsidP="0041307B">
      <w:pPr>
        <w:pStyle w:val="Heading4"/>
      </w:pPr>
      <w:bookmarkStart w:id="35" w:name="_Toc74989798"/>
      <w:r w:rsidRPr="00630AB6">
        <w:t>5.3.2.4</w:t>
      </w:r>
      <w:r w:rsidR="00630AB6">
        <w:tab/>
      </w:r>
      <w:r w:rsidRPr="00630AB6">
        <w:t>Unsubscribe Service Operation</w:t>
      </w:r>
      <w:bookmarkEnd w:id="35"/>
    </w:p>
    <w:p w14:paraId="4CF88CEF" w14:textId="77777777" w:rsidR="00F4570B" w:rsidRPr="00630AB6" w:rsidRDefault="00F4570B" w:rsidP="00F4570B">
      <w:pPr>
        <w:pStyle w:val="Heading5"/>
      </w:pPr>
      <w:bookmarkStart w:id="36" w:name="_Toc74989799"/>
      <w:r w:rsidRPr="00630AB6">
        <w:t>5.3.2.4.1</w:t>
      </w:r>
      <w:r w:rsidRPr="00630AB6">
        <w:tab/>
        <w:t>General</w:t>
      </w:r>
      <w:bookmarkEnd w:id="36"/>
    </w:p>
    <w:p w14:paraId="76438217" w14:textId="77777777" w:rsidR="00F4570B" w:rsidRPr="00630AB6" w:rsidRDefault="00F4570B" w:rsidP="00F4570B">
      <w:pPr>
        <w:rPr>
          <w:lang w:eastAsia="zh-CN"/>
        </w:rPr>
      </w:pPr>
      <w:r w:rsidRPr="00630AB6">
        <w:t xml:space="preserve">The Unsubscribe Operation is used by a NF Service Consumer (e.g. AMF) to unsubscribe to a notification of any </w:t>
      </w:r>
      <w:r w:rsidR="001767F1" w:rsidRPr="00630AB6">
        <w:t xml:space="preserve">previously subscribed </w:t>
      </w:r>
      <w:r w:rsidRPr="00630AB6">
        <w:t>changes to the NSSAI availability information</w:t>
      </w:r>
      <w:r w:rsidRPr="00630AB6">
        <w:rPr>
          <w:lang w:eastAsia="zh-CN"/>
        </w:rPr>
        <w:t>.</w:t>
      </w:r>
    </w:p>
    <w:p w14:paraId="16E2A152" w14:textId="77777777" w:rsidR="00F4570B" w:rsidRPr="00630AB6" w:rsidRDefault="00F4570B" w:rsidP="0092221E">
      <w:pPr>
        <w:pStyle w:val="TH"/>
      </w:pPr>
    </w:p>
    <w:p w14:paraId="0F538F19" w14:textId="77777777" w:rsidR="00D24D31" w:rsidRPr="00630AB6" w:rsidRDefault="00D24D31" w:rsidP="00D24D31">
      <w:pPr>
        <w:pStyle w:val="TF"/>
      </w:pPr>
    </w:p>
    <w:p w14:paraId="13A5706D" w14:textId="77777777" w:rsidR="002B50B3" w:rsidRPr="00630AB6" w:rsidRDefault="002B50B3" w:rsidP="0092221E">
      <w:pPr>
        <w:pStyle w:val="TH"/>
      </w:pPr>
      <w:r w:rsidRPr="00630AB6">
        <w:object w:dxaOrig="11400" w:dyaOrig="2604" w14:anchorId="385C4651">
          <v:shape id="_x0000_i1031" type="#_x0000_t75" style="width:481.85pt;height:110.75pt" o:ole="">
            <v:imagedata r:id="rId23" o:title=""/>
          </v:shape>
          <o:OLEObject Type="Embed" ProgID="Visio.Drawing.11" ShapeID="_x0000_i1031" DrawAspect="Content" ObjectID="_1685602619" r:id="rId24"/>
        </w:object>
      </w:r>
    </w:p>
    <w:p w14:paraId="4CD6BDDE" w14:textId="77777777" w:rsidR="00F4570B" w:rsidRPr="00630AB6" w:rsidRDefault="00F4570B" w:rsidP="0041307B">
      <w:pPr>
        <w:pStyle w:val="TF"/>
        <w:outlineLvl w:val="0"/>
      </w:pPr>
      <w:r w:rsidRPr="00630AB6">
        <w:t>Figure 5.3.2.4.1-1 Unsubscribe a subscription</w:t>
      </w:r>
    </w:p>
    <w:p w14:paraId="653ED74C" w14:textId="77777777" w:rsidR="00F4570B" w:rsidRPr="00630AB6" w:rsidRDefault="00F4570B" w:rsidP="00F4570B">
      <w:pPr>
        <w:pStyle w:val="B10"/>
      </w:pPr>
      <w:r w:rsidRPr="00630AB6">
        <w:t>1.</w:t>
      </w:r>
      <w:r w:rsidRPr="00630AB6">
        <w:tab/>
        <w:t>The NF Service Consumer shall send a DELETE request to delete an existing subscription resource in the NSSF.</w:t>
      </w:r>
    </w:p>
    <w:p w14:paraId="36D65CCC" w14:textId="77777777" w:rsidR="00F4570B" w:rsidRPr="00630AB6" w:rsidRDefault="00F4570B" w:rsidP="00F4570B">
      <w:pPr>
        <w:pStyle w:val="B10"/>
      </w:pPr>
      <w:r w:rsidRPr="00630AB6">
        <w:t>2.</w:t>
      </w:r>
      <w:r w:rsidRPr="00630AB6">
        <w:tab/>
        <w:t>If the request is accepted, the NSSF shall respond with the status code 204 indicating the resource identified by subscription ID is successfully deleted.</w:t>
      </w:r>
    </w:p>
    <w:p w14:paraId="58B2BDF2" w14:textId="77777777" w:rsidR="002B50B3" w:rsidRPr="00630AB6" w:rsidRDefault="002B50B3" w:rsidP="00DE6817">
      <w:pPr>
        <w:pStyle w:val="B10"/>
        <w:ind w:firstLine="0"/>
      </w:pPr>
      <w:r w:rsidRPr="00630AB6">
        <w:t>On failure, the NSSF shall return one of the HTTP status code together with the response body listed in Table 6.2.3.4.3.2-2.</w:t>
      </w:r>
    </w:p>
    <w:p w14:paraId="5C2DE3D3" w14:textId="77777777" w:rsidR="00150306" w:rsidRPr="00630AB6" w:rsidRDefault="00150306" w:rsidP="0041307B">
      <w:pPr>
        <w:pStyle w:val="Heading4"/>
      </w:pPr>
      <w:bookmarkStart w:id="37" w:name="_Toc74989800"/>
      <w:r w:rsidRPr="00630AB6">
        <w:t>5.3.2.</w:t>
      </w:r>
      <w:r w:rsidR="00F4570B" w:rsidRPr="00630AB6">
        <w:rPr>
          <w:rFonts w:hint="eastAsia"/>
          <w:lang w:eastAsia="zh-CN"/>
        </w:rPr>
        <w:t>5</w:t>
      </w:r>
      <w:r w:rsidRPr="00630AB6">
        <w:tab/>
        <w:t>Notify Service Operation</w:t>
      </w:r>
      <w:bookmarkEnd w:id="37"/>
    </w:p>
    <w:p w14:paraId="6789F99B" w14:textId="77777777" w:rsidR="00150306" w:rsidRPr="00630AB6" w:rsidRDefault="00150306" w:rsidP="00150306">
      <w:pPr>
        <w:pStyle w:val="Heading5"/>
      </w:pPr>
      <w:bookmarkStart w:id="38" w:name="_Toc74989801"/>
      <w:r w:rsidRPr="00630AB6">
        <w:t>5.3.2.</w:t>
      </w:r>
      <w:r w:rsidR="00F4570B" w:rsidRPr="00630AB6">
        <w:rPr>
          <w:rFonts w:hint="eastAsia"/>
          <w:lang w:eastAsia="zh-CN"/>
        </w:rPr>
        <w:t>5</w:t>
      </w:r>
      <w:r w:rsidRPr="00630AB6">
        <w:t>.1</w:t>
      </w:r>
      <w:r w:rsidRPr="00630AB6">
        <w:tab/>
        <w:t>General</w:t>
      </w:r>
      <w:bookmarkEnd w:id="38"/>
    </w:p>
    <w:p w14:paraId="333994FD" w14:textId="77777777" w:rsidR="00150306" w:rsidRPr="00630AB6" w:rsidRDefault="00150306" w:rsidP="00150306">
      <w:r w:rsidRPr="00630AB6">
        <w:rPr>
          <w:rFonts w:hint="eastAsia"/>
          <w:lang w:eastAsia="zh-CN"/>
        </w:rPr>
        <w:t xml:space="preserve">The </w:t>
      </w:r>
      <w:r w:rsidRPr="00630AB6">
        <w:t>Notify Service operation shall be used by the NSSF to update the NF Service Consumer (e.g</w:t>
      </w:r>
      <w:r w:rsidR="002913D4" w:rsidRPr="00630AB6">
        <w:rPr>
          <w:rFonts w:hint="eastAsia"/>
          <w:lang w:eastAsia="zh-CN"/>
        </w:rPr>
        <w:t>.</w:t>
      </w:r>
      <w:r w:rsidRPr="00630AB6">
        <w:t xml:space="preserve"> AMF) with any </w:t>
      </w:r>
      <w:r w:rsidR="001767F1" w:rsidRPr="00630AB6">
        <w:t xml:space="preserve">change in status, on a per TA basis, of the </w:t>
      </w:r>
      <w:r w:rsidRPr="00630AB6">
        <w:t xml:space="preserve">S-NSSAIs </w:t>
      </w:r>
      <w:r w:rsidR="001767F1" w:rsidRPr="00630AB6">
        <w:t xml:space="preserve">available per TA (unrestricted) and the S-NSSAIs </w:t>
      </w:r>
      <w:r w:rsidRPr="00630AB6">
        <w:t xml:space="preserve">restricted per PLMN </w:t>
      </w:r>
      <w:r w:rsidR="001767F1" w:rsidRPr="00630AB6">
        <w:t xml:space="preserve">in that TA </w:t>
      </w:r>
      <w:r w:rsidRPr="00630AB6">
        <w:t>in the serving PLMN of the UE.</w:t>
      </w:r>
    </w:p>
    <w:p w14:paraId="4315740B" w14:textId="77777777" w:rsidR="00150306" w:rsidRPr="00630AB6" w:rsidRDefault="00F4570B" w:rsidP="00150306">
      <w:pPr>
        <w:pStyle w:val="TH"/>
      </w:pPr>
      <w:r w:rsidRPr="00630AB6">
        <w:object w:dxaOrig="11400" w:dyaOrig="2604" w14:anchorId="4702674B">
          <v:shape id="_x0000_i1032" type="#_x0000_t75" style="width:481.85pt;height:110.75pt" o:ole="">
            <v:imagedata r:id="rId25" o:title=""/>
          </v:shape>
          <o:OLEObject Type="Embed" ProgID="Visio.Drawing.11" ShapeID="_x0000_i1032" DrawAspect="Content" ObjectID="_1685602620" r:id="rId26"/>
        </w:object>
      </w:r>
    </w:p>
    <w:p w14:paraId="2911A470" w14:textId="77777777" w:rsidR="00150306" w:rsidRPr="00630AB6" w:rsidRDefault="00150306" w:rsidP="0041307B">
      <w:pPr>
        <w:pStyle w:val="TF"/>
        <w:outlineLvl w:val="0"/>
      </w:pPr>
      <w:r w:rsidRPr="00630AB6">
        <w:t>Figure 5.3.2.</w:t>
      </w:r>
      <w:r w:rsidR="00F4570B" w:rsidRPr="00630AB6">
        <w:rPr>
          <w:rFonts w:hint="eastAsia"/>
          <w:lang w:eastAsia="zh-CN"/>
        </w:rPr>
        <w:t>5</w:t>
      </w:r>
      <w:r w:rsidRPr="00630AB6">
        <w:t>.1-1: Update the AMF with any S-NSSAIs restricted per TA</w:t>
      </w:r>
    </w:p>
    <w:p w14:paraId="24DE1962" w14:textId="77777777" w:rsidR="00150306" w:rsidRPr="00630AB6" w:rsidRDefault="00150306" w:rsidP="00150306">
      <w:pPr>
        <w:pStyle w:val="B10"/>
      </w:pPr>
      <w:r w:rsidRPr="00630AB6">
        <w:t>1.</w:t>
      </w:r>
      <w:r w:rsidRPr="00630AB6">
        <w:tab/>
        <w:t xml:space="preserve">The NSSF shall send a POST request to the resource representing the NSSF availability resource in the </w:t>
      </w:r>
      <w:r w:rsidR="00F4570B" w:rsidRPr="00630AB6">
        <w:t>NF service consumer (e.g</w:t>
      </w:r>
      <w:r w:rsidR="002913D4" w:rsidRPr="00630AB6">
        <w:rPr>
          <w:rFonts w:hint="eastAsia"/>
          <w:lang w:eastAsia="zh-CN"/>
        </w:rPr>
        <w:t>.</w:t>
      </w:r>
      <w:r w:rsidR="00F4570B" w:rsidRPr="00630AB6">
        <w:t xml:space="preserve"> AMF)</w:t>
      </w:r>
      <w:r w:rsidRPr="00630AB6">
        <w:t xml:space="preserve">. The payload body of the POST request shall contain the one representations of the individual </w:t>
      </w:r>
      <w:proofErr w:type="spellStart"/>
      <w:r w:rsidR="00F4570B" w:rsidRPr="00630AB6">
        <w:t>NssfEventNotification</w:t>
      </w:r>
      <w:proofErr w:type="spellEnd"/>
      <w:r w:rsidR="001767F1" w:rsidRPr="00630AB6">
        <w:t xml:space="preserve"> </w:t>
      </w:r>
      <w:r w:rsidRPr="00630AB6">
        <w:t>resource.</w:t>
      </w:r>
    </w:p>
    <w:p w14:paraId="77807D05" w14:textId="77777777" w:rsidR="00150306" w:rsidRPr="00630AB6" w:rsidRDefault="00150306" w:rsidP="00150306">
      <w:pPr>
        <w:pStyle w:val="B10"/>
      </w:pPr>
      <w:r w:rsidRPr="00630AB6">
        <w:t>2.</w:t>
      </w:r>
      <w:r w:rsidRPr="00630AB6">
        <w:tab/>
        <w:t>On success, "204 No Content" shall be returned and the payload body of the POST response shall be empty.</w:t>
      </w:r>
    </w:p>
    <w:p w14:paraId="17492068" w14:textId="77777777" w:rsidR="00701BE1" w:rsidRPr="00630AB6" w:rsidRDefault="00701BE1" w:rsidP="0041307B">
      <w:pPr>
        <w:pStyle w:val="Heading4"/>
      </w:pPr>
      <w:bookmarkStart w:id="39" w:name="_Toc74989802"/>
      <w:r w:rsidRPr="00630AB6">
        <w:t>5.3.2.</w:t>
      </w:r>
      <w:r w:rsidR="00F4570B" w:rsidRPr="00630AB6">
        <w:rPr>
          <w:rFonts w:hint="eastAsia"/>
          <w:lang w:eastAsia="zh-CN"/>
        </w:rPr>
        <w:t>6</w:t>
      </w:r>
      <w:r w:rsidRPr="00630AB6">
        <w:tab/>
        <w:t>Delete Service Operation</w:t>
      </w:r>
      <w:bookmarkEnd w:id="39"/>
    </w:p>
    <w:p w14:paraId="6B6CE55C" w14:textId="77777777" w:rsidR="00701BE1" w:rsidRPr="00630AB6" w:rsidRDefault="00701BE1" w:rsidP="00701BE1">
      <w:pPr>
        <w:pStyle w:val="Heading5"/>
      </w:pPr>
      <w:bookmarkStart w:id="40" w:name="_Toc74989803"/>
      <w:r w:rsidRPr="00630AB6">
        <w:t>5.3.2.</w:t>
      </w:r>
      <w:r w:rsidR="00F4570B" w:rsidRPr="00630AB6">
        <w:rPr>
          <w:rFonts w:hint="eastAsia"/>
          <w:lang w:eastAsia="zh-CN"/>
        </w:rPr>
        <w:t>6</w:t>
      </w:r>
      <w:r w:rsidRPr="00630AB6">
        <w:t>.1</w:t>
      </w:r>
      <w:r w:rsidRPr="00630AB6">
        <w:tab/>
        <w:t>General</w:t>
      </w:r>
      <w:bookmarkEnd w:id="40"/>
    </w:p>
    <w:p w14:paraId="4BA7E15F" w14:textId="77777777" w:rsidR="00701BE1" w:rsidRPr="00630AB6" w:rsidRDefault="00701BE1" w:rsidP="00701BE1">
      <w:r w:rsidRPr="00630AB6">
        <w:rPr>
          <w:rFonts w:hint="eastAsia"/>
          <w:lang w:eastAsia="zh-CN"/>
        </w:rPr>
        <w:t xml:space="preserve">The </w:t>
      </w:r>
      <w:r w:rsidRPr="00630AB6">
        <w:t>Delete Service operation shall be used by the NF service consumer (e.g</w:t>
      </w:r>
      <w:r w:rsidR="002913D4" w:rsidRPr="00630AB6">
        <w:rPr>
          <w:rFonts w:hint="eastAsia"/>
          <w:lang w:eastAsia="zh-CN"/>
        </w:rPr>
        <w:t>.</w:t>
      </w:r>
      <w:r w:rsidRPr="00630AB6">
        <w:t xml:space="preserve"> AMF) to delete the NSSAI availability information stored for the NF service consumer in the NSSF.</w:t>
      </w:r>
    </w:p>
    <w:p w14:paraId="027DE989" w14:textId="77777777" w:rsidR="00701BE1" w:rsidRPr="00630AB6" w:rsidRDefault="00701BE1" w:rsidP="00701BE1">
      <w:pPr>
        <w:pStyle w:val="TH"/>
      </w:pPr>
      <w:r w:rsidRPr="00630AB6">
        <w:object w:dxaOrig="11400" w:dyaOrig="2604" w14:anchorId="4241883B">
          <v:shape id="_x0000_i1033" type="#_x0000_t75" style="width:481.85pt;height:110.75pt" o:ole="">
            <v:imagedata r:id="rId27" o:title=""/>
          </v:shape>
          <o:OLEObject Type="Embed" ProgID="Visio.Drawing.11" ShapeID="_x0000_i1033" DrawAspect="Content" ObjectID="_1685602621" r:id="rId28"/>
        </w:object>
      </w:r>
    </w:p>
    <w:p w14:paraId="3374CF16" w14:textId="77777777" w:rsidR="00701BE1" w:rsidRPr="00630AB6" w:rsidRDefault="00701BE1" w:rsidP="0041307B">
      <w:pPr>
        <w:pStyle w:val="TF"/>
        <w:outlineLvl w:val="0"/>
      </w:pPr>
      <w:r w:rsidRPr="00630AB6">
        <w:t>Figure 5.3.2.</w:t>
      </w:r>
      <w:r w:rsidR="00F4570B" w:rsidRPr="00630AB6">
        <w:rPr>
          <w:rFonts w:hint="eastAsia"/>
          <w:lang w:eastAsia="zh-CN"/>
        </w:rPr>
        <w:t>6</w:t>
      </w:r>
      <w:r w:rsidRPr="00630AB6">
        <w:t>.1-1: Delete the NSSAI Availability Information at NSSF</w:t>
      </w:r>
    </w:p>
    <w:p w14:paraId="2339602E" w14:textId="77777777" w:rsidR="00701BE1" w:rsidRPr="00630AB6" w:rsidRDefault="00701BE1" w:rsidP="00701BE1">
      <w:pPr>
        <w:pStyle w:val="B10"/>
      </w:pPr>
      <w:r w:rsidRPr="00630AB6">
        <w:t>1.</w:t>
      </w:r>
      <w:r w:rsidRPr="00630AB6">
        <w:tab/>
        <w:t>The NF service consumer (e.g</w:t>
      </w:r>
      <w:r w:rsidR="002913D4" w:rsidRPr="00630AB6">
        <w:rPr>
          <w:rFonts w:hint="eastAsia"/>
          <w:lang w:eastAsia="zh-CN"/>
        </w:rPr>
        <w:t>.</w:t>
      </w:r>
      <w:r w:rsidRPr="00630AB6">
        <w:t xml:space="preserve"> AMF) shall send a DELETE request to remove the NSSAI availability information for the NF service consumer represented by the {</w:t>
      </w:r>
      <w:proofErr w:type="spellStart"/>
      <w:r w:rsidRPr="00630AB6">
        <w:t>nfId</w:t>
      </w:r>
      <w:proofErr w:type="spellEnd"/>
      <w:r w:rsidRPr="00630AB6">
        <w:t>} (e.g</w:t>
      </w:r>
      <w:r w:rsidR="002913D4" w:rsidRPr="00630AB6">
        <w:rPr>
          <w:rFonts w:hint="eastAsia"/>
          <w:lang w:eastAsia="zh-CN"/>
        </w:rPr>
        <w:t>.</w:t>
      </w:r>
      <w:r w:rsidRPr="00630AB6">
        <w:t xml:space="preserve"> AMF ID).</w:t>
      </w:r>
    </w:p>
    <w:p w14:paraId="6B2B7F61" w14:textId="77777777" w:rsidR="00701BE1" w:rsidRPr="00630AB6" w:rsidRDefault="00701BE1" w:rsidP="00701BE1">
      <w:pPr>
        <w:pStyle w:val="B10"/>
        <w:rPr>
          <w:lang w:eastAsia="zh-CN"/>
        </w:rPr>
      </w:pPr>
      <w:r w:rsidRPr="00630AB6">
        <w:t>2.</w:t>
      </w:r>
      <w:r w:rsidRPr="00630AB6">
        <w:tab/>
        <w:t>The NSSF shall delete the NSSAI Availability information for the individual AMF and shall return the 204 No Content status code.</w:t>
      </w:r>
    </w:p>
    <w:p w14:paraId="7EC28EB1" w14:textId="77777777" w:rsidR="000E77D4" w:rsidRPr="00630AB6" w:rsidRDefault="000E77D4" w:rsidP="0041307B">
      <w:pPr>
        <w:pStyle w:val="Heading1"/>
      </w:pPr>
      <w:bookmarkStart w:id="41" w:name="_Toc74989804"/>
      <w:r w:rsidRPr="00630AB6">
        <w:t>6</w:t>
      </w:r>
      <w:r w:rsidRPr="00630AB6">
        <w:tab/>
        <w:t>API Definitions</w:t>
      </w:r>
      <w:bookmarkEnd w:id="41"/>
    </w:p>
    <w:p w14:paraId="08E91038" w14:textId="77777777" w:rsidR="000E77D4" w:rsidRPr="00630AB6" w:rsidRDefault="000E77D4" w:rsidP="0041307B">
      <w:pPr>
        <w:pStyle w:val="Heading2"/>
      </w:pPr>
      <w:bookmarkStart w:id="42" w:name="_Toc74989805"/>
      <w:r w:rsidRPr="00630AB6">
        <w:t>6.1</w:t>
      </w:r>
      <w:r w:rsidRPr="00630AB6">
        <w:tab/>
      </w:r>
      <w:proofErr w:type="spellStart"/>
      <w:r w:rsidR="00065857" w:rsidRPr="00630AB6">
        <w:t>Nnssf_NSSelection</w:t>
      </w:r>
      <w:proofErr w:type="spellEnd"/>
      <w:r w:rsidR="00065857" w:rsidRPr="00630AB6">
        <w:t xml:space="preserve"> </w:t>
      </w:r>
      <w:r w:rsidRPr="00630AB6">
        <w:t>Service API</w:t>
      </w:r>
      <w:bookmarkEnd w:id="42"/>
    </w:p>
    <w:p w14:paraId="701FE7D1" w14:textId="77777777" w:rsidR="00873975" w:rsidRPr="00630AB6" w:rsidRDefault="00873975" w:rsidP="0041307B">
      <w:pPr>
        <w:pStyle w:val="Heading3"/>
      </w:pPr>
      <w:bookmarkStart w:id="43" w:name="_Toc74989806"/>
      <w:r w:rsidRPr="00630AB6">
        <w:t>6.1</w:t>
      </w:r>
      <w:r w:rsidR="000E77D4" w:rsidRPr="00630AB6">
        <w:t>.1</w:t>
      </w:r>
      <w:r w:rsidRPr="00630AB6">
        <w:tab/>
      </w:r>
      <w:r w:rsidR="00E86839" w:rsidRPr="00630AB6">
        <w:t>API URI</w:t>
      </w:r>
      <w:bookmarkEnd w:id="43"/>
    </w:p>
    <w:p w14:paraId="130D34F7" w14:textId="77777777" w:rsidR="005E6511" w:rsidRPr="00E23840" w:rsidRDefault="005E6511" w:rsidP="005E6511">
      <w:pPr>
        <w:rPr>
          <w:noProof/>
          <w:lang w:eastAsia="zh-CN"/>
        </w:rPr>
      </w:pPr>
      <w:r w:rsidRPr="00E23840">
        <w:rPr>
          <w:noProof/>
        </w:rPr>
        <w:t>The</w:t>
      </w:r>
      <w:r>
        <w:rPr>
          <w:noProof/>
        </w:rPr>
        <w:t xml:space="preserve"> Nnssf_NSSelection service</w:t>
      </w:r>
      <w:r w:rsidRPr="00E23840">
        <w:rPr>
          <w:noProof/>
        </w:rPr>
        <w:t xml:space="preserve"> shall use the </w:t>
      </w:r>
      <w:r>
        <w:rPr>
          <w:noProof/>
        </w:rPr>
        <w:t>Nnssf_NSSelection</w:t>
      </w:r>
      <w:r w:rsidRPr="00E23840">
        <w:rPr>
          <w:noProof/>
        </w:rPr>
        <w:t xml:space="preserve"> </w:t>
      </w:r>
      <w:r w:rsidRPr="00E23840">
        <w:rPr>
          <w:noProof/>
          <w:lang w:eastAsia="zh-CN"/>
        </w:rPr>
        <w:t>API.</w:t>
      </w:r>
    </w:p>
    <w:p w14:paraId="7CB59AE7" w14:textId="77777777" w:rsidR="005E6511" w:rsidRPr="00E23840" w:rsidRDefault="005E6511" w:rsidP="005E6511">
      <w:pPr>
        <w:rPr>
          <w:noProof/>
          <w:lang w:eastAsia="zh-CN"/>
        </w:rPr>
      </w:pPr>
      <w:r w:rsidRPr="00E23840">
        <w:rPr>
          <w:noProof/>
          <w:lang w:eastAsia="zh-CN"/>
        </w:rPr>
        <w:t xml:space="preserve">The request URI used in HTTP request from the NF service consumer towards the </w:t>
      </w:r>
      <w:r>
        <w:rPr>
          <w:noProof/>
          <w:lang w:eastAsia="zh-CN"/>
        </w:rPr>
        <w:t>NF service producer</w:t>
      </w:r>
      <w:r w:rsidRPr="00E23840">
        <w:rPr>
          <w:noProof/>
          <w:lang w:eastAsia="zh-CN"/>
        </w:rPr>
        <w:t xml:space="preserve"> shall have the structure defined in </w:t>
      </w:r>
      <w:r w:rsidR="001765C8">
        <w:rPr>
          <w:noProof/>
          <w:lang w:eastAsia="zh-CN"/>
        </w:rPr>
        <w:t>clause</w:t>
      </w:r>
      <w:r w:rsidRPr="00E23840">
        <w:rPr>
          <w:noProof/>
          <w:lang w:eastAsia="zh-CN"/>
        </w:rPr>
        <w:t> 4.4.1 of</w:t>
      </w:r>
      <w:r w:rsidR="00DE5E65">
        <w:rPr>
          <w:noProof/>
          <w:lang w:eastAsia="zh-CN"/>
        </w:rPr>
        <w:t xml:space="preserve"> 3GPP TS </w:t>
      </w:r>
      <w:r w:rsidR="00DE5E65" w:rsidRPr="00E23840">
        <w:rPr>
          <w:noProof/>
          <w:lang w:eastAsia="zh-CN"/>
        </w:rPr>
        <w:t>29.501</w:t>
      </w:r>
      <w:r w:rsidR="00DE5E65">
        <w:rPr>
          <w:noProof/>
          <w:lang w:eastAsia="zh-CN"/>
        </w:rPr>
        <w:t> </w:t>
      </w:r>
      <w:r w:rsidR="00DE5E65" w:rsidRPr="00E23840">
        <w:rPr>
          <w:noProof/>
          <w:lang w:eastAsia="zh-CN"/>
        </w:rPr>
        <w:t>[</w:t>
      </w:r>
      <w:r>
        <w:rPr>
          <w:noProof/>
          <w:lang w:eastAsia="zh-CN"/>
        </w:rPr>
        <w:t>5</w:t>
      </w:r>
      <w:r w:rsidRPr="00E23840">
        <w:rPr>
          <w:noProof/>
          <w:lang w:eastAsia="zh-CN"/>
        </w:rPr>
        <w:t>], i.e.:</w:t>
      </w:r>
    </w:p>
    <w:p w14:paraId="5E049271" w14:textId="77777777" w:rsidR="005E6511" w:rsidRPr="00E23840" w:rsidRDefault="005E6511" w:rsidP="005E6511">
      <w:pPr>
        <w:pStyle w:val="B10"/>
        <w:rPr>
          <w:b/>
          <w:noProof/>
        </w:rPr>
      </w:pPr>
      <w:r w:rsidRPr="00E23840">
        <w:rPr>
          <w:b/>
          <w:noProof/>
        </w:rPr>
        <w:t>{apiRoot}/</w:t>
      </w:r>
      <w:r>
        <w:rPr>
          <w:b/>
          <w:noProof/>
        </w:rPr>
        <w:t>nnssf-nsselection</w:t>
      </w:r>
      <w:r w:rsidRPr="00E23840">
        <w:rPr>
          <w:b/>
          <w:noProof/>
        </w:rPr>
        <w:t>/{apiVersion}/</w:t>
      </w:r>
      <w:r>
        <w:rPr>
          <w:b/>
          <w:noProof/>
        </w:rPr>
        <w:t>&lt;</w:t>
      </w:r>
      <w:r w:rsidRPr="00E23840">
        <w:rPr>
          <w:b/>
          <w:noProof/>
        </w:rPr>
        <w:t>apiSpecificResourceUriPart</w:t>
      </w:r>
      <w:r>
        <w:rPr>
          <w:b/>
          <w:noProof/>
        </w:rPr>
        <w:t>&gt;</w:t>
      </w:r>
    </w:p>
    <w:p w14:paraId="7072E312" w14:textId="77777777" w:rsidR="005E6511" w:rsidRPr="00E23840" w:rsidRDefault="005E6511" w:rsidP="005E6511">
      <w:pPr>
        <w:rPr>
          <w:noProof/>
          <w:lang w:eastAsia="zh-CN"/>
        </w:rPr>
      </w:pPr>
      <w:r w:rsidRPr="00E23840">
        <w:rPr>
          <w:noProof/>
          <w:lang w:eastAsia="zh-CN"/>
        </w:rPr>
        <w:t>with the following components:</w:t>
      </w:r>
    </w:p>
    <w:p w14:paraId="027E2A92" w14:textId="77777777" w:rsidR="005E6511" w:rsidRPr="00E23840" w:rsidRDefault="005E6511" w:rsidP="005E6511">
      <w:pPr>
        <w:pStyle w:val="B10"/>
        <w:rPr>
          <w:noProof/>
          <w:lang w:eastAsia="zh-CN"/>
        </w:rPr>
      </w:pPr>
      <w:r w:rsidRPr="00E23840">
        <w:rPr>
          <w:noProof/>
          <w:lang w:eastAsia="zh-CN"/>
        </w:rPr>
        <w:lastRenderedPageBreak/>
        <w:t>-</w:t>
      </w:r>
      <w:r w:rsidRPr="00E23840">
        <w:rPr>
          <w:noProof/>
          <w:lang w:eastAsia="zh-CN"/>
        </w:rPr>
        <w:tab/>
        <w:t xml:space="preserve">The </w:t>
      </w:r>
      <w:r w:rsidRPr="00E23840">
        <w:rPr>
          <w:noProof/>
        </w:rPr>
        <w:t>{apiRoot} shall be set as described in</w:t>
      </w:r>
      <w:r w:rsidR="00DE5E65">
        <w:rPr>
          <w:noProof/>
        </w:rPr>
        <w:t xml:space="preserve"> 3GPP TS </w:t>
      </w:r>
      <w:r w:rsidR="00DE5E65" w:rsidRPr="00E23840">
        <w:rPr>
          <w:noProof/>
          <w:lang w:eastAsia="zh-CN"/>
        </w:rPr>
        <w:t>29.501</w:t>
      </w:r>
      <w:r w:rsidR="00DE5E65">
        <w:rPr>
          <w:noProof/>
        </w:rPr>
        <w:t> </w:t>
      </w:r>
      <w:r w:rsidR="00DE5E65" w:rsidRPr="00E23840">
        <w:rPr>
          <w:noProof/>
          <w:lang w:eastAsia="zh-CN"/>
        </w:rPr>
        <w:t>[</w:t>
      </w:r>
      <w:r>
        <w:rPr>
          <w:noProof/>
          <w:lang w:eastAsia="zh-CN"/>
        </w:rPr>
        <w:t>5</w:t>
      </w:r>
      <w:r w:rsidRPr="00E23840">
        <w:rPr>
          <w:noProof/>
          <w:lang w:eastAsia="zh-CN"/>
        </w:rPr>
        <w:t>].</w:t>
      </w:r>
    </w:p>
    <w:p w14:paraId="3D33CE6C" w14:textId="77777777" w:rsidR="005E6511" w:rsidRPr="00E23840" w:rsidRDefault="005E6511" w:rsidP="005E6511">
      <w:pPr>
        <w:pStyle w:val="B10"/>
        <w:rPr>
          <w:noProof/>
        </w:rPr>
      </w:pPr>
      <w:r>
        <w:rPr>
          <w:noProof/>
        </w:rPr>
        <w:t>-</w:t>
      </w:r>
      <w:r>
        <w:rPr>
          <w:noProof/>
        </w:rPr>
        <w:tab/>
        <w:t>The {apiVersion} shall be "v2</w:t>
      </w:r>
      <w:r w:rsidRPr="00E23840">
        <w:rPr>
          <w:noProof/>
        </w:rPr>
        <w:t>".</w:t>
      </w:r>
    </w:p>
    <w:p w14:paraId="0782E599" w14:textId="77777777" w:rsidR="005E6511" w:rsidRPr="00630AB6" w:rsidRDefault="005E6511" w:rsidP="00820A59">
      <w:pPr>
        <w:pStyle w:val="B10"/>
        <w:rPr>
          <w:lang w:eastAsia="zh-CN"/>
        </w:rPr>
      </w:pPr>
      <w:r w:rsidRPr="00E23840">
        <w:rPr>
          <w:noProof/>
        </w:rPr>
        <w:t>-</w:t>
      </w:r>
      <w:r w:rsidRPr="00E23840">
        <w:rPr>
          <w:noProof/>
        </w:rPr>
        <w:tab/>
        <w:t xml:space="preserve">The </w:t>
      </w:r>
      <w:r>
        <w:rPr>
          <w:noProof/>
        </w:rPr>
        <w:t>&lt;</w:t>
      </w:r>
      <w:r w:rsidRPr="00E23840">
        <w:rPr>
          <w:noProof/>
        </w:rPr>
        <w:t>apiSpecificResourceUriPart</w:t>
      </w:r>
      <w:r>
        <w:rPr>
          <w:noProof/>
        </w:rPr>
        <w:t>&gt;</w:t>
      </w:r>
      <w:r w:rsidRPr="00E23840">
        <w:rPr>
          <w:noProof/>
        </w:rPr>
        <w:t xml:space="preserve"> shall be set as described in </w:t>
      </w:r>
      <w:r w:rsidR="001765C8">
        <w:rPr>
          <w:noProof/>
        </w:rPr>
        <w:t>clause</w:t>
      </w:r>
      <w:r w:rsidRPr="00E23840">
        <w:rPr>
          <w:noProof/>
          <w:lang w:eastAsia="zh-CN"/>
        </w:rPr>
        <w:t> </w:t>
      </w:r>
      <w:r>
        <w:rPr>
          <w:noProof/>
        </w:rPr>
        <w:t>6.1.3</w:t>
      </w:r>
      <w:r w:rsidRPr="00E23840">
        <w:rPr>
          <w:noProof/>
        </w:rPr>
        <w:t>.</w:t>
      </w:r>
    </w:p>
    <w:p w14:paraId="43AED953" w14:textId="77777777" w:rsidR="000E77D4" w:rsidRPr="00630AB6" w:rsidRDefault="000E77D4" w:rsidP="0041307B">
      <w:pPr>
        <w:pStyle w:val="Heading3"/>
      </w:pPr>
      <w:bookmarkStart w:id="44" w:name="_Toc74989807"/>
      <w:r w:rsidRPr="00630AB6">
        <w:t>6.1.2</w:t>
      </w:r>
      <w:r w:rsidRPr="00630AB6">
        <w:tab/>
        <w:t>Usage of HTTP</w:t>
      </w:r>
      <w:bookmarkEnd w:id="44"/>
    </w:p>
    <w:p w14:paraId="25D42E94" w14:textId="77777777" w:rsidR="000C5200" w:rsidRPr="00630AB6" w:rsidRDefault="000C5200" w:rsidP="0041307B">
      <w:pPr>
        <w:pStyle w:val="Heading4"/>
      </w:pPr>
      <w:bookmarkStart w:id="45" w:name="_Toc74989808"/>
      <w:r w:rsidRPr="00630AB6">
        <w:t>6.1.2.1</w:t>
      </w:r>
      <w:r w:rsidRPr="00630AB6">
        <w:tab/>
        <w:t>General</w:t>
      </w:r>
      <w:bookmarkEnd w:id="45"/>
    </w:p>
    <w:p w14:paraId="580BAD0B" w14:textId="77777777" w:rsidR="00065857" w:rsidRPr="00630AB6" w:rsidRDefault="00065857" w:rsidP="00065857">
      <w:r w:rsidRPr="00630AB6">
        <w:t>HTTP</w:t>
      </w:r>
      <w:r w:rsidRPr="00630AB6">
        <w:rPr>
          <w:lang w:eastAsia="zh-CN"/>
        </w:rPr>
        <w:t xml:space="preserve">/2, </w:t>
      </w:r>
      <w:r w:rsidR="00DE5E65" w:rsidRPr="00630AB6">
        <w:rPr>
          <w:lang w:eastAsia="zh-CN"/>
        </w:rPr>
        <w:t>IETF</w:t>
      </w:r>
      <w:r w:rsidR="00DE5E65">
        <w:rPr>
          <w:lang w:eastAsia="zh-CN"/>
        </w:rPr>
        <w:t> </w:t>
      </w:r>
      <w:r w:rsidR="00DE5E65" w:rsidRPr="00630AB6">
        <w:rPr>
          <w:lang w:eastAsia="zh-CN"/>
        </w:rPr>
        <w:t>RFC</w:t>
      </w:r>
      <w:r w:rsidR="00DE5E65">
        <w:rPr>
          <w:lang w:eastAsia="zh-CN"/>
        </w:rPr>
        <w:t> </w:t>
      </w:r>
      <w:r w:rsidR="00DE5E65" w:rsidRPr="00630AB6">
        <w:rPr>
          <w:lang w:eastAsia="zh-CN"/>
        </w:rPr>
        <w:t>7540 </w:t>
      </w:r>
      <w:r w:rsidRPr="00630AB6">
        <w:rPr>
          <w:lang w:eastAsia="zh-CN"/>
        </w:rPr>
        <w:t>[</w:t>
      </w:r>
      <w:r w:rsidR="003F6EE2" w:rsidRPr="00630AB6">
        <w:rPr>
          <w:lang w:eastAsia="zh-CN"/>
        </w:rPr>
        <w:t>10</w:t>
      </w:r>
      <w:r w:rsidRPr="00630AB6">
        <w:rPr>
          <w:lang w:eastAsia="zh-CN"/>
        </w:rPr>
        <w:t xml:space="preserve">], </w:t>
      </w:r>
      <w:r w:rsidRPr="00630AB6">
        <w:t>shall be used as specified in clause 5 of</w:t>
      </w:r>
      <w:r w:rsidR="00DE5E65">
        <w:t xml:space="preserve"> 3GPP TS </w:t>
      </w:r>
      <w:r w:rsidR="00DE5E65" w:rsidRPr="00630AB6">
        <w:t>29.500</w:t>
      </w:r>
      <w:r w:rsidR="00DE5E65">
        <w:t> </w:t>
      </w:r>
      <w:r w:rsidR="00DE5E65" w:rsidRPr="00630AB6">
        <w:t>[</w:t>
      </w:r>
      <w:r w:rsidRPr="00630AB6">
        <w:t>4].</w:t>
      </w:r>
    </w:p>
    <w:p w14:paraId="52FA7190" w14:textId="77777777" w:rsidR="00065857" w:rsidRPr="00630AB6" w:rsidRDefault="00065857" w:rsidP="000E77D4">
      <w:pPr>
        <w:pStyle w:val="Guidance"/>
        <w:rPr>
          <w:i w:val="0"/>
          <w:color w:val="000000"/>
          <w:lang w:eastAsia="zh-CN"/>
        </w:rPr>
      </w:pPr>
      <w:r w:rsidRPr="00630AB6">
        <w:rPr>
          <w:i w:val="0"/>
          <w:color w:val="000000"/>
        </w:rPr>
        <w:t>An OpenAPI [</w:t>
      </w:r>
      <w:r w:rsidR="00756316" w:rsidRPr="00630AB6">
        <w:rPr>
          <w:rFonts w:hint="eastAsia"/>
          <w:i w:val="0"/>
          <w:color w:val="000000"/>
          <w:lang w:eastAsia="zh-CN"/>
        </w:rPr>
        <w:t>6</w:t>
      </w:r>
      <w:r w:rsidRPr="00630AB6">
        <w:rPr>
          <w:i w:val="0"/>
          <w:color w:val="000000"/>
        </w:rPr>
        <w:t xml:space="preserve">] specification of HTTP messages and content bodies for the </w:t>
      </w:r>
      <w:proofErr w:type="spellStart"/>
      <w:r w:rsidRPr="00630AB6">
        <w:rPr>
          <w:i w:val="0"/>
          <w:color w:val="000000"/>
        </w:rPr>
        <w:t>Nnssf_NSSelection</w:t>
      </w:r>
      <w:proofErr w:type="spellEnd"/>
      <w:r w:rsidRPr="00630AB6">
        <w:rPr>
          <w:i w:val="0"/>
          <w:color w:val="000000"/>
        </w:rPr>
        <w:t xml:space="preserve"> service is specified in Annex A.</w:t>
      </w:r>
    </w:p>
    <w:p w14:paraId="6CE370BC" w14:textId="77777777" w:rsidR="00FA10C2" w:rsidRPr="00630AB6" w:rsidRDefault="00FA10C2" w:rsidP="0041307B">
      <w:pPr>
        <w:pStyle w:val="Heading4"/>
      </w:pPr>
      <w:bookmarkStart w:id="46" w:name="_Toc74989809"/>
      <w:r w:rsidRPr="00630AB6">
        <w:t>6.1.2.2</w:t>
      </w:r>
      <w:r w:rsidRPr="00630AB6">
        <w:tab/>
        <w:t>HTTP standard headers</w:t>
      </w:r>
      <w:bookmarkEnd w:id="46"/>
    </w:p>
    <w:p w14:paraId="6C68CAD0" w14:textId="77777777" w:rsidR="00FA10C2" w:rsidRPr="00630AB6" w:rsidRDefault="00FA10C2" w:rsidP="0041307B">
      <w:pPr>
        <w:pStyle w:val="Heading5"/>
        <w:rPr>
          <w:lang w:eastAsia="zh-CN"/>
        </w:rPr>
      </w:pPr>
      <w:bookmarkStart w:id="47" w:name="_Toc74989810"/>
      <w:r w:rsidRPr="00630AB6">
        <w:t>6.1.2.2.1</w:t>
      </w:r>
      <w:r w:rsidRPr="00630AB6">
        <w:rPr>
          <w:rFonts w:hint="eastAsia"/>
          <w:lang w:eastAsia="zh-CN"/>
        </w:rPr>
        <w:tab/>
      </w:r>
      <w:r w:rsidRPr="00630AB6">
        <w:rPr>
          <w:lang w:eastAsia="zh-CN"/>
        </w:rPr>
        <w:t>General</w:t>
      </w:r>
      <w:bookmarkEnd w:id="47"/>
    </w:p>
    <w:p w14:paraId="0B398AC5" w14:textId="77777777" w:rsidR="00065857" w:rsidRPr="00630AB6" w:rsidRDefault="00065857" w:rsidP="00065857">
      <w:pPr>
        <w:rPr>
          <w:lang w:eastAsia="zh-CN"/>
        </w:rPr>
      </w:pPr>
      <w:r w:rsidRPr="00630AB6">
        <w:t xml:space="preserve">See </w:t>
      </w:r>
      <w:r w:rsidR="001765C8">
        <w:t>clause</w:t>
      </w:r>
      <w:r w:rsidRPr="00630AB6">
        <w:t> 5.2.2 of</w:t>
      </w:r>
      <w:r w:rsidR="00DE5E65">
        <w:t xml:space="preserve"> 3GPP TS </w:t>
      </w:r>
      <w:r w:rsidR="00DE5E65" w:rsidRPr="00630AB6">
        <w:t>29.500</w:t>
      </w:r>
      <w:r w:rsidR="00DE5E65">
        <w:t> </w:t>
      </w:r>
      <w:r w:rsidR="00DE5E65" w:rsidRPr="00630AB6">
        <w:t>[</w:t>
      </w:r>
      <w:r w:rsidRPr="00630AB6">
        <w:t>4] for the usage of HTTP standard headers.</w:t>
      </w:r>
    </w:p>
    <w:p w14:paraId="398D6F20" w14:textId="77777777" w:rsidR="00FD6006" w:rsidRPr="00630AB6" w:rsidRDefault="00FD6006" w:rsidP="0041307B">
      <w:pPr>
        <w:pStyle w:val="Heading5"/>
      </w:pPr>
      <w:bookmarkStart w:id="48" w:name="_Toc74989811"/>
      <w:r w:rsidRPr="00630AB6">
        <w:t>6.1.2.</w:t>
      </w:r>
      <w:r w:rsidR="00FA10C2" w:rsidRPr="00630AB6">
        <w:t>2.</w:t>
      </w:r>
      <w:r w:rsidRPr="00630AB6">
        <w:t>2</w:t>
      </w:r>
      <w:r w:rsidRPr="00630AB6">
        <w:tab/>
        <w:t>Content type</w:t>
      </w:r>
      <w:bookmarkEnd w:id="48"/>
    </w:p>
    <w:p w14:paraId="01ECE403" w14:textId="77777777" w:rsidR="004C396D" w:rsidRPr="00630AB6" w:rsidRDefault="004C396D" w:rsidP="004C396D">
      <w:r w:rsidRPr="00630AB6">
        <w:t xml:space="preserve"> The following content types shall be supported:</w:t>
      </w:r>
    </w:p>
    <w:p w14:paraId="77F40235" w14:textId="77777777" w:rsidR="004C396D" w:rsidRPr="00630AB6" w:rsidRDefault="004C396D" w:rsidP="004C396D">
      <w:pPr>
        <w:pStyle w:val="B10"/>
      </w:pPr>
      <w:r w:rsidRPr="00630AB6">
        <w:t>-</w:t>
      </w:r>
      <w:r w:rsidRPr="00630AB6">
        <w:tab/>
        <w:t xml:space="preserve">JSON, as defined in </w:t>
      </w:r>
      <w:r w:rsidR="00DE5E65" w:rsidRPr="00630AB6">
        <w:rPr>
          <w:noProof/>
          <w:lang w:eastAsia="zh-CN"/>
        </w:rPr>
        <w:t>IETF</w:t>
      </w:r>
      <w:r w:rsidR="00DE5E65">
        <w:rPr>
          <w:noProof/>
          <w:lang w:eastAsia="zh-CN"/>
        </w:rPr>
        <w:t> </w:t>
      </w:r>
      <w:r w:rsidR="00DE5E65" w:rsidRPr="00630AB6">
        <w:rPr>
          <w:noProof/>
          <w:lang w:eastAsia="zh-CN"/>
        </w:rPr>
        <w:t>RFC</w:t>
      </w:r>
      <w:r w:rsidR="00DE5E65">
        <w:rPr>
          <w:noProof/>
          <w:lang w:eastAsia="zh-CN"/>
        </w:rPr>
        <w:t> </w:t>
      </w:r>
      <w:r w:rsidR="00DE5E65" w:rsidRPr="00630AB6">
        <w:rPr>
          <w:noProof/>
          <w:lang w:eastAsia="zh-CN"/>
        </w:rPr>
        <w:t>8259 </w:t>
      </w:r>
      <w:r w:rsidRPr="00630AB6">
        <w:rPr>
          <w:noProof/>
          <w:lang w:eastAsia="zh-CN"/>
        </w:rPr>
        <w:t>[</w:t>
      </w:r>
      <w:r w:rsidR="00BA3FAE" w:rsidRPr="00630AB6">
        <w:rPr>
          <w:noProof/>
          <w:lang w:eastAsia="zh-CN"/>
        </w:rPr>
        <w:t>14</w:t>
      </w:r>
      <w:r w:rsidRPr="00630AB6">
        <w:rPr>
          <w:noProof/>
          <w:lang w:eastAsia="zh-CN"/>
        </w:rPr>
        <w:t>], shall be used as content type of the HTTP bodies specified in the present specification</w:t>
      </w:r>
      <w:r w:rsidRPr="00630AB6">
        <w:t xml:space="preserve"> as indicated in </w:t>
      </w:r>
      <w:r w:rsidR="001765C8">
        <w:t>clause</w:t>
      </w:r>
      <w:r w:rsidRPr="00630AB6">
        <w:t xml:space="preserve"> 5.4 of</w:t>
      </w:r>
      <w:r w:rsidR="00DE5E65">
        <w:t xml:space="preserve"> 3GPP TS </w:t>
      </w:r>
      <w:r w:rsidR="00DE5E65" w:rsidRPr="00630AB6">
        <w:t>29.500</w:t>
      </w:r>
      <w:r w:rsidR="00DE5E65">
        <w:t> </w:t>
      </w:r>
      <w:r w:rsidR="00DE5E65" w:rsidRPr="00630AB6">
        <w:t>[</w:t>
      </w:r>
      <w:r w:rsidRPr="00630AB6">
        <w:t>4].</w:t>
      </w:r>
    </w:p>
    <w:p w14:paraId="67059128" w14:textId="77777777" w:rsidR="000C5200" w:rsidRPr="00630AB6" w:rsidRDefault="004C396D" w:rsidP="0028695C">
      <w:pPr>
        <w:pStyle w:val="B10"/>
      </w:pPr>
      <w:r w:rsidRPr="00630AB6">
        <w:t>-</w:t>
      </w:r>
      <w:r w:rsidRPr="00630AB6">
        <w:tab/>
        <w:t>The Problem Details JSON Object (</w:t>
      </w:r>
      <w:r w:rsidR="00DE5E65" w:rsidRPr="00630AB6">
        <w:t>IETF</w:t>
      </w:r>
      <w:r w:rsidR="00DE5E65">
        <w:t> </w:t>
      </w:r>
      <w:r w:rsidR="00DE5E65" w:rsidRPr="00630AB6">
        <w:t>RFC</w:t>
      </w:r>
      <w:r w:rsidR="00DE5E65">
        <w:t> </w:t>
      </w:r>
      <w:r w:rsidR="00DE5E65" w:rsidRPr="00630AB6">
        <w:t>7807 </w:t>
      </w:r>
      <w:r w:rsidRPr="00630AB6">
        <w:t>[</w:t>
      </w:r>
      <w:r w:rsidR="00BA3FAE" w:rsidRPr="00630AB6">
        <w:t>15</w:t>
      </w:r>
      <w:r w:rsidRPr="00630AB6">
        <w:t>]. The use of the Problem Details JSON object in a HTTP response body shall be signalled by the content type "application/problem+json".</w:t>
      </w:r>
      <w:r w:rsidR="000C5200" w:rsidRPr="00630AB6">
        <w:t>6.1.2.</w:t>
      </w:r>
      <w:r w:rsidR="00FD6006" w:rsidRPr="00630AB6">
        <w:t>3</w:t>
      </w:r>
      <w:r w:rsidR="000C5200" w:rsidRPr="00630AB6">
        <w:tab/>
        <w:t>HTTP custom headers</w:t>
      </w:r>
    </w:p>
    <w:p w14:paraId="5B9E9DA5" w14:textId="77777777" w:rsidR="000C5200" w:rsidRPr="00630AB6" w:rsidRDefault="00FD6006" w:rsidP="0041307B">
      <w:pPr>
        <w:pStyle w:val="Heading5"/>
        <w:rPr>
          <w:lang w:eastAsia="zh-CN"/>
        </w:rPr>
      </w:pPr>
      <w:bookmarkStart w:id="49" w:name="_Toc74989812"/>
      <w:r w:rsidRPr="00630AB6">
        <w:t>6.1.2.3.1</w:t>
      </w:r>
      <w:r w:rsidR="000C5200" w:rsidRPr="00630AB6">
        <w:rPr>
          <w:rFonts w:hint="eastAsia"/>
          <w:lang w:eastAsia="zh-CN"/>
        </w:rPr>
        <w:tab/>
      </w:r>
      <w:r w:rsidR="000C5200" w:rsidRPr="00630AB6">
        <w:rPr>
          <w:lang w:eastAsia="zh-CN"/>
        </w:rPr>
        <w:t>General</w:t>
      </w:r>
      <w:bookmarkEnd w:id="49"/>
    </w:p>
    <w:p w14:paraId="6F12B548" w14:textId="77777777" w:rsidR="0008689A" w:rsidRPr="00630AB6" w:rsidRDefault="0008689A" w:rsidP="0008689A">
      <w:pPr>
        <w:rPr>
          <w:lang w:eastAsia="zh-CN"/>
        </w:rPr>
      </w:pPr>
      <w:r w:rsidRPr="00630AB6">
        <w:t xml:space="preserve">In this release of this specification, no custom headers specific to the </w:t>
      </w:r>
      <w:proofErr w:type="spellStart"/>
      <w:r w:rsidRPr="00630AB6">
        <w:t>Nnssf_NSSelection</w:t>
      </w:r>
      <w:proofErr w:type="spellEnd"/>
      <w:r w:rsidRPr="00630AB6">
        <w:t xml:space="preserve"> service are defined. For 3GPP specific HTTP custom headers used across all service based interfaces, see clause 5.2.3 of</w:t>
      </w:r>
      <w:r w:rsidR="00DE5E65">
        <w:t xml:space="preserve"> 3GPP TS </w:t>
      </w:r>
      <w:r w:rsidR="00DE5E65" w:rsidRPr="00630AB6">
        <w:t>29.500</w:t>
      </w:r>
      <w:r w:rsidR="00DE5E65">
        <w:t> </w:t>
      </w:r>
      <w:r w:rsidR="00DE5E65" w:rsidRPr="00630AB6">
        <w:t>[</w:t>
      </w:r>
      <w:r w:rsidRPr="00630AB6">
        <w:t>4].</w:t>
      </w:r>
    </w:p>
    <w:p w14:paraId="3BC16C0A" w14:textId="77777777" w:rsidR="00E44765" w:rsidRPr="00630AB6" w:rsidRDefault="00A258AF" w:rsidP="0041307B">
      <w:pPr>
        <w:pStyle w:val="Heading3"/>
      </w:pPr>
      <w:bookmarkStart w:id="50" w:name="_Toc74989813"/>
      <w:r w:rsidRPr="00630AB6">
        <w:t>6.</w:t>
      </w:r>
      <w:r w:rsidR="000E77D4" w:rsidRPr="00630AB6">
        <w:t>1.</w:t>
      </w:r>
      <w:r w:rsidR="00FD6006" w:rsidRPr="00630AB6">
        <w:t>3</w:t>
      </w:r>
      <w:r w:rsidRPr="00630AB6">
        <w:tab/>
      </w:r>
      <w:r w:rsidR="00E44765" w:rsidRPr="00630AB6">
        <w:t>Resources</w:t>
      </w:r>
      <w:bookmarkEnd w:id="50"/>
    </w:p>
    <w:p w14:paraId="065A903B" w14:textId="77777777" w:rsidR="000A7435" w:rsidRPr="00630AB6" w:rsidRDefault="000A7435" w:rsidP="0041307B">
      <w:pPr>
        <w:pStyle w:val="Heading4"/>
      </w:pPr>
      <w:bookmarkStart w:id="51" w:name="_Toc74989814"/>
      <w:r w:rsidRPr="00630AB6">
        <w:t>6.</w:t>
      </w:r>
      <w:r w:rsidR="000E77D4" w:rsidRPr="00630AB6">
        <w:t>1.</w:t>
      </w:r>
      <w:r w:rsidR="00FD6006" w:rsidRPr="00630AB6">
        <w:t>3</w:t>
      </w:r>
      <w:r w:rsidRPr="00630AB6">
        <w:t>.1</w:t>
      </w:r>
      <w:r w:rsidRPr="00630AB6">
        <w:tab/>
      </w:r>
      <w:r w:rsidR="008B2858" w:rsidRPr="00630AB6">
        <w:t>Overview</w:t>
      </w:r>
      <w:bookmarkEnd w:id="51"/>
    </w:p>
    <w:p w14:paraId="5B5BDDAE" w14:textId="77777777" w:rsidR="00065857" w:rsidRPr="00630AB6" w:rsidRDefault="00065857" w:rsidP="00155A8A">
      <w:pPr>
        <w:rPr>
          <w:lang w:eastAsia="zh-CN"/>
        </w:rPr>
      </w:pPr>
      <w:r w:rsidRPr="00630AB6">
        <w:t xml:space="preserve">Figure 6.1.3.1-1 describes the resource URI structure of the </w:t>
      </w:r>
      <w:proofErr w:type="spellStart"/>
      <w:r w:rsidRPr="00630AB6">
        <w:t>Nnssf_NSSelection</w:t>
      </w:r>
      <w:proofErr w:type="spellEnd"/>
      <w:r w:rsidRPr="00630AB6">
        <w:t xml:space="preserve"> API.</w:t>
      </w:r>
    </w:p>
    <w:p w14:paraId="6E544987" w14:textId="77777777" w:rsidR="005A40F6" w:rsidRDefault="005A40F6" w:rsidP="005A40F6">
      <w:pPr>
        <w:pStyle w:val="TH"/>
      </w:pPr>
      <w:r w:rsidRPr="00630AB6">
        <w:object w:dxaOrig="8088" w:dyaOrig="3624" w14:anchorId="67140D0F">
          <v:shape id="_x0000_i1034" type="#_x0000_t75" style="width:295.05pt;height:132.4pt" o:ole="">
            <v:imagedata r:id="rId29" o:title=""/>
          </v:shape>
          <o:OLEObject Type="Embed" ProgID="Visio.Drawing.11" ShapeID="_x0000_i1034" DrawAspect="Content" ObjectID="_1685602622" r:id="rId30"/>
        </w:object>
      </w:r>
    </w:p>
    <w:p w14:paraId="3295C0C5" w14:textId="77777777" w:rsidR="00EE1738" w:rsidRDefault="00EE1738" w:rsidP="00EE1738">
      <w:pPr>
        <w:pStyle w:val="TF"/>
      </w:pPr>
      <w:r>
        <w:t>Fig</w:t>
      </w:r>
      <w:r w:rsidRPr="00630AB6">
        <w:t xml:space="preserve">ure 6.1.3.1-1: Resource URI structure of the  </w:t>
      </w:r>
      <w:proofErr w:type="spellStart"/>
      <w:r w:rsidRPr="00630AB6">
        <w:t>nnssf_nsselection</w:t>
      </w:r>
      <w:proofErr w:type="spellEnd"/>
      <w:r w:rsidRPr="00630AB6">
        <w:t xml:space="preserve"> API</w:t>
      </w:r>
    </w:p>
    <w:p w14:paraId="361121CE" w14:textId="77777777" w:rsidR="008B2858" w:rsidRPr="00630AB6" w:rsidRDefault="008B2858" w:rsidP="008B2858">
      <w:r w:rsidRPr="00630AB6">
        <w:t>Table 6.</w:t>
      </w:r>
      <w:r w:rsidR="000E77D4" w:rsidRPr="00630AB6">
        <w:t>1.</w:t>
      </w:r>
      <w:r w:rsidR="00FD6006" w:rsidRPr="00630AB6">
        <w:t>3.1</w:t>
      </w:r>
      <w:r w:rsidRPr="00630AB6">
        <w:t>-1 provides an overview of the resources and applicable HTTP methods.</w:t>
      </w:r>
    </w:p>
    <w:p w14:paraId="4A4AA650" w14:textId="77777777" w:rsidR="008C18E3" w:rsidRPr="00630AB6" w:rsidRDefault="008C18E3" w:rsidP="0041307B">
      <w:pPr>
        <w:pStyle w:val="TH"/>
        <w:outlineLvl w:val="0"/>
      </w:pPr>
      <w:r w:rsidRPr="00630AB6">
        <w:lastRenderedPageBreak/>
        <w:t>Table 6.</w:t>
      </w:r>
      <w:r w:rsidR="000E77D4" w:rsidRPr="00630AB6">
        <w:t>1.</w:t>
      </w:r>
      <w:r w:rsidR="00FD6006" w:rsidRPr="00630AB6">
        <w:t>3</w:t>
      </w:r>
      <w:r w:rsidR="00D06113" w:rsidRPr="00630AB6">
        <w:t>.1</w:t>
      </w:r>
      <w:r w:rsidRPr="00630AB6">
        <w:t>-1: Resources and methods overview</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417"/>
        <w:gridCol w:w="2725"/>
        <w:gridCol w:w="1326"/>
        <w:gridCol w:w="3019"/>
      </w:tblGrid>
      <w:tr w:rsidR="00E86839" w:rsidRPr="00630AB6" w14:paraId="70A67E36" w14:textId="77777777" w:rsidTr="00BC336A">
        <w:trPr>
          <w:jc w:val="center"/>
        </w:trPr>
        <w:tc>
          <w:tcPr>
            <w:tcW w:w="127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CDB3A08" w14:textId="77777777" w:rsidR="00E86839" w:rsidRPr="00630AB6" w:rsidRDefault="00E86839" w:rsidP="00910E8B">
            <w:pPr>
              <w:pStyle w:val="TAH"/>
            </w:pPr>
            <w:r w:rsidRPr="00630AB6">
              <w:t>Resource name</w:t>
            </w:r>
          </w:p>
        </w:tc>
        <w:tc>
          <w:tcPr>
            <w:tcW w:w="143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14E1F1E" w14:textId="77777777" w:rsidR="00E86839" w:rsidRPr="00630AB6" w:rsidRDefault="00E86839" w:rsidP="00910E8B">
            <w:pPr>
              <w:pStyle w:val="TAH"/>
            </w:pPr>
            <w:r w:rsidRPr="00630AB6">
              <w:t>Resource URI</w:t>
            </w:r>
          </w:p>
        </w:tc>
        <w:tc>
          <w:tcPr>
            <w:tcW w:w="69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D0CB669" w14:textId="77777777" w:rsidR="00E86839" w:rsidRPr="00630AB6" w:rsidRDefault="00E86839" w:rsidP="00910E8B">
            <w:pPr>
              <w:pStyle w:val="TAH"/>
            </w:pPr>
            <w:r w:rsidRPr="00630AB6">
              <w:t>HTTP method or custom operation</w:t>
            </w:r>
          </w:p>
        </w:tc>
        <w:tc>
          <w:tcPr>
            <w:tcW w:w="159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BBEC55E" w14:textId="77777777" w:rsidR="00E86839" w:rsidRPr="00630AB6" w:rsidRDefault="00E86839" w:rsidP="00910E8B">
            <w:pPr>
              <w:pStyle w:val="TAH"/>
            </w:pPr>
            <w:r w:rsidRPr="00630AB6">
              <w:t>Description</w:t>
            </w:r>
          </w:p>
        </w:tc>
      </w:tr>
      <w:tr w:rsidR="00BC336A" w:rsidRPr="00630AB6" w14:paraId="3433E52C" w14:textId="77777777" w:rsidTr="00BC336A">
        <w:trPr>
          <w:trHeight w:val="743"/>
          <w:jc w:val="center"/>
        </w:trPr>
        <w:tc>
          <w:tcPr>
            <w:tcW w:w="1274" w:type="pct"/>
            <w:tcBorders>
              <w:top w:val="single" w:sz="4" w:space="0" w:color="auto"/>
              <w:left w:val="single" w:sz="4" w:space="0" w:color="auto"/>
              <w:right w:val="single" w:sz="4" w:space="0" w:color="auto"/>
            </w:tcBorders>
            <w:hideMark/>
          </w:tcPr>
          <w:p w14:paraId="3E44E05E" w14:textId="77777777" w:rsidR="00BC336A" w:rsidRPr="00630AB6" w:rsidRDefault="00BC336A" w:rsidP="00910E8B">
            <w:pPr>
              <w:pStyle w:val="TAL"/>
            </w:pPr>
            <w:r w:rsidRPr="00630AB6">
              <w:rPr>
                <w:lang w:eastAsia="zh-CN"/>
              </w:rPr>
              <w:t>Network Slice Related Information</w:t>
            </w:r>
          </w:p>
        </w:tc>
        <w:tc>
          <w:tcPr>
            <w:tcW w:w="1436" w:type="pct"/>
            <w:tcBorders>
              <w:top w:val="single" w:sz="4" w:space="0" w:color="auto"/>
              <w:left w:val="single" w:sz="4" w:space="0" w:color="auto"/>
              <w:right w:val="single" w:sz="4" w:space="0" w:color="auto"/>
            </w:tcBorders>
            <w:hideMark/>
          </w:tcPr>
          <w:p w14:paraId="73604EA3" w14:textId="77777777" w:rsidR="00BC336A" w:rsidRPr="00630AB6" w:rsidRDefault="00BC336A" w:rsidP="00065857">
            <w:pPr>
              <w:pStyle w:val="TAL"/>
              <w:rPr>
                <w:lang w:eastAsia="zh-CN"/>
              </w:rPr>
            </w:pPr>
            <w:r w:rsidRPr="00630AB6">
              <w:rPr>
                <w:rFonts w:hint="eastAsia"/>
                <w:lang w:eastAsia="zh-CN"/>
              </w:rPr>
              <w:t>{</w:t>
            </w:r>
            <w:proofErr w:type="spellStart"/>
            <w:r w:rsidRPr="00630AB6">
              <w:rPr>
                <w:lang w:eastAsia="zh-CN"/>
              </w:rPr>
              <w:t>apiRoot</w:t>
            </w:r>
            <w:proofErr w:type="spellEnd"/>
            <w:r w:rsidRPr="00630AB6">
              <w:rPr>
                <w:lang w:eastAsia="zh-CN"/>
              </w:rPr>
              <w:t>}/</w:t>
            </w:r>
            <w:proofErr w:type="spellStart"/>
            <w:r w:rsidRPr="00630AB6">
              <w:rPr>
                <w:lang w:eastAsia="zh-CN"/>
              </w:rPr>
              <w:t>nnssf-nsselection</w:t>
            </w:r>
            <w:proofErr w:type="spellEnd"/>
            <w:r w:rsidRPr="00630AB6">
              <w:rPr>
                <w:lang w:eastAsia="zh-CN"/>
              </w:rPr>
              <w:t>/</w:t>
            </w:r>
            <w:r w:rsidR="00B412C6">
              <w:rPr>
                <w:lang w:eastAsia="zh-CN"/>
              </w:rPr>
              <w:t>{</w:t>
            </w:r>
            <w:proofErr w:type="spellStart"/>
            <w:r w:rsidR="00B412C6">
              <w:rPr>
                <w:lang w:eastAsia="zh-CN"/>
              </w:rPr>
              <w:t>apiVersion</w:t>
            </w:r>
            <w:proofErr w:type="spellEnd"/>
            <w:r w:rsidR="00B412C6">
              <w:rPr>
                <w:lang w:eastAsia="zh-CN"/>
              </w:rPr>
              <w:t>}</w:t>
            </w:r>
            <w:r w:rsidRPr="00630AB6">
              <w:rPr>
                <w:lang w:eastAsia="zh-CN"/>
              </w:rPr>
              <w:t>/</w:t>
            </w:r>
          </w:p>
          <w:p w14:paraId="50B5B0E9" w14:textId="77777777" w:rsidR="00BC336A" w:rsidRPr="00630AB6" w:rsidRDefault="00BC336A" w:rsidP="00065857">
            <w:pPr>
              <w:pStyle w:val="TAL"/>
            </w:pPr>
            <w:r w:rsidRPr="00630AB6">
              <w:rPr>
                <w:b/>
                <w:lang w:eastAsia="zh-CN"/>
              </w:rPr>
              <w:t>n</w:t>
            </w:r>
            <w:r w:rsidRPr="00630AB6">
              <w:rPr>
                <w:lang w:eastAsia="zh-CN"/>
              </w:rPr>
              <w:t>etwork</w:t>
            </w:r>
            <w:r w:rsidRPr="00630AB6">
              <w:rPr>
                <w:b/>
                <w:lang w:eastAsia="zh-CN"/>
              </w:rPr>
              <w:t>-</w:t>
            </w:r>
            <w:r w:rsidRPr="00630AB6">
              <w:rPr>
                <w:lang w:eastAsia="zh-CN"/>
              </w:rPr>
              <w:t>slice</w:t>
            </w:r>
            <w:r w:rsidRPr="00630AB6">
              <w:rPr>
                <w:b/>
                <w:lang w:eastAsia="zh-CN"/>
              </w:rPr>
              <w:t>-</w:t>
            </w:r>
            <w:r w:rsidRPr="00630AB6">
              <w:rPr>
                <w:lang w:eastAsia="zh-CN"/>
              </w:rPr>
              <w:t>information</w:t>
            </w:r>
          </w:p>
        </w:tc>
        <w:tc>
          <w:tcPr>
            <w:tcW w:w="699" w:type="pct"/>
            <w:tcBorders>
              <w:top w:val="single" w:sz="4" w:space="0" w:color="auto"/>
              <w:left w:val="single" w:sz="4" w:space="0" w:color="auto"/>
              <w:right w:val="single" w:sz="4" w:space="0" w:color="auto"/>
            </w:tcBorders>
          </w:tcPr>
          <w:p w14:paraId="6550B17C" w14:textId="77777777" w:rsidR="00BC336A" w:rsidRPr="00630AB6" w:rsidRDefault="00D10EF5" w:rsidP="00AF2759">
            <w:pPr>
              <w:pStyle w:val="TAL"/>
            </w:pPr>
            <w:r w:rsidRPr="00630AB6">
              <w:t>GET</w:t>
            </w:r>
          </w:p>
        </w:tc>
        <w:tc>
          <w:tcPr>
            <w:tcW w:w="1591" w:type="pct"/>
            <w:tcBorders>
              <w:top w:val="single" w:sz="4" w:space="0" w:color="auto"/>
              <w:left w:val="single" w:sz="4" w:space="0" w:color="auto"/>
              <w:right w:val="single" w:sz="4" w:space="0" w:color="auto"/>
            </w:tcBorders>
          </w:tcPr>
          <w:p w14:paraId="63B5CFE4" w14:textId="77777777" w:rsidR="00BC336A" w:rsidRPr="00630AB6" w:rsidRDefault="00D10EF5" w:rsidP="00910E8B">
            <w:pPr>
              <w:pStyle w:val="TAL"/>
              <w:rPr>
                <w:lang w:eastAsia="zh-CN"/>
              </w:rPr>
            </w:pPr>
            <w:r w:rsidRPr="00630AB6">
              <w:rPr>
                <w:lang w:eastAsia="zh-CN"/>
              </w:rPr>
              <w:t xml:space="preserve">To retrieve </w:t>
            </w:r>
            <w:r w:rsidR="00BC336A" w:rsidRPr="00630AB6">
              <w:rPr>
                <w:lang w:eastAsia="zh-CN"/>
              </w:rPr>
              <w:t xml:space="preserve">network slice information. See </w:t>
            </w:r>
            <w:r w:rsidR="001765C8">
              <w:rPr>
                <w:lang w:eastAsia="zh-CN"/>
              </w:rPr>
              <w:t>clause</w:t>
            </w:r>
            <w:r w:rsidR="00BC336A" w:rsidRPr="00630AB6">
              <w:rPr>
                <w:lang w:eastAsia="zh-CN"/>
              </w:rPr>
              <w:t xml:space="preserve"> 6.1.3.2.</w:t>
            </w:r>
            <w:r w:rsidRPr="00630AB6">
              <w:rPr>
                <w:lang w:eastAsia="zh-CN"/>
              </w:rPr>
              <w:t>3</w:t>
            </w:r>
            <w:r w:rsidR="00BC336A" w:rsidRPr="00630AB6">
              <w:rPr>
                <w:lang w:eastAsia="zh-CN"/>
              </w:rPr>
              <w:t>.</w:t>
            </w:r>
            <w:r w:rsidRPr="00630AB6">
              <w:rPr>
                <w:lang w:eastAsia="zh-CN"/>
              </w:rPr>
              <w:t>1</w:t>
            </w:r>
            <w:r w:rsidR="00BC336A" w:rsidRPr="00630AB6">
              <w:rPr>
                <w:lang w:eastAsia="zh-CN"/>
              </w:rPr>
              <w:t>.</w:t>
            </w:r>
          </w:p>
          <w:p w14:paraId="50F5429B" w14:textId="77777777" w:rsidR="00D10EF5" w:rsidRPr="00630AB6" w:rsidRDefault="00D10EF5" w:rsidP="00910E8B">
            <w:pPr>
              <w:pStyle w:val="TAL"/>
              <w:rPr>
                <w:lang w:eastAsia="zh-CN"/>
              </w:rPr>
            </w:pPr>
          </w:p>
          <w:p w14:paraId="6C0919E9" w14:textId="77777777" w:rsidR="00D10EF5" w:rsidRPr="00630AB6" w:rsidRDefault="00D10EF5" w:rsidP="00910E8B">
            <w:pPr>
              <w:pStyle w:val="TAL"/>
            </w:pPr>
            <w:r w:rsidRPr="00630AB6">
              <w:rPr>
                <w:lang w:eastAsia="zh-CN"/>
              </w:rPr>
              <w:t xml:space="preserve">Maps to </w:t>
            </w:r>
            <w:proofErr w:type="spellStart"/>
            <w:r w:rsidRPr="00630AB6">
              <w:rPr>
                <w:lang w:eastAsia="zh-CN"/>
              </w:rPr>
              <w:t>Nnssf_NSSelection_Get</w:t>
            </w:r>
            <w:proofErr w:type="spellEnd"/>
            <w:r w:rsidRPr="00630AB6">
              <w:rPr>
                <w:lang w:eastAsia="zh-CN"/>
              </w:rPr>
              <w:t xml:space="preserve"> service operation.</w:t>
            </w:r>
          </w:p>
        </w:tc>
      </w:tr>
    </w:tbl>
    <w:p w14:paraId="45EBA79E" w14:textId="77777777" w:rsidR="008C18E3" w:rsidRPr="00630AB6" w:rsidRDefault="008C18E3" w:rsidP="00BB7F15"/>
    <w:p w14:paraId="7C8A420B" w14:textId="77777777" w:rsidR="003C71B6" w:rsidRPr="00630AB6" w:rsidRDefault="003C71B6" w:rsidP="0041307B">
      <w:pPr>
        <w:pStyle w:val="Heading4"/>
      </w:pPr>
      <w:bookmarkStart w:id="52" w:name="_Toc74989815"/>
      <w:r w:rsidRPr="00630AB6">
        <w:t>6.</w:t>
      </w:r>
      <w:r w:rsidR="000E77D4" w:rsidRPr="00630AB6">
        <w:t>1.</w:t>
      </w:r>
      <w:r w:rsidR="00FD6006" w:rsidRPr="00630AB6">
        <w:t>3</w:t>
      </w:r>
      <w:r w:rsidR="00D06113" w:rsidRPr="00630AB6">
        <w:t>.2</w:t>
      </w:r>
      <w:r w:rsidRPr="00630AB6">
        <w:tab/>
      </w:r>
      <w:r w:rsidR="008B6CCA" w:rsidRPr="00630AB6">
        <w:t xml:space="preserve">Resource: </w:t>
      </w:r>
      <w:r w:rsidR="00065857" w:rsidRPr="00630AB6">
        <w:t xml:space="preserve"> Network Slice Information Document</w:t>
      </w:r>
      <w:bookmarkEnd w:id="52"/>
    </w:p>
    <w:p w14:paraId="5F14A48B" w14:textId="77777777" w:rsidR="001769FF" w:rsidRPr="00630AB6" w:rsidRDefault="001769FF" w:rsidP="0041307B">
      <w:pPr>
        <w:pStyle w:val="Heading5"/>
      </w:pPr>
      <w:bookmarkStart w:id="53" w:name="_Toc74989816"/>
      <w:r w:rsidRPr="00630AB6">
        <w:t>6.</w:t>
      </w:r>
      <w:r w:rsidR="000E77D4" w:rsidRPr="00630AB6">
        <w:t>1.</w:t>
      </w:r>
      <w:r w:rsidR="00FD6006" w:rsidRPr="00630AB6">
        <w:t>3</w:t>
      </w:r>
      <w:r w:rsidRPr="00630AB6">
        <w:t>.</w:t>
      </w:r>
      <w:r w:rsidR="00BB4921" w:rsidRPr="00630AB6">
        <w:t>2</w:t>
      </w:r>
      <w:r w:rsidRPr="00630AB6">
        <w:t>.</w:t>
      </w:r>
      <w:r w:rsidR="00BB4921" w:rsidRPr="00630AB6">
        <w:t>1</w:t>
      </w:r>
      <w:r w:rsidRPr="00630AB6">
        <w:tab/>
      </w:r>
      <w:r w:rsidR="00387BE7" w:rsidRPr="00630AB6">
        <w:t>Description</w:t>
      </w:r>
      <w:bookmarkEnd w:id="53"/>
    </w:p>
    <w:p w14:paraId="35F94EC6" w14:textId="77777777" w:rsidR="00065857" w:rsidRPr="00630AB6" w:rsidRDefault="00065857" w:rsidP="00065857">
      <w:pPr>
        <w:rPr>
          <w:lang w:eastAsia="zh-CN"/>
        </w:rPr>
      </w:pPr>
      <w:r w:rsidRPr="00630AB6">
        <w:t xml:space="preserve">This resource represents the network slice related information maintained by the </w:t>
      </w:r>
      <w:proofErr w:type="spellStart"/>
      <w:r w:rsidRPr="00630AB6">
        <w:t>NSSF.This</w:t>
      </w:r>
      <w:proofErr w:type="spellEnd"/>
      <w:r w:rsidRPr="00630AB6">
        <w:t xml:space="preserve"> resource is modelled with the Document resource archetype (see </w:t>
      </w:r>
      <w:r w:rsidR="001765C8">
        <w:t>clause</w:t>
      </w:r>
      <w:r w:rsidRPr="00630AB6">
        <w:t xml:space="preserve"> C.1 of</w:t>
      </w:r>
      <w:r w:rsidR="00DE5E65">
        <w:t xml:space="preserve"> 3GPP TS </w:t>
      </w:r>
      <w:r w:rsidR="00DE5E65" w:rsidRPr="00630AB6">
        <w:t>29.501</w:t>
      </w:r>
      <w:r w:rsidR="00DE5E65">
        <w:t> </w:t>
      </w:r>
      <w:r w:rsidR="00DE5E65" w:rsidRPr="00630AB6">
        <w:t>[</w:t>
      </w:r>
      <w:r w:rsidRPr="00630AB6">
        <w:t>5]).</w:t>
      </w:r>
    </w:p>
    <w:p w14:paraId="384FD972" w14:textId="77777777" w:rsidR="00B12CFB" w:rsidRPr="00630AB6" w:rsidRDefault="00B12CFB" w:rsidP="0041307B">
      <w:pPr>
        <w:pStyle w:val="Heading5"/>
      </w:pPr>
      <w:bookmarkStart w:id="54" w:name="_Toc74989817"/>
      <w:r w:rsidRPr="00630AB6">
        <w:t>6.</w:t>
      </w:r>
      <w:r w:rsidR="000E77D4" w:rsidRPr="00630AB6">
        <w:t>1.</w:t>
      </w:r>
      <w:r w:rsidR="00FD6006" w:rsidRPr="00630AB6">
        <w:t>3</w:t>
      </w:r>
      <w:r w:rsidR="00BB4921" w:rsidRPr="00630AB6">
        <w:t>.2.2</w:t>
      </w:r>
      <w:r w:rsidRPr="00630AB6">
        <w:tab/>
        <w:t xml:space="preserve">Resource </w:t>
      </w:r>
      <w:r w:rsidR="00BB4921" w:rsidRPr="00630AB6">
        <w:t>D</w:t>
      </w:r>
      <w:r w:rsidRPr="00630AB6">
        <w:t>efinition</w:t>
      </w:r>
      <w:bookmarkEnd w:id="54"/>
    </w:p>
    <w:p w14:paraId="6A55CA3F" w14:textId="77777777" w:rsidR="00B12CFB" w:rsidRPr="00630AB6" w:rsidRDefault="00B12CFB" w:rsidP="0041307B">
      <w:pPr>
        <w:outlineLvl w:val="0"/>
      </w:pPr>
      <w:r w:rsidRPr="00630AB6">
        <w:t xml:space="preserve">Resource URI: </w:t>
      </w:r>
      <w:r w:rsidR="00065857" w:rsidRPr="00630AB6">
        <w:rPr>
          <w:rFonts w:hint="eastAsia"/>
          <w:b/>
        </w:rPr>
        <w:t>{</w:t>
      </w:r>
      <w:r w:rsidR="00065857" w:rsidRPr="00630AB6">
        <w:rPr>
          <w:b/>
        </w:rPr>
        <w:t>apiRoot}/nnssf-nsselection/</w:t>
      </w:r>
      <w:r w:rsidR="00B412C6">
        <w:rPr>
          <w:b/>
        </w:rPr>
        <w:t>{apiVersion}</w:t>
      </w:r>
      <w:r w:rsidR="00065857" w:rsidRPr="00630AB6">
        <w:rPr>
          <w:b/>
        </w:rPr>
        <w:t>/network-slice-information</w:t>
      </w:r>
    </w:p>
    <w:p w14:paraId="783CB8F0" w14:textId="77777777" w:rsidR="00B12CFB" w:rsidRPr="00630AB6" w:rsidRDefault="00B12CFB" w:rsidP="00B12CFB">
      <w:pPr>
        <w:rPr>
          <w:rFonts w:ascii="Arial" w:hAnsi="Arial" w:cs="Arial"/>
        </w:rPr>
      </w:pPr>
      <w:r w:rsidRPr="00630AB6">
        <w:t>This resource shall support the resource URI variables defined in table 6.</w:t>
      </w:r>
      <w:r w:rsidR="00FD6006" w:rsidRPr="00630AB6">
        <w:t>1.3</w:t>
      </w:r>
      <w:r w:rsidRPr="00630AB6">
        <w:t>.</w:t>
      </w:r>
      <w:r w:rsidR="00F660F7" w:rsidRPr="00630AB6">
        <w:t>2</w:t>
      </w:r>
      <w:r w:rsidR="006E509B" w:rsidRPr="00630AB6">
        <w:t>.2</w:t>
      </w:r>
      <w:r w:rsidRPr="00630AB6">
        <w:t>-1</w:t>
      </w:r>
      <w:r w:rsidRPr="00630AB6">
        <w:rPr>
          <w:rFonts w:ascii="Arial" w:hAnsi="Arial" w:cs="Arial"/>
        </w:rPr>
        <w:t>.</w:t>
      </w:r>
    </w:p>
    <w:p w14:paraId="4C8FB829" w14:textId="77777777" w:rsidR="00B12CFB" w:rsidRPr="00630AB6" w:rsidRDefault="00BB4921" w:rsidP="0041307B">
      <w:pPr>
        <w:pStyle w:val="TH"/>
        <w:outlineLvl w:val="0"/>
        <w:rPr>
          <w:rFonts w:cs="Arial"/>
        </w:rPr>
      </w:pPr>
      <w:r w:rsidRPr="00630AB6">
        <w:t>Table 6</w:t>
      </w:r>
      <w:r w:rsidR="00B12CFB" w:rsidRPr="00630AB6">
        <w:t>.</w:t>
      </w:r>
      <w:r w:rsidR="000E77D4" w:rsidRPr="00630AB6">
        <w:t>1.</w:t>
      </w:r>
      <w:r w:rsidR="00FD6006" w:rsidRPr="00630AB6">
        <w:t>3</w:t>
      </w:r>
      <w:r w:rsidR="00B12CFB" w:rsidRPr="00630AB6">
        <w:t>.</w:t>
      </w:r>
      <w:r w:rsidR="00F660F7" w:rsidRPr="00630AB6">
        <w:t>2</w:t>
      </w:r>
      <w:r w:rsidRPr="00630AB6">
        <w:t>.2</w:t>
      </w:r>
      <w:r w:rsidR="00B12CFB" w:rsidRPr="00630AB6">
        <w:t xml:space="preserve">-1: Resource URI variables for </w:t>
      </w:r>
      <w:r w:rsidRPr="00630AB6">
        <w:t>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35"/>
        <w:gridCol w:w="7690"/>
      </w:tblGrid>
      <w:tr w:rsidR="00B12CFB" w:rsidRPr="00630AB6" w14:paraId="3E4BB396" w14:textId="77777777" w:rsidTr="00B12CFB">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4098E92B" w14:textId="77777777" w:rsidR="00B12CFB" w:rsidRPr="00630AB6" w:rsidRDefault="00B12CFB">
            <w:pPr>
              <w:pStyle w:val="TAH"/>
            </w:pPr>
            <w:r w:rsidRPr="00630AB6">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535DC28" w14:textId="77777777" w:rsidR="00B12CFB" w:rsidRPr="00630AB6" w:rsidRDefault="00B12CFB">
            <w:pPr>
              <w:pStyle w:val="TAH"/>
            </w:pPr>
            <w:r w:rsidRPr="00630AB6">
              <w:t>Definition</w:t>
            </w:r>
          </w:p>
        </w:tc>
      </w:tr>
      <w:tr w:rsidR="00B12CFB" w:rsidRPr="00630AB6" w14:paraId="2A991C1D" w14:textId="77777777" w:rsidTr="00E86839">
        <w:trPr>
          <w:jc w:val="center"/>
        </w:trPr>
        <w:tc>
          <w:tcPr>
            <w:tcW w:w="1005" w:type="pct"/>
            <w:tcBorders>
              <w:top w:val="single" w:sz="6" w:space="0" w:color="000000"/>
              <w:left w:val="single" w:sz="6" w:space="0" w:color="000000"/>
              <w:bottom w:val="single" w:sz="6" w:space="0" w:color="000000"/>
              <w:right w:val="single" w:sz="6" w:space="0" w:color="000000"/>
            </w:tcBorders>
          </w:tcPr>
          <w:p w14:paraId="79355F26" w14:textId="77777777" w:rsidR="00B12CFB" w:rsidRPr="00630AB6" w:rsidRDefault="00065857">
            <w:pPr>
              <w:pStyle w:val="TAL"/>
            </w:pPr>
            <w:proofErr w:type="spellStart"/>
            <w:r w:rsidRPr="00630AB6">
              <w:rPr>
                <w:rFonts w:hint="eastAsia"/>
                <w:lang w:eastAsia="zh-CN"/>
              </w:rPr>
              <w:t>apiRoot</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0F9036F5" w14:textId="77777777" w:rsidR="00B12CFB" w:rsidRPr="00630AB6" w:rsidRDefault="00065857">
            <w:pPr>
              <w:pStyle w:val="TAL"/>
            </w:pPr>
            <w:r w:rsidRPr="00630AB6">
              <w:rPr>
                <w:rFonts w:hint="eastAsia"/>
                <w:lang w:eastAsia="zh-CN"/>
              </w:rPr>
              <w:t xml:space="preserve">See </w:t>
            </w:r>
            <w:r w:rsidR="001765C8">
              <w:rPr>
                <w:rFonts w:hint="eastAsia"/>
                <w:lang w:eastAsia="zh-CN"/>
              </w:rPr>
              <w:t>clause</w:t>
            </w:r>
            <w:r w:rsidRPr="00630AB6">
              <w:rPr>
                <w:rFonts w:hint="eastAsia"/>
                <w:lang w:eastAsia="zh-CN"/>
              </w:rPr>
              <w:t xml:space="preserve"> 6.1.1</w:t>
            </w:r>
          </w:p>
        </w:tc>
      </w:tr>
      <w:tr w:rsidR="00B412C6" w:rsidRPr="00630AB6" w14:paraId="5B459320" w14:textId="77777777" w:rsidTr="00E86839">
        <w:trPr>
          <w:jc w:val="center"/>
        </w:trPr>
        <w:tc>
          <w:tcPr>
            <w:tcW w:w="1005" w:type="pct"/>
            <w:tcBorders>
              <w:top w:val="single" w:sz="6" w:space="0" w:color="000000"/>
              <w:left w:val="single" w:sz="6" w:space="0" w:color="000000"/>
              <w:bottom w:val="single" w:sz="6" w:space="0" w:color="000000"/>
              <w:right w:val="single" w:sz="6" w:space="0" w:color="000000"/>
            </w:tcBorders>
          </w:tcPr>
          <w:p w14:paraId="4ED84679" w14:textId="77777777" w:rsidR="00B412C6" w:rsidRPr="00630AB6" w:rsidRDefault="00B412C6" w:rsidP="00B412C6">
            <w:pPr>
              <w:pStyle w:val="TAL"/>
              <w:rPr>
                <w:lang w:eastAsia="zh-CN"/>
              </w:rPr>
            </w:pPr>
            <w:proofErr w:type="spellStart"/>
            <w:r>
              <w:rPr>
                <w:rFonts w:hint="eastAsia"/>
                <w:lang w:eastAsia="zh-CN"/>
              </w:rPr>
              <w:t>apiVersion</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5A1463CD" w14:textId="77777777" w:rsidR="00B412C6" w:rsidRPr="00630AB6" w:rsidRDefault="00B412C6" w:rsidP="00B412C6">
            <w:pPr>
              <w:pStyle w:val="TAL"/>
              <w:rPr>
                <w:lang w:eastAsia="zh-CN"/>
              </w:rPr>
            </w:pPr>
            <w:r w:rsidRPr="00630AB6">
              <w:rPr>
                <w:rFonts w:hint="eastAsia"/>
                <w:lang w:eastAsia="zh-CN"/>
              </w:rPr>
              <w:t xml:space="preserve">See </w:t>
            </w:r>
            <w:r w:rsidR="001765C8">
              <w:rPr>
                <w:rFonts w:hint="eastAsia"/>
                <w:lang w:eastAsia="zh-CN"/>
              </w:rPr>
              <w:t>clause</w:t>
            </w:r>
            <w:r w:rsidRPr="00630AB6">
              <w:rPr>
                <w:rFonts w:hint="eastAsia"/>
                <w:lang w:eastAsia="zh-CN"/>
              </w:rPr>
              <w:t xml:space="preserve"> 6.1.1</w:t>
            </w:r>
          </w:p>
        </w:tc>
      </w:tr>
    </w:tbl>
    <w:p w14:paraId="172A22CC" w14:textId="77777777" w:rsidR="00B12CFB" w:rsidRPr="00630AB6" w:rsidRDefault="00B12CFB" w:rsidP="00BB7F15"/>
    <w:p w14:paraId="46859C5D" w14:textId="77777777" w:rsidR="001769FF" w:rsidRPr="00630AB6" w:rsidRDefault="001769FF" w:rsidP="0041307B">
      <w:pPr>
        <w:pStyle w:val="Heading5"/>
      </w:pPr>
      <w:bookmarkStart w:id="55" w:name="_Toc74989818"/>
      <w:r w:rsidRPr="00630AB6">
        <w:t>6.</w:t>
      </w:r>
      <w:r w:rsidR="000E77D4" w:rsidRPr="00630AB6">
        <w:t>1.</w:t>
      </w:r>
      <w:r w:rsidR="00FD6006" w:rsidRPr="00630AB6">
        <w:t>3</w:t>
      </w:r>
      <w:r w:rsidR="00BB4921" w:rsidRPr="00630AB6">
        <w:t>.2</w:t>
      </w:r>
      <w:r w:rsidRPr="00630AB6">
        <w:t>.</w:t>
      </w:r>
      <w:r w:rsidR="00D67984" w:rsidRPr="00630AB6">
        <w:t>3</w:t>
      </w:r>
      <w:r w:rsidRPr="00630AB6">
        <w:tab/>
      </w:r>
      <w:r w:rsidR="00B12CFB" w:rsidRPr="00630AB6">
        <w:t>Resource</w:t>
      </w:r>
      <w:r w:rsidR="00D06113" w:rsidRPr="00630AB6">
        <w:t xml:space="preserve"> </w:t>
      </w:r>
      <w:r w:rsidR="007B2F95" w:rsidRPr="00630AB6">
        <w:t xml:space="preserve">Standard </w:t>
      </w:r>
      <w:r w:rsidR="00BB4921" w:rsidRPr="00630AB6">
        <w:t>M</w:t>
      </w:r>
      <w:r w:rsidRPr="00630AB6">
        <w:t>ethods</w:t>
      </w:r>
      <w:bookmarkEnd w:id="55"/>
    </w:p>
    <w:p w14:paraId="0ECC74BA" w14:textId="77777777" w:rsidR="00D10EF5" w:rsidRPr="00630AB6" w:rsidRDefault="00D10EF5" w:rsidP="00D10EF5">
      <w:pPr>
        <w:pStyle w:val="Heading6"/>
      </w:pPr>
      <w:bookmarkStart w:id="56" w:name="_Toc74989819"/>
      <w:r w:rsidRPr="00630AB6">
        <w:t>6.1.3.2.3.1</w:t>
      </w:r>
      <w:r w:rsidRPr="00630AB6">
        <w:tab/>
        <w:t>GET</w:t>
      </w:r>
      <w:bookmarkEnd w:id="56"/>
    </w:p>
    <w:p w14:paraId="54A6CE59" w14:textId="77777777" w:rsidR="00D10EF5" w:rsidRPr="00630AB6" w:rsidRDefault="00D10EF5" w:rsidP="00D10EF5">
      <w:pPr>
        <w:rPr>
          <w:lang w:eastAsia="zh-CN"/>
        </w:rPr>
      </w:pPr>
      <w:r w:rsidRPr="00630AB6">
        <w:t>This method retrieves the information related to the selected slice based on the input query parameters provided by the NF service consumer specified in table 6.1.3.2.3.1-1.</w:t>
      </w:r>
    </w:p>
    <w:p w14:paraId="1E4710D0" w14:textId="77777777" w:rsidR="00D10EF5" w:rsidRPr="00630AB6" w:rsidRDefault="00D10EF5" w:rsidP="00D10EF5">
      <w:r w:rsidRPr="00630AB6">
        <w:t>This method shall support input query parameters specified in table 6.1.3.2.3.1-1 and the response data structure and response codes specified in table 6.1.3.2.3.1-3.</w:t>
      </w:r>
    </w:p>
    <w:p w14:paraId="275CC54B" w14:textId="77777777" w:rsidR="00D10EF5" w:rsidRPr="00630AB6" w:rsidRDefault="00D10EF5" w:rsidP="00D24D31">
      <w:pPr>
        <w:pStyle w:val="TH"/>
      </w:pPr>
      <w:r w:rsidRPr="00630AB6">
        <w:lastRenderedPageBreak/>
        <w:t>Table 6.1.3.2.3.1-1: URI query parameters supported by the GET method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8"/>
        <w:gridCol w:w="1410"/>
        <w:gridCol w:w="1150"/>
        <w:gridCol w:w="1681"/>
        <w:gridCol w:w="3800"/>
      </w:tblGrid>
      <w:tr w:rsidR="00D10EF5" w:rsidRPr="00630AB6" w14:paraId="055D2E1A" w14:textId="77777777" w:rsidTr="008C0438">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2D099DE5" w14:textId="77777777" w:rsidR="00D10EF5" w:rsidRPr="00630AB6" w:rsidRDefault="00D10EF5" w:rsidP="008C0438">
            <w:pPr>
              <w:pStyle w:val="TAH"/>
            </w:pPr>
            <w:r w:rsidRPr="00630AB6">
              <w:t>Name</w:t>
            </w:r>
          </w:p>
        </w:tc>
        <w:tc>
          <w:tcPr>
            <w:tcW w:w="732" w:type="pct"/>
            <w:tcBorders>
              <w:top w:val="single" w:sz="4" w:space="0" w:color="auto"/>
              <w:left w:val="single" w:sz="4" w:space="0" w:color="auto"/>
              <w:bottom w:val="single" w:sz="4" w:space="0" w:color="auto"/>
              <w:right w:val="single" w:sz="4" w:space="0" w:color="auto"/>
            </w:tcBorders>
            <w:shd w:val="clear" w:color="auto" w:fill="C0C0C0"/>
          </w:tcPr>
          <w:p w14:paraId="64FB3740" w14:textId="77777777" w:rsidR="00D10EF5" w:rsidRPr="00630AB6" w:rsidRDefault="00D10EF5" w:rsidP="008C0438">
            <w:pPr>
              <w:pStyle w:val="TAH"/>
            </w:pPr>
            <w:r w:rsidRPr="00630AB6">
              <w:t>Data type</w:t>
            </w:r>
          </w:p>
        </w:tc>
        <w:tc>
          <w:tcPr>
            <w:tcW w:w="597" w:type="pct"/>
            <w:tcBorders>
              <w:top w:val="single" w:sz="4" w:space="0" w:color="auto"/>
              <w:left w:val="single" w:sz="4" w:space="0" w:color="auto"/>
              <w:bottom w:val="single" w:sz="4" w:space="0" w:color="auto"/>
              <w:right w:val="single" w:sz="4" w:space="0" w:color="auto"/>
            </w:tcBorders>
            <w:shd w:val="clear" w:color="auto" w:fill="C0C0C0"/>
          </w:tcPr>
          <w:p w14:paraId="14838305" w14:textId="77777777" w:rsidR="00D10EF5" w:rsidRPr="00630AB6" w:rsidRDefault="00D10EF5" w:rsidP="008C0438">
            <w:pPr>
              <w:pStyle w:val="TAH"/>
            </w:pPr>
            <w:r w:rsidRPr="00630AB6">
              <w:t>P</w:t>
            </w:r>
          </w:p>
        </w:tc>
        <w:tc>
          <w:tcPr>
            <w:tcW w:w="873" w:type="pct"/>
            <w:tcBorders>
              <w:top w:val="single" w:sz="4" w:space="0" w:color="auto"/>
              <w:left w:val="single" w:sz="4" w:space="0" w:color="auto"/>
              <w:bottom w:val="single" w:sz="4" w:space="0" w:color="auto"/>
              <w:right w:val="single" w:sz="4" w:space="0" w:color="auto"/>
            </w:tcBorders>
            <w:shd w:val="clear" w:color="auto" w:fill="C0C0C0"/>
          </w:tcPr>
          <w:p w14:paraId="14461875" w14:textId="77777777" w:rsidR="00D10EF5" w:rsidRPr="00630AB6" w:rsidRDefault="00D10EF5" w:rsidP="008C0438">
            <w:pPr>
              <w:pStyle w:val="TAH"/>
            </w:pPr>
            <w:r w:rsidRPr="00630AB6">
              <w:t>Cardinality</w:t>
            </w:r>
          </w:p>
        </w:tc>
        <w:tc>
          <w:tcPr>
            <w:tcW w:w="1973" w:type="pct"/>
            <w:tcBorders>
              <w:top w:val="single" w:sz="4" w:space="0" w:color="auto"/>
              <w:left w:val="single" w:sz="4" w:space="0" w:color="auto"/>
              <w:bottom w:val="single" w:sz="4" w:space="0" w:color="auto"/>
              <w:right w:val="single" w:sz="4" w:space="0" w:color="auto"/>
            </w:tcBorders>
            <w:shd w:val="clear" w:color="auto" w:fill="C0C0C0"/>
            <w:vAlign w:val="center"/>
          </w:tcPr>
          <w:p w14:paraId="6024F879" w14:textId="77777777" w:rsidR="00D10EF5" w:rsidRPr="00630AB6" w:rsidRDefault="00D10EF5" w:rsidP="008C0438">
            <w:pPr>
              <w:pStyle w:val="TAH"/>
            </w:pPr>
            <w:r w:rsidRPr="00630AB6">
              <w:t>Description</w:t>
            </w:r>
          </w:p>
        </w:tc>
      </w:tr>
      <w:tr w:rsidR="00D10EF5" w:rsidRPr="00630AB6" w14:paraId="6C6F2D61" w14:textId="77777777" w:rsidTr="008C04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62BE3D63" w14:textId="77777777" w:rsidR="00D10EF5" w:rsidRPr="00630AB6" w:rsidRDefault="00D10EF5" w:rsidP="008C0438">
            <w:pPr>
              <w:pStyle w:val="TAL"/>
            </w:pPr>
            <w:proofErr w:type="spellStart"/>
            <w:r w:rsidRPr="00630AB6">
              <w:rPr>
                <w:rFonts w:hint="eastAsia"/>
                <w:lang w:eastAsia="zh-CN"/>
              </w:rPr>
              <w:t>nf</w:t>
            </w:r>
            <w:proofErr w:type="spellEnd"/>
            <w:r w:rsidRPr="00630AB6">
              <w:rPr>
                <w:rFonts w:hint="eastAsia"/>
                <w:lang w:eastAsia="zh-CN"/>
              </w:rPr>
              <w:t>-type</w:t>
            </w:r>
          </w:p>
        </w:tc>
        <w:tc>
          <w:tcPr>
            <w:tcW w:w="732" w:type="pct"/>
            <w:tcBorders>
              <w:top w:val="single" w:sz="4" w:space="0" w:color="auto"/>
              <w:left w:val="single" w:sz="6" w:space="0" w:color="000000"/>
              <w:bottom w:val="single" w:sz="4" w:space="0" w:color="auto"/>
              <w:right w:val="single" w:sz="6" w:space="0" w:color="000000"/>
            </w:tcBorders>
          </w:tcPr>
          <w:p w14:paraId="3745E3AB" w14:textId="77777777" w:rsidR="00D10EF5" w:rsidRPr="00630AB6" w:rsidRDefault="00D10EF5" w:rsidP="008C0438">
            <w:pPr>
              <w:pStyle w:val="TAL"/>
            </w:pPr>
            <w:proofErr w:type="spellStart"/>
            <w:r w:rsidRPr="00630AB6">
              <w:rPr>
                <w:rFonts w:hint="eastAsia"/>
                <w:lang w:eastAsia="zh-CN"/>
              </w:rPr>
              <w:t>Nf</w:t>
            </w:r>
            <w:r w:rsidRPr="00630AB6">
              <w:rPr>
                <w:lang w:eastAsia="zh-CN"/>
              </w:rPr>
              <w:t>Type</w:t>
            </w:r>
            <w:proofErr w:type="spellEnd"/>
          </w:p>
        </w:tc>
        <w:tc>
          <w:tcPr>
            <w:tcW w:w="597" w:type="pct"/>
            <w:tcBorders>
              <w:top w:val="single" w:sz="4" w:space="0" w:color="auto"/>
              <w:left w:val="single" w:sz="6" w:space="0" w:color="000000"/>
              <w:bottom w:val="single" w:sz="4" w:space="0" w:color="auto"/>
              <w:right w:val="single" w:sz="6" w:space="0" w:color="000000"/>
            </w:tcBorders>
          </w:tcPr>
          <w:p w14:paraId="0F3BF5C2" w14:textId="77777777" w:rsidR="00D10EF5" w:rsidRPr="00630AB6" w:rsidRDefault="00D10EF5" w:rsidP="008C0438">
            <w:pPr>
              <w:pStyle w:val="TAC"/>
            </w:pPr>
            <w:r w:rsidRPr="00630AB6">
              <w:t>M</w:t>
            </w:r>
          </w:p>
        </w:tc>
        <w:tc>
          <w:tcPr>
            <w:tcW w:w="873" w:type="pct"/>
            <w:tcBorders>
              <w:top w:val="single" w:sz="4" w:space="0" w:color="auto"/>
              <w:left w:val="single" w:sz="6" w:space="0" w:color="000000"/>
              <w:bottom w:val="single" w:sz="4" w:space="0" w:color="auto"/>
              <w:right w:val="single" w:sz="6" w:space="0" w:color="000000"/>
            </w:tcBorders>
          </w:tcPr>
          <w:p w14:paraId="0A4FD6C4" w14:textId="77777777" w:rsidR="00D10EF5" w:rsidRPr="00630AB6" w:rsidRDefault="00D10EF5" w:rsidP="008C0438">
            <w:pPr>
              <w:pStyle w:val="TAL"/>
            </w:pPr>
            <w:r w:rsidRPr="00630AB6">
              <w:t>1</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33EED507" w14:textId="77777777" w:rsidR="00D10EF5" w:rsidRPr="00630AB6" w:rsidRDefault="00D10EF5" w:rsidP="008C0438">
            <w:pPr>
              <w:pStyle w:val="TAL"/>
            </w:pPr>
            <w:r w:rsidRPr="00630AB6">
              <w:rPr>
                <w:rFonts w:cs="Arial"/>
                <w:szCs w:val="18"/>
              </w:rPr>
              <w:t>This IE s</w:t>
            </w:r>
            <w:r w:rsidRPr="00630AB6">
              <w:rPr>
                <w:rFonts w:cs="Arial" w:hint="eastAsia"/>
                <w:szCs w:val="18"/>
                <w:lang w:eastAsia="zh-CN"/>
              </w:rPr>
              <w:t xml:space="preserve">hall contain the </w:t>
            </w:r>
            <w:r w:rsidRPr="00630AB6">
              <w:rPr>
                <w:rFonts w:cs="Arial"/>
                <w:szCs w:val="18"/>
                <w:lang w:eastAsia="zh-CN"/>
              </w:rPr>
              <w:t>NF type of the NF service consumer.</w:t>
            </w:r>
          </w:p>
        </w:tc>
      </w:tr>
      <w:tr w:rsidR="00D10EF5" w:rsidRPr="00630AB6" w14:paraId="40EA6D99" w14:textId="77777777" w:rsidTr="008C04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002CD927" w14:textId="77777777" w:rsidR="00D10EF5" w:rsidRPr="00630AB6" w:rsidRDefault="00D10EF5" w:rsidP="008C0438">
            <w:pPr>
              <w:pStyle w:val="TAL"/>
            </w:pPr>
            <w:proofErr w:type="spellStart"/>
            <w:r w:rsidRPr="00630AB6">
              <w:rPr>
                <w:rFonts w:hint="eastAsia"/>
                <w:lang w:eastAsia="zh-CN"/>
              </w:rPr>
              <w:t>nf</w:t>
            </w:r>
            <w:proofErr w:type="spellEnd"/>
            <w:r w:rsidRPr="00630AB6">
              <w:rPr>
                <w:lang w:eastAsia="zh-CN"/>
              </w:rPr>
              <w:t>-</w:t>
            </w:r>
            <w:r w:rsidRPr="00630AB6">
              <w:rPr>
                <w:rFonts w:hint="eastAsia"/>
                <w:lang w:eastAsia="zh-CN"/>
              </w:rPr>
              <w:t>id</w:t>
            </w:r>
          </w:p>
        </w:tc>
        <w:tc>
          <w:tcPr>
            <w:tcW w:w="732" w:type="pct"/>
            <w:tcBorders>
              <w:top w:val="single" w:sz="4" w:space="0" w:color="auto"/>
              <w:left w:val="single" w:sz="6" w:space="0" w:color="000000"/>
              <w:bottom w:val="single" w:sz="4" w:space="0" w:color="auto"/>
              <w:right w:val="single" w:sz="6" w:space="0" w:color="000000"/>
            </w:tcBorders>
          </w:tcPr>
          <w:p w14:paraId="53936AD5" w14:textId="77777777" w:rsidR="00D10EF5" w:rsidRPr="00630AB6" w:rsidRDefault="00D10EF5" w:rsidP="008C0438">
            <w:pPr>
              <w:pStyle w:val="TAL"/>
            </w:pPr>
            <w:proofErr w:type="spellStart"/>
            <w:r w:rsidRPr="00630AB6">
              <w:rPr>
                <w:rFonts w:hint="eastAsia"/>
                <w:lang w:eastAsia="zh-CN"/>
              </w:rPr>
              <w:t>Nf</w:t>
            </w:r>
            <w:r w:rsidRPr="00630AB6">
              <w:rPr>
                <w:lang w:eastAsia="zh-CN"/>
              </w:rPr>
              <w:t>Instance</w:t>
            </w:r>
            <w:r w:rsidRPr="00630AB6">
              <w:rPr>
                <w:rFonts w:hint="eastAsia"/>
                <w:lang w:eastAsia="zh-CN"/>
              </w:rPr>
              <w:t>Id</w:t>
            </w:r>
            <w:proofErr w:type="spellEnd"/>
          </w:p>
        </w:tc>
        <w:tc>
          <w:tcPr>
            <w:tcW w:w="597" w:type="pct"/>
            <w:tcBorders>
              <w:top w:val="single" w:sz="4" w:space="0" w:color="auto"/>
              <w:left w:val="single" w:sz="6" w:space="0" w:color="000000"/>
              <w:bottom w:val="single" w:sz="4" w:space="0" w:color="auto"/>
              <w:right w:val="single" w:sz="6" w:space="0" w:color="000000"/>
            </w:tcBorders>
          </w:tcPr>
          <w:p w14:paraId="59765A06" w14:textId="77777777" w:rsidR="00D10EF5" w:rsidRPr="00630AB6" w:rsidRDefault="00D10EF5" w:rsidP="008C0438">
            <w:pPr>
              <w:pStyle w:val="TAC"/>
            </w:pPr>
            <w:r w:rsidRPr="00630AB6">
              <w:t>M</w:t>
            </w:r>
          </w:p>
        </w:tc>
        <w:tc>
          <w:tcPr>
            <w:tcW w:w="873" w:type="pct"/>
            <w:tcBorders>
              <w:top w:val="single" w:sz="4" w:space="0" w:color="auto"/>
              <w:left w:val="single" w:sz="6" w:space="0" w:color="000000"/>
              <w:bottom w:val="single" w:sz="4" w:space="0" w:color="auto"/>
              <w:right w:val="single" w:sz="6" w:space="0" w:color="000000"/>
            </w:tcBorders>
          </w:tcPr>
          <w:p w14:paraId="2C688EF1" w14:textId="77777777" w:rsidR="00D10EF5" w:rsidRPr="00630AB6" w:rsidRDefault="00D10EF5" w:rsidP="008C0438">
            <w:pPr>
              <w:pStyle w:val="TAL"/>
            </w:pPr>
            <w:r w:rsidRPr="00630AB6">
              <w:t>1</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42408992" w14:textId="77777777" w:rsidR="00D10EF5" w:rsidRPr="00630AB6" w:rsidRDefault="00D10EF5" w:rsidP="008C0438">
            <w:pPr>
              <w:pStyle w:val="TAL"/>
            </w:pPr>
            <w:r w:rsidRPr="00630AB6">
              <w:rPr>
                <w:rFonts w:cs="Arial"/>
                <w:szCs w:val="18"/>
              </w:rPr>
              <w:t>This IE s</w:t>
            </w:r>
            <w:r w:rsidRPr="00630AB6">
              <w:rPr>
                <w:rFonts w:cs="Arial" w:hint="eastAsia"/>
                <w:szCs w:val="18"/>
                <w:lang w:eastAsia="zh-CN"/>
              </w:rPr>
              <w:t xml:space="preserve">hall contain the </w:t>
            </w:r>
            <w:r w:rsidRPr="00630AB6">
              <w:rPr>
                <w:rFonts w:cs="Arial"/>
                <w:szCs w:val="18"/>
                <w:lang w:eastAsia="zh-CN"/>
              </w:rPr>
              <w:t>NF identifier of the NF service consumer.</w:t>
            </w:r>
          </w:p>
        </w:tc>
      </w:tr>
      <w:tr w:rsidR="00D10EF5" w:rsidRPr="00630AB6" w14:paraId="7A0A7FBB" w14:textId="77777777" w:rsidTr="00DE681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7C7B4BF6" w14:textId="77777777" w:rsidR="00D10EF5" w:rsidRPr="00630AB6" w:rsidRDefault="00D10EF5" w:rsidP="008C0438">
            <w:pPr>
              <w:pStyle w:val="TAL"/>
            </w:pPr>
            <w:r w:rsidRPr="00630AB6">
              <w:rPr>
                <w:lang w:eastAsia="zh-CN"/>
              </w:rPr>
              <w:t>slice-info-request-for-registration</w:t>
            </w:r>
          </w:p>
        </w:tc>
        <w:tc>
          <w:tcPr>
            <w:tcW w:w="732" w:type="pct"/>
            <w:tcBorders>
              <w:top w:val="single" w:sz="4" w:space="0" w:color="auto"/>
              <w:left w:val="single" w:sz="6" w:space="0" w:color="000000"/>
              <w:bottom w:val="single" w:sz="4" w:space="0" w:color="auto"/>
              <w:right w:val="single" w:sz="6" w:space="0" w:color="000000"/>
            </w:tcBorders>
          </w:tcPr>
          <w:p w14:paraId="211E2437" w14:textId="77777777" w:rsidR="00D10EF5" w:rsidRPr="00630AB6" w:rsidRDefault="00D10EF5" w:rsidP="008C0438">
            <w:pPr>
              <w:pStyle w:val="TAL"/>
            </w:pPr>
            <w:proofErr w:type="spellStart"/>
            <w:r w:rsidRPr="00630AB6">
              <w:rPr>
                <w:lang w:eastAsia="zh-CN"/>
              </w:rPr>
              <w:t>SliceInfoForRegistration</w:t>
            </w:r>
            <w:proofErr w:type="spellEnd"/>
          </w:p>
        </w:tc>
        <w:tc>
          <w:tcPr>
            <w:tcW w:w="597" w:type="pct"/>
            <w:tcBorders>
              <w:top w:val="single" w:sz="4" w:space="0" w:color="auto"/>
              <w:left w:val="single" w:sz="6" w:space="0" w:color="000000"/>
              <w:bottom w:val="single" w:sz="4" w:space="0" w:color="auto"/>
              <w:right w:val="single" w:sz="6" w:space="0" w:color="000000"/>
            </w:tcBorders>
          </w:tcPr>
          <w:p w14:paraId="1C601199" w14:textId="77777777" w:rsidR="00D10EF5" w:rsidRPr="00630AB6" w:rsidRDefault="00D10EF5" w:rsidP="008C0438">
            <w:pPr>
              <w:pStyle w:val="TAC"/>
            </w:pPr>
            <w:r w:rsidRPr="00630AB6">
              <w:t>C</w:t>
            </w:r>
          </w:p>
        </w:tc>
        <w:tc>
          <w:tcPr>
            <w:tcW w:w="873" w:type="pct"/>
            <w:tcBorders>
              <w:top w:val="single" w:sz="4" w:space="0" w:color="auto"/>
              <w:left w:val="single" w:sz="6" w:space="0" w:color="000000"/>
              <w:bottom w:val="single" w:sz="4" w:space="0" w:color="auto"/>
              <w:right w:val="single" w:sz="6" w:space="0" w:color="000000"/>
            </w:tcBorders>
          </w:tcPr>
          <w:p w14:paraId="2C8FD63A" w14:textId="77777777" w:rsidR="00D10EF5" w:rsidRPr="00630AB6" w:rsidRDefault="00D10EF5" w:rsidP="008C0438">
            <w:pPr>
              <w:pStyle w:val="TAL"/>
            </w:pPr>
            <w:r w:rsidRPr="00630AB6">
              <w:t>0..1</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251A3907" w14:textId="77777777" w:rsidR="00D10EF5" w:rsidRPr="00630AB6" w:rsidRDefault="00D10EF5" w:rsidP="00AF2759">
            <w:pPr>
              <w:pStyle w:val="TAL"/>
            </w:pPr>
            <w:r w:rsidRPr="00630AB6">
              <w:rPr>
                <w:rFonts w:cs="Arial"/>
                <w:szCs w:val="18"/>
              </w:rPr>
              <w:t>This IE shall be present when the network slice information is requested during the Registration procedure</w:t>
            </w:r>
            <w:r w:rsidRPr="00630AB6">
              <w:rPr>
                <w:rFonts w:cs="Arial"/>
                <w:szCs w:val="18"/>
                <w:lang w:eastAsia="zh-CN"/>
              </w:rPr>
              <w:t xml:space="preserve"> towards an NSSF in the serving PLMN. </w:t>
            </w:r>
          </w:p>
        </w:tc>
      </w:tr>
      <w:tr w:rsidR="00D10EF5" w:rsidRPr="00630AB6" w14:paraId="280A0365" w14:textId="77777777" w:rsidTr="00DE681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7FD31FFE" w14:textId="77777777" w:rsidR="00D10EF5" w:rsidRPr="00630AB6" w:rsidRDefault="00D10EF5" w:rsidP="00AF2759">
            <w:pPr>
              <w:pStyle w:val="TAL"/>
            </w:pPr>
            <w:r w:rsidRPr="00630AB6">
              <w:rPr>
                <w:lang w:eastAsia="zh-CN"/>
              </w:rPr>
              <w:t>slice-info-request-for-</w:t>
            </w:r>
            <w:proofErr w:type="spellStart"/>
            <w:r w:rsidRPr="00630AB6">
              <w:rPr>
                <w:lang w:eastAsia="zh-CN"/>
              </w:rPr>
              <w:t>pdu</w:t>
            </w:r>
            <w:proofErr w:type="spellEnd"/>
            <w:r w:rsidRPr="00630AB6">
              <w:rPr>
                <w:lang w:eastAsia="zh-CN"/>
              </w:rPr>
              <w:t>-session</w:t>
            </w:r>
          </w:p>
        </w:tc>
        <w:tc>
          <w:tcPr>
            <w:tcW w:w="732" w:type="pct"/>
            <w:tcBorders>
              <w:top w:val="single" w:sz="4" w:space="0" w:color="auto"/>
              <w:left w:val="single" w:sz="6" w:space="0" w:color="000000"/>
              <w:bottom w:val="single" w:sz="4" w:space="0" w:color="auto"/>
              <w:right w:val="single" w:sz="6" w:space="0" w:color="000000"/>
            </w:tcBorders>
          </w:tcPr>
          <w:p w14:paraId="617F453D" w14:textId="77777777" w:rsidR="00D10EF5" w:rsidRPr="00630AB6" w:rsidRDefault="00D10EF5" w:rsidP="008C0438">
            <w:pPr>
              <w:pStyle w:val="TAL"/>
            </w:pPr>
            <w:proofErr w:type="spellStart"/>
            <w:r w:rsidRPr="00630AB6">
              <w:rPr>
                <w:lang w:eastAsia="zh-CN"/>
              </w:rPr>
              <w:t>SliceInfoForPDUSession</w:t>
            </w:r>
            <w:proofErr w:type="spellEnd"/>
          </w:p>
        </w:tc>
        <w:tc>
          <w:tcPr>
            <w:tcW w:w="597" w:type="pct"/>
            <w:tcBorders>
              <w:top w:val="single" w:sz="4" w:space="0" w:color="auto"/>
              <w:left w:val="single" w:sz="6" w:space="0" w:color="000000"/>
              <w:bottom w:val="single" w:sz="4" w:space="0" w:color="auto"/>
              <w:right w:val="single" w:sz="6" w:space="0" w:color="000000"/>
            </w:tcBorders>
          </w:tcPr>
          <w:p w14:paraId="6A9019A3" w14:textId="77777777" w:rsidR="00D10EF5" w:rsidRPr="00630AB6" w:rsidRDefault="00D10EF5" w:rsidP="008C0438">
            <w:pPr>
              <w:pStyle w:val="TAC"/>
            </w:pPr>
            <w:r w:rsidRPr="00630AB6">
              <w:t>C</w:t>
            </w:r>
          </w:p>
        </w:tc>
        <w:tc>
          <w:tcPr>
            <w:tcW w:w="873" w:type="pct"/>
            <w:tcBorders>
              <w:top w:val="single" w:sz="4" w:space="0" w:color="auto"/>
              <w:left w:val="single" w:sz="6" w:space="0" w:color="000000"/>
              <w:bottom w:val="single" w:sz="4" w:space="0" w:color="auto"/>
              <w:right w:val="single" w:sz="6" w:space="0" w:color="000000"/>
            </w:tcBorders>
          </w:tcPr>
          <w:p w14:paraId="3534724F" w14:textId="77777777" w:rsidR="00D10EF5" w:rsidRPr="00630AB6" w:rsidRDefault="00D10EF5" w:rsidP="008C0438">
            <w:pPr>
              <w:pStyle w:val="TAL"/>
            </w:pPr>
            <w:r w:rsidRPr="00630AB6">
              <w:t>0..1</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38121059" w14:textId="77777777" w:rsidR="00D10EF5" w:rsidRPr="00630AB6" w:rsidRDefault="00D10EF5" w:rsidP="008C0438">
            <w:pPr>
              <w:pStyle w:val="TAL"/>
            </w:pPr>
            <w:r w:rsidRPr="00630AB6">
              <w:rPr>
                <w:rFonts w:cs="Arial"/>
                <w:szCs w:val="18"/>
              </w:rPr>
              <w:t>This IE shall be present when the network slice information is requested during the PDU session establishment procedure.</w:t>
            </w:r>
          </w:p>
        </w:tc>
      </w:tr>
      <w:tr w:rsidR="001271D9" w:rsidRPr="00630AB6" w14:paraId="08491330" w14:textId="77777777" w:rsidTr="00DE681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23310419" w14:textId="77777777" w:rsidR="001271D9" w:rsidRPr="00630AB6" w:rsidRDefault="001271D9" w:rsidP="001271D9">
            <w:pPr>
              <w:pStyle w:val="TAL"/>
              <w:rPr>
                <w:lang w:eastAsia="zh-CN"/>
              </w:rPr>
            </w:pPr>
            <w:r w:rsidRPr="005C564B">
              <w:rPr>
                <w:lang w:eastAsia="zh-CN"/>
              </w:rPr>
              <w:t>slice-info-request-for-</w:t>
            </w:r>
            <w:proofErr w:type="spellStart"/>
            <w:r w:rsidRPr="00EB0D00">
              <w:t>ue</w:t>
            </w:r>
            <w:proofErr w:type="spellEnd"/>
            <w:r w:rsidRPr="00EB0D00">
              <w:t>-</w:t>
            </w:r>
            <w:r>
              <w:t>cu</w:t>
            </w:r>
          </w:p>
        </w:tc>
        <w:tc>
          <w:tcPr>
            <w:tcW w:w="732" w:type="pct"/>
            <w:tcBorders>
              <w:top w:val="single" w:sz="4" w:space="0" w:color="auto"/>
              <w:left w:val="single" w:sz="6" w:space="0" w:color="000000"/>
              <w:bottom w:val="single" w:sz="4" w:space="0" w:color="auto"/>
              <w:right w:val="single" w:sz="6" w:space="0" w:color="000000"/>
            </w:tcBorders>
          </w:tcPr>
          <w:p w14:paraId="2A76F4B9" w14:textId="77777777" w:rsidR="001271D9" w:rsidRPr="00630AB6" w:rsidRDefault="001271D9" w:rsidP="001271D9">
            <w:pPr>
              <w:pStyle w:val="TAL"/>
              <w:rPr>
                <w:lang w:eastAsia="zh-CN"/>
              </w:rPr>
            </w:pPr>
            <w:proofErr w:type="spellStart"/>
            <w:r w:rsidRPr="00630AB6">
              <w:rPr>
                <w:lang w:eastAsia="zh-CN"/>
              </w:rPr>
              <w:t>SliceInfoFor</w:t>
            </w:r>
            <w:r>
              <w:rPr>
                <w:lang w:eastAsia="zh-CN"/>
              </w:rPr>
              <w:t>UEConfigurationUpdate</w:t>
            </w:r>
            <w:proofErr w:type="spellEnd"/>
          </w:p>
        </w:tc>
        <w:tc>
          <w:tcPr>
            <w:tcW w:w="597" w:type="pct"/>
            <w:tcBorders>
              <w:top w:val="single" w:sz="4" w:space="0" w:color="auto"/>
              <w:left w:val="single" w:sz="6" w:space="0" w:color="000000"/>
              <w:bottom w:val="single" w:sz="4" w:space="0" w:color="auto"/>
              <w:right w:val="single" w:sz="6" w:space="0" w:color="000000"/>
            </w:tcBorders>
          </w:tcPr>
          <w:p w14:paraId="3097152E" w14:textId="77777777" w:rsidR="001271D9" w:rsidRPr="00630AB6" w:rsidRDefault="001271D9" w:rsidP="001271D9">
            <w:pPr>
              <w:pStyle w:val="TAC"/>
            </w:pPr>
            <w:r w:rsidRPr="00630AB6">
              <w:t>C</w:t>
            </w:r>
          </w:p>
        </w:tc>
        <w:tc>
          <w:tcPr>
            <w:tcW w:w="873" w:type="pct"/>
            <w:tcBorders>
              <w:top w:val="single" w:sz="4" w:space="0" w:color="auto"/>
              <w:left w:val="single" w:sz="6" w:space="0" w:color="000000"/>
              <w:bottom w:val="single" w:sz="4" w:space="0" w:color="auto"/>
              <w:right w:val="single" w:sz="6" w:space="0" w:color="000000"/>
            </w:tcBorders>
          </w:tcPr>
          <w:p w14:paraId="2F14537D" w14:textId="77777777" w:rsidR="001271D9" w:rsidRPr="00630AB6" w:rsidRDefault="001271D9" w:rsidP="001271D9">
            <w:pPr>
              <w:pStyle w:val="TAL"/>
            </w:pPr>
            <w:r w:rsidRPr="00630AB6">
              <w:t>0..1</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39D3AAB7" w14:textId="77777777" w:rsidR="001271D9" w:rsidRPr="00630AB6" w:rsidRDefault="001271D9" w:rsidP="001271D9">
            <w:pPr>
              <w:pStyle w:val="TAL"/>
              <w:rPr>
                <w:rFonts w:cs="Arial"/>
                <w:szCs w:val="18"/>
              </w:rPr>
            </w:pPr>
            <w:r w:rsidRPr="00630AB6">
              <w:rPr>
                <w:rFonts w:cs="Arial"/>
                <w:szCs w:val="18"/>
              </w:rPr>
              <w:t xml:space="preserve">This IE shall be present when the network slice information is requested during </w:t>
            </w:r>
            <w:r>
              <w:t>UE</w:t>
            </w:r>
            <w:r w:rsidRPr="00630AB6">
              <w:t xml:space="preserve"> </w:t>
            </w:r>
            <w:r>
              <w:rPr>
                <w:rFonts w:cs="Arial"/>
                <w:szCs w:val="18"/>
                <w:lang w:eastAsia="zh-CN"/>
              </w:rPr>
              <w:t>c</w:t>
            </w:r>
            <w:r w:rsidRPr="007C32F9">
              <w:rPr>
                <w:rFonts w:cs="Arial"/>
                <w:szCs w:val="18"/>
                <w:lang w:eastAsia="zh-CN"/>
              </w:rPr>
              <w:t>onfiguration</w:t>
            </w:r>
            <w:r>
              <w:rPr>
                <w:rFonts w:cs="Arial"/>
                <w:szCs w:val="18"/>
                <w:lang w:eastAsia="zh-CN"/>
              </w:rPr>
              <w:t xml:space="preserve"> u</w:t>
            </w:r>
            <w:r w:rsidRPr="007C32F9">
              <w:rPr>
                <w:rFonts w:cs="Arial"/>
                <w:szCs w:val="18"/>
                <w:lang w:eastAsia="zh-CN"/>
              </w:rPr>
              <w:t>pdate procedure</w:t>
            </w:r>
            <w:r w:rsidRPr="00630AB6">
              <w:rPr>
                <w:rFonts w:cs="Arial"/>
                <w:szCs w:val="18"/>
              </w:rPr>
              <w:t>.</w:t>
            </w:r>
          </w:p>
        </w:tc>
      </w:tr>
      <w:tr w:rsidR="001271D9" w:rsidRPr="00630AB6" w14:paraId="39AAEF0E" w14:textId="77777777" w:rsidTr="00DE681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7671D0B5" w14:textId="77777777" w:rsidR="001271D9" w:rsidRPr="00630AB6" w:rsidRDefault="001271D9" w:rsidP="001271D9">
            <w:pPr>
              <w:pStyle w:val="TAL"/>
            </w:pPr>
            <w:r w:rsidRPr="00630AB6">
              <w:rPr>
                <w:rFonts w:hint="eastAsia"/>
                <w:lang w:eastAsia="zh-CN"/>
              </w:rPr>
              <w:t>home-</w:t>
            </w:r>
            <w:proofErr w:type="spellStart"/>
            <w:r w:rsidRPr="00630AB6">
              <w:rPr>
                <w:rFonts w:hint="eastAsia"/>
                <w:lang w:eastAsia="zh-CN"/>
              </w:rPr>
              <w:t>plmn</w:t>
            </w:r>
            <w:proofErr w:type="spellEnd"/>
            <w:r w:rsidRPr="00630AB6">
              <w:rPr>
                <w:rFonts w:hint="eastAsia"/>
                <w:lang w:eastAsia="zh-CN"/>
              </w:rPr>
              <w:t>-id</w:t>
            </w:r>
          </w:p>
        </w:tc>
        <w:tc>
          <w:tcPr>
            <w:tcW w:w="732" w:type="pct"/>
            <w:tcBorders>
              <w:top w:val="single" w:sz="4" w:space="0" w:color="auto"/>
              <w:left w:val="single" w:sz="6" w:space="0" w:color="000000"/>
              <w:bottom w:val="single" w:sz="4" w:space="0" w:color="auto"/>
              <w:right w:val="single" w:sz="6" w:space="0" w:color="000000"/>
            </w:tcBorders>
          </w:tcPr>
          <w:p w14:paraId="07609968" w14:textId="77777777" w:rsidR="001271D9" w:rsidRPr="00630AB6" w:rsidRDefault="001271D9" w:rsidP="001271D9">
            <w:pPr>
              <w:pStyle w:val="TAL"/>
            </w:pPr>
            <w:proofErr w:type="spellStart"/>
            <w:r w:rsidRPr="00630AB6">
              <w:rPr>
                <w:rFonts w:hint="eastAsia"/>
                <w:lang w:eastAsia="zh-CN"/>
              </w:rPr>
              <w:t>PlmnId</w:t>
            </w:r>
            <w:proofErr w:type="spellEnd"/>
          </w:p>
        </w:tc>
        <w:tc>
          <w:tcPr>
            <w:tcW w:w="597" w:type="pct"/>
            <w:tcBorders>
              <w:top w:val="single" w:sz="4" w:space="0" w:color="auto"/>
              <w:left w:val="single" w:sz="6" w:space="0" w:color="000000"/>
              <w:bottom w:val="single" w:sz="4" w:space="0" w:color="auto"/>
              <w:right w:val="single" w:sz="6" w:space="0" w:color="000000"/>
            </w:tcBorders>
          </w:tcPr>
          <w:p w14:paraId="1FE9E2C1" w14:textId="77777777" w:rsidR="001271D9" w:rsidRPr="00630AB6" w:rsidRDefault="001271D9" w:rsidP="001271D9">
            <w:pPr>
              <w:pStyle w:val="TAC"/>
            </w:pPr>
            <w:r w:rsidRPr="00630AB6">
              <w:t>C</w:t>
            </w:r>
          </w:p>
        </w:tc>
        <w:tc>
          <w:tcPr>
            <w:tcW w:w="873" w:type="pct"/>
            <w:tcBorders>
              <w:top w:val="single" w:sz="4" w:space="0" w:color="auto"/>
              <w:left w:val="single" w:sz="6" w:space="0" w:color="000000"/>
              <w:bottom w:val="single" w:sz="4" w:space="0" w:color="auto"/>
              <w:right w:val="single" w:sz="6" w:space="0" w:color="000000"/>
            </w:tcBorders>
          </w:tcPr>
          <w:p w14:paraId="6AACD3E3" w14:textId="77777777" w:rsidR="001271D9" w:rsidRPr="00630AB6" w:rsidRDefault="001271D9" w:rsidP="001271D9">
            <w:pPr>
              <w:pStyle w:val="TAL"/>
            </w:pPr>
            <w:r w:rsidRPr="00630AB6">
              <w:t>0..1</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03499A23" w14:textId="77777777" w:rsidR="001271D9" w:rsidRPr="00630AB6" w:rsidRDefault="001271D9" w:rsidP="001271D9">
            <w:pPr>
              <w:pStyle w:val="TAL"/>
            </w:pPr>
            <w:r w:rsidRPr="00630AB6">
              <w:rPr>
                <w:rFonts w:cs="Arial"/>
                <w:szCs w:val="18"/>
              </w:rPr>
              <w:t>This IE s</w:t>
            </w:r>
            <w:r w:rsidRPr="00630AB6">
              <w:rPr>
                <w:rFonts w:cs="Arial"/>
                <w:szCs w:val="18"/>
                <w:lang w:eastAsia="zh-CN"/>
              </w:rPr>
              <w:t>hall be present in the request towards an NSSF in the serving PLMN if the subscriber is a roamer to the serving PLMN. When present, t</w:t>
            </w:r>
            <w:r w:rsidRPr="00630AB6">
              <w:rPr>
                <w:rFonts w:cs="Arial" w:hint="eastAsia"/>
                <w:szCs w:val="18"/>
                <w:lang w:eastAsia="zh-CN"/>
              </w:rPr>
              <w:t>his</w:t>
            </w:r>
            <w:r w:rsidRPr="00630AB6">
              <w:rPr>
                <w:rFonts w:cs="Arial"/>
                <w:szCs w:val="18"/>
                <w:lang w:eastAsia="zh-CN"/>
              </w:rPr>
              <w:t xml:space="preserve"> </w:t>
            </w:r>
            <w:r w:rsidRPr="00630AB6">
              <w:rPr>
                <w:rFonts w:cs="Arial" w:hint="eastAsia"/>
                <w:szCs w:val="18"/>
                <w:lang w:eastAsia="zh-CN"/>
              </w:rPr>
              <w:t xml:space="preserve">IE shall contain the </w:t>
            </w:r>
            <w:r w:rsidRPr="00630AB6">
              <w:rPr>
                <w:rFonts w:cs="Arial"/>
                <w:szCs w:val="18"/>
                <w:lang w:eastAsia="zh-CN"/>
              </w:rPr>
              <w:t>home PLMN Id of the UE.</w:t>
            </w:r>
          </w:p>
        </w:tc>
      </w:tr>
      <w:tr w:rsidR="001271D9" w:rsidRPr="00630AB6" w14:paraId="5B95F7CD" w14:textId="77777777" w:rsidTr="00DE681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6DA1CAB8" w14:textId="77777777" w:rsidR="001271D9" w:rsidRPr="00630AB6" w:rsidRDefault="001271D9" w:rsidP="001271D9">
            <w:pPr>
              <w:pStyle w:val="TAL"/>
            </w:pPr>
            <w:r w:rsidRPr="00630AB6">
              <w:rPr>
                <w:lang w:eastAsia="zh-CN"/>
              </w:rPr>
              <w:t>tai</w:t>
            </w:r>
          </w:p>
        </w:tc>
        <w:tc>
          <w:tcPr>
            <w:tcW w:w="732" w:type="pct"/>
            <w:tcBorders>
              <w:top w:val="single" w:sz="4" w:space="0" w:color="auto"/>
              <w:left w:val="single" w:sz="6" w:space="0" w:color="000000"/>
              <w:bottom w:val="single" w:sz="4" w:space="0" w:color="auto"/>
              <w:right w:val="single" w:sz="6" w:space="0" w:color="000000"/>
            </w:tcBorders>
          </w:tcPr>
          <w:p w14:paraId="72EAF57E" w14:textId="77777777" w:rsidR="001271D9" w:rsidRPr="00630AB6" w:rsidRDefault="001271D9" w:rsidP="001271D9">
            <w:pPr>
              <w:pStyle w:val="TAL"/>
            </w:pPr>
            <w:r w:rsidRPr="00630AB6">
              <w:rPr>
                <w:rFonts w:hint="eastAsia"/>
                <w:lang w:eastAsia="zh-CN"/>
              </w:rPr>
              <w:t>Tai</w:t>
            </w:r>
          </w:p>
        </w:tc>
        <w:tc>
          <w:tcPr>
            <w:tcW w:w="597" w:type="pct"/>
            <w:tcBorders>
              <w:top w:val="single" w:sz="4" w:space="0" w:color="auto"/>
              <w:left w:val="single" w:sz="6" w:space="0" w:color="000000"/>
              <w:bottom w:val="single" w:sz="4" w:space="0" w:color="auto"/>
              <w:right w:val="single" w:sz="6" w:space="0" w:color="000000"/>
            </w:tcBorders>
          </w:tcPr>
          <w:p w14:paraId="3AD8DE55" w14:textId="77777777" w:rsidR="001271D9" w:rsidRPr="00630AB6" w:rsidRDefault="001271D9" w:rsidP="001271D9">
            <w:pPr>
              <w:pStyle w:val="TAC"/>
            </w:pPr>
            <w:r w:rsidRPr="00630AB6">
              <w:t>C</w:t>
            </w:r>
          </w:p>
        </w:tc>
        <w:tc>
          <w:tcPr>
            <w:tcW w:w="873" w:type="pct"/>
            <w:tcBorders>
              <w:top w:val="single" w:sz="4" w:space="0" w:color="auto"/>
              <w:left w:val="single" w:sz="6" w:space="0" w:color="000000"/>
              <w:bottom w:val="single" w:sz="4" w:space="0" w:color="auto"/>
              <w:right w:val="single" w:sz="6" w:space="0" w:color="000000"/>
            </w:tcBorders>
          </w:tcPr>
          <w:p w14:paraId="2CD62A96" w14:textId="77777777" w:rsidR="001271D9" w:rsidRPr="00630AB6" w:rsidRDefault="001271D9" w:rsidP="001271D9">
            <w:pPr>
              <w:pStyle w:val="TAL"/>
            </w:pPr>
            <w:r w:rsidRPr="00630AB6">
              <w:t>0..1</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2F2C8FD0" w14:textId="77777777" w:rsidR="001271D9" w:rsidRPr="00630AB6" w:rsidRDefault="001271D9" w:rsidP="001271D9">
            <w:pPr>
              <w:pStyle w:val="TAL"/>
            </w:pPr>
            <w:r w:rsidRPr="00630AB6">
              <w:rPr>
                <w:rFonts w:cs="Arial"/>
                <w:szCs w:val="18"/>
              </w:rPr>
              <w:t>This IE s</w:t>
            </w:r>
            <w:r w:rsidRPr="00630AB6">
              <w:rPr>
                <w:rFonts w:cs="Arial"/>
                <w:szCs w:val="18"/>
                <w:lang w:eastAsia="zh-CN"/>
              </w:rPr>
              <w:t>hall be present in the request towards an NSSF in the serving PLMN. When present, t</w:t>
            </w:r>
            <w:r w:rsidRPr="00630AB6">
              <w:rPr>
                <w:rFonts w:cs="Arial" w:hint="eastAsia"/>
                <w:szCs w:val="18"/>
                <w:lang w:eastAsia="zh-CN"/>
              </w:rPr>
              <w:t>his</w:t>
            </w:r>
            <w:r w:rsidRPr="00630AB6">
              <w:rPr>
                <w:rFonts w:cs="Arial"/>
                <w:szCs w:val="18"/>
                <w:lang w:eastAsia="zh-CN"/>
              </w:rPr>
              <w:t xml:space="preserve"> </w:t>
            </w:r>
            <w:r w:rsidRPr="00630AB6">
              <w:rPr>
                <w:rFonts w:cs="Arial" w:hint="eastAsia"/>
                <w:szCs w:val="18"/>
                <w:lang w:eastAsia="zh-CN"/>
              </w:rPr>
              <w:t xml:space="preserve">IE shall contain the </w:t>
            </w:r>
            <w:r w:rsidRPr="00630AB6">
              <w:rPr>
                <w:rFonts w:cs="Arial"/>
                <w:szCs w:val="18"/>
                <w:lang w:eastAsia="zh-CN"/>
              </w:rPr>
              <w:t>TAI the UE is currently located.</w:t>
            </w:r>
          </w:p>
        </w:tc>
      </w:tr>
      <w:tr w:rsidR="001271D9" w:rsidRPr="00630AB6" w14:paraId="4028F938" w14:textId="77777777" w:rsidTr="00DE6817">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23505A20" w14:textId="77777777" w:rsidR="001271D9" w:rsidRPr="00630AB6" w:rsidRDefault="001271D9" w:rsidP="001271D9">
            <w:pPr>
              <w:pStyle w:val="TAL"/>
            </w:pPr>
            <w:r w:rsidRPr="00630AB6">
              <w:rPr>
                <w:lang w:eastAsia="zh-CN"/>
              </w:rPr>
              <w:t>supported-features</w:t>
            </w:r>
          </w:p>
        </w:tc>
        <w:tc>
          <w:tcPr>
            <w:tcW w:w="732" w:type="pct"/>
            <w:tcBorders>
              <w:top w:val="single" w:sz="4" w:space="0" w:color="auto"/>
              <w:left w:val="single" w:sz="6" w:space="0" w:color="000000"/>
              <w:bottom w:val="single" w:sz="6" w:space="0" w:color="000000"/>
              <w:right w:val="single" w:sz="6" w:space="0" w:color="000000"/>
            </w:tcBorders>
          </w:tcPr>
          <w:p w14:paraId="5C9E519E" w14:textId="77777777" w:rsidR="001271D9" w:rsidRPr="00630AB6" w:rsidRDefault="001271D9" w:rsidP="001271D9">
            <w:pPr>
              <w:pStyle w:val="TAL"/>
            </w:pPr>
            <w:proofErr w:type="spellStart"/>
            <w:r w:rsidRPr="00630AB6">
              <w:rPr>
                <w:lang w:eastAsia="zh-CN"/>
              </w:rPr>
              <w:t>SupportedFeatures</w:t>
            </w:r>
            <w:proofErr w:type="spellEnd"/>
          </w:p>
        </w:tc>
        <w:tc>
          <w:tcPr>
            <w:tcW w:w="597" w:type="pct"/>
            <w:tcBorders>
              <w:top w:val="single" w:sz="4" w:space="0" w:color="auto"/>
              <w:left w:val="single" w:sz="6" w:space="0" w:color="000000"/>
              <w:bottom w:val="single" w:sz="6" w:space="0" w:color="000000"/>
              <w:right w:val="single" w:sz="6" w:space="0" w:color="000000"/>
            </w:tcBorders>
          </w:tcPr>
          <w:p w14:paraId="40AE0BFD" w14:textId="77777777" w:rsidR="001271D9" w:rsidRPr="00630AB6" w:rsidRDefault="001271D9" w:rsidP="001271D9">
            <w:pPr>
              <w:pStyle w:val="TAC"/>
            </w:pPr>
            <w:r w:rsidRPr="00630AB6">
              <w:t>C</w:t>
            </w:r>
          </w:p>
        </w:tc>
        <w:tc>
          <w:tcPr>
            <w:tcW w:w="873" w:type="pct"/>
            <w:tcBorders>
              <w:top w:val="single" w:sz="4" w:space="0" w:color="auto"/>
              <w:left w:val="single" w:sz="6" w:space="0" w:color="000000"/>
              <w:bottom w:val="single" w:sz="6" w:space="0" w:color="000000"/>
              <w:right w:val="single" w:sz="6" w:space="0" w:color="000000"/>
            </w:tcBorders>
          </w:tcPr>
          <w:p w14:paraId="700ED0D5" w14:textId="77777777" w:rsidR="001271D9" w:rsidRPr="00630AB6" w:rsidRDefault="001271D9" w:rsidP="001271D9">
            <w:pPr>
              <w:pStyle w:val="TAL"/>
            </w:pPr>
            <w:r w:rsidRPr="00630AB6">
              <w:t>0..1</w:t>
            </w:r>
          </w:p>
        </w:tc>
        <w:tc>
          <w:tcPr>
            <w:tcW w:w="1973" w:type="pct"/>
            <w:tcBorders>
              <w:top w:val="single" w:sz="4" w:space="0" w:color="auto"/>
              <w:left w:val="single" w:sz="6" w:space="0" w:color="000000"/>
              <w:bottom w:val="single" w:sz="6" w:space="0" w:color="000000"/>
              <w:right w:val="single" w:sz="6" w:space="0" w:color="000000"/>
            </w:tcBorders>
            <w:shd w:val="clear" w:color="auto" w:fill="auto"/>
          </w:tcPr>
          <w:p w14:paraId="036E791D" w14:textId="77777777" w:rsidR="001271D9" w:rsidRPr="00630AB6" w:rsidRDefault="001271D9" w:rsidP="001271D9">
            <w:pPr>
              <w:pStyle w:val="TAL"/>
            </w:pPr>
            <w:r w:rsidRPr="00630AB6">
              <w:rPr>
                <w:rFonts w:cs="Arial"/>
                <w:szCs w:val="18"/>
              </w:rPr>
              <w:t xml:space="preserve">This IE shall be present if at least one optional feature defined in </w:t>
            </w:r>
            <w:r w:rsidR="001765C8">
              <w:rPr>
                <w:rFonts w:cs="Arial"/>
                <w:szCs w:val="18"/>
              </w:rPr>
              <w:t>clause</w:t>
            </w:r>
            <w:r w:rsidRPr="00630AB6">
              <w:rPr>
                <w:rFonts w:cs="Arial"/>
                <w:szCs w:val="18"/>
              </w:rPr>
              <w:t xml:space="preserve"> 6.1.</w:t>
            </w:r>
            <w:r w:rsidRPr="00630AB6">
              <w:rPr>
                <w:rFonts w:cs="Arial" w:hint="eastAsia"/>
                <w:szCs w:val="18"/>
                <w:lang w:eastAsia="zh-CN"/>
              </w:rPr>
              <w:t>8</w:t>
            </w:r>
            <w:r w:rsidRPr="00630AB6">
              <w:rPr>
                <w:rFonts w:cs="Arial"/>
                <w:szCs w:val="18"/>
              </w:rPr>
              <w:t xml:space="preserve"> is supported.</w:t>
            </w:r>
          </w:p>
        </w:tc>
      </w:tr>
    </w:tbl>
    <w:p w14:paraId="7EEDAF35" w14:textId="77777777" w:rsidR="00D10EF5" w:rsidRPr="00630AB6" w:rsidRDefault="00D10EF5" w:rsidP="00D10EF5"/>
    <w:p w14:paraId="7F678A99" w14:textId="77777777" w:rsidR="00D10EF5" w:rsidRPr="00630AB6" w:rsidRDefault="00D10EF5" w:rsidP="00D10EF5">
      <w:pPr>
        <w:pStyle w:val="TH"/>
      </w:pPr>
      <w:r w:rsidRPr="00630AB6">
        <w:t>Table 6.1.3.2.3.1-2: Data structures supported by the GET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4"/>
        <w:gridCol w:w="947"/>
        <w:gridCol w:w="3280"/>
        <w:gridCol w:w="3798"/>
      </w:tblGrid>
      <w:tr w:rsidR="00D10EF5" w:rsidRPr="00630AB6" w14:paraId="4CAC1738" w14:textId="77777777" w:rsidTr="008C0438">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tcPr>
          <w:p w14:paraId="423D03A5" w14:textId="77777777" w:rsidR="00D10EF5" w:rsidRPr="00630AB6" w:rsidRDefault="00D10EF5" w:rsidP="008C0438">
            <w:pPr>
              <w:pStyle w:val="TAH"/>
            </w:pPr>
            <w:r w:rsidRPr="00630AB6">
              <w:t>Data type</w:t>
            </w:r>
          </w:p>
        </w:tc>
        <w:tc>
          <w:tcPr>
            <w:tcW w:w="960" w:type="dxa"/>
            <w:tcBorders>
              <w:top w:val="single" w:sz="4" w:space="0" w:color="auto"/>
              <w:left w:val="single" w:sz="4" w:space="0" w:color="auto"/>
              <w:bottom w:val="single" w:sz="4" w:space="0" w:color="auto"/>
              <w:right w:val="single" w:sz="4" w:space="0" w:color="auto"/>
            </w:tcBorders>
            <w:shd w:val="clear" w:color="auto" w:fill="C0C0C0"/>
          </w:tcPr>
          <w:p w14:paraId="39C1B8B8" w14:textId="77777777" w:rsidR="00D10EF5" w:rsidRPr="00630AB6" w:rsidRDefault="00D10EF5" w:rsidP="008C0438">
            <w:pPr>
              <w:pStyle w:val="TAH"/>
            </w:pPr>
            <w:r w:rsidRPr="00630AB6">
              <w:t>P</w:t>
            </w:r>
          </w:p>
        </w:tc>
        <w:tc>
          <w:tcPr>
            <w:tcW w:w="3331" w:type="dxa"/>
            <w:tcBorders>
              <w:top w:val="single" w:sz="4" w:space="0" w:color="auto"/>
              <w:left w:val="single" w:sz="4" w:space="0" w:color="auto"/>
              <w:bottom w:val="single" w:sz="4" w:space="0" w:color="auto"/>
              <w:right w:val="single" w:sz="4" w:space="0" w:color="auto"/>
            </w:tcBorders>
            <w:shd w:val="clear" w:color="auto" w:fill="C0C0C0"/>
          </w:tcPr>
          <w:p w14:paraId="57D83446" w14:textId="77777777" w:rsidR="00D10EF5" w:rsidRPr="00630AB6" w:rsidRDefault="00D10EF5" w:rsidP="008C0438">
            <w:pPr>
              <w:pStyle w:val="TAH"/>
            </w:pPr>
            <w:r w:rsidRPr="00630AB6">
              <w:t>Cardinality</w:t>
            </w:r>
          </w:p>
        </w:tc>
        <w:tc>
          <w:tcPr>
            <w:tcW w:w="3857" w:type="dxa"/>
            <w:tcBorders>
              <w:top w:val="single" w:sz="4" w:space="0" w:color="auto"/>
              <w:left w:val="single" w:sz="4" w:space="0" w:color="auto"/>
              <w:bottom w:val="single" w:sz="4" w:space="0" w:color="auto"/>
              <w:right w:val="single" w:sz="4" w:space="0" w:color="auto"/>
            </w:tcBorders>
            <w:shd w:val="clear" w:color="auto" w:fill="C0C0C0"/>
            <w:vAlign w:val="center"/>
          </w:tcPr>
          <w:p w14:paraId="1C5A3B92" w14:textId="77777777" w:rsidR="00D10EF5" w:rsidRPr="00630AB6" w:rsidRDefault="00D10EF5" w:rsidP="008C0438">
            <w:pPr>
              <w:pStyle w:val="TAH"/>
            </w:pPr>
            <w:r w:rsidRPr="00630AB6">
              <w:t>Description</w:t>
            </w:r>
          </w:p>
        </w:tc>
      </w:tr>
      <w:tr w:rsidR="00D10EF5" w:rsidRPr="00630AB6" w14:paraId="75AFF0BE" w14:textId="77777777" w:rsidTr="008C0438">
        <w:trPr>
          <w:jc w:val="center"/>
        </w:trPr>
        <w:tc>
          <w:tcPr>
            <w:tcW w:w="1627" w:type="dxa"/>
            <w:tcBorders>
              <w:top w:val="single" w:sz="4" w:space="0" w:color="auto"/>
              <w:left w:val="single" w:sz="6" w:space="0" w:color="000000"/>
              <w:bottom w:val="single" w:sz="6" w:space="0" w:color="000000"/>
              <w:right w:val="single" w:sz="6" w:space="0" w:color="000000"/>
            </w:tcBorders>
            <w:shd w:val="clear" w:color="auto" w:fill="auto"/>
          </w:tcPr>
          <w:p w14:paraId="0103AE9E" w14:textId="77777777" w:rsidR="00D10EF5" w:rsidRPr="00630AB6" w:rsidRDefault="00D10EF5" w:rsidP="008C0438">
            <w:pPr>
              <w:pStyle w:val="TAL"/>
            </w:pPr>
            <w:r w:rsidRPr="00630AB6">
              <w:t>n/a</w:t>
            </w:r>
          </w:p>
        </w:tc>
        <w:tc>
          <w:tcPr>
            <w:tcW w:w="960" w:type="dxa"/>
            <w:tcBorders>
              <w:top w:val="single" w:sz="4" w:space="0" w:color="auto"/>
              <w:left w:val="single" w:sz="6" w:space="0" w:color="000000"/>
              <w:bottom w:val="single" w:sz="6" w:space="0" w:color="000000"/>
              <w:right w:val="single" w:sz="6" w:space="0" w:color="000000"/>
            </w:tcBorders>
          </w:tcPr>
          <w:p w14:paraId="054E8CC3" w14:textId="77777777" w:rsidR="00D10EF5" w:rsidRPr="00630AB6" w:rsidRDefault="00D10EF5" w:rsidP="008C0438">
            <w:pPr>
              <w:pStyle w:val="TAC"/>
            </w:pPr>
          </w:p>
        </w:tc>
        <w:tc>
          <w:tcPr>
            <w:tcW w:w="3331" w:type="dxa"/>
            <w:tcBorders>
              <w:top w:val="single" w:sz="4" w:space="0" w:color="auto"/>
              <w:left w:val="single" w:sz="6" w:space="0" w:color="000000"/>
              <w:bottom w:val="single" w:sz="6" w:space="0" w:color="000000"/>
              <w:right w:val="single" w:sz="6" w:space="0" w:color="000000"/>
            </w:tcBorders>
          </w:tcPr>
          <w:p w14:paraId="317AD282" w14:textId="77777777" w:rsidR="00D10EF5" w:rsidRPr="00630AB6" w:rsidRDefault="00D10EF5" w:rsidP="008C0438">
            <w:pPr>
              <w:pStyle w:val="TAL"/>
            </w:pPr>
          </w:p>
        </w:tc>
        <w:tc>
          <w:tcPr>
            <w:tcW w:w="3857" w:type="dxa"/>
            <w:tcBorders>
              <w:top w:val="single" w:sz="4" w:space="0" w:color="auto"/>
              <w:left w:val="single" w:sz="6" w:space="0" w:color="000000"/>
              <w:bottom w:val="single" w:sz="6" w:space="0" w:color="000000"/>
              <w:right w:val="single" w:sz="6" w:space="0" w:color="000000"/>
            </w:tcBorders>
            <w:shd w:val="clear" w:color="auto" w:fill="auto"/>
          </w:tcPr>
          <w:p w14:paraId="4FEA9701" w14:textId="77777777" w:rsidR="00D10EF5" w:rsidRPr="00630AB6" w:rsidRDefault="00D10EF5" w:rsidP="008C0438">
            <w:pPr>
              <w:pStyle w:val="TAL"/>
            </w:pPr>
          </w:p>
        </w:tc>
      </w:tr>
    </w:tbl>
    <w:p w14:paraId="79B3966A" w14:textId="77777777" w:rsidR="00D10EF5" w:rsidRPr="00630AB6" w:rsidRDefault="00D10EF5" w:rsidP="00D10EF5"/>
    <w:p w14:paraId="799E6833" w14:textId="77777777" w:rsidR="00D10EF5" w:rsidRPr="00630AB6" w:rsidRDefault="00D10EF5" w:rsidP="00D10EF5">
      <w:pPr>
        <w:pStyle w:val="TH"/>
      </w:pPr>
      <w:r w:rsidRPr="00630AB6">
        <w:t>Table 6.1.3.2.3.1-3: Data structures supported by the GET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961"/>
        <w:gridCol w:w="1419"/>
        <w:gridCol w:w="1860"/>
        <w:gridCol w:w="3800"/>
      </w:tblGrid>
      <w:tr w:rsidR="00D10EF5" w:rsidRPr="00630AB6" w14:paraId="4A60D5B5" w14:textId="77777777" w:rsidTr="008C0438">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4D106AEE" w14:textId="77777777" w:rsidR="00D10EF5" w:rsidRPr="00630AB6" w:rsidRDefault="00D10EF5" w:rsidP="008C0438">
            <w:pPr>
              <w:pStyle w:val="TAH"/>
            </w:pPr>
            <w:r w:rsidRPr="00630AB6">
              <w:t>Data type</w:t>
            </w:r>
          </w:p>
        </w:tc>
        <w:tc>
          <w:tcPr>
            <w:tcW w:w="499" w:type="pct"/>
            <w:tcBorders>
              <w:top w:val="single" w:sz="4" w:space="0" w:color="auto"/>
              <w:left w:val="single" w:sz="4" w:space="0" w:color="auto"/>
              <w:bottom w:val="single" w:sz="4" w:space="0" w:color="auto"/>
              <w:right w:val="single" w:sz="4" w:space="0" w:color="auto"/>
            </w:tcBorders>
            <w:shd w:val="clear" w:color="auto" w:fill="C0C0C0"/>
          </w:tcPr>
          <w:p w14:paraId="09E316CA" w14:textId="77777777" w:rsidR="00D10EF5" w:rsidRPr="00630AB6" w:rsidRDefault="00D10EF5" w:rsidP="008C0438">
            <w:pPr>
              <w:pStyle w:val="TAH"/>
            </w:pPr>
            <w:r w:rsidRPr="00630AB6">
              <w:t>P</w:t>
            </w:r>
          </w:p>
        </w:tc>
        <w:tc>
          <w:tcPr>
            <w:tcW w:w="737" w:type="pct"/>
            <w:tcBorders>
              <w:top w:val="single" w:sz="4" w:space="0" w:color="auto"/>
              <w:left w:val="single" w:sz="4" w:space="0" w:color="auto"/>
              <w:bottom w:val="single" w:sz="4" w:space="0" w:color="auto"/>
              <w:right w:val="single" w:sz="4" w:space="0" w:color="auto"/>
            </w:tcBorders>
            <w:shd w:val="clear" w:color="auto" w:fill="C0C0C0"/>
          </w:tcPr>
          <w:p w14:paraId="67EDED31" w14:textId="77777777" w:rsidR="00D10EF5" w:rsidRPr="00630AB6" w:rsidRDefault="00D10EF5" w:rsidP="008C0438">
            <w:pPr>
              <w:pStyle w:val="TAH"/>
            </w:pPr>
            <w:r w:rsidRPr="00630AB6">
              <w:t>Cardinality</w:t>
            </w:r>
          </w:p>
        </w:tc>
        <w:tc>
          <w:tcPr>
            <w:tcW w:w="966" w:type="pct"/>
            <w:tcBorders>
              <w:top w:val="single" w:sz="4" w:space="0" w:color="auto"/>
              <w:left w:val="single" w:sz="4" w:space="0" w:color="auto"/>
              <w:bottom w:val="single" w:sz="4" w:space="0" w:color="auto"/>
              <w:right w:val="single" w:sz="4" w:space="0" w:color="auto"/>
            </w:tcBorders>
            <w:shd w:val="clear" w:color="auto" w:fill="C0C0C0"/>
          </w:tcPr>
          <w:p w14:paraId="2DB15847" w14:textId="77777777" w:rsidR="00D10EF5" w:rsidRPr="00630AB6" w:rsidRDefault="00D10EF5" w:rsidP="008C0438">
            <w:pPr>
              <w:pStyle w:val="TAH"/>
            </w:pPr>
            <w:r w:rsidRPr="00630AB6">
              <w:t>Response</w:t>
            </w:r>
          </w:p>
          <w:p w14:paraId="07946FB7" w14:textId="77777777" w:rsidR="00D10EF5" w:rsidRPr="00630AB6" w:rsidRDefault="00D10EF5" w:rsidP="008C0438">
            <w:pPr>
              <w:pStyle w:val="TAH"/>
            </w:pPr>
            <w:r w:rsidRPr="00630AB6">
              <w:t>codes</w:t>
            </w:r>
          </w:p>
        </w:tc>
        <w:tc>
          <w:tcPr>
            <w:tcW w:w="1973" w:type="pct"/>
            <w:tcBorders>
              <w:top w:val="single" w:sz="4" w:space="0" w:color="auto"/>
              <w:left w:val="single" w:sz="4" w:space="0" w:color="auto"/>
              <w:bottom w:val="single" w:sz="4" w:space="0" w:color="auto"/>
              <w:right w:val="single" w:sz="4" w:space="0" w:color="auto"/>
            </w:tcBorders>
            <w:shd w:val="clear" w:color="auto" w:fill="C0C0C0"/>
          </w:tcPr>
          <w:p w14:paraId="648E83BD" w14:textId="77777777" w:rsidR="00D10EF5" w:rsidRPr="00630AB6" w:rsidRDefault="00D10EF5" w:rsidP="008C0438">
            <w:pPr>
              <w:pStyle w:val="TAH"/>
            </w:pPr>
            <w:r w:rsidRPr="00630AB6">
              <w:t>Description</w:t>
            </w:r>
          </w:p>
        </w:tc>
      </w:tr>
      <w:tr w:rsidR="00D10EF5" w:rsidRPr="00630AB6" w14:paraId="74508547" w14:textId="77777777" w:rsidTr="008C04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7FF357BE" w14:textId="77777777" w:rsidR="00D10EF5" w:rsidRPr="00630AB6" w:rsidRDefault="00D10EF5" w:rsidP="008C0438">
            <w:pPr>
              <w:pStyle w:val="TAL"/>
            </w:pPr>
            <w:proofErr w:type="spellStart"/>
            <w:r w:rsidRPr="00630AB6">
              <w:t>AuthorizedNetworkSliceInfo</w:t>
            </w:r>
            <w:proofErr w:type="spellEnd"/>
          </w:p>
        </w:tc>
        <w:tc>
          <w:tcPr>
            <w:tcW w:w="499" w:type="pct"/>
            <w:tcBorders>
              <w:top w:val="single" w:sz="4" w:space="0" w:color="auto"/>
              <w:left w:val="single" w:sz="6" w:space="0" w:color="000000"/>
              <w:bottom w:val="single" w:sz="4" w:space="0" w:color="auto"/>
              <w:right w:val="single" w:sz="6" w:space="0" w:color="000000"/>
            </w:tcBorders>
          </w:tcPr>
          <w:p w14:paraId="357A0FCE" w14:textId="77777777" w:rsidR="00D10EF5" w:rsidRPr="00630AB6" w:rsidRDefault="00D10EF5" w:rsidP="008C0438">
            <w:pPr>
              <w:pStyle w:val="TAC"/>
            </w:pPr>
            <w:r w:rsidRPr="00630AB6">
              <w:rPr>
                <w:rFonts w:hint="eastAsia"/>
                <w:lang w:eastAsia="zh-CN"/>
              </w:rPr>
              <w:t>M</w:t>
            </w:r>
          </w:p>
        </w:tc>
        <w:tc>
          <w:tcPr>
            <w:tcW w:w="737" w:type="pct"/>
            <w:tcBorders>
              <w:top w:val="single" w:sz="4" w:space="0" w:color="auto"/>
              <w:left w:val="single" w:sz="6" w:space="0" w:color="000000"/>
              <w:bottom w:val="single" w:sz="4" w:space="0" w:color="auto"/>
              <w:right w:val="single" w:sz="6" w:space="0" w:color="000000"/>
            </w:tcBorders>
          </w:tcPr>
          <w:p w14:paraId="26BD2E60" w14:textId="77777777" w:rsidR="00D10EF5" w:rsidRPr="00630AB6" w:rsidRDefault="00D10EF5" w:rsidP="008C0438">
            <w:pPr>
              <w:pStyle w:val="TAL"/>
            </w:pPr>
            <w:r w:rsidRPr="00630AB6">
              <w:rPr>
                <w:rFonts w:hint="eastAsia"/>
                <w:lang w:eastAsia="zh-CN"/>
              </w:rPr>
              <w:t>1</w:t>
            </w:r>
          </w:p>
        </w:tc>
        <w:tc>
          <w:tcPr>
            <w:tcW w:w="966" w:type="pct"/>
            <w:tcBorders>
              <w:top w:val="single" w:sz="4" w:space="0" w:color="auto"/>
              <w:left w:val="single" w:sz="6" w:space="0" w:color="000000"/>
              <w:bottom w:val="single" w:sz="4" w:space="0" w:color="auto"/>
              <w:right w:val="single" w:sz="6" w:space="0" w:color="000000"/>
            </w:tcBorders>
          </w:tcPr>
          <w:p w14:paraId="42A8D8DD" w14:textId="77777777" w:rsidR="00D10EF5" w:rsidRPr="00630AB6" w:rsidRDefault="00D10EF5" w:rsidP="008C0438">
            <w:pPr>
              <w:pStyle w:val="TAL"/>
            </w:pPr>
            <w:r w:rsidRPr="00630AB6">
              <w:rPr>
                <w:rFonts w:hint="eastAsia"/>
                <w:lang w:eastAsia="zh-CN"/>
              </w:rPr>
              <w:t>200 OK</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629474C5" w14:textId="77777777" w:rsidR="00D10EF5" w:rsidRPr="00630AB6" w:rsidRDefault="00D10EF5" w:rsidP="008C0438">
            <w:pPr>
              <w:pStyle w:val="TAL"/>
            </w:pPr>
            <w:r w:rsidRPr="00630AB6">
              <w:rPr>
                <w:rFonts w:hint="eastAsia"/>
                <w:lang w:eastAsia="zh-CN"/>
              </w:rPr>
              <w:t xml:space="preserve">This case represents a successful </w:t>
            </w:r>
            <w:r w:rsidRPr="00630AB6">
              <w:rPr>
                <w:lang w:eastAsia="zh-CN"/>
              </w:rPr>
              <w:t>return of the authorized network slice information selected for the corresponding request</w:t>
            </w:r>
            <w:r w:rsidRPr="00630AB6">
              <w:rPr>
                <w:rFonts w:hint="eastAsia"/>
                <w:lang w:eastAsia="zh-CN"/>
              </w:rPr>
              <w:t>.</w:t>
            </w:r>
          </w:p>
        </w:tc>
      </w:tr>
      <w:tr w:rsidR="00D10EF5" w:rsidRPr="00630AB6" w14:paraId="10ADBC66" w14:textId="77777777" w:rsidTr="008C0438">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14:paraId="5015DB38" w14:textId="77777777" w:rsidR="00D10EF5" w:rsidRPr="00630AB6" w:rsidRDefault="00D10EF5" w:rsidP="008C0438">
            <w:pPr>
              <w:pStyle w:val="TAL"/>
            </w:pPr>
            <w:proofErr w:type="spellStart"/>
            <w:r w:rsidRPr="00630AB6">
              <w:rPr>
                <w:rFonts w:hint="eastAsia"/>
              </w:rPr>
              <w:t>ProblemDetails</w:t>
            </w:r>
            <w:proofErr w:type="spellEnd"/>
          </w:p>
        </w:tc>
        <w:tc>
          <w:tcPr>
            <w:tcW w:w="499" w:type="pct"/>
            <w:tcBorders>
              <w:top w:val="single" w:sz="4" w:space="0" w:color="auto"/>
              <w:left w:val="single" w:sz="6" w:space="0" w:color="000000"/>
              <w:bottom w:val="single" w:sz="6" w:space="0" w:color="000000"/>
              <w:right w:val="single" w:sz="6" w:space="0" w:color="000000"/>
            </w:tcBorders>
          </w:tcPr>
          <w:p w14:paraId="7187D8DE" w14:textId="77777777" w:rsidR="00D10EF5" w:rsidRPr="00630AB6" w:rsidRDefault="00D10EF5" w:rsidP="008C0438">
            <w:pPr>
              <w:pStyle w:val="TAC"/>
              <w:rPr>
                <w:lang w:eastAsia="zh-CN"/>
              </w:rPr>
            </w:pPr>
            <w:r w:rsidRPr="00630AB6">
              <w:rPr>
                <w:rFonts w:hint="eastAsia"/>
                <w:lang w:eastAsia="zh-CN"/>
              </w:rPr>
              <w:t>M</w:t>
            </w:r>
          </w:p>
        </w:tc>
        <w:tc>
          <w:tcPr>
            <w:tcW w:w="737" w:type="pct"/>
            <w:tcBorders>
              <w:top w:val="single" w:sz="4" w:space="0" w:color="auto"/>
              <w:left w:val="single" w:sz="6" w:space="0" w:color="000000"/>
              <w:bottom w:val="single" w:sz="6" w:space="0" w:color="000000"/>
              <w:right w:val="single" w:sz="6" w:space="0" w:color="000000"/>
            </w:tcBorders>
          </w:tcPr>
          <w:p w14:paraId="0397C193" w14:textId="77777777" w:rsidR="00D10EF5" w:rsidRPr="00630AB6" w:rsidRDefault="00D10EF5" w:rsidP="008C0438">
            <w:pPr>
              <w:pStyle w:val="TAL"/>
              <w:rPr>
                <w:lang w:eastAsia="zh-CN"/>
              </w:rPr>
            </w:pPr>
            <w:r w:rsidRPr="00630AB6">
              <w:rPr>
                <w:rFonts w:hint="eastAsia"/>
                <w:lang w:eastAsia="zh-CN"/>
              </w:rPr>
              <w:t>1</w:t>
            </w:r>
          </w:p>
        </w:tc>
        <w:tc>
          <w:tcPr>
            <w:tcW w:w="966" w:type="pct"/>
            <w:tcBorders>
              <w:top w:val="single" w:sz="4" w:space="0" w:color="auto"/>
              <w:left w:val="single" w:sz="6" w:space="0" w:color="000000"/>
              <w:bottom w:val="single" w:sz="6" w:space="0" w:color="000000"/>
              <w:right w:val="single" w:sz="6" w:space="0" w:color="000000"/>
            </w:tcBorders>
          </w:tcPr>
          <w:p w14:paraId="6FE9E0DE" w14:textId="77777777" w:rsidR="00D10EF5" w:rsidRPr="00630AB6" w:rsidRDefault="00D10EF5" w:rsidP="008C0438">
            <w:pPr>
              <w:pStyle w:val="TAL"/>
              <w:rPr>
                <w:lang w:eastAsia="zh-CN"/>
              </w:rPr>
            </w:pPr>
            <w:r w:rsidRPr="00630AB6">
              <w:rPr>
                <w:rFonts w:hint="eastAsia"/>
                <w:lang w:eastAsia="zh-CN"/>
              </w:rPr>
              <w:t>403 Forbidden</w:t>
            </w:r>
          </w:p>
        </w:tc>
        <w:tc>
          <w:tcPr>
            <w:tcW w:w="1973" w:type="pct"/>
            <w:tcBorders>
              <w:top w:val="single" w:sz="4" w:space="0" w:color="auto"/>
              <w:left w:val="single" w:sz="6" w:space="0" w:color="000000"/>
              <w:bottom w:val="single" w:sz="6" w:space="0" w:color="000000"/>
              <w:right w:val="single" w:sz="6" w:space="0" w:color="000000"/>
            </w:tcBorders>
            <w:shd w:val="clear" w:color="auto" w:fill="auto"/>
          </w:tcPr>
          <w:p w14:paraId="7A6494E3" w14:textId="77777777" w:rsidR="00D10EF5" w:rsidRPr="00630AB6" w:rsidRDefault="00D10EF5" w:rsidP="00AF2759">
            <w:pPr>
              <w:pStyle w:val="TAL"/>
            </w:pPr>
            <w:r w:rsidRPr="00630AB6">
              <w:rPr>
                <w:lang w:eastAsia="zh-CN"/>
              </w:rPr>
              <w:t>This represents the case, where</w:t>
            </w:r>
            <w:r w:rsidRPr="00630AB6">
              <w:rPr>
                <w:rFonts w:hint="eastAsia"/>
                <w:lang w:eastAsia="zh-CN"/>
              </w:rPr>
              <w:t xml:space="preserve"> the NF service consumer is not authorized to retrieve the slice selection information or</w:t>
            </w:r>
            <w:r w:rsidRPr="00630AB6">
              <w:rPr>
                <w:lang w:eastAsia="zh-CN"/>
              </w:rPr>
              <w:t xml:space="preserve"> the SNSSAI included in</w:t>
            </w:r>
            <w:r w:rsidRPr="00630AB6">
              <w:rPr>
                <w:rFonts w:hint="eastAsia"/>
                <w:lang w:eastAsia="zh-CN"/>
              </w:rPr>
              <w:t xml:space="preserve"> </w:t>
            </w:r>
            <w:r w:rsidRPr="00630AB6">
              <w:t>the requested slice selection information is not supported in the PLMN.</w:t>
            </w:r>
          </w:p>
          <w:p w14:paraId="7FB0CC8F" w14:textId="77777777" w:rsidR="00D10EF5" w:rsidRPr="00630AB6" w:rsidRDefault="00D10EF5" w:rsidP="00AF2759">
            <w:pPr>
              <w:pStyle w:val="TAL"/>
            </w:pPr>
            <w:r w:rsidRPr="00630AB6">
              <w:t>The application specific error information shall be provided in the "cause" attribute. The "cause" attribute shall be set to:</w:t>
            </w:r>
          </w:p>
          <w:p w14:paraId="3CA49325" w14:textId="77777777" w:rsidR="00D10EF5" w:rsidRPr="00630AB6" w:rsidRDefault="00D24D31" w:rsidP="00D24D31">
            <w:pPr>
              <w:pStyle w:val="TAL"/>
              <w:ind w:left="642" w:hanging="284"/>
              <w:rPr>
                <w:lang w:eastAsia="zh-CN"/>
              </w:rPr>
            </w:pPr>
            <w:r w:rsidRPr="00630AB6">
              <w:t>-</w:t>
            </w:r>
            <w:r w:rsidRPr="00630AB6">
              <w:tab/>
            </w:r>
            <w:r w:rsidR="00D10EF5" w:rsidRPr="00630AB6">
              <w:t xml:space="preserve">" SNSSAI_NOT_SUPPORTED", if </w:t>
            </w:r>
            <w:r w:rsidR="00D10EF5" w:rsidRPr="00630AB6">
              <w:rPr>
                <w:lang w:eastAsia="zh-CN"/>
              </w:rPr>
              <w:t xml:space="preserve">the SNSSAI included in </w:t>
            </w:r>
            <w:r w:rsidR="00D10EF5" w:rsidRPr="00630AB6">
              <w:t xml:space="preserve">the requested slice selection information is not </w:t>
            </w:r>
            <w:r w:rsidR="004000F9">
              <w:t>allowed</w:t>
            </w:r>
            <w:r w:rsidR="00D10EF5" w:rsidRPr="00630AB6">
              <w:t xml:space="preserve"> in the PLMN</w:t>
            </w:r>
            <w:r w:rsidR="004000F9">
              <w:t xml:space="preserve"> and there is no default NSSAI value provided in the request</w:t>
            </w:r>
            <w:r w:rsidR="00D10EF5" w:rsidRPr="00630AB6">
              <w:t>.</w:t>
            </w:r>
          </w:p>
        </w:tc>
      </w:tr>
    </w:tbl>
    <w:p w14:paraId="7421533E" w14:textId="77777777" w:rsidR="00D10EF5" w:rsidRPr="00630AB6" w:rsidRDefault="00D10EF5" w:rsidP="00C00BCA">
      <w:pPr>
        <w:rPr>
          <w:lang w:eastAsia="zh-CN"/>
        </w:rPr>
      </w:pPr>
    </w:p>
    <w:p w14:paraId="3D836896" w14:textId="77777777" w:rsidR="007B2F95" w:rsidRPr="00630AB6" w:rsidRDefault="007B2F95" w:rsidP="0041307B">
      <w:pPr>
        <w:pStyle w:val="Heading5"/>
      </w:pPr>
      <w:bookmarkStart w:id="57" w:name="_Toc74989820"/>
      <w:r w:rsidRPr="00630AB6">
        <w:t>6.1.3.2.4</w:t>
      </w:r>
      <w:r w:rsidRPr="00630AB6">
        <w:tab/>
        <w:t xml:space="preserve">Resource Custom </w:t>
      </w:r>
      <w:r w:rsidR="00BA054B" w:rsidRPr="00630AB6">
        <w:t>Operations</w:t>
      </w:r>
      <w:bookmarkEnd w:id="57"/>
    </w:p>
    <w:p w14:paraId="75500E18" w14:textId="77777777" w:rsidR="004A256B" w:rsidRPr="00630AB6" w:rsidRDefault="00D10EF5" w:rsidP="00C00BCA">
      <w:pPr>
        <w:rPr>
          <w:lang w:eastAsia="zh-CN"/>
        </w:rPr>
      </w:pPr>
      <w:r w:rsidRPr="00630AB6">
        <w:t>There are no custom methods supported on the network-slice-information collection resource.</w:t>
      </w:r>
    </w:p>
    <w:p w14:paraId="1B399320" w14:textId="77777777" w:rsidR="002013A9" w:rsidRPr="00630AB6" w:rsidRDefault="002013A9" w:rsidP="0041307B">
      <w:pPr>
        <w:pStyle w:val="Heading3"/>
      </w:pPr>
      <w:bookmarkStart w:id="58" w:name="_Toc74989821"/>
      <w:r w:rsidRPr="00630AB6">
        <w:lastRenderedPageBreak/>
        <w:t>6.</w:t>
      </w:r>
      <w:r w:rsidR="000E77D4" w:rsidRPr="00630AB6">
        <w:t>1.</w:t>
      </w:r>
      <w:r w:rsidR="00FD6006" w:rsidRPr="00630AB6">
        <w:t>4</w:t>
      </w:r>
      <w:r w:rsidRPr="00630AB6">
        <w:tab/>
      </w:r>
      <w:r w:rsidR="00662956" w:rsidRPr="00630AB6">
        <w:t xml:space="preserve">Custom </w:t>
      </w:r>
      <w:r w:rsidR="00BA054B" w:rsidRPr="00630AB6">
        <w:t>Operations</w:t>
      </w:r>
      <w:r w:rsidR="008D05F4" w:rsidRPr="00630AB6">
        <w:t xml:space="preserve"> without associated resources</w:t>
      </w:r>
      <w:bookmarkEnd w:id="58"/>
    </w:p>
    <w:p w14:paraId="0ACDF564" w14:textId="77777777" w:rsidR="0050466F" w:rsidRPr="00630AB6" w:rsidRDefault="0050466F" w:rsidP="00DE6817">
      <w:r w:rsidRPr="00630AB6">
        <w:rPr>
          <w:rFonts w:hint="eastAsia"/>
        </w:rPr>
        <w:t xml:space="preserve">There are no custom operations without associated resources defined for the </w:t>
      </w:r>
      <w:proofErr w:type="spellStart"/>
      <w:r w:rsidRPr="00630AB6">
        <w:rPr>
          <w:rFonts w:hint="eastAsia"/>
        </w:rPr>
        <w:t>Nnssf_NSSelection</w:t>
      </w:r>
      <w:proofErr w:type="spellEnd"/>
      <w:r w:rsidRPr="00630AB6">
        <w:rPr>
          <w:rFonts w:hint="eastAsia"/>
        </w:rPr>
        <w:t xml:space="preserve"> service in this </w:t>
      </w:r>
      <w:r w:rsidRPr="00630AB6">
        <w:t>version</w:t>
      </w:r>
      <w:r w:rsidRPr="00630AB6">
        <w:rPr>
          <w:rFonts w:hint="eastAsia"/>
        </w:rPr>
        <w:t xml:space="preserve"> of this </w:t>
      </w:r>
      <w:r w:rsidRPr="00630AB6">
        <w:t>API.</w:t>
      </w:r>
    </w:p>
    <w:p w14:paraId="1A4BAABD" w14:textId="77777777" w:rsidR="00406386" w:rsidRPr="00630AB6" w:rsidRDefault="00406386" w:rsidP="0041307B">
      <w:pPr>
        <w:pStyle w:val="Heading3"/>
      </w:pPr>
      <w:bookmarkStart w:id="59" w:name="_Toc74989822"/>
      <w:r w:rsidRPr="00630AB6">
        <w:t>6.1.5</w:t>
      </w:r>
      <w:r w:rsidRPr="00630AB6">
        <w:tab/>
        <w:t>Notifications</w:t>
      </w:r>
      <w:bookmarkEnd w:id="59"/>
    </w:p>
    <w:p w14:paraId="63E1CAFB" w14:textId="77777777" w:rsidR="0008689A" w:rsidRPr="00630AB6" w:rsidRDefault="0008689A" w:rsidP="00394A66">
      <w:r w:rsidRPr="00630AB6">
        <w:t>In this release of this specification, there are n</w:t>
      </w:r>
      <w:r w:rsidRPr="00630AB6">
        <w:rPr>
          <w:rFonts w:hint="eastAsia"/>
        </w:rPr>
        <w:t>o no</w:t>
      </w:r>
      <w:r w:rsidRPr="00630AB6">
        <w:t xml:space="preserve">tifications defined for the </w:t>
      </w:r>
      <w:proofErr w:type="spellStart"/>
      <w:r w:rsidRPr="00630AB6">
        <w:t>Nnssf_NSSelection</w:t>
      </w:r>
      <w:proofErr w:type="spellEnd"/>
      <w:r w:rsidRPr="00630AB6">
        <w:t xml:space="preserve"> service.</w:t>
      </w:r>
    </w:p>
    <w:p w14:paraId="6834F378" w14:textId="77777777" w:rsidR="00E3491B" w:rsidRPr="00630AB6" w:rsidRDefault="00E3491B" w:rsidP="0041307B">
      <w:pPr>
        <w:pStyle w:val="Heading3"/>
      </w:pPr>
      <w:bookmarkStart w:id="60" w:name="_Toc74989823"/>
      <w:r w:rsidRPr="00630AB6">
        <w:t>6.</w:t>
      </w:r>
      <w:r w:rsidR="000E77D4" w:rsidRPr="00630AB6">
        <w:t>1.</w:t>
      </w:r>
      <w:r w:rsidR="004B1E63" w:rsidRPr="00630AB6">
        <w:t>6</w:t>
      </w:r>
      <w:r w:rsidRPr="00630AB6">
        <w:tab/>
      </w:r>
      <w:r w:rsidR="00FD48E5" w:rsidRPr="00630AB6">
        <w:t>Data Model</w:t>
      </w:r>
      <w:bookmarkEnd w:id="60"/>
    </w:p>
    <w:p w14:paraId="526D3F33" w14:textId="77777777" w:rsidR="00E3491B" w:rsidRPr="00630AB6" w:rsidRDefault="00E3491B" w:rsidP="0041307B">
      <w:pPr>
        <w:pStyle w:val="Heading4"/>
      </w:pPr>
      <w:bookmarkStart w:id="61" w:name="_Toc74989824"/>
      <w:r w:rsidRPr="00630AB6">
        <w:t>6.</w:t>
      </w:r>
      <w:r w:rsidR="000E77D4" w:rsidRPr="00630AB6">
        <w:t>1.</w:t>
      </w:r>
      <w:r w:rsidR="004B1E63" w:rsidRPr="00630AB6">
        <w:t>6</w:t>
      </w:r>
      <w:r w:rsidRPr="00630AB6">
        <w:t>.1</w:t>
      </w:r>
      <w:r w:rsidRPr="00630AB6">
        <w:tab/>
        <w:t>General</w:t>
      </w:r>
      <w:bookmarkEnd w:id="61"/>
    </w:p>
    <w:p w14:paraId="441E63FD" w14:textId="77777777" w:rsidR="000F36CF" w:rsidRPr="00630AB6" w:rsidRDefault="000F36CF" w:rsidP="000F36CF">
      <w:r w:rsidRPr="00630AB6">
        <w:t xml:space="preserve">This </w:t>
      </w:r>
      <w:r w:rsidR="001765C8">
        <w:t>clause</w:t>
      </w:r>
      <w:r w:rsidRPr="00630AB6">
        <w:t xml:space="preserve"> specifies the application data model supported </w:t>
      </w:r>
      <w:r w:rsidR="00D91F28" w:rsidRPr="00630AB6">
        <w:t>by</w:t>
      </w:r>
      <w:r w:rsidRPr="00630AB6">
        <w:t xml:space="preserve"> the API.</w:t>
      </w:r>
    </w:p>
    <w:p w14:paraId="5CEEC04B" w14:textId="77777777" w:rsidR="00B75785" w:rsidRPr="00630AB6" w:rsidRDefault="00A94618" w:rsidP="00BB7F15">
      <w:r w:rsidRPr="00630AB6">
        <w:t>T</w:t>
      </w:r>
      <w:r w:rsidR="00B75785" w:rsidRPr="00630AB6">
        <w:t xml:space="preserve">able </w:t>
      </w:r>
      <w:r w:rsidRPr="00630AB6">
        <w:t>6.1.6.1</w:t>
      </w:r>
      <w:r w:rsidR="0052604D" w:rsidRPr="00630AB6">
        <w:t>-</w:t>
      </w:r>
      <w:r w:rsidRPr="00630AB6">
        <w:t>1</w:t>
      </w:r>
      <w:r w:rsidR="0052604D" w:rsidRPr="00630AB6">
        <w:t xml:space="preserve"> </w:t>
      </w:r>
      <w:r w:rsidR="00B75785" w:rsidRPr="00630AB6">
        <w:t xml:space="preserve">specifies the </w:t>
      </w:r>
      <w:r w:rsidR="0052604D" w:rsidRPr="00630AB6">
        <w:t>data types</w:t>
      </w:r>
      <w:r w:rsidR="00B75785" w:rsidRPr="00630AB6">
        <w:t xml:space="preserve"> defined for the </w:t>
      </w:r>
      <w:proofErr w:type="spellStart"/>
      <w:r w:rsidR="0052604D" w:rsidRPr="00630AB6">
        <w:t>N</w:t>
      </w:r>
      <w:r w:rsidR="00DB5BAA" w:rsidRPr="00630AB6">
        <w:rPr>
          <w:rFonts w:hint="eastAsia"/>
          <w:lang w:eastAsia="zh-CN"/>
        </w:rPr>
        <w:t>nssf</w:t>
      </w:r>
      <w:proofErr w:type="spellEnd"/>
      <w:r w:rsidR="00B75785" w:rsidRPr="00630AB6">
        <w:t xml:space="preserve"> </w:t>
      </w:r>
      <w:r w:rsidR="0052604D" w:rsidRPr="00630AB6">
        <w:t>service based interface</w:t>
      </w:r>
      <w:r w:rsidR="00B75785" w:rsidRPr="00630AB6">
        <w:t xml:space="preserve"> protocol</w:t>
      </w:r>
      <w:r w:rsidR="0052604D" w:rsidRPr="00630AB6">
        <w:t>.</w:t>
      </w:r>
    </w:p>
    <w:p w14:paraId="4E53DFDA" w14:textId="77777777" w:rsidR="00B75785" w:rsidRPr="00630AB6" w:rsidRDefault="00B75785" w:rsidP="0041307B">
      <w:pPr>
        <w:pStyle w:val="TH"/>
        <w:outlineLvl w:val="0"/>
      </w:pPr>
      <w:r w:rsidRPr="00630AB6">
        <w:t>Table 6.1.6.1</w:t>
      </w:r>
      <w:r w:rsidR="0052604D" w:rsidRPr="00630AB6">
        <w:t>-</w:t>
      </w:r>
      <w:r w:rsidRPr="00630AB6">
        <w:t xml:space="preserve">1: </w:t>
      </w:r>
      <w:proofErr w:type="spellStart"/>
      <w:r w:rsidRPr="00630AB6">
        <w:t>N</w:t>
      </w:r>
      <w:r w:rsidR="00DB5BAA" w:rsidRPr="00630AB6">
        <w:t>nssf_NSSelection</w:t>
      </w:r>
      <w:proofErr w:type="spellEnd"/>
      <w:r w:rsidRPr="00630AB6">
        <w:t xml:space="preserve"> specific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998"/>
        <w:gridCol w:w="1563"/>
        <w:gridCol w:w="4613"/>
      </w:tblGrid>
      <w:tr w:rsidR="0052604D" w:rsidRPr="00630AB6" w14:paraId="539346D3"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shd w:val="clear" w:color="auto" w:fill="C0C0C0"/>
            <w:hideMark/>
          </w:tcPr>
          <w:p w14:paraId="02BF8989" w14:textId="77777777" w:rsidR="0052604D" w:rsidRPr="00630AB6" w:rsidRDefault="0052604D" w:rsidP="009A7B1D">
            <w:pPr>
              <w:pStyle w:val="TAH"/>
            </w:pPr>
            <w:r w:rsidRPr="00630AB6">
              <w:t>Data type</w:t>
            </w:r>
          </w:p>
        </w:tc>
        <w:tc>
          <w:tcPr>
            <w:tcW w:w="1563" w:type="dxa"/>
            <w:tcBorders>
              <w:top w:val="single" w:sz="4" w:space="0" w:color="auto"/>
              <w:left w:val="single" w:sz="4" w:space="0" w:color="auto"/>
              <w:bottom w:val="single" w:sz="4" w:space="0" w:color="auto"/>
              <w:right w:val="single" w:sz="4" w:space="0" w:color="auto"/>
            </w:tcBorders>
            <w:shd w:val="clear" w:color="auto" w:fill="C0C0C0"/>
          </w:tcPr>
          <w:p w14:paraId="090C105C" w14:textId="77777777" w:rsidR="0052604D" w:rsidRPr="00630AB6" w:rsidRDefault="00EE1738" w:rsidP="009A7B1D">
            <w:pPr>
              <w:pStyle w:val="TAH"/>
            </w:pPr>
            <w:r>
              <w:t>Clause</w:t>
            </w:r>
            <w:r w:rsidR="0052604D" w:rsidRPr="00630AB6">
              <w:t xml:space="preserve"> defined</w:t>
            </w:r>
          </w:p>
        </w:tc>
        <w:tc>
          <w:tcPr>
            <w:tcW w:w="4613" w:type="dxa"/>
            <w:tcBorders>
              <w:top w:val="single" w:sz="4" w:space="0" w:color="auto"/>
              <w:left w:val="single" w:sz="4" w:space="0" w:color="auto"/>
              <w:bottom w:val="single" w:sz="4" w:space="0" w:color="auto"/>
              <w:right w:val="single" w:sz="4" w:space="0" w:color="auto"/>
            </w:tcBorders>
            <w:shd w:val="clear" w:color="auto" w:fill="C0C0C0"/>
            <w:hideMark/>
          </w:tcPr>
          <w:p w14:paraId="2EDC46C2" w14:textId="77777777" w:rsidR="0052604D" w:rsidRPr="00630AB6" w:rsidRDefault="0052604D" w:rsidP="009A7B1D">
            <w:pPr>
              <w:pStyle w:val="TAH"/>
            </w:pPr>
            <w:r w:rsidRPr="00630AB6">
              <w:t>Description</w:t>
            </w:r>
          </w:p>
        </w:tc>
      </w:tr>
      <w:tr w:rsidR="00DB5BAA" w:rsidRPr="00630AB6" w14:paraId="1AF589F1"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5410ECBF" w14:textId="77777777" w:rsidR="00DB5BAA" w:rsidRPr="00630AB6" w:rsidRDefault="00DB5BAA" w:rsidP="00ED5BD1">
            <w:pPr>
              <w:pStyle w:val="TAL"/>
            </w:pPr>
            <w:proofErr w:type="spellStart"/>
            <w:r w:rsidRPr="00630AB6">
              <w:t>AuthorizedNetworkSliceInfo</w:t>
            </w:r>
            <w:proofErr w:type="spellEnd"/>
          </w:p>
        </w:tc>
        <w:tc>
          <w:tcPr>
            <w:tcW w:w="1563" w:type="dxa"/>
            <w:tcBorders>
              <w:top w:val="single" w:sz="4" w:space="0" w:color="auto"/>
              <w:left w:val="single" w:sz="4" w:space="0" w:color="auto"/>
              <w:bottom w:val="single" w:sz="4" w:space="0" w:color="auto"/>
              <w:right w:val="single" w:sz="4" w:space="0" w:color="auto"/>
            </w:tcBorders>
          </w:tcPr>
          <w:p w14:paraId="285746B0" w14:textId="77777777" w:rsidR="00DB5BAA" w:rsidRPr="00630AB6" w:rsidRDefault="00DB5BAA" w:rsidP="00ED5BD1">
            <w:pPr>
              <w:pStyle w:val="TAL"/>
            </w:pPr>
            <w:r w:rsidRPr="00630AB6">
              <w:rPr>
                <w:rFonts w:hint="eastAsia"/>
                <w:lang w:eastAsia="zh-CN"/>
              </w:rPr>
              <w:t>6.1.6.2.</w:t>
            </w:r>
            <w:r w:rsidR="00251859" w:rsidRPr="00630AB6">
              <w:rPr>
                <w:lang w:eastAsia="zh-CN"/>
              </w:rPr>
              <w:t>2</w:t>
            </w:r>
          </w:p>
        </w:tc>
        <w:tc>
          <w:tcPr>
            <w:tcW w:w="4613" w:type="dxa"/>
            <w:tcBorders>
              <w:top w:val="single" w:sz="4" w:space="0" w:color="auto"/>
              <w:left w:val="single" w:sz="4" w:space="0" w:color="auto"/>
              <w:bottom w:val="single" w:sz="4" w:space="0" w:color="auto"/>
              <w:right w:val="single" w:sz="4" w:space="0" w:color="auto"/>
            </w:tcBorders>
          </w:tcPr>
          <w:p w14:paraId="373F859C" w14:textId="77777777" w:rsidR="00DB5BAA" w:rsidRPr="00630AB6" w:rsidRDefault="00DB5BAA" w:rsidP="00ED5BD1">
            <w:pPr>
              <w:pStyle w:val="TAL"/>
              <w:rPr>
                <w:rFonts w:cs="Arial"/>
                <w:szCs w:val="18"/>
              </w:rPr>
            </w:pPr>
            <w:r w:rsidRPr="00630AB6">
              <w:rPr>
                <w:rFonts w:cs="Arial" w:hint="eastAsia"/>
                <w:szCs w:val="18"/>
                <w:lang w:eastAsia="zh-CN"/>
              </w:rPr>
              <w:t>Contains the authorized network slice information.</w:t>
            </w:r>
          </w:p>
        </w:tc>
      </w:tr>
      <w:tr w:rsidR="00DB5BAA" w:rsidRPr="00630AB6" w14:paraId="5C9B3EE6"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58B994FA" w14:textId="77777777" w:rsidR="00DB5BAA" w:rsidRPr="00630AB6" w:rsidRDefault="00DB5BAA" w:rsidP="00ED5BD1">
            <w:pPr>
              <w:pStyle w:val="TAL"/>
            </w:pPr>
            <w:proofErr w:type="spellStart"/>
            <w:r w:rsidRPr="00630AB6">
              <w:rPr>
                <w:rFonts w:hint="eastAsia"/>
                <w:lang w:eastAsia="zh-CN"/>
              </w:rPr>
              <w:t>SubscribedS</w:t>
            </w:r>
            <w:r w:rsidR="001B59F0" w:rsidRPr="00630AB6">
              <w:rPr>
                <w:lang w:eastAsia="zh-CN"/>
              </w:rPr>
              <w:t>n</w:t>
            </w:r>
            <w:r w:rsidRPr="00630AB6">
              <w:rPr>
                <w:rFonts w:hint="eastAsia"/>
                <w:lang w:eastAsia="zh-CN"/>
              </w:rPr>
              <w:t>ssai</w:t>
            </w:r>
            <w:proofErr w:type="spellEnd"/>
          </w:p>
        </w:tc>
        <w:tc>
          <w:tcPr>
            <w:tcW w:w="1563" w:type="dxa"/>
            <w:tcBorders>
              <w:top w:val="single" w:sz="4" w:space="0" w:color="auto"/>
              <w:left w:val="single" w:sz="4" w:space="0" w:color="auto"/>
              <w:bottom w:val="single" w:sz="4" w:space="0" w:color="auto"/>
              <w:right w:val="single" w:sz="4" w:space="0" w:color="auto"/>
            </w:tcBorders>
          </w:tcPr>
          <w:p w14:paraId="62951E06" w14:textId="77777777" w:rsidR="00DB5BAA" w:rsidRPr="00630AB6" w:rsidRDefault="00DB5BAA" w:rsidP="00ED5BD1">
            <w:pPr>
              <w:pStyle w:val="TAL"/>
            </w:pPr>
            <w:r w:rsidRPr="00630AB6">
              <w:rPr>
                <w:rFonts w:hint="eastAsia"/>
                <w:lang w:eastAsia="zh-CN"/>
              </w:rPr>
              <w:t>6.1.6.2.</w:t>
            </w:r>
            <w:r w:rsidR="00251859" w:rsidRPr="00630AB6">
              <w:rPr>
                <w:lang w:eastAsia="zh-CN"/>
              </w:rPr>
              <w:t>3</w:t>
            </w:r>
          </w:p>
        </w:tc>
        <w:tc>
          <w:tcPr>
            <w:tcW w:w="4613" w:type="dxa"/>
            <w:tcBorders>
              <w:top w:val="single" w:sz="4" w:space="0" w:color="auto"/>
              <w:left w:val="single" w:sz="4" w:space="0" w:color="auto"/>
              <w:bottom w:val="single" w:sz="4" w:space="0" w:color="auto"/>
              <w:right w:val="single" w:sz="4" w:space="0" w:color="auto"/>
            </w:tcBorders>
          </w:tcPr>
          <w:p w14:paraId="0DADB8E7" w14:textId="77777777" w:rsidR="00DB5BAA" w:rsidRPr="00630AB6" w:rsidRDefault="00DB5BAA" w:rsidP="00ED5BD1">
            <w:pPr>
              <w:pStyle w:val="TAL"/>
              <w:rPr>
                <w:rFonts w:cs="Arial"/>
                <w:szCs w:val="18"/>
              </w:rPr>
            </w:pPr>
            <w:r w:rsidRPr="00630AB6">
              <w:rPr>
                <w:rFonts w:cs="Arial" w:hint="eastAsia"/>
                <w:szCs w:val="18"/>
                <w:lang w:eastAsia="zh-CN"/>
              </w:rPr>
              <w:t>Contains the subscribed S-NSSAI.</w:t>
            </w:r>
          </w:p>
        </w:tc>
      </w:tr>
      <w:tr w:rsidR="00DB5BAA" w:rsidRPr="00630AB6" w14:paraId="6E1A300E"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4AC8D43F" w14:textId="77777777" w:rsidR="00DB5BAA" w:rsidRPr="00630AB6" w:rsidRDefault="00DB5BAA" w:rsidP="00ED5BD1">
            <w:pPr>
              <w:pStyle w:val="TAL"/>
            </w:pPr>
            <w:proofErr w:type="spellStart"/>
            <w:r w:rsidRPr="00630AB6">
              <w:rPr>
                <w:rFonts w:hint="eastAsia"/>
                <w:lang w:eastAsia="zh-CN"/>
              </w:rPr>
              <w:t>AllowedS</w:t>
            </w:r>
            <w:r w:rsidR="001B59F0" w:rsidRPr="00630AB6">
              <w:rPr>
                <w:lang w:eastAsia="zh-CN"/>
              </w:rPr>
              <w:t>n</w:t>
            </w:r>
            <w:r w:rsidRPr="00630AB6">
              <w:rPr>
                <w:rFonts w:hint="eastAsia"/>
                <w:lang w:eastAsia="zh-CN"/>
              </w:rPr>
              <w:t>ssai</w:t>
            </w:r>
            <w:proofErr w:type="spellEnd"/>
          </w:p>
        </w:tc>
        <w:tc>
          <w:tcPr>
            <w:tcW w:w="1563" w:type="dxa"/>
            <w:tcBorders>
              <w:top w:val="single" w:sz="4" w:space="0" w:color="auto"/>
              <w:left w:val="single" w:sz="4" w:space="0" w:color="auto"/>
              <w:bottom w:val="single" w:sz="4" w:space="0" w:color="auto"/>
              <w:right w:val="single" w:sz="4" w:space="0" w:color="auto"/>
            </w:tcBorders>
          </w:tcPr>
          <w:p w14:paraId="158354CC" w14:textId="77777777" w:rsidR="00DB5BAA" w:rsidRPr="00630AB6" w:rsidRDefault="00DB5BAA" w:rsidP="00ED5BD1">
            <w:pPr>
              <w:pStyle w:val="TAL"/>
            </w:pPr>
            <w:r w:rsidRPr="00630AB6">
              <w:rPr>
                <w:rFonts w:hint="eastAsia"/>
                <w:lang w:eastAsia="zh-CN"/>
              </w:rPr>
              <w:t>6.1.6.2.</w:t>
            </w:r>
            <w:r w:rsidR="00251859" w:rsidRPr="00630AB6">
              <w:rPr>
                <w:lang w:eastAsia="zh-CN"/>
              </w:rPr>
              <w:t>5</w:t>
            </w:r>
          </w:p>
        </w:tc>
        <w:tc>
          <w:tcPr>
            <w:tcW w:w="4613" w:type="dxa"/>
            <w:tcBorders>
              <w:top w:val="single" w:sz="4" w:space="0" w:color="auto"/>
              <w:left w:val="single" w:sz="4" w:space="0" w:color="auto"/>
              <w:bottom w:val="single" w:sz="4" w:space="0" w:color="auto"/>
              <w:right w:val="single" w:sz="4" w:space="0" w:color="auto"/>
            </w:tcBorders>
          </w:tcPr>
          <w:p w14:paraId="6A58DCC4" w14:textId="77777777" w:rsidR="00DB5BAA" w:rsidRPr="00630AB6" w:rsidRDefault="00DB5BAA" w:rsidP="00ED5BD1">
            <w:pPr>
              <w:pStyle w:val="TAL"/>
              <w:rPr>
                <w:rFonts w:cs="Arial"/>
                <w:szCs w:val="18"/>
              </w:rPr>
            </w:pPr>
            <w:r w:rsidRPr="00630AB6">
              <w:rPr>
                <w:rFonts w:cs="Arial" w:hint="eastAsia"/>
                <w:szCs w:val="18"/>
                <w:lang w:eastAsia="zh-CN"/>
              </w:rPr>
              <w:t xml:space="preserve">Contains the authorized </w:t>
            </w:r>
            <w:r w:rsidRPr="00630AB6">
              <w:rPr>
                <w:rFonts w:cs="Arial"/>
                <w:szCs w:val="18"/>
                <w:lang w:eastAsia="zh-CN"/>
              </w:rPr>
              <w:t>S-NSSAI and optional mapped home S-NSSAI and network slice instance information</w:t>
            </w:r>
            <w:r w:rsidRPr="00630AB6">
              <w:rPr>
                <w:rFonts w:cs="Arial" w:hint="eastAsia"/>
                <w:szCs w:val="18"/>
                <w:lang w:eastAsia="zh-CN"/>
              </w:rPr>
              <w:t>.</w:t>
            </w:r>
          </w:p>
        </w:tc>
      </w:tr>
      <w:tr w:rsidR="00DB5BAA" w:rsidRPr="00630AB6" w14:paraId="7418EEAE"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7DB275A7" w14:textId="77777777" w:rsidR="00DB5BAA" w:rsidRPr="00630AB6" w:rsidRDefault="00DB5BAA" w:rsidP="00ED5BD1">
            <w:pPr>
              <w:pStyle w:val="TAL"/>
            </w:pPr>
            <w:proofErr w:type="spellStart"/>
            <w:r w:rsidRPr="00630AB6">
              <w:t>AllowedNssai</w:t>
            </w:r>
            <w:proofErr w:type="spellEnd"/>
          </w:p>
        </w:tc>
        <w:tc>
          <w:tcPr>
            <w:tcW w:w="1563" w:type="dxa"/>
            <w:tcBorders>
              <w:top w:val="single" w:sz="4" w:space="0" w:color="auto"/>
              <w:left w:val="single" w:sz="4" w:space="0" w:color="auto"/>
              <w:bottom w:val="single" w:sz="4" w:space="0" w:color="auto"/>
              <w:right w:val="single" w:sz="4" w:space="0" w:color="auto"/>
            </w:tcBorders>
          </w:tcPr>
          <w:p w14:paraId="42588F83" w14:textId="77777777" w:rsidR="00DB5BAA" w:rsidRPr="00630AB6" w:rsidRDefault="00DB5BAA" w:rsidP="00ED5BD1">
            <w:pPr>
              <w:pStyle w:val="TAL"/>
            </w:pPr>
            <w:r w:rsidRPr="00630AB6">
              <w:rPr>
                <w:lang w:eastAsia="zh-CN"/>
              </w:rPr>
              <w:t>6.1.6.2.</w:t>
            </w:r>
            <w:r w:rsidR="00251859" w:rsidRPr="00630AB6">
              <w:rPr>
                <w:lang w:eastAsia="zh-CN"/>
              </w:rPr>
              <w:t>6</w:t>
            </w:r>
          </w:p>
        </w:tc>
        <w:tc>
          <w:tcPr>
            <w:tcW w:w="4613" w:type="dxa"/>
            <w:tcBorders>
              <w:top w:val="single" w:sz="4" w:space="0" w:color="auto"/>
              <w:left w:val="single" w:sz="4" w:space="0" w:color="auto"/>
              <w:bottom w:val="single" w:sz="4" w:space="0" w:color="auto"/>
              <w:right w:val="single" w:sz="4" w:space="0" w:color="auto"/>
            </w:tcBorders>
          </w:tcPr>
          <w:p w14:paraId="5A867A91" w14:textId="77777777" w:rsidR="00DB5BAA" w:rsidRPr="00630AB6" w:rsidRDefault="00DB5BAA" w:rsidP="00ED5BD1">
            <w:pPr>
              <w:pStyle w:val="TAL"/>
              <w:rPr>
                <w:rFonts w:cs="Arial"/>
                <w:szCs w:val="18"/>
              </w:rPr>
            </w:pPr>
            <w:r w:rsidRPr="00630AB6">
              <w:rPr>
                <w:rFonts w:cs="Arial"/>
                <w:szCs w:val="18"/>
                <w:lang w:eastAsia="zh-CN"/>
              </w:rPr>
              <w:t>Contains an array of allowed S-NSSAI that constitute the allowed NSSAI information for the authorized network slice information.</w:t>
            </w:r>
          </w:p>
        </w:tc>
      </w:tr>
      <w:tr w:rsidR="00DB5BAA" w:rsidRPr="00630AB6" w14:paraId="20AC9973"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7B897986" w14:textId="77777777" w:rsidR="00DB5BAA" w:rsidRPr="00630AB6" w:rsidRDefault="00DB5BAA" w:rsidP="00ED5BD1">
            <w:pPr>
              <w:pStyle w:val="TAL"/>
            </w:pPr>
            <w:proofErr w:type="spellStart"/>
            <w:r w:rsidRPr="00630AB6">
              <w:rPr>
                <w:rFonts w:hint="eastAsia"/>
                <w:lang w:eastAsia="zh-CN"/>
              </w:rPr>
              <w:t>NsiInformation</w:t>
            </w:r>
            <w:proofErr w:type="spellEnd"/>
          </w:p>
        </w:tc>
        <w:tc>
          <w:tcPr>
            <w:tcW w:w="1563" w:type="dxa"/>
            <w:tcBorders>
              <w:top w:val="single" w:sz="4" w:space="0" w:color="auto"/>
              <w:left w:val="single" w:sz="4" w:space="0" w:color="auto"/>
              <w:bottom w:val="single" w:sz="4" w:space="0" w:color="auto"/>
              <w:right w:val="single" w:sz="4" w:space="0" w:color="auto"/>
            </w:tcBorders>
          </w:tcPr>
          <w:p w14:paraId="640814AB" w14:textId="77777777" w:rsidR="00DB5BAA" w:rsidRPr="00630AB6" w:rsidRDefault="00DB5BAA" w:rsidP="00ED5BD1">
            <w:pPr>
              <w:pStyle w:val="TAL"/>
            </w:pPr>
            <w:r w:rsidRPr="00630AB6">
              <w:rPr>
                <w:rFonts w:hint="eastAsia"/>
                <w:lang w:eastAsia="zh-CN"/>
              </w:rPr>
              <w:t>6.1.6.2.</w:t>
            </w:r>
            <w:r w:rsidR="00251859" w:rsidRPr="00630AB6">
              <w:rPr>
                <w:lang w:eastAsia="zh-CN"/>
              </w:rPr>
              <w:t>7</w:t>
            </w:r>
          </w:p>
        </w:tc>
        <w:tc>
          <w:tcPr>
            <w:tcW w:w="4613" w:type="dxa"/>
            <w:tcBorders>
              <w:top w:val="single" w:sz="4" w:space="0" w:color="auto"/>
              <w:left w:val="single" w:sz="4" w:space="0" w:color="auto"/>
              <w:bottom w:val="single" w:sz="4" w:space="0" w:color="auto"/>
              <w:right w:val="single" w:sz="4" w:space="0" w:color="auto"/>
            </w:tcBorders>
          </w:tcPr>
          <w:p w14:paraId="250DE23A" w14:textId="77777777" w:rsidR="00DB5BAA" w:rsidRPr="00630AB6" w:rsidRDefault="00DB5BAA" w:rsidP="00F56626">
            <w:pPr>
              <w:pStyle w:val="TAL"/>
              <w:rPr>
                <w:rFonts w:cs="Arial"/>
                <w:szCs w:val="18"/>
              </w:rPr>
            </w:pPr>
            <w:r w:rsidRPr="00630AB6">
              <w:rPr>
                <w:rFonts w:cs="Arial" w:hint="eastAsia"/>
                <w:szCs w:val="18"/>
                <w:lang w:eastAsia="zh-CN"/>
              </w:rPr>
              <w:t xml:space="preserve">Contains the </w:t>
            </w:r>
            <w:r w:rsidR="00F56626">
              <w:rPr>
                <w:rFonts w:cs="Arial"/>
                <w:szCs w:val="18"/>
                <w:lang w:eastAsia="zh-CN"/>
              </w:rPr>
              <w:t>API URIs</w:t>
            </w:r>
            <w:r w:rsidRPr="00630AB6">
              <w:rPr>
                <w:rFonts w:cs="Arial"/>
                <w:szCs w:val="18"/>
                <w:lang w:eastAsia="zh-CN"/>
              </w:rPr>
              <w:t xml:space="preserve"> of NRF </w:t>
            </w:r>
            <w:r w:rsidR="00F56626">
              <w:t>s</w:t>
            </w:r>
            <w:r w:rsidR="00F56626" w:rsidRPr="002857AD">
              <w:t>ervice</w:t>
            </w:r>
            <w:r w:rsidR="00F56626">
              <w:t>s</w:t>
            </w:r>
            <w:r w:rsidR="00F56626" w:rsidRPr="002857AD">
              <w:t xml:space="preserve"> </w:t>
            </w:r>
            <w:r w:rsidRPr="00630AB6">
              <w:t xml:space="preserve">to be used to </w:t>
            </w:r>
            <w:r w:rsidR="00F56626">
              <w:t>discover</w:t>
            </w:r>
            <w:r w:rsidR="00F56626" w:rsidRPr="00630AB6">
              <w:t xml:space="preserve"> </w:t>
            </w:r>
            <w:r w:rsidRPr="00630AB6">
              <w:t>NFs/services</w:t>
            </w:r>
            <w:r w:rsidR="00F56626">
              <w:t>, subscribe to NF status changes and/or request access tokens</w:t>
            </w:r>
            <w:r w:rsidRPr="00630AB6">
              <w:t xml:space="preserve"> within the selected Network Slice instance and optional </w:t>
            </w:r>
            <w:r w:rsidRPr="00630AB6">
              <w:rPr>
                <w:rFonts w:cs="Arial"/>
                <w:szCs w:val="18"/>
                <w:lang w:eastAsia="zh-CN"/>
              </w:rPr>
              <w:t>the Identifier of the selected Network Slice instance.</w:t>
            </w:r>
          </w:p>
        </w:tc>
      </w:tr>
      <w:tr w:rsidR="00DB5BAA" w:rsidRPr="00630AB6" w14:paraId="371FF877"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1887841B" w14:textId="77777777" w:rsidR="00DB5BAA" w:rsidRPr="00630AB6" w:rsidRDefault="00DB5BAA">
            <w:pPr>
              <w:pStyle w:val="TAL"/>
            </w:pPr>
            <w:proofErr w:type="spellStart"/>
            <w:r w:rsidRPr="00630AB6">
              <w:rPr>
                <w:rFonts w:hint="eastAsia"/>
                <w:lang w:eastAsia="zh-CN"/>
              </w:rPr>
              <w:t>MappingOfS</w:t>
            </w:r>
            <w:r w:rsidR="001B59F0" w:rsidRPr="00630AB6">
              <w:rPr>
                <w:lang w:eastAsia="zh-CN"/>
              </w:rPr>
              <w:t>n</w:t>
            </w:r>
            <w:r w:rsidRPr="00630AB6">
              <w:rPr>
                <w:rFonts w:hint="eastAsia"/>
                <w:lang w:eastAsia="zh-CN"/>
              </w:rPr>
              <w:t>ssai</w:t>
            </w:r>
            <w:proofErr w:type="spellEnd"/>
          </w:p>
        </w:tc>
        <w:tc>
          <w:tcPr>
            <w:tcW w:w="1563" w:type="dxa"/>
            <w:tcBorders>
              <w:top w:val="single" w:sz="4" w:space="0" w:color="auto"/>
              <w:left w:val="single" w:sz="4" w:space="0" w:color="auto"/>
              <w:bottom w:val="single" w:sz="4" w:space="0" w:color="auto"/>
              <w:right w:val="single" w:sz="4" w:space="0" w:color="auto"/>
            </w:tcBorders>
          </w:tcPr>
          <w:p w14:paraId="21E3C38C" w14:textId="77777777" w:rsidR="00DB5BAA" w:rsidRPr="00630AB6" w:rsidRDefault="00DB5BAA" w:rsidP="00ED5BD1">
            <w:pPr>
              <w:pStyle w:val="TAL"/>
            </w:pPr>
            <w:r w:rsidRPr="00630AB6">
              <w:rPr>
                <w:rFonts w:hint="eastAsia"/>
                <w:lang w:eastAsia="zh-CN"/>
              </w:rPr>
              <w:t>6.1.6.2.</w:t>
            </w:r>
            <w:r w:rsidR="00251859" w:rsidRPr="00630AB6">
              <w:rPr>
                <w:lang w:eastAsia="zh-CN"/>
              </w:rPr>
              <w:t>8</w:t>
            </w:r>
          </w:p>
        </w:tc>
        <w:tc>
          <w:tcPr>
            <w:tcW w:w="4613" w:type="dxa"/>
            <w:tcBorders>
              <w:top w:val="single" w:sz="4" w:space="0" w:color="auto"/>
              <w:left w:val="single" w:sz="4" w:space="0" w:color="auto"/>
              <w:bottom w:val="single" w:sz="4" w:space="0" w:color="auto"/>
              <w:right w:val="single" w:sz="4" w:space="0" w:color="auto"/>
            </w:tcBorders>
          </w:tcPr>
          <w:p w14:paraId="39D18D21" w14:textId="77777777" w:rsidR="00DB5BAA" w:rsidRPr="00630AB6" w:rsidRDefault="00DB5BAA">
            <w:pPr>
              <w:pStyle w:val="TAL"/>
              <w:rPr>
                <w:rFonts w:cs="Arial"/>
                <w:szCs w:val="18"/>
              </w:rPr>
            </w:pPr>
            <w:r w:rsidRPr="00630AB6">
              <w:rPr>
                <w:rFonts w:cs="Arial" w:hint="eastAsia"/>
                <w:szCs w:val="18"/>
                <w:lang w:eastAsia="zh-CN"/>
              </w:rPr>
              <w:t xml:space="preserve">Contains the mapping of S-NSSAI in the serving </w:t>
            </w:r>
            <w:r w:rsidRPr="00630AB6">
              <w:rPr>
                <w:rFonts w:cs="Arial"/>
                <w:szCs w:val="18"/>
                <w:lang w:eastAsia="zh-CN"/>
              </w:rPr>
              <w:t>network</w:t>
            </w:r>
            <w:r w:rsidRPr="00630AB6">
              <w:rPr>
                <w:rFonts w:cs="Arial" w:hint="eastAsia"/>
                <w:szCs w:val="18"/>
                <w:lang w:eastAsia="zh-CN"/>
              </w:rPr>
              <w:t xml:space="preserve"> </w:t>
            </w:r>
            <w:r w:rsidRPr="00630AB6">
              <w:rPr>
                <w:rFonts w:cs="Arial"/>
                <w:szCs w:val="18"/>
                <w:lang w:eastAsia="zh-CN"/>
              </w:rPr>
              <w:t>and the value of the home network.</w:t>
            </w:r>
          </w:p>
        </w:tc>
      </w:tr>
      <w:tr w:rsidR="00DB5BAA" w:rsidRPr="00630AB6" w14:paraId="223EBBF8"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608BC006" w14:textId="77777777" w:rsidR="00DB5BAA" w:rsidRPr="00630AB6" w:rsidRDefault="00DB5BAA" w:rsidP="00ED5BD1">
            <w:pPr>
              <w:pStyle w:val="TAL"/>
            </w:pPr>
            <w:proofErr w:type="spellStart"/>
            <w:r w:rsidRPr="00630AB6">
              <w:t>SliceInfoForRegistration</w:t>
            </w:r>
            <w:proofErr w:type="spellEnd"/>
          </w:p>
        </w:tc>
        <w:tc>
          <w:tcPr>
            <w:tcW w:w="1563" w:type="dxa"/>
            <w:tcBorders>
              <w:top w:val="single" w:sz="4" w:space="0" w:color="auto"/>
              <w:left w:val="single" w:sz="4" w:space="0" w:color="auto"/>
              <w:bottom w:val="single" w:sz="4" w:space="0" w:color="auto"/>
              <w:right w:val="single" w:sz="4" w:space="0" w:color="auto"/>
            </w:tcBorders>
          </w:tcPr>
          <w:p w14:paraId="6C529B5D" w14:textId="77777777" w:rsidR="00DB5BAA" w:rsidRPr="00630AB6" w:rsidRDefault="00DB5BAA" w:rsidP="00ED5BD1">
            <w:pPr>
              <w:pStyle w:val="TAL"/>
            </w:pPr>
            <w:r w:rsidRPr="00630AB6">
              <w:rPr>
                <w:lang w:eastAsia="zh-CN"/>
              </w:rPr>
              <w:t>6.1.6.2.1</w:t>
            </w:r>
            <w:r w:rsidR="00251859" w:rsidRPr="00630AB6">
              <w:rPr>
                <w:lang w:eastAsia="zh-CN"/>
              </w:rPr>
              <w:t>0</w:t>
            </w:r>
          </w:p>
        </w:tc>
        <w:tc>
          <w:tcPr>
            <w:tcW w:w="4613" w:type="dxa"/>
            <w:tcBorders>
              <w:top w:val="single" w:sz="4" w:space="0" w:color="auto"/>
              <w:left w:val="single" w:sz="4" w:space="0" w:color="auto"/>
              <w:bottom w:val="single" w:sz="4" w:space="0" w:color="auto"/>
              <w:right w:val="single" w:sz="4" w:space="0" w:color="auto"/>
            </w:tcBorders>
          </w:tcPr>
          <w:p w14:paraId="381F4249" w14:textId="77777777" w:rsidR="00DB5BAA" w:rsidRPr="00630AB6" w:rsidRDefault="00DB5BAA" w:rsidP="00ED5BD1">
            <w:pPr>
              <w:pStyle w:val="TAL"/>
              <w:rPr>
                <w:rFonts w:cs="Arial"/>
                <w:szCs w:val="18"/>
              </w:rPr>
            </w:pPr>
            <w:r w:rsidRPr="00630AB6">
              <w:rPr>
                <w:rFonts w:cs="Arial"/>
                <w:szCs w:val="18"/>
                <w:lang w:eastAsia="zh-CN"/>
              </w:rPr>
              <w:t>Contains the slice information requested during a Registration procedure.</w:t>
            </w:r>
          </w:p>
        </w:tc>
      </w:tr>
      <w:tr w:rsidR="001271D9" w:rsidRPr="00630AB6" w14:paraId="49B5687B"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5BBDDD94" w14:textId="77777777" w:rsidR="001271D9" w:rsidRPr="00630AB6" w:rsidRDefault="001271D9" w:rsidP="001271D9">
            <w:pPr>
              <w:pStyle w:val="TAL"/>
            </w:pPr>
            <w:proofErr w:type="spellStart"/>
            <w:r w:rsidRPr="00630AB6">
              <w:t>SliceInfoForPDUSession</w:t>
            </w:r>
            <w:proofErr w:type="spellEnd"/>
          </w:p>
        </w:tc>
        <w:tc>
          <w:tcPr>
            <w:tcW w:w="1563" w:type="dxa"/>
            <w:tcBorders>
              <w:top w:val="single" w:sz="4" w:space="0" w:color="auto"/>
              <w:left w:val="single" w:sz="4" w:space="0" w:color="auto"/>
              <w:bottom w:val="single" w:sz="4" w:space="0" w:color="auto"/>
              <w:right w:val="single" w:sz="4" w:space="0" w:color="auto"/>
            </w:tcBorders>
          </w:tcPr>
          <w:p w14:paraId="1DEA515B" w14:textId="77777777" w:rsidR="001271D9" w:rsidRPr="00630AB6" w:rsidRDefault="001271D9" w:rsidP="001271D9">
            <w:pPr>
              <w:pStyle w:val="TAL"/>
            </w:pPr>
            <w:r w:rsidRPr="00630AB6">
              <w:rPr>
                <w:lang w:eastAsia="zh-CN"/>
              </w:rPr>
              <w:t>6.1.6.2.11</w:t>
            </w:r>
          </w:p>
        </w:tc>
        <w:tc>
          <w:tcPr>
            <w:tcW w:w="4613" w:type="dxa"/>
            <w:tcBorders>
              <w:top w:val="single" w:sz="4" w:space="0" w:color="auto"/>
              <w:left w:val="single" w:sz="4" w:space="0" w:color="auto"/>
              <w:bottom w:val="single" w:sz="4" w:space="0" w:color="auto"/>
              <w:right w:val="single" w:sz="4" w:space="0" w:color="auto"/>
            </w:tcBorders>
          </w:tcPr>
          <w:p w14:paraId="413FDAB0" w14:textId="77777777" w:rsidR="001271D9" w:rsidRPr="00630AB6" w:rsidRDefault="001271D9" w:rsidP="001271D9">
            <w:pPr>
              <w:pStyle w:val="TAL"/>
              <w:rPr>
                <w:rFonts w:cs="Arial"/>
                <w:szCs w:val="18"/>
              </w:rPr>
            </w:pPr>
            <w:r w:rsidRPr="00630AB6">
              <w:rPr>
                <w:rFonts w:cs="Arial"/>
                <w:szCs w:val="18"/>
                <w:lang w:eastAsia="zh-CN"/>
              </w:rPr>
              <w:t>Contains the slice information requested during PDU Session establishment procedure.</w:t>
            </w:r>
          </w:p>
        </w:tc>
      </w:tr>
      <w:tr w:rsidR="001271D9" w:rsidRPr="00630AB6" w14:paraId="2C8958EE"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4F7608A8" w14:textId="77777777" w:rsidR="001271D9" w:rsidRPr="00630AB6" w:rsidRDefault="001271D9" w:rsidP="001271D9">
            <w:pPr>
              <w:pStyle w:val="TAL"/>
            </w:pPr>
            <w:proofErr w:type="spellStart"/>
            <w:r w:rsidRPr="00630AB6">
              <w:rPr>
                <w:rFonts w:hint="eastAsia"/>
                <w:lang w:eastAsia="zh-CN"/>
              </w:rPr>
              <w:t>ConfiguredS</w:t>
            </w:r>
            <w:r w:rsidRPr="00630AB6">
              <w:rPr>
                <w:lang w:eastAsia="zh-CN"/>
              </w:rPr>
              <w:t>n</w:t>
            </w:r>
            <w:r w:rsidRPr="00630AB6">
              <w:rPr>
                <w:rFonts w:hint="eastAsia"/>
                <w:lang w:eastAsia="zh-CN"/>
              </w:rPr>
              <w:t>ssai</w:t>
            </w:r>
            <w:proofErr w:type="spellEnd"/>
          </w:p>
        </w:tc>
        <w:tc>
          <w:tcPr>
            <w:tcW w:w="1563" w:type="dxa"/>
            <w:tcBorders>
              <w:top w:val="single" w:sz="4" w:space="0" w:color="auto"/>
              <w:left w:val="single" w:sz="4" w:space="0" w:color="auto"/>
              <w:bottom w:val="single" w:sz="4" w:space="0" w:color="auto"/>
              <w:right w:val="single" w:sz="4" w:space="0" w:color="auto"/>
            </w:tcBorders>
          </w:tcPr>
          <w:p w14:paraId="7E36E3ED" w14:textId="77777777" w:rsidR="001271D9" w:rsidRPr="00630AB6" w:rsidRDefault="001271D9" w:rsidP="001271D9">
            <w:pPr>
              <w:pStyle w:val="TAL"/>
              <w:rPr>
                <w:lang w:eastAsia="zh-CN"/>
              </w:rPr>
            </w:pPr>
            <w:r w:rsidRPr="00630AB6">
              <w:rPr>
                <w:rFonts w:hint="eastAsia"/>
                <w:lang w:eastAsia="zh-CN"/>
              </w:rPr>
              <w:t>6.1.6.2.1</w:t>
            </w:r>
            <w:r w:rsidRPr="00630AB6">
              <w:rPr>
                <w:lang w:eastAsia="zh-CN"/>
              </w:rPr>
              <w:t>2</w:t>
            </w:r>
          </w:p>
        </w:tc>
        <w:tc>
          <w:tcPr>
            <w:tcW w:w="4613" w:type="dxa"/>
            <w:tcBorders>
              <w:top w:val="single" w:sz="4" w:space="0" w:color="auto"/>
              <w:left w:val="single" w:sz="4" w:space="0" w:color="auto"/>
              <w:bottom w:val="single" w:sz="4" w:space="0" w:color="auto"/>
              <w:right w:val="single" w:sz="4" w:space="0" w:color="auto"/>
            </w:tcBorders>
          </w:tcPr>
          <w:p w14:paraId="1AD30591" w14:textId="77777777" w:rsidR="001271D9" w:rsidRPr="00630AB6" w:rsidRDefault="001271D9" w:rsidP="001271D9">
            <w:pPr>
              <w:pStyle w:val="TAL"/>
              <w:rPr>
                <w:rFonts w:cs="Arial"/>
                <w:szCs w:val="18"/>
                <w:lang w:eastAsia="zh-CN"/>
              </w:rPr>
            </w:pPr>
            <w:r w:rsidRPr="00630AB6">
              <w:rPr>
                <w:rFonts w:cs="Arial" w:hint="eastAsia"/>
                <w:szCs w:val="18"/>
                <w:lang w:eastAsia="zh-CN"/>
              </w:rPr>
              <w:t xml:space="preserve">Contains the </w:t>
            </w:r>
            <w:r w:rsidRPr="00630AB6">
              <w:rPr>
                <w:rFonts w:cs="Arial"/>
                <w:szCs w:val="18"/>
                <w:lang w:eastAsia="zh-CN"/>
              </w:rPr>
              <w:t>configured S-</w:t>
            </w:r>
            <w:r w:rsidRPr="00630AB6">
              <w:rPr>
                <w:rFonts w:cs="Arial" w:hint="eastAsia"/>
                <w:szCs w:val="18"/>
                <w:lang w:eastAsia="zh-CN"/>
              </w:rPr>
              <w:t>NSSAI</w:t>
            </w:r>
            <w:r w:rsidRPr="00630AB6">
              <w:rPr>
                <w:rFonts w:cs="Arial"/>
                <w:szCs w:val="18"/>
                <w:lang w:eastAsia="zh-CN"/>
              </w:rPr>
              <w:t>(s)</w:t>
            </w:r>
            <w:r w:rsidRPr="00630AB6">
              <w:rPr>
                <w:rFonts w:cs="Arial" w:hint="eastAsia"/>
                <w:szCs w:val="18"/>
                <w:lang w:eastAsia="zh-CN"/>
              </w:rPr>
              <w:t xml:space="preserve"> </w:t>
            </w:r>
            <w:r w:rsidRPr="00630AB6">
              <w:rPr>
                <w:rFonts w:cs="Arial"/>
                <w:szCs w:val="18"/>
                <w:lang w:eastAsia="zh-CN"/>
              </w:rPr>
              <w:t>authorized</w:t>
            </w:r>
            <w:r w:rsidRPr="00630AB6">
              <w:rPr>
                <w:rFonts w:cs="Arial" w:hint="eastAsia"/>
                <w:szCs w:val="18"/>
                <w:lang w:eastAsia="zh-CN"/>
              </w:rPr>
              <w:t xml:space="preserve"> by the </w:t>
            </w:r>
            <w:r w:rsidRPr="00630AB6">
              <w:rPr>
                <w:rFonts w:cs="Arial"/>
                <w:szCs w:val="18"/>
                <w:lang w:eastAsia="zh-CN"/>
              </w:rPr>
              <w:t>NSSF in the serving PLMN and optional mapped home S-NSSAI</w:t>
            </w:r>
            <w:r w:rsidRPr="00630AB6">
              <w:rPr>
                <w:rFonts w:cs="Arial" w:hint="eastAsia"/>
                <w:szCs w:val="18"/>
                <w:lang w:eastAsia="zh-CN"/>
              </w:rPr>
              <w:t>.</w:t>
            </w:r>
          </w:p>
        </w:tc>
      </w:tr>
      <w:tr w:rsidR="00165BBE" w:rsidRPr="00630AB6" w14:paraId="3D4AF579" w14:textId="77777777" w:rsidTr="00165BBE">
        <w:trPr>
          <w:jc w:val="center"/>
        </w:trPr>
        <w:tc>
          <w:tcPr>
            <w:tcW w:w="2998" w:type="dxa"/>
            <w:tcBorders>
              <w:top w:val="single" w:sz="4" w:space="0" w:color="auto"/>
              <w:left w:val="single" w:sz="4" w:space="0" w:color="auto"/>
              <w:bottom w:val="single" w:sz="4" w:space="0" w:color="auto"/>
              <w:right w:val="single" w:sz="4" w:space="0" w:color="auto"/>
            </w:tcBorders>
          </w:tcPr>
          <w:p w14:paraId="2C25605A" w14:textId="77777777" w:rsidR="00165BBE" w:rsidRPr="00630AB6" w:rsidRDefault="00165BBE" w:rsidP="00165BBE">
            <w:pPr>
              <w:pStyle w:val="TAL"/>
              <w:rPr>
                <w:lang w:eastAsia="zh-CN"/>
              </w:rPr>
            </w:pPr>
            <w:proofErr w:type="spellStart"/>
            <w:r w:rsidRPr="00630AB6">
              <w:rPr>
                <w:lang w:eastAsia="zh-CN"/>
              </w:rPr>
              <w:t>SliceInfoFor</w:t>
            </w:r>
            <w:r>
              <w:rPr>
                <w:lang w:eastAsia="zh-CN"/>
              </w:rPr>
              <w:t>UEConfigurationUpdate</w:t>
            </w:r>
            <w:proofErr w:type="spellEnd"/>
          </w:p>
        </w:tc>
        <w:tc>
          <w:tcPr>
            <w:tcW w:w="1563" w:type="dxa"/>
            <w:tcBorders>
              <w:top w:val="single" w:sz="4" w:space="0" w:color="auto"/>
              <w:left w:val="single" w:sz="4" w:space="0" w:color="auto"/>
              <w:bottom w:val="single" w:sz="4" w:space="0" w:color="auto"/>
              <w:right w:val="single" w:sz="4" w:space="0" w:color="auto"/>
            </w:tcBorders>
          </w:tcPr>
          <w:p w14:paraId="30EE37E2" w14:textId="77777777" w:rsidR="00165BBE" w:rsidRPr="00630AB6" w:rsidRDefault="00165BBE" w:rsidP="00165BBE">
            <w:pPr>
              <w:pStyle w:val="TAL"/>
              <w:rPr>
                <w:lang w:eastAsia="zh-CN"/>
              </w:rPr>
            </w:pPr>
            <w:r w:rsidRPr="00630AB6">
              <w:rPr>
                <w:lang w:eastAsia="zh-CN"/>
              </w:rPr>
              <w:t>6.1.6.2.</w:t>
            </w:r>
            <w:r>
              <w:rPr>
                <w:lang w:eastAsia="zh-CN"/>
              </w:rPr>
              <w:t>13</w:t>
            </w:r>
          </w:p>
        </w:tc>
        <w:tc>
          <w:tcPr>
            <w:tcW w:w="4613" w:type="dxa"/>
            <w:tcBorders>
              <w:top w:val="single" w:sz="4" w:space="0" w:color="auto"/>
              <w:left w:val="single" w:sz="4" w:space="0" w:color="auto"/>
              <w:bottom w:val="single" w:sz="4" w:space="0" w:color="auto"/>
              <w:right w:val="single" w:sz="4" w:space="0" w:color="auto"/>
            </w:tcBorders>
          </w:tcPr>
          <w:p w14:paraId="3DE2B51D" w14:textId="77777777" w:rsidR="00165BBE" w:rsidRPr="00630AB6" w:rsidRDefault="00165BBE" w:rsidP="00165BBE">
            <w:pPr>
              <w:pStyle w:val="TAL"/>
              <w:rPr>
                <w:rFonts w:cs="Arial"/>
                <w:szCs w:val="18"/>
                <w:lang w:eastAsia="zh-CN"/>
              </w:rPr>
            </w:pPr>
            <w:r w:rsidRPr="00630AB6">
              <w:rPr>
                <w:rFonts w:cs="Arial"/>
                <w:szCs w:val="18"/>
                <w:lang w:eastAsia="zh-CN"/>
              </w:rPr>
              <w:t xml:space="preserve">Contains the slice information requested during </w:t>
            </w:r>
            <w:r>
              <w:t>UE</w:t>
            </w:r>
            <w:r w:rsidRPr="00630AB6">
              <w:t xml:space="preserve"> </w:t>
            </w:r>
            <w:r>
              <w:rPr>
                <w:rFonts w:cs="Arial"/>
                <w:szCs w:val="18"/>
                <w:lang w:eastAsia="zh-CN"/>
              </w:rPr>
              <w:t>c</w:t>
            </w:r>
            <w:r w:rsidRPr="007C32F9">
              <w:rPr>
                <w:rFonts w:cs="Arial"/>
                <w:szCs w:val="18"/>
                <w:lang w:eastAsia="zh-CN"/>
              </w:rPr>
              <w:t>onfiguration</w:t>
            </w:r>
            <w:r>
              <w:rPr>
                <w:rFonts w:cs="Arial"/>
                <w:szCs w:val="18"/>
                <w:lang w:eastAsia="zh-CN"/>
              </w:rPr>
              <w:t xml:space="preserve"> u</w:t>
            </w:r>
            <w:r w:rsidRPr="007C32F9">
              <w:rPr>
                <w:rFonts w:cs="Arial"/>
                <w:szCs w:val="18"/>
                <w:lang w:eastAsia="zh-CN"/>
              </w:rPr>
              <w:t>pdate procedure</w:t>
            </w:r>
            <w:r w:rsidRPr="00630AB6">
              <w:rPr>
                <w:rFonts w:cs="Arial"/>
                <w:szCs w:val="18"/>
              </w:rPr>
              <w:t>.</w:t>
            </w:r>
          </w:p>
        </w:tc>
      </w:tr>
    </w:tbl>
    <w:p w14:paraId="7FB7F7EC" w14:textId="77777777" w:rsidR="0052604D" w:rsidRPr="00630AB6" w:rsidRDefault="0052604D" w:rsidP="00BB7F15"/>
    <w:p w14:paraId="4FAF1830" w14:textId="77777777" w:rsidR="00B75785" w:rsidRPr="00630AB6" w:rsidRDefault="0052604D" w:rsidP="00B75785">
      <w:r w:rsidRPr="00630AB6">
        <w:t>Table 6.1.6.1-2 specifies data types</w:t>
      </w:r>
      <w:r w:rsidR="00B75785" w:rsidRPr="00630AB6">
        <w:t xml:space="preserve"> re-used by </w:t>
      </w:r>
      <w:r w:rsidRPr="00630AB6">
        <w:t xml:space="preserve">the </w:t>
      </w:r>
      <w:proofErr w:type="spellStart"/>
      <w:r w:rsidRPr="00630AB6">
        <w:t>N</w:t>
      </w:r>
      <w:r w:rsidR="0037667E" w:rsidRPr="00630AB6">
        <w:rPr>
          <w:rFonts w:hint="eastAsia"/>
          <w:lang w:eastAsia="zh-CN"/>
        </w:rPr>
        <w:t>nssf</w:t>
      </w:r>
      <w:proofErr w:type="spellEnd"/>
      <w:r w:rsidR="0037667E" w:rsidRPr="00630AB6">
        <w:rPr>
          <w:rFonts w:hint="eastAsia"/>
          <w:vertAlign w:val="subscript"/>
          <w:lang w:eastAsia="zh-CN"/>
        </w:rPr>
        <w:t>-</w:t>
      </w:r>
      <w:r w:rsidRPr="00630AB6">
        <w:t xml:space="preserve"> service based interface </w:t>
      </w:r>
      <w:r w:rsidR="00B75785" w:rsidRPr="00630AB6">
        <w:t xml:space="preserve">protocol from </w:t>
      </w:r>
      <w:r w:rsidRPr="00630AB6">
        <w:t xml:space="preserve">other </w:t>
      </w:r>
      <w:r w:rsidR="008C5F54" w:rsidRPr="00630AB6">
        <w:t>specifications</w:t>
      </w:r>
      <w:r w:rsidR="00B75785" w:rsidRPr="00630AB6">
        <w:t xml:space="preserve">, including a reference to their respective specifications and when needed, a short description of their use within </w:t>
      </w:r>
      <w:r w:rsidRPr="00630AB6">
        <w:t xml:space="preserve">the </w:t>
      </w:r>
      <w:proofErr w:type="spellStart"/>
      <w:r w:rsidRPr="00630AB6">
        <w:t>N</w:t>
      </w:r>
      <w:r w:rsidR="0037667E" w:rsidRPr="00630AB6">
        <w:rPr>
          <w:rFonts w:hint="eastAsia"/>
          <w:lang w:eastAsia="zh-CN"/>
        </w:rPr>
        <w:t>nssf</w:t>
      </w:r>
      <w:proofErr w:type="spellEnd"/>
      <w:r w:rsidRPr="00630AB6">
        <w:t xml:space="preserve"> service based interface</w:t>
      </w:r>
      <w:r w:rsidR="00B75785" w:rsidRPr="00630AB6">
        <w:t>.</w:t>
      </w:r>
    </w:p>
    <w:p w14:paraId="0B3FC23B" w14:textId="77777777" w:rsidR="00B75785" w:rsidRPr="00630AB6" w:rsidRDefault="00B75785" w:rsidP="0041307B">
      <w:pPr>
        <w:pStyle w:val="TH"/>
        <w:outlineLvl w:val="0"/>
      </w:pPr>
      <w:r w:rsidRPr="00630AB6">
        <w:t xml:space="preserve">Table </w:t>
      </w:r>
      <w:r w:rsidR="0052604D" w:rsidRPr="00630AB6">
        <w:t>6.1.6.1-2</w:t>
      </w:r>
      <w:r w:rsidRPr="00630AB6">
        <w:t xml:space="preserve">: </w:t>
      </w:r>
      <w:proofErr w:type="spellStart"/>
      <w:r w:rsidR="0052604D" w:rsidRPr="00630AB6">
        <w:t>N</w:t>
      </w:r>
      <w:r w:rsidR="0037667E" w:rsidRPr="00630AB6">
        <w:rPr>
          <w:rFonts w:hint="eastAsia"/>
          <w:lang w:eastAsia="zh-CN"/>
        </w:rPr>
        <w:t>nssf</w:t>
      </w:r>
      <w:proofErr w:type="spellEnd"/>
      <w:r w:rsidR="0052604D" w:rsidRPr="00630AB6">
        <w:t xml:space="preserve"> re-used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024"/>
        <w:gridCol w:w="8"/>
        <w:gridCol w:w="1747"/>
        <w:gridCol w:w="93"/>
        <w:gridCol w:w="5302"/>
      </w:tblGrid>
      <w:tr w:rsidR="0052604D" w:rsidRPr="00630AB6" w14:paraId="4E88857F" w14:textId="77777777" w:rsidTr="001B59F0">
        <w:trPr>
          <w:jc w:val="center"/>
        </w:trPr>
        <w:tc>
          <w:tcPr>
            <w:tcW w:w="2032" w:type="dxa"/>
            <w:gridSpan w:val="2"/>
            <w:tcBorders>
              <w:top w:val="single" w:sz="4" w:space="0" w:color="auto"/>
              <w:left w:val="single" w:sz="4" w:space="0" w:color="auto"/>
              <w:bottom w:val="single" w:sz="4" w:space="0" w:color="auto"/>
              <w:right w:val="single" w:sz="4" w:space="0" w:color="auto"/>
            </w:tcBorders>
            <w:shd w:val="clear" w:color="auto" w:fill="C0C0C0"/>
            <w:hideMark/>
          </w:tcPr>
          <w:p w14:paraId="280B0E47" w14:textId="77777777" w:rsidR="0052604D" w:rsidRPr="00630AB6" w:rsidRDefault="0052604D" w:rsidP="009A7B1D">
            <w:pPr>
              <w:pStyle w:val="TAH"/>
            </w:pPr>
            <w:r w:rsidRPr="00630AB6">
              <w:t>Data type</w:t>
            </w:r>
          </w:p>
        </w:tc>
        <w:tc>
          <w:tcPr>
            <w:tcW w:w="1747" w:type="dxa"/>
            <w:tcBorders>
              <w:top w:val="single" w:sz="4" w:space="0" w:color="auto"/>
              <w:left w:val="single" w:sz="4" w:space="0" w:color="auto"/>
              <w:bottom w:val="single" w:sz="4" w:space="0" w:color="auto"/>
              <w:right w:val="single" w:sz="4" w:space="0" w:color="auto"/>
            </w:tcBorders>
            <w:shd w:val="clear" w:color="auto" w:fill="C0C0C0"/>
          </w:tcPr>
          <w:p w14:paraId="4B2F8026" w14:textId="77777777" w:rsidR="0052604D" w:rsidRPr="00630AB6" w:rsidRDefault="0052604D" w:rsidP="009A7B1D">
            <w:pPr>
              <w:pStyle w:val="TAH"/>
            </w:pPr>
            <w:r w:rsidRPr="00630AB6">
              <w:t>Reference</w:t>
            </w:r>
          </w:p>
        </w:tc>
        <w:tc>
          <w:tcPr>
            <w:tcW w:w="5395" w:type="dxa"/>
            <w:gridSpan w:val="2"/>
            <w:tcBorders>
              <w:top w:val="single" w:sz="4" w:space="0" w:color="auto"/>
              <w:left w:val="single" w:sz="4" w:space="0" w:color="auto"/>
              <w:bottom w:val="single" w:sz="4" w:space="0" w:color="auto"/>
              <w:right w:val="single" w:sz="4" w:space="0" w:color="auto"/>
            </w:tcBorders>
            <w:shd w:val="clear" w:color="auto" w:fill="C0C0C0"/>
            <w:hideMark/>
          </w:tcPr>
          <w:p w14:paraId="78542125" w14:textId="77777777" w:rsidR="0052604D" w:rsidRPr="00630AB6" w:rsidRDefault="0052604D" w:rsidP="009A7B1D">
            <w:pPr>
              <w:pStyle w:val="TAH"/>
            </w:pPr>
            <w:r w:rsidRPr="00630AB6">
              <w:t>Comments</w:t>
            </w:r>
          </w:p>
        </w:tc>
      </w:tr>
      <w:tr w:rsidR="0052604D" w:rsidRPr="00630AB6" w14:paraId="78CF3B1B" w14:textId="77777777" w:rsidTr="001B59F0">
        <w:trPr>
          <w:jc w:val="center"/>
        </w:trPr>
        <w:tc>
          <w:tcPr>
            <w:tcW w:w="2032" w:type="dxa"/>
            <w:gridSpan w:val="2"/>
            <w:tcBorders>
              <w:top w:val="single" w:sz="4" w:space="0" w:color="auto"/>
              <w:left w:val="single" w:sz="4" w:space="0" w:color="auto"/>
              <w:bottom w:val="single" w:sz="4" w:space="0" w:color="auto"/>
              <w:right w:val="single" w:sz="4" w:space="0" w:color="auto"/>
            </w:tcBorders>
          </w:tcPr>
          <w:p w14:paraId="6676391E" w14:textId="77777777" w:rsidR="0052604D" w:rsidRPr="00630AB6" w:rsidRDefault="0037667E" w:rsidP="00ED5BD1">
            <w:pPr>
              <w:pStyle w:val="TAL"/>
            </w:pPr>
            <w:proofErr w:type="spellStart"/>
            <w:r w:rsidRPr="00630AB6">
              <w:rPr>
                <w:lang w:eastAsia="zh-CN"/>
              </w:rPr>
              <w:t>SupportedFeatures</w:t>
            </w:r>
            <w:proofErr w:type="spellEnd"/>
          </w:p>
        </w:tc>
        <w:tc>
          <w:tcPr>
            <w:tcW w:w="1747" w:type="dxa"/>
            <w:tcBorders>
              <w:top w:val="single" w:sz="4" w:space="0" w:color="auto"/>
              <w:left w:val="single" w:sz="4" w:space="0" w:color="auto"/>
              <w:bottom w:val="single" w:sz="4" w:space="0" w:color="auto"/>
              <w:right w:val="single" w:sz="4" w:space="0" w:color="auto"/>
            </w:tcBorders>
          </w:tcPr>
          <w:p w14:paraId="607A27E3" w14:textId="77777777" w:rsidR="0052604D" w:rsidRPr="00630AB6" w:rsidRDefault="0037667E" w:rsidP="0037667E">
            <w:pPr>
              <w:pStyle w:val="TAL"/>
            </w:pPr>
            <w:r w:rsidRPr="00630AB6">
              <w:t>3GPP TS 29.571 [</w:t>
            </w:r>
            <w:r w:rsidRPr="00630AB6">
              <w:rPr>
                <w:rFonts w:hint="eastAsia"/>
                <w:lang w:eastAsia="zh-CN"/>
              </w:rPr>
              <w:t>7</w:t>
            </w:r>
            <w:r w:rsidRPr="00630AB6">
              <w:t>]</w:t>
            </w:r>
          </w:p>
        </w:tc>
        <w:tc>
          <w:tcPr>
            <w:tcW w:w="5395" w:type="dxa"/>
            <w:gridSpan w:val="2"/>
            <w:tcBorders>
              <w:top w:val="single" w:sz="4" w:space="0" w:color="auto"/>
              <w:left w:val="single" w:sz="4" w:space="0" w:color="auto"/>
              <w:bottom w:val="single" w:sz="4" w:space="0" w:color="auto"/>
              <w:right w:val="single" w:sz="4" w:space="0" w:color="auto"/>
            </w:tcBorders>
          </w:tcPr>
          <w:p w14:paraId="49591032" w14:textId="77777777" w:rsidR="0052604D" w:rsidRPr="00630AB6" w:rsidRDefault="0037667E" w:rsidP="00ED5BD1">
            <w:pPr>
              <w:pStyle w:val="TAL"/>
              <w:rPr>
                <w:rFonts w:cs="Arial"/>
                <w:szCs w:val="18"/>
              </w:rPr>
            </w:pPr>
            <w:r w:rsidRPr="00630AB6">
              <w:rPr>
                <w:rFonts w:cs="Arial"/>
                <w:szCs w:val="18"/>
              </w:rPr>
              <w:t xml:space="preserve">Used to negotiate the applicability of the optional features defined in </w:t>
            </w:r>
            <w:r w:rsidRPr="00630AB6">
              <w:t>table 6.1.8-1.</w:t>
            </w:r>
          </w:p>
        </w:tc>
      </w:tr>
      <w:tr w:rsidR="001B59F0" w:rsidRPr="00630AB6" w14:paraId="3BA94F80" w14:textId="77777777" w:rsidTr="001B59F0">
        <w:trPr>
          <w:jc w:val="center"/>
        </w:trPr>
        <w:tc>
          <w:tcPr>
            <w:tcW w:w="2032" w:type="dxa"/>
            <w:gridSpan w:val="2"/>
            <w:tcBorders>
              <w:top w:val="single" w:sz="4" w:space="0" w:color="auto"/>
              <w:left w:val="single" w:sz="4" w:space="0" w:color="auto"/>
              <w:bottom w:val="single" w:sz="4" w:space="0" w:color="auto"/>
              <w:right w:val="single" w:sz="4" w:space="0" w:color="auto"/>
            </w:tcBorders>
          </w:tcPr>
          <w:p w14:paraId="411B7F0F" w14:textId="77777777" w:rsidR="001B59F0" w:rsidRPr="00630AB6" w:rsidRDefault="001B59F0" w:rsidP="00196270">
            <w:pPr>
              <w:pStyle w:val="TAL"/>
              <w:rPr>
                <w:lang w:eastAsia="zh-CN"/>
              </w:rPr>
            </w:pPr>
            <w:proofErr w:type="spellStart"/>
            <w:r w:rsidRPr="00630AB6">
              <w:rPr>
                <w:lang w:eastAsia="zh-CN"/>
              </w:rPr>
              <w:t>Fqdn</w:t>
            </w:r>
            <w:proofErr w:type="spellEnd"/>
          </w:p>
        </w:tc>
        <w:tc>
          <w:tcPr>
            <w:tcW w:w="1747" w:type="dxa"/>
            <w:tcBorders>
              <w:top w:val="single" w:sz="4" w:space="0" w:color="auto"/>
              <w:left w:val="single" w:sz="4" w:space="0" w:color="auto"/>
              <w:bottom w:val="single" w:sz="4" w:space="0" w:color="auto"/>
              <w:right w:val="single" w:sz="4" w:space="0" w:color="auto"/>
            </w:tcBorders>
          </w:tcPr>
          <w:p w14:paraId="56E62CDA" w14:textId="77777777" w:rsidR="001B59F0" w:rsidRPr="00630AB6" w:rsidRDefault="001B59F0" w:rsidP="00196270">
            <w:pPr>
              <w:pStyle w:val="TAL"/>
            </w:pPr>
            <w:r w:rsidRPr="00630AB6">
              <w:t>3GPP TS 29.571 [</w:t>
            </w:r>
            <w:r w:rsidRPr="00630AB6">
              <w:rPr>
                <w:rFonts w:hint="eastAsia"/>
                <w:lang w:eastAsia="zh-CN"/>
              </w:rPr>
              <w:t>7</w:t>
            </w:r>
            <w:r w:rsidRPr="00630AB6">
              <w:t>]</w:t>
            </w:r>
          </w:p>
        </w:tc>
        <w:tc>
          <w:tcPr>
            <w:tcW w:w="5395" w:type="dxa"/>
            <w:gridSpan w:val="2"/>
            <w:tcBorders>
              <w:top w:val="single" w:sz="4" w:space="0" w:color="auto"/>
              <w:left w:val="single" w:sz="4" w:space="0" w:color="auto"/>
              <w:bottom w:val="single" w:sz="4" w:space="0" w:color="auto"/>
              <w:right w:val="single" w:sz="4" w:space="0" w:color="auto"/>
            </w:tcBorders>
          </w:tcPr>
          <w:p w14:paraId="57538F32" w14:textId="77777777" w:rsidR="001B59F0" w:rsidRPr="00630AB6" w:rsidRDefault="001B59F0" w:rsidP="00196270">
            <w:pPr>
              <w:pStyle w:val="TAL"/>
              <w:rPr>
                <w:rFonts w:cs="Arial"/>
                <w:szCs w:val="18"/>
              </w:rPr>
            </w:pPr>
            <w:r w:rsidRPr="00630AB6">
              <w:rPr>
                <w:rFonts w:cs="Arial"/>
                <w:szCs w:val="18"/>
              </w:rPr>
              <w:t>Fully Qualified Domain Name.</w:t>
            </w:r>
          </w:p>
        </w:tc>
      </w:tr>
      <w:tr w:rsidR="000A4BF7" w:rsidRPr="00630AB6" w14:paraId="790A6BA7" w14:textId="77777777" w:rsidTr="000A4BF7">
        <w:trPr>
          <w:jc w:val="center"/>
        </w:trPr>
        <w:tc>
          <w:tcPr>
            <w:tcW w:w="2032" w:type="dxa"/>
            <w:gridSpan w:val="2"/>
            <w:tcBorders>
              <w:top w:val="single" w:sz="4" w:space="0" w:color="auto"/>
              <w:left w:val="single" w:sz="4" w:space="0" w:color="auto"/>
              <w:bottom w:val="single" w:sz="4" w:space="0" w:color="auto"/>
              <w:right w:val="single" w:sz="4" w:space="0" w:color="auto"/>
            </w:tcBorders>
          </w:tcPr>
          <w:p w14:paraId="695BAF46" w14:textId="77777777" w:rsidR="000A4BF7" w:rsidRPr="00630AB6" w:rsidRDefault="000A4BF7" w:rsidP="00196270">
            <w:pPr>
              <w:pStyle w:val="TAL"/>
              <w:rPr>
                <w:lang w:eastAsia="zh-CN"/>
              </w:rPr>
            </w:pPr>
            <w:proofErr w:type="spellStart"/>
            <w:r w:rsidRPr="00630AB6">
              <w:rPr>
                <w:rFonts w:hint="eastAsia"/>
                <w:lang w:eastAsia="zh-CN"/>
              </w:rPr>
              <w:t>AccessType</w:t>
            </w:r>
            <w:proofErr w:type="spellEnd"/>
          </w:p>
        </w:tc>
        <w:tc>
          <w:tcPr>
            <w:tcW w:w="1747" w:type="dxa"/>
            <w:tcBorders>
              <w:top w:val="single" w:sz="4" w:space="0" w:color="auto"/>
              <w:left w:val="single" w:sz="4" w:space="0" w:color="auto"/>
              <w:bottom w:val="single" w:sz="4" w:space="0" w:color="auto"/>
              <w:right w:val="single" w:sz="4" w:space="0" w:color="auto"/>
            </w:tcBorders>
          </w:tcPr>
          <w:p w14:paraId="7D5FFF18" w14:textId="77777777" w:rsidR="000A4BF7" w:rsidRPr="00630AB6" w:rsidRDefault="000A4BF7" w:rsidP="00196270">
            <w:pPr>
              <w:pStyle w:val="TAL"/>
            </w:pPr>
            <w:r w:rsidRPr="00630AB6">
              <w:t>3GPP TS 29.571 [</w:t>
            </w:r>
            <w:r w:rsidRPr="00630AB6">
              <w:rPr>
                <w:rFonts w:hint="eastAsia"/>
                <w:lang w:eastAsia="zh-CN"/>
              </w:rPr>
              <w:t>7</w:t>
            </w:r>
            <w:r w:rsidRPr="00630AB6">
              <w:t>]</w:t>
            </w:r>
          </w:p>
        </w:tc>
        <w:tc>
          <w:tcPr>
            <w:tcW w:w="5395" w:type="dxa"/>
            <w:gridSpan w:val="2"/>
            <w:tcBorders>
              <w:top w:val="single" w:sz="4" w:space="0" w:color="auto"/>
              <w:left w:val="single" w:sz="4" w:space="0" w:color="auto"/>
              <w:bottom w:val="single" w:sz="4" w:space="0" w:color="auto"/>
              <w:right w:val="single" w:sz="4" w:space="0" w:color="auto"/>
            </w:tcBorders>
          </w:tcPr>
          <w:p w14:paraId="66CA46C9" w14:textId="77777777" w:rsidR="000A4BF7" w:rsidRPr="00630AB6" w:rsidRDefault="000A4BF7" w:rsidP="00196270">
            <w:pPr>
              <w:pStyle w:val="TAL"/>
              <w:rPr>
                <w:rFonts w:cs="Arial"/>
                <w:szCs w:val="18"/>
              </w:rPr>
            </w:pPr>
            <w:r w:rsidRPr="00630AB6">
              <w:rPr>
                <w:rFonts w:cs="Arial" w:hint="eastAsia"/>
                <w:szCs w:val="18"/>
              </w:rPr>
              <w:t>Used to specify the access type for which a slice information is applicable.</w:t>
            </w:r>
          </w:p>
        </w:tc>
      </w:tr>
      <w:tr w:rsidR="001271D9" w:rsidRPr="00630AB6" w14:paraId="0F7777B5" w14:textId="77777777" w:rsidTr="001271D9">
        <w:trPr>
          <w:jc w:val="center"/>
        </w:trPr>
        <w:tc>
          <w:tcPr>
            <w:tcW w:w="2024" w:type="dxa"/>
            <w:tcBorders>
              <w:top w:val="single" w:sz="4" w:space="0" w:color="auto"/>
              <w:left w:val="single" w:sz="4" w:space="0" w:color="auto"/>
              <w:bottom w:val="single" w:sz="4" w:space="0" w:color="auto"/>
              <w:right w:val="single" w:sz="4" w:space="0" w:color="auto"/>
            </w:tcBorders>
          </w:tcPr>
          <w:p w14:paraId="1FD0CF52" w14:textId="77777777" w:rsidR="001271D9" w:rsidRPr="002857AD" w:rsidRDefault="001271D9" w:rsidP="001271D9">
            <w:pPr>
              <w:pStyle w:val="TAL"/>
            </w:pPr>
            <w:proofErr w:type="spellStart"/>
            <w:r w:rsidRPr="002857AD">
              <w:t>NFType</w:t>
            </w:r>
            <w:proofErr w:type="spellEnd"/>
          </w:p>
        </w:tc>
        <w:tc>
          <w:tcPr>
            <w:tcW w:w="1848" w:type="dxa"/>
            <w:gridSpan w:val="3"/>
            <w:tcBorders>
              <w:top w:val="single" w:sz="4" w:space="0" w:color="auto"/>
              <w:left w:val="single" w:sz="4" w:space="0" w:color="auto"/>
              <w:bottom w:val="single" w:sz="4" w:space="0" w:color="auto"/>
              <w:right w:val="single" w:sz="4" w:space="0" w:color="auto"/>
            </w:tcBorders>
          </w:tcPr>
          <w:p w14:paraId="28AE34C3" w14:textId="77777777" w:rsidR="001271D9" w:rsidRDefault="001271D9" w:rsidP="001271D9">
            <w:pPr>
              <w:pStyle w:val="TAL"/>
            </w:pPr>
            <w:r>
              <w:t>3GPP TS 29.510</w:t>
            </w:r>
            <w:r w:rsidRPr="00630AB6">
              <w:t> [</w:t>
            </w:r>
            <w:r>
              <w:rPr>
                <w:lang w:eastAsia="zh-CN"/>
              </w:rPr>
              <w:t>13</w:t>
            </w:r>
            <w:r w:rsidRPr="00630AB6">
              <w:t>]</w:t>
            </w:r>
          </w:p>
        </w:tc>
        <w:tc>
          <w:tcPr>
            <w:tcW w:w="5302" w:type="dxa"/>
            <w:tcBorders>
              <w:top w:val="single" w:sz="4" w:space="0" w:color="auto"/>
              <w:left w:val="single" w:sz="4" w:space="0" w:color="auto"/>
              <w:bottom w:val="single" w:sz="4" w:space="0" w:color="auto"/>
              <w:right w:val="single" w:sz="4" w:space="0" w:color="auto"/>
            </w:tcBorders>
          </w:tcPr>
          <w:p w14:paraId="3E2AEA9E" w14:textId="77777777" w:rsidR="001271D9" w:rsidRPr="002857AD" w:rsidRDefault="001271D9" w:rsidP="001271D9">
            <w:pPr>
              <w:pStyle w:val="TAL"/>
              <w:rPr>
                <w:rFonts w:cs="Arial"/>
                <w:szCs w:val="18"/>
              </w:rPr>
            </w:pPr>
            <w:r w:rsidRPr="002857AD">
              <w:rPr>
                <w:rFonts w:cs="Arial"/>
                <w:szCs w:val="18"/>
              </w:rPr>
              <w:t>Type of Network Function</w:t>
            </w:r>
            <w:r>
              <w:rPr>
                <w:rFonts w:cs="Arial"/>
                <w:szCs w:val="18"/>
              </w:rPr>
              <w:t>.</w:t>
            </w:r>
          </w:p>
        </w:tc>
      </w:tr>
    </w:tbl>
    <w:p w14:paraId="75381917" w14:textId="77777777" w:rsidR="0052604D" w:rsidRPr="00630AB6" w:rsidRDefault="0052604D" w:rsidP="00BB7F15"/>
    <w:p w14:paraId="04278C5B" w14:textId="77777777" w:rsidR="00E3491B" w:rsidRPr="00630AB6" w:rsidRDefault="00E3491B" w:rsidP="0041307B">
      <w:pPr>
        <w:pStyle w:val="Heading4"/>
        <w:rPr>
          <w:lang w:val="en-US"/>
        </w:rPr>
      </w:pPr>
      <w:bookmarkStart w:id="62" w:name="_Toc74989825"/>
      <w:r w:rsidRPr="00630AB6">
        <w:rPr>
          <w:lang w:val="en-US"/>
        </w:rPr>
        <w:lastRenderedPageBreak/>
        <w:t>6.</w:t>
      </w:r>
      <w:r w:rsidR="000E77D4" w:rsidRPr="00630AB6">
        <w:rPr>
          <w:lang w:val="en-US"/>
        </w:rPr>
        <w:t>1.</w:t>
      </w:r>
      <w:r w:rsidR="004B1E63" w:rsidRPr="00630AB6">
        <w:rPr>
          <w:lang w:val="en-US"/>
        </w:rPr>
        <w:t>6</w:t>
      </w:r>
      <w:r w:rsidRPr="00630AB6">
        <w:rPr>
          <w:lang w:val="en-US"/>
        </w:rPr>
        <w:t>.</w:t>
      </w:r>
      <w:r w:rsidR="00B44433" w:rsidRPr="00630AB6">
        <w:rPr>
          <w:lang w:val="en-US"/>
        </w:rPr>
        <w:t>2</w:t>
      </w:r>
      <w:r w:rsidRPr="00630AB6">
        <w:rPr>
          <w:lang w:val="en-US"/>
        </w:rPr>
        <w:tab/>
      </w:r>
      <w:r w:rsidR="008174B8" w:rsidRPr="00630AB6">
        <w:rPr>
          <w:lang w:val="en-US"/>
        </w:rPr>
        <w:t>Structured</w:t>
      </w:r>
      <w:r w:rsidR="00BC662F" w:rsidRPr="00630AB6">
        <w:rPr>
          <w:lang w:val="en-US"/>
        </w:rPr>
        <w:t xml:space="preserve"> </w:t>
      </w:r>
      <w:r w:rsidR="008174B8" w:rsidRPr="00630AB6">
        <w:rPr>
          <w:lang w:val="en-US"/>
        </w:rPr>
        <w:t>d</w:t>
      </w:r>
      <w:r w:rsidR="00902771" w:rsidRPr="00630AB6">
        <w:rPr>
          <w:lang w:val="en-US"/>
        </w:rPr>
        <w:t>ata types</w:t>
      </w:r>
      <w:bookmarkEnd w:id="62"/>
    </w:p>
    <w:p w14:paraId="7C40426A" w14:textId="77777777" w:rsidR="00902771" w:rsidRPr="00630AB6" w:rsidRDefault="00902771" w:rsidP="0041307B">
      <w:pPr>
        <w:pStyle w:val="Heading5"/>
      </w:pPr>
      <w:bookmarkStart w:id="63" w:name="_Toc74989826"/>
      <w:r w:rsidRPr="00630AB6">
        <w:t>6.</w:t>
      </w:r>
      <w:r w:rsidR="000E77D4" w:rsidRPr="00630AB6">
        <w:t>1.</w:t>
      </w:r>
      <w:r w:rsidR="004B1E63" w:rsidRPr="00630AB6">
        <w:t>6</w:t>
      </w:r>
      <w:r w:rsidRPr="00630AB6">
        <w:t>.</w:t>
      </w:r>
      <w:r w:rsidR="00B44433" w:rsidRPr="00630AB6">
        <w:t>2</w:t>
      </w:r>
      <w:r w:rsidRPr="00630AB6">
        <w:t>.1</w:t>
      </w:r>
      <w:r w:rsidRPr="00630AB6">
        <w:tab/>
        <w:t>Introduction</w:t>
      </w:r>
      <w:bookmarkEnd w:id="63"/>
    </w:p>
    <w:p w14:paraId="4840E806" w14:textId="77777777" w:rsidR="00FD48E5" w:rsidRPr="00630AB6" w:rsidRDefault="00FD48E5" w:rsidP="00FD48E5">
      <w:r w:rsidRPr="00630AB6">
        <w:t xml:space="preserve">This </w:t>
      </w:r>
      <w:r w:rsidR="001765C8">
        <w:t>clause</w:t>
      </w:r>
      <w:r w:rsidRPr="00630AB6">
        <w:t xml:space="preserve"> defines the structures to be used in resource representations.</w:t>
      </w:r>
    </w:p>
    <w:p w14:paraId="7D121068" w14:textId="77777777" w:rsidR="00387BE7" w:rsidRPr="00630AB6" w:rsidRDefault="00E37CBB" w:rsidP="0041307B">
      <w:pPr>
        <w:pStyle w:val="Heading5"/>
      </w:pPr>
      <w:bookmarkStart w:id="64" w:name="_Toc74989827"/>
      <w:r w:rsidRPr="00630AB6">
        <w:lastRenderedPageBreak/>
        <w:t>6.1.</w:t>
      </w:r>
      <w:r w:rsidR="004B1E63" w:rsidRPr="00630AB6">
        <w:t>6</w:t>
      </w:r>
      <w:r w:rsidRPr="00630AB6">
        <w:t>.2.</w:t>
      </w:r>
      <w:r w:rsidR="00D10EF5" w:rsidRPr="00630AB6">
        <w:t>2</w:t>
      </w:r>
      <w:r w:rsidR="00387BE7" w:rsidRPr="00630AB6">
        <w:tab/>
        <w:t>Type</w:t>
      </w:r>
      <w:r w:rsidR="00FB31D1" w:rsidRPr="00630AB6">
        <w:t>:</w:t>
      </w:r>
      <w:r w:rsidR="00387BE7" w:rsidRPr="00630AB6">
        <w:t xml:space="preserve"> </w:t>
      </w:r>
      <w:proofErr w:type="spellStart"/>
      <w:r w:rsidR="00DB5BAA" w:rsidRPr="00630AB6">
        <w:t>AuthorizedNetworkSliceInfo</w:t>
      </w:r>
      <w:bookmarkEnd w:id="64"/>
      <w:proofErr w:type="spellEnd"/>
    </w:p>
    <w:p w14:paraId="390C6B01" w14:textId="77777777" w:rsidR="00DB5BAA" w:rsidRPr="00630AB6" w:rsidRDefault="00DB5BAA" w:rsidP="0041307B">
      <w:pPr>
        <w:pStyle w:val="TH"/>
        <w:outlineLvl w:val="0"/>
        <w:rPr>
          <w:noProof/>
        </w:rPr>
      </w:pPr>
      <w:r w:rsidRPr="00630AB6">
        <w:rPr>
          <w:noProof/>
        </w:rPr>
        <w:t>Table </w:t>
      </w:r>
      <w:r w:rsidRPr="00630AB6">
        <w:t>6.1.6.2.</w:t>
      </w:r>
      <w:r w:rsidR="00D10EF5" w:rsidRPr="00630AB6">
        <w:t>2</w:t>
      </w:r>
      <w:r w:rsidRPr="00630AB6">
        <w:t xml:space="preserve">-1: </w:t>
      </w:r>
      <w:r w:rsidRPr="00630AB6">
        <w:rPr>
          <w:noProof/>
        </w:rPr>
        <w:t>Definition of type AuthorizedNetworkSliceInfo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B5BAA" w:rsidRPr="00630AB6" w14:paraId="640C8E04"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2C71DDB5" w14:textId="77777777" w:rsidR="00DB5BAA" w:rsidRPr="00630AB6" w:rsidRDefault="00DB5BAA" w:rsidP="00822A83">
            <w:pPr>
              <w:pStyle w:val="TAH"/>
            </w:pPr>
            <w:r w:rsidRPr="00630AB6">
              <w:lastRenderedPageBreak/>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27532227" w14:textId="77777777" w:rsidR="00DB5BAA" w:rsidRPr="00630AB6" w:rsidRDefault="00DB5BAA"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B51EAE4" w14:textId="77777777" w:rsidR="00DB5BAA" w:rsidRPr="00630AB6" w:rsidRDefault="00DB5BAA"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0ACF38F" w14:textId="77777777" w:rsidR="00DB5BAA" w:rsidRPr="00630AB6" w:rsidRDefault="00DB5BAA"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1608A0C6" w14:textId="77777777" w:rsidR="00DB5BAA" w:rsidRPr="00630AB6" w:rsidRDefault="00DB5BAA" w:rsidP="00822A83">
            <w:pPr>
              <w:pStyle w:val="TAH"/>
              <w:rPr>
                <w:rFonts w:cs="Arial"/>
                <w:szCs w:val="18"/>
              </w:rPr>
            </w:pPr>
            <w:r w:rsidRPr="00630AB6">
              <w:rPr>
                <w:rFonts w:cs="Arial"/>
                <w:szCs w:val="18"/>
              </w:rPr>
              <w:t>Description</w:t>
            </w:r>
          </w:p>
        </w:tc>
      </w:tr>
      <w:tr w:rsidR="00DB5BAA" w:rsidRPr="00630AB6" w14:paraId="2D5C9681"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50B1113C" w14:textId="77777777" w:rsidR="00DB5BAA" w:rsidRPr="00630AB6" w:rsidRDefault="00DB5BAA" w:rsidP="00822A83">
            <w:pPr>
              <w:pStyle w:val="TAL"/>
              <w:rPr>
                <w:lang w:eastAsia="zh-CN"/>
              </w:rPr>
            </w:pPr>
            <w:proofErr w:type="spellStart"/>
            <w:r w:rsidRPr="00630AB6">
              <w:rPr>
                <w:lang w:eastAsia="zh-CN"/>
              </w:rPr>
              <w:t>a</w:t>
            </w:r>
            <w:r w:rsidRPr="00630AB6">
              <w:rPr>
                <w:rFonts w:hint="eastAsia"/>
                <w:lang w:eastAsia="zh-CN"/>
              </w:rPr>
              <w:t>llowedN</w:t>
            </w:r>
            <w:r w:rsidRPr="00630AB6">
              <w:rPr>
                <w:lang w:eastAsia="zh-CN"/>
              </w:rPr>
              <w:t>ssai</w:t>
            </w:r>
            <w:r w:rsidR="000A4BF7" w:rsidRPr="00630AB6">
              <w:rPr>
                <w:lang w:eastAsia="zh-CN"/>
              </w:rPr>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33EF0636" w14:textId="77777777" w:rsidR="00DB5BAA" w:rsidRPr="00630AB6" w:rsidRDefault="000A4BF7" w:rsidP="00822A83">
            <w:pPr>
              <w:pStyle w:val="TAL"/>
              <w:rPr>
                <w:lang w:eastAsia="zh-CN"/>
              </w:rPr>
            </w:pPr>
            <w:r w:rsidRPr="00630AB6">
              <w:rPr>
                <w:lang w:eastAsia="zh-CN"/>
              </w:rPr>
              <w:t>array(</w:t>
            </w:r>
            <w:proofErr w:type="spellStart"/>
            <w:r w:rsidR="00DB5BAA" w:rsidRPr="00630AB6">
              <w:rPr>
                <w:lang w:eastAsia="zh-CN"/>
              </w:rPr>
              <w:t>Allowed</w:t>
            </w:r>
            <w:r w:rsidR="00DB5BAA" w:rsidRPr="00630AB6">
              <w:rPr>
                <w:rFonts w:hint="eastAsia"/>
                <w:lang w:eastAsia="zh-CN"/>
              </w:rPr>
              <w:t>N</w:t>
            </w:r>
            <w:r w:rsidR="00DB5BAA" w:rsidRPr="00630AB6">
              <w:rPr>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73CE102B" w14:textId="77777777" w:rsidR="00DB5BAA" w:rsidRPr="00630AB6" w:rsidRDefault="007452B9" w:rsidP="00822A83">
            <w:pPr>
              <w:pStyle w:val="TAC"/>
              <w:rPr>
                <w:lang w:eastAsia="zh-CN"/>
              </w:rPr>
            </w:pPr>
            <w:r w:rsidRPr="00630AB6">
              <w:rPr>
                <w:lang w:eastAsia="zh-CN"/>
              </w:rPr>
              <w:t>C</w:t>
            </w:r>
          </w:p>
        </w:tc>
        <w:tc>
          <w:tcPr>
            <w:tcW w:w="1134" w:type="dxa"/>
            <w:tcBorders>
              <w:top w:val="single" w:sz="4" w:space="0" w:color="auto"/>
              <w:left w:val="single" w:sz="4" w:space="0" w:color="auto"/>
              <w:bottom w:val="single" w:sz="4" w:space="0" w:color="auto"/>
              <w:right w:val="single" w:sz="4" w:space="0" w:color="auto"/>
            </w:tcBorders>
          </w:tcPr>
          <w:p w14:paraId="434F378F" w14:textId="77777777" w:rsidR="00DB5BAA" w:rsidRPr="00630AB6" w:rsidRDefault="004A36F2" w:rsidP="00822A83">
            <w:pPr>
              <w:pStyle w:val="TAL"/>
              <w:rPr>
                <w:lang w:eastAsia="zh-CN"/>
              </w:rPr>
            </w:pPr>
            <w:r>
              <w:rPr>
                <w:lang w:eastAsia="zh-CN"/>
              </w:rPr>
              <w:t>1</w:t>
            </w:r>
            <w:r w:rsidR="000A4BF7"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51133F31" w14:textId="77777777" w:rsidR="001271D9" w:rsidRDefault="00DB5BAA">
            <w:pPr>
              <w:pStyle w:val="TAL"/>
              <w:rPr>
                <w:rFonts w:cs="Arial"/>
                <w:szCs w:val="18"/>
                <w:lang w:eastAsia="zh-CN"/>
              </w:rPr>
            </w:pPr>
            <w:r w:rsidRPr="00630AB6">
              <w:rPr>
                <w:rFonts w:cs="Arial" w:hint="eastAsia"/>
                <w:szCs w:val="18"/>
                <w:lang w:eastAsia="zh-CN"/>
              </w:rPr>
              <w:t xml:space="preserve">This IE shall </w:t>
            </w:r>
            <w:r w:rsidR="001271D9">
              <w:rPr>
                <w:rFonts w:cs="Arial"/>
                <w:szCs w:val="18"/>
                <w:lang w:eastAsia="zh-CN"/>
              </w:rPr>
              <w:t xml:space="preserve">be included </w:t>
            </w:r>
            <w:r w:rsidRPr="00630AB6">
              <w:rPr>
                <w:rFonts w:cs="Arial"/>
                <w:szCs w:val="18"/>
                <w:lang w:eastAsia="zh-CN"/>
              </w:rPr>
              <w:t>if</w:t>
            </w:r>
            <w:r w:rsidR="001271D9">
              <w:rPr>
                <w:rFonts w:cs="Arial"/>
                <w:szCs w:val="18"/>
                <w:lang w:eastAsia="zh-CN"/>
              </w:rPr>
              <w:t>:</w:t>
            </w:r>
          </w:p>
          <w:p w14:paraId="6A6C1743" w14:textId="77777777" w:rsidR="001271D9" w:rsidRDefault="001271D9">
            <w:pPr>
              <w:pStyle w:val="TAL"/>
              <w:rPr>
                <w:rFonts w:cs="Arial"/>
                <w:szCs w:val="18"/>
                <w:lang w:eastAsia="zh-CN"/>
              </w:rPr>
            </w:pPr>
            <w:r>
              <w:t>-</w:t>
            </w:r>
            <w:r>
              <w:tab/>
            </w:r>
            <w:r w:rsidR="00DB5BAA" w:rsidRPr="00630AB6">
              <w:rPr>
                <w:rFonts w:cs="Arial"/>
                <w:szCs w:val="18"/>
                <w:lang w:eastAsia="zh-CN"/>
              </w:rPr>
              <w:t>the NSSF received the Requested NSSAI and the subscribed S-NSSAI(s)</w:t>
            </w:r>
            <w:r>
              <w:rPr>
                <w:rFonts w:cs="Arial"/>
                <w:szCs w:val="18"/>
                <w:lang w:eastAsia="zh-CN"/>
              </w:rPr>
              <w:t>;</w:t>
            </w:r>
            <w:r w:rsidR="000A4BF7" w:rsidRPr="00630AB6">
              <w:rPr>
                <w:rFonts w:cs="Arial"/>
                <w:szCs w:val="18"/>
                <w:lang w:eastAsia="zh-CN"/>
              </w:rPr>
              <w:t xml:space="preserve"> or</w:t>
            </w:r>
          </w:p>
          <w:p w14:paraId="4FC544B9" w14:textId="77777777" w:rsidR="00DB5BAA" w:rsidRDefault="001271D9">
            <w:pPr>
              <w:pStyle w:val="TAL"/>
              <w:rPr>
                <w:rFonts w:cs="Arial"/>
                <w:szCs w:val="18"/>
                <w:lang w:eastAsia="zh-CN"/>
              </w:rPr>
            </w:pPr>
            <w:r>
              <w:t>-</w:t>
            </w:r>
            <w:r>
              <w:tab/>
            </w:r>
            <w:r w:rsidR="000A4BF7" w:rsidRPr="00630AB6">
              <w:rPr>
                <w:rFonts w:cs="Arial"/>
                <w:szCs w:val="18"/>
                <w:lang w:eastAsia="zh-CN"/>
              </w:rPr>
              <w:t>the "</w:t>
            </w:r>
            <w:proofErr w:type="spellStart"/>
            <w:r w:rsidR="000A4BF7" w:rsidRPr="00630AB6">
              <w:rPr>
                <w:lang w:eastAsia="zh-CN"/>
              </w:rPr>
              <w:t>requestMapping</w:t>
            </w:r>
            <w:proofErr w:type="spellEnd"/>
            <w:r w:rsidR="000A4BF7" w:rsidRPr="00630AB6">
              <w:rPr>
                <w:lang w:eastAsia="zh-CN"/>
              </w:rPr>
              <w:t>" flag in the corresponding request was set to "true"</w:t>
            </w:r>
            <w:r w:rsidR="00DB5BAA" w:rsidRPr="00630AB6">
              <w:rPr>
                <w:rFonts w:cs="Arial" w:hint="eastAsia"/>
                <w:szCs w:val="18"/>
                <w:lang w:eastAsia="zh-CN"/>
              </w:rPr>
              <w:t>.</w:t>
            </w:r>
          </w:p>
          <w:p w14:paraId="5DEA4FD0" w14:textId="77777777" w:rsidR="001271D9" w:rsidRDefault="001271D9">
            <w:pPr>
              <w:pStyle w:val="TAL"/>
              <w:rPr>
                <w:rFonts w:cs="Arial"/>
                <w:szCs w:val="18"/>
                <w:lang w:eastAsia="zh-CN"/>
              </w:rPr>
            </w:pPr>
          </w:p>
          <w:p w14:paraId="0104B9E7" w14:textId="77777777" w:rsidR="001271D9" w:rsidRPr="00630AB6" w:rsidRDefault="001271D9">
            <w:pPr>
              <w:pStyle w:val="TAL"/>
              <w:rPr>
                <w:rFonts w:cs="Arial"/>
                <w:szCs w:val="18"/>
                <w:lang w:eastAsia="zh-CN"/>
              </w:rPr>
            </w:pPr>
            <w:r>
              <w:rPr>
                <w:rFonts w:cs="Arial"/>
                <w:szCs w:val="18"/>
                <w:lang w:eastAsia="zh-CN"/>
              </w:rPr>
              <w:t xml:space="preserve">When present, this IE shall </w:t>
            </w:r>
            <w:r w:rsidRPr="00630AB6">
              <w:rPr>
                <w:rFonts w:cs="Arial" w:hint="eastAsia"/>
                <w:szCs w:val="18"/>
                <w:lang w:eastAsia="zh-CN"/>
              </w:rPr>
              <w:t xml:space="preserve">contain the </w:t>
            </w:r>
            <w:r w:rsidRPr="00630AB6">
              <w:rPr>
                <w:rFonts w:cs="Arial"/>
                <w:szCs w:val="18"/>
                <w:lang w:eastAsia="zh-CN"/>
              </w:rPr>
              <w:t>allowed S-</w:t>
            </w:r>
            <w:r w:rsidRPr="00630AB6">
              <w:rPr>
                <w:rFonts w:cs="Arial" w:hint="eastAsia"/>
                <w:szCs w:val="18"/>
                <w:lang w:eastAsia="zh-CN"/>
              </w:rPr>
              <w:t>NSSAI</w:t>
            </w:r>
            <w:r w:rsidRPr="00630AB6">
              <w:rPr>
                <w:rFonts w:cs="Arial"/>
                <w:szCs w:val="18"/>
                <w:lang w:eastAsia="zh-CN"/>
              </w:rPr>
              <w:t>(s)</w:t>
            </w:r>
            <w:r w:rsidRPr="00630AB6">
              <w:rPr>
                <w:rFonts w:cs="Arial" w:hint="eastAsia"/>
                <w:szCs w:val="18"/>
                <w:lang w:eastAsia="zh-CN"/>
              </w:rPr>
              <w:t xml:space="preserve"> </w:t>
            </w:r>
            <w:r w:rsidRPr="00630AB6">
              <w:rPr>
                <w:rFonts w:cs="Arial"/>
                <w:szCs w:val="18"/>
                <w:lang w:eastAsia="zh-CN"/>
              </w:rPr>
              <w:t>authorized</w:t>
            </w:r>
            <w:r w:rsidRPr="00630AB6">
              <w:rPr>
                <w:rFonts w:cs="Arial" w:hint="eastAsia"/>
                <w:szCs w:val="18"/>
                <w:lang w:eastAsia="zh-CN"/>
              </w:rPr>
              <w:t xml:space="preserve"> by the </w:t>
            </w:r>
            <w:r w:rsidRPr="00630AB6">
              <w:rPr>
                <w:rFonts w:cs="Arial"/>
                <w:szCs w:val="18"/>
                <w:lang w:eastAsia="zh-CN"/>
              </w:rPr>
              <w:t>NSSF</w:t>
            </w:r>
            <w:r w:rsidRPr="00630AB6">
              <w:rPr>
                <w:rFonts w:cs="Arial" w:hint="eastAsia"/>
                <w:szCs w:val="18"/>
                <w:lang w:eastAsia="zh-CN"/>
              </w:rPr>
              <w:t xml:space="preserve"> </w:t>
            </w:r>
            <w:r w:rsidRPr="00630AB6">
              <w:rPr>
                <w:rFonts w:cs="Arial"/>
                <w:szCs w:val="18"/>
                <w:lang w:eastAsia="zh-CN"/>
              </w:rPr>
              <w:t>in the serving PLMN per access type</w:t>
            </w:r>
            <w:r>
              <w:rPr>
                <w:rFonts w:cs="Arial"/>
                <w:szCs w:val="18"/>
                <w:lang w:eastAsia="zh-CN"/>
              </w:rPr>
              <w:t>.</w:t>
            </w:r>
          </w:p>
        </w:tc>
      </w:tr>
      <w:tr w:rsidR="00183954" w:rsidRPr="00630AB6" w14:paraId="794FA1D4"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5406A68F" w14:textId="77777777" w:rsidR="00183954" w:rsidRPr="00630AB6" w:rsidRDefault="00183954" w:rsidP="00822A83">
            <w:pPr>
              <w:pStyle w:val="TAL"/>
              <w:rPr>
                <w:lang w:eastAsia="zh-CN"/>
              </w:rPr>
            </w:pPr>
            <w:proofErr w:type="spellStart"/>
            <w:r w:rsidRPr="00630AB6">
              <w:rPr>
                <w:rFonts w:hint="eastAsia"/>
                <w:lang w:eastAsia="zh-CN"/>
              </w:rPr>
              <w:t>configuredNssai</w:t>
            </w:r>
            <w:proofErr w:type="spellEnd"/>
          </w:p>
        </w:tc>
        <w:tc>
          <w:tcPr>
            <w:tcW w:w="1559" w:type="dxa"/>
            <w:tcBorders>
              <w:top w:val="single" w:sz="4" w:space="0" w:color="auto"/>
              <w:left w:val="single" w:sz="4" w:space="0" w:color="auto"/>
              <w:bottom w:val="single" w:sz="4" w:space="0" w:color="auto"/>
              <w:right w:val="single" w:sz="4" w:space="0" w:color="auto"/>
            </w:tcBorders>
          </w:tcPr>
          <w:p w14:paraId="1E309D2C" w14:textId="77777777" w:rsidR="00183954" w:rsidRPr="00630AB6" w:rsidRDefault="001B59F0" w:rsidP="00822A83">
            <w:pPr>
              <w:pStyle w:val="TAL"/>
              <w:rPr>
                <w:lang w:eastAsia="zh-CN"/>
              </w:rPr>
            </w:pPr>
            <w:r w:rsidRPr="00630AB6">
              <w:rPr>
                <w:lang w:eastAsia="zh-CN"/>
              </w:rPr>
              <w:t>array(</w:t>
            </w:r>
            <w:proofErr w:type="spellStart"/>
            <w:r w:rsidR="00183954" w:rsidRPr="00630AB6">
              <w:rPr>
                <w:rFonts w:hint="eastAsia"/>
                <w:lang w:eastAsia="zh-CN"/>
              </w:rPr>
              <w:t>Conf</w:t>
            </w:r>
            <w:r w:rsidR="00183954" w:rsidRPr="00630AB6">
              <w:rPr>
                <w:lang w:eastAsia="zh-CN"/>
              </w:rPr>
              <w:t>igured</w:t>
            </w:r>
            <w:r w:rsidRPr="00630AB6">
              <w:rPr>
                <w:lang w:eastAsia="zh-CN"/>
              </w:rPr>
              <w:t>Sn</w:t>
            </w:r>
            <w:r w:rsidR="00183954" w:rsidRPr="00630AB6">
              <w:rPr>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4A0A5B47" w14:textId="77777777" w:rsidR="00183954" w:rsidRPr="00630AB6" w:rsidRDefault="00183954" w:rsidP="00822A83">
            <w:pPr>
              <w:pStyle w:val="TAC"/>
              <w:rPr>
                <w:lang w:eastAsia="zh-CN"/>
              </w:rPr>
            </w:pPr>
            <w:r w:rsidRPr="00630AB6">
              <w:rPr>
                <w:rFonts w:hint="eastAsia"/>
                <w:lang w:eastAsia="zh-CN"/>
              </w:rPr>
              <w:t>C</w:t>
            </w:r>
          </w:p>
        </w:tc>
        <w:tc>
          <w:tcPr>
            <w:tcW w:w="1134" w:type="dxa"/>
            <w:tcBorders>
              <w:top w:val="single" w:sz="4" w:space="0" w:color="auto"/>
              <w:left w:val="single" w:sz="4" w:space="0" w:color="auto"/>
              <w:bottom w:val="single" w:sz="4" w:space="0" w:color="auto"/>
              <w:right w:val="single" w:sz="4" w:space="0" w:color="auto"/>
            </w:tcBorders>
          </w:tcPr>
          <w:p w14:paraId="0A5C98C6" w14:textId="77777777" w:rsidR="00183954" w:rsidRPr="00630AB6" w:rsidRDefault="004A36F2" w:rsidP="00822A83">
            <w:pPr>
              <w:pStyle w:val="TAL"/>
              <w:rPr>
                <w:lang w:eastAsia="zh-CN"/>
              </w:rPr>
            </w:pPr>
            <w:r>
              <w:rPr>
                <w:lang w:eastAsia="zh-CN"/>
              </w:rPr>
              <w:t>1</w:t>
            </w:r>
            <w:r w:rsidR="001B59F0"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1D5D9F93" w14:textId="77777777" w:rsidR="001271D9" w:rsidRDefault="00183954">
            <w:pPr>
              <w:pStyle w:val="TAL"/>
              <w:rPr>
                <w:rFonts w:cs="Arial"/>
                <w:szCs w:val="18"/>
                <w:lang w:eastAsia="zh-CN"/>
              </w:rPr>
            </w:pPr>
            <w:r w:rsidRPr="00630AB6">
              <w:rPr>
                <w:rFonts w:cs="Arial" w:hint="eastAsia"/>
                <w:szCs w:val="18"/>
                <w:lang w:eastAsia="zh-CN"/>
              </w:rPr>
              <w:t xml:space="preserve">This IE shall </w:t>
            </w:r>
            <w:r w:rsidR="001271D9">
              <w:rPr>
                <w:rFonts w:cs="Arial"/>
                <w:szCs w:val="18"/>
                <w:lang w:eastAsia="zh-CN"/>
              </w:rPr>
              <w:t xml:space="preserve">be included </w:t>
            </w:r>
            <w:r w:rsidRPr="00630AB6">
              <w:rPr>
                <w:rFonts w:cs="Arial"/>
                <w:szCs w:val="18"/>
                <w:lang w:eastAsia="zh-CN"/>
              </w:rPr>
              <w:t>if</w:t>
            </w:r>
            <w:r w:rsidR="001271D9">
              <w:rPr>
                <w:rFonts w:cs="Arial"/>
                <w:szCs w:val="18"/>
                <w:lang w:eastAsia="zh-CN"/>
              </w:rPr>
              <w:t>:</w:t>
            </w:r>
          </w:p>
          <w:p w14:paraId="2BBF945C" w14:textId="77777777" w:rsidR="001271D9" w:rsidRDefault="001271D9">
            <w:pPr>
              <w:pStyle w:val="TAL"/>
              <w:rPr>
                <w:rFonts w:cs="Arial"/>
                <w:szCs w:val="18"/>
                <w:lang w:eastAsia="zh-CN"/>
              </w:rPr>
            </w:pPr>
          </w:p>
          <w:p w14:paraId="6FAB4B9C" w14:textId="77777777" w:rsidR="001271D9" w:rsidRDefault="001271D9">
            <w:pPr>
              <w:pStyle w:val="TAL"/>
              <w:rPr>
                <w:rFonts w:cs="Arial"/>
                <w:szCs w:val="18"/>
                <w:lang w:eastAsia="zh-CN"/>
              </w:rPr>
            </w:pPr>
            <w:r>
              <w:t>-</w:t>
            </w:r>
            <w:r>
              <w:tab/>
            </w:r>
            <w:r w:rsidR="00183954" w:rsidRPr="00630AB6">
              <w:rPr>
                <w:rFonts w:cs="Arial"/>
                <w:szCs w:val="18"/>
                <w:lang w:eastAsia="zh-CN"/>
              </w:rPr>
              <w:t>the NSSF did not receive any Requested NSSAI</w:t>
            </w:r>
            <w:r>
              <w:rPr>
                <w:rFonts w:cs="Arial"/>
                <w:szCs w:val="18"/>
                <w:lang w:eastAsia="zh-CN"/>
              </w:rPr>
              <w:t>;</w:t>
            </w:r>
            <w:r w:rsidR="00183954" w:rsidRPr="00630AB6">
              <w:rPr>
                <w:rFonts w:cs="Arial"/>
                <w:szCs w:val="18"/>
                <w:lang w:eastAsia="zh-CN"/>
              </w:rPr>
              <w:t xml:space="preserve"> or</w:t>
            </w:r>
          </w:p>
          <w:p w14:paraId="198096BC" w14:textId="77777777" w:rsidR="001271D9" w:rsidRDefault="001271D9">
            <w:pPr>
              <w:pStyle w:val="TAL"/>
            </w:pPr>
            <w:r>
              <w:t>-</w:t>
            </w:r>
            <w:r>
              <w:tab/>
            </w:r>
            <w:r w:rsidR="00183954" w:rsidRPr="00630AB6">
              <w:t>the Requested NSSAI includes an S-NSSAI that is not valid in the Serving PLMN</w:t>
            </w:r>
            <w:r>
              <w:t>; or</w:t>
            </w:r>
          </w:p>
          <w:p w14:paraId="752375E6" w14:textId="77777777" w:rsidR="001271D9" w:rsidRDefault="001271D9" w:rsidP="001271D9">
            <w:pPr>
              <w:pStyle w:val="TAL"/>
              <w:rPr>
                <w:lang w:eastAsia="zh-CN"/>
              </w:rPr>
            </w:pPr>
            <w:r>
              <w:t>-</w:t>
            </w:r>
            <w:r>
              <w:tab/>
              <w:t>the NSSF has receive</w:t>
            </w:r>
            <w:r>
              <w:rPr>
                <w:rFonts w:hint="eastAsia"/>
                <w:lang w:eastAsia="zh-CN"/>
              </w:rPr>
              <w:t>d</w:t>
            </w:r>
            <w:r>
              <w:t xml:space="preserve"> "</w:t>
            </w:r>
            <w:proofErr w:type="spellStart"/>
            <w:r w:rsidRPr="00FC6C1B">
              <w:rPr>
                <w:rFonts w:hint="eastAsia"/>
                <w:lang w:eastAsia="zh-CN"/>
              </w:rPr>
              <w:t>defaultConfiguredSnssaiInd</w:t>
            </w:r>
            <w:proofErr w:type="spellEnd"/>
            <w:r>
              <w:rPr>
                <w:lang w:eastAsia="zh-CN"/>
              </w:rPr>
              <w:t xml:space="preserve">" set to </w:t>
            </w:r>
            <w:r w:rsidR="005A40F6">
              <w:rPr>
                <w:lang w:eastAsia="zh-CN"/>
              </w:rPr>
              <w:t>"</w:t>
            </w:r>
            <w:r>
              <w:rPr>
                <w:lang w:eastAsia="zh-CN"/>
              </w:rPr>
              <w:t>true</w:t>
            </w:r>
            <w:r w:rsidR="005A40F6">
              <w:rPr>
                <w:lang w:eastAsia="zh-CN"/>
              </w:rPr>
              <w:t>"</w:t>
            </w:r>
            <w:r>
              <w:rPr>
                <w:lang w:eastAsia="zh-CN"/>
              </w:rPr>
              <w:t>.</w:t>
            </w:r>
          </w:p>
          <w:p w14:paraId="6C6EDCF5" w14:textId="77777777" w:rsidR="001271D9" w:rsidRDefault="001271D9">
            <w:pPr>
              <w:pStyle w:val="TAL"/>
              <w:rPr>
                <w:lang w:eastAsia="zh-CN"/>
              </w:rPr>
            </w:pPr>
          </w:p>
          <w:p w14:paraId="741F8C20" w14:textId="77777777" w:rsidR="00183954" w:rsidRPr="00630AB6" w:rsidRDefault="001271D9">
            <w:pPr>
              <w:pStyle w:val="TAL"/>
              <w:rPr>
                <w:rFonts w:cs="Arial"/>
                <w:szCs w:val="18"/>
                <w:lang w:eastAsia="zh-CN"/>
              </w:rPr>
            </w:pPr>
            <w:r>
              <w:rPr>
                <w:lang w:eastAsia="zh-CN"/>
              </w:rPr>
              <w:t xml:space="preserve">When present, this IE shall </w:t>
            </w:r>
            <w:r w:rsidRPr="00630AB6">
              <w:rPr>
                <w:rFonts w:cs="Arial" w:hint="eastAsia"/>
                <w:szCs w:val="18"/>
                <w:lang w:eastAsia="zh-CN"/>
              </w:rPr>
              <w:t xml:space="preserve">contain the </w:t>
            </w:r>
            <w:r w:rsidRPr="00630AB6">
              <w:rPr>
                <w:rFonts w:cs="Arial"/>
                <w:szCs w:val="18"/>
                <w:lang w:eastAsia="zh-CN"/>
              </w:rPr>
              <w:t>configured S-</w:t>
            </w:r>
            <w:r w:rsidRPr="00630AB6">
              <w:rPr>
                <w:rFonts w:cs="Arial" w:hint="eastAsia"/>
                <w:szCs w:val="18"/>
                <w:lang w:eastAsia="zh-CN"/>
              </w:rPr>
              <w:t>NSSAI</w:t>
            </w:r>
            <w:r w:rsidRPr="00630AB6">
              <w:rPr>
                <w:rFonts w:cs="Arial"/>
                <w:szCs w:val="18"/>
                <w:lang w:eastAsia="zh-CN"/>
              </w:rPr>
              <w:t>(s)</w:t>
            </w:r>
            <w:r w:rsidRPr="00630AB6">
              <w:rPr>
                <w:rFonts w:cs="Arial" w:hint="eastAsia"/>
                <w:szCs w:val="18"/>
                <w:lang w:eastAsia="zh-CN"/>
              </w:rPr>
              <w:t xml:space="preserve"> </w:t>
            </w:r>
            <w:r w:rsidRPr="00630AB6">
              <w:rPr>
                <w:rFonts w:cs="Arial"/>
                <w:szCs w:val="18"/>
                <w:lang w:eastAsia="zh-CN"/>
              </w:rPr>
              <w:t>authorized</w:t>
            </w:r>
            <w:r w:rsidRPr="00630AB6">
              <w:rPr>
                <w:rFonts w:cs="Arial" w:hint="eastAsia"/>
                <w:szCs w:val="18"/>
                <w:lang w:eastAsia="zh-CN"/>
              </w:rPr>
              <w:t xml:space="preserve"> by the </w:t>
            </w:r>
            <w:r w:rsidRPr="00630AB6">
              <w:rPr>
                <w:rFonts w:cs="Arial"/>
                <w:szCs w:val="18"/>
                <w:lang w:eastAsia="zh-CN"/>
              </w:rPr>
              <w:t>NSSF</w:t>
            </w:r>
            <w:r w:rsidRPr="00630AB6">
              <w:rPr>
                <w:rFonts w:cs="Arial" w:hint="eastAsia"/>
                <w:szCs w:val="18"/>
                <w:lang w:eastAsia="zh-CN"/>
              </w:rPr>
              <w:t xml:space="preserve"> </w:t>
            </w:r>
            <w:r>
              <w:rPr>
                <w:rFonts w:cs="Arial"/>
                <w:szCs w:val="18"/>
                <w:lang w:eastAsia="zh-CN"/>
              </w:rPr>
              <w:t>in the serving PLMN.</w:t>
            </w:r>
          </w:p>
        </w:tc>
      </w:tr>
      <w:tr w:rsidR="00DB5BAA" w:rsidRPr="00630AB6" w14:paraId="33B9EB7F"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7F004C1B" w14:textId="77777777" w:rsidR="00DB5BAA" w:rsidRPr="00630AB6" w:rsidRDefault="00DB5BAA" w:rsidP="00822A83">
            <w:pPr>
              <w:pStyle w:val="TAL"/>
              <w:rPr>
                <w:lang w:eastAsia="zh-CN"/>
              </w:rPr>
            </w:pPr>
            <w:proofErr w:type="spellStart"/>
            <w:r w:rsidRPr="00630AB6">
              <w:rPr>
                <w:rFonts w:hint="eastAsia"/>
                <w:lang w:eastAsia="zh-CN"/>
              </w:rPr>
              <w:t>ta</w:t>
            </w:r>
            <w:r w:rsidR="007452B9" w:rsidRPr="00630AB6">
              <w:rPr>
                <w:lang w:eastAsia="zh-CN"/>
              </w:rPr>
              <w:t>r</w:t>
            </w:r>
            <w:r w:rsidRPr="00630AB6">
              <w:rPr>
                <w:rFonts w:hint="eastAsia"/>
                <w:lang w:eastAsia="zh-CN"/>
              </w:rPr>
              <w:t>getAmfSet</w:t>
            </w:r>
            <w:proofErr w:type="spellEnd"/>
          </w:p>
        </w:tc>
        <w:tc>
          <w:tcPr>
            <w:tcW w:w="1559" w:type="dxa"/>
            <w:tcBorders>
              <w:top w:val="single" w:sz="4" w:space="0" w:color="auto"/>
              <w:left w:val="single" w:sz="4" w:space="0" w:color="auto"/>
              <w:bottom w:val="single" w:sz="4" w:space="0" w:color="auto"/>
              <w:right w:val="single" w:sz="4" w:space="0" w:color="auto"/>
            </w:tcBorders>
          </w:tcPr>
          <w:p w14:paraId="49749F05" w14:textId="77777777" w:rsidR="00DB5BAA" w:rsidRPr="00630AB6" w:rsidRDefault="00DB5BAA" w:rsidP="00822A83">
            <w:pPr>
              <w:pStyle w:val="TAL"/>
              <w:rPr>
                <w:lang w:eastAsia="zh-CN"/>
              </w:rPr>
            </w:pPr>
            <w:r w:rsidRPr="00630AB6">
              <w:rPr>
                <w:rFonts w:hint="eastAsia"/>
                <w:lang w:eastAsia="zh-CN"/>
              </w:rPr>
              <w:t>string</w:t>
            </w:r>
          </w:p>
        </w:tc>
        <w:tc>
          <w:tcPr>
            <w:tcW w:w="425" w:type="dxa"/>
            <w:tcBorders>
              <w:top w:val="single" w:sz="4" w:space="0" w:color="auto"/>
              <w:left w:val="single" w:sz="4" w:space="0" w:color="auto"/>
              <w:bottom w:val="single" w:sz="4" w:space="0" w:color="auto"/>
              <w:right w:val="single" w:sz="4" w:space="0" w:color="auto"/>
            </w:tcBorders>
          </w:tcPr>
          <w:p w14:paraId="1A055C5C" w14:textId="77777777" w:rsidR="00DB5BAA" w:rsidRPr="00630AB6" w:rsidRDefault="00DB5BAA" w:rsidP="00822A83">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5AB4EB38" w14:textId="77777777" w:rsidR="00DB5BAA" w:rsidRPr="00630AB6" w:rsidRDefault="00DB5BAA" w:rsidP="00822A83">
            <w:pPr>
              <w:pStyle w:val="TAL"/>
              <w:rPr>
                <w:lang w:eastAsia="zh-CN"/>
              </w:rPr>
            </w:pPr>
            <w:r w:rsidRPr="00630AB6">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69B0AD37" w14:textId="77777777" w:rsidR="00DB5BAA" w:rsidRPr="00630AB6" w:rsidRDefault="00DB5BAA" w:rsidP="00822A83">
            <w:pPr>
              <w:pStyle w:val="TAL"/>
              <w:rPr>
                <w:rFonts w:cs="Arial"/>
                <w:szCs w:val="18"/>
                <w:lang w:eastAsia="zh-CN"/>
              </w:rPr>
            </w:pPr>
            <w:r w:rsidRPr="00630AB6">
              <w:rPr>
                <w:rFonts w:cs="Arial"/>
                <w:szCs w:val="18"/>
                <w:lang w:eastAsia="zh-CN"/>
              </w:rPr>
              <w:t>This IE may be included by the NSSF based on configuration and if the NSSF received the Requested NSSAI and the subscribed S-NSSAI(s). When present, t</w:t>
            </w:r>
            <w:r w:rsidRPr="00630AB6">
              <w:rPr>
                <w:rFonts w:cs="Arial" w:hint="eastAsia"/>
                <w:szCs w:val="18"/>
                <w:lang w:eastAsia="zh-CN"/>
              </w:rPr>
              <w:t>his</w:t>
            </w:r>
            <w:r w:rsidRPr="00630AB6">
              <w:rPr>
                <w:rFonts w:cs="Arial"/>
                <w:szCs w:val="18"/>
                <w:lang w:eastAsia="zh-CN"/>
              </w:rPr>
              <w:t xml:space="preserve"> </w:t>
            </w:r>
            <w:r w:rsidRPr="00630AB6">
              <w:rPr>
                <w:rFonts w:cs="Arial" w:hint="eastAsia"/>
                <w:szCs w:val="18"/>
                <w:lang w:eastAsia="zh-CN"/>
              </w:rPr>
              <w:t xml:space="preserve">IE shall contain the </w:t>
            </w:r>
            <w:r w:rsidRPr="00630AB6">
              <w:rPr>
                <w:rFonts w:cs="Arial"/>
                <w:szCs w:val="18"/>
                <w:lang w:eastAsia="zh-CN"/>
              </w:rPr>
              <w:t>target AMF set</w:t>
            </w:r>
            <w:r w:rsidR="00F208FA">
              <w:rPr>
                <w:rFonts w:cs="Arial"/>
                <w:szCs w:val="18"/>
                <w:lang w:eastAsia="zh-CN"/>
              </w:rPr>
              <w:t xml:space="preserve"> which shall be constructed from PLMN-ID (i.e. three decimal digits MCC and two or three decimal digits MNC), AMF Region Id (8 bit), and AMF Set Id (10 bit)</w:t>
            </w:r>
            <w:r w:rsidRPr="00630AB6">
              <w:rPr>
                <w:rFonts w:cs="Arial"/>
                <w:szCs w:val="18"/>
                <w:lang w:eastAsia="zh-CN"/>
              </w:rPr>
              <w:t>.</w:t>
            </w:r>
          </w:p>
          <w:p w14:paraId="39F20A12" w14:textId="77777777" w:rsidR="000A4BF7" w:rsidRPr="00630AB6" w:rsidRDefault="000A4BF7" w:rsidP="000A4BF7">
            <w:pPr>
              <w:pStyle w:val="TAL"/>
              <w:rPr>
                <w:rFonts w:cs="Arial"/>
                <w:szCs w:val="18"/>
                <w:lang w:eastAsia="zh-CN"/>
              </w:rPr>
            </w:pPr>
          </w:p>
          <w:p w14:paraId="15792E62" w14:textId="77777777" w:rsidR="00F208FA" w:rsidRDefault="000A4BF7" w:rsidP="00F208FA">
            <w:pPr>
              <w:pStyle w:val="TAL"/>
              <w:rPr>
                <w:lang w:eastAsia="zh-CN"/>
              </w:rPr>
            </w:pPr>
            <w:r w:rsidRPr="00630AB6">
              <w:rPr>
                <w:rFonts w:cs="Arial"/>
                <w:szCs w:val="18"/>
                <w:lang w:eastAsia="zh-CN"/>
              </w:rPr>
              <w:t>This IE shall not be included if the "</w:t>
            </w:r>
            <w:proofErr w:type="spellStart"/>
            <w:r w:rsidRPr="00630AB6">
              <w:rPr>
                <w:rFonts w:hint="eastAsia"/>
                <w:lang w:eastAsia="zh-CN"/>
              </w:rPr>
              <w:t>requestMapping</w:t>
            </w:r>
            <w:proofErr w:type="spellEnd"/>
            <w:r w:rsidRPr="00630AB6">
              <w:rPr>
                <w:lang w:eastAsia="zh-CN"/>
              </w:rPr>
              <w:t>" IE was included in the request message and was set to "true".</w:t>
            </w:r>
          </w:p>
          <w:p w14:paraId="64F510E8" w14:textId="77777777" w:rsidR="00F208FA" w:rsidRDefault="00F208FA" w:rsidP="00F208FA">
            <w:pPr>
              <w:pStyle w:val="TAL"/>
              <w:rPr>
                <w:rFonts w:cs="Arial"/>
                <w:szCs w:val="18"/>
              </w:rPr>
            </w:pPr>
            <w:r>
              <w:rPr>
                <w:rFonts w:cs="Arial"/>
                <w:szCs w:val="18"/>
              </w:rPr>
              <w:t>Pattern: '^[0-9]{3}-[0-9]{2-3}-[A-Fa-f0-9]{2}-[0-3][A-Fa-f0-9]{2}</w:t>
            </w:r>
            <w:r w:rsidRPr="003148A6">
              <w:rPr>
                <w:rFonts w:cs="Arial"/>
                <w:szCs w:val="18"/>
              </w:rPr>
              <w:t>$</w:t>
            </w:r>
            <w:r>
              <w:rPr>
                <w:rFonts w:cs="Arial"/>
                <w:szCs w:val="18"/>
              </w:rPr>
              <w:t>'</w:t>
            </w:r>
          </w:p>
          <w:p w14:paraId="28969409" w14:textId="77777777" w:rsidR="000A4BF7" w:rsidRPr="00630AB6" w:rsidRDefault="00F208FA" w:rsidP="00F208FA">
            <w:pPr>
              <w:pStyle w:val="TAL"/>
              <w:rPr>
                <w:rFonts w:cs="Arial"/>
                <w:szCs w:val="18"/>
                <w:lang w:eastAsia="zh-CN"/>
              </w:rPr>
            </w:pPr>
            <w:r>
              <w:rPr>
                <w:lang w:eastAsia="zh-CN"/>
              </w:rPr>
              <w:t xml:space="preserve">(NOTE </w:t>
            </w:r>
            <w:r w:rsidR="00165BBE">
              <w:rPr>
                <w:lang w:eastAsia="zh-CN"/>
              </w:rPr>
              <w:t>1</w:t>
            </w:r>
            <w:r>
              <w:rPr>
                <w:lang w:eastAsia="zh-CN"/>
              </w:rPr>
              <w:t>)</w:t>
            </w:r>
          </w:p>
        </w:tc>
      </w:tr>
      <w:tr w:rsidR="00DB5BAA" w:rsidRPr="00630AB6" w14:paraId="7BC8302E"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7E8C32E3" w14:textId="77777777" w:rsidR="00DB5BAA" w:rsidRPr="00630AB6" w:rsidRDefault="00DB5BAA" w:rsidP="00822A83">
            <w:pPr>
              <w:pStyle w:val="TAL"/>
              <w:rPr>
                <w:lang w:eastAsia="zh-CN"/>
              </w:rPr>
            </w:pPr>
            <w:proofErr w:type="spellStart"/>
            <w:r w:rsidRPr="00630AB6">
              <w:rPr>
                <w:lang w:eastAsia="zh-CN"/>
              </w:rPr>
              <w:t>candidateAmf</w:t>
            </w:r>
            <w:r w:rsidR="001B59F0" w:rsidRPr="00630AB6">
              <w:rPr>
                <w:lang w:eastAsia="zh-CN"/>
              </w:rPr>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638920CE" w14:textId="77777777" w:rsidR="00DB5BAA" w:rsidRPr="00630AB6" w:rsidRDefault="007452B9" w:rsidP="00822A83">
            <w:pPr>
              <w:pStyle w:val="TAL"/>
              <w:rPr>
                <w:lang w:eastAsia="zh-CN"/>
              </w:rPr>
            </w:pPr>
            <w:r w:rsidRPr="00630AB6">
              <w:rPr>
                <w:lang w:eastAsia="zh-CN"/>
              </w:rPr>
              <w:t>array(</w:t>
            </w:r>
            <w:proofErr w:type="spellStart"/>
            <w:r w:rsidRPr="00630AB6">
              <w:rPr>
                <w:lang w:eastAsia="zh-CN"/>
              </w:rPr>
              <w:t>NfInstanceId</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1EBC5FDF" w14:textId="77777777" w:rsidR="00DB5BAA" w:rsidRPr="00630AB6" w:rsidRDefault="00DB5BAA" w:rsidP="00822A83">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3BB6AA1B" w14:textId="77777777" w:rsidR="00DB5BAA" w:rsidRPr="00630AB6" w:rsidRDefault="004A36F2" w:rsidP="00822A83">
            <w:pPr>
              <w:pStyle w:val="TAL"/>
              <w:rPr>
                <w:lang w:eastAsia="zh-CN"/>
              </w:rPr>
            </w:pPr>
            <w:r>
              <w:rPr>
                <w:lang w:eastAsia="zh-CN"/>
              </w:rPr>
              <w:t>1</w:t>
            </w:r>
            <w:r w:rsidR="00DB5BAA" w:rsidRPr="00630AB6">
              <w:rPr>
                <w:rFonts w:hint="eastAsia"/>
                <w:lang w:eastAsia="zh-CN"/>
              </w:rPr>
              <w:t>..N</w:t>
            </w:r>
          </w:p>
        </w:tc>
        <w:tc>
          <w:tcPr>
            <w:tcW w:w="4359" w:type="dxa"/>
            <w:tcBorders>
              <w:top w:val="single" w:sz="4" w:space="0" w:color="auto"/>
              <w:left w:val="single" w:sz="4" w:space="0" w:color="auto"/>
              <w:bottom w:val="single" w:sz="4" w:space="0" w:color="auto"/>
              <w:right w:val="single" w:sz="4" w:space="0" w:color="auto"/>
            </w:tcBorders>
          </w:tcPr>
          <w:p w14:paraId="69A89B35" w14:textId="77777777" w:rsidR="00DB5BAA" w:rsidRPr="00630AB6" w:rsidRDefault="00DB5BAA" w:rsidP="00822A83">
            <w:pPr>
              <w:pStyle w:val="TAL"/>
              <w:rPr>
                <w:rFonts w:cs="Arial"/>
                <w:szCs w:val="18"/>
                <w:lang w:eastAsia="zh-CN"/>
              </w:rPr>
            </w:pPr>
            <w:r w:rsidRPr="00630AB6">
              <w:rPr>
                <w:rFonts w:cs="Arial"/>
                <w:szCs w:val="18"/>
                <w:lang w:eastAsia="zh-CN"/>
              </w:rPr>
              <w:t>This IE may be included by the NSSF based on configuration and if the NSSF received the Requested NSSAI and the subscribed S-NSSAI(s). When present, t</w:t>
            </w:r>
            <w:r w:rsidRPr="00630AB6">
              <w:rPr>
                <w:rFonts w:cs="Arial" w:hint="eastAsia"/>
                <w:szCs w:val="18"/>
                <w:lang w:eastAsia="zh-CN"/>
              </w:rPr>
              <w:t>his</w:t>
            </w:r>
            <w:r w:rsidRPr="00630AB6">
              <w:rPr>
                <w:rFonts w:cs="Arial"/>
                <w:szCs w:val="18"/>
                <w:lang w:eastAsia="zh-CN"/>
              </w:rPr>
              <w:t xml:space="preserve"> </w:t>
            </w:r>
            <w:r w:rsidRPr="00630AB6">
              <w:rPr>
                <w:rFonts w:cs="Arial" w:hint="eastAsia"/>
                <w:szCs w:val="18"/>
                <w:lang w:eastAsia="zh-CN"/>
              </w:rPr>
              <w:t xml:space="preserve">IE shall contain the </w:t>
            </w:r>
            <w:r w:rsidRPr="00630AB6">
              <w:rPr>
                <w:rFonts w:cs="Arial"/>
                <w:szCs w:val="18"/>
                <w:lang w:eastAsia="zh-CN"/>
              </w:rPr>
              <w:t>list of candidate AMF(s).</w:t>
            </w:r>
          </w:p>
          <w:p w14:paraId="04573273" w14:textId="77777777" w:rsidR="000A4BF7" w:rsidRPr="00630AB6" w:rsidRDefault="000A4BF7" w:rsidP="000A4BF7">
            <w:pPr>
              <w:pStyle w:val="TAL"/>
              <w:rPr>
                <w:rFonts w:cs="Arial"/>
                <w:szCs w:val="18"/>
                <w:lang w:eastAsia="zh-CN"/>
              </w:rPr>
            </w:pPr>
          </w:p>
          <w:p w14:paraId="2037125D" w14:textId="77777777" w:rsidR="000A4BF7" w:rsidRPr="00630AB6" w:rsidRDefault="000A4BF7" w:rsidP="000A4BF7">
            <w:pPr>
              <w:pStyle w:val="TAL"/>
              <w:rPr>
                <w:rFonts w:cs="Arial"/>
                <w:szCs w:val="18"/>
              </w:rPr>
            </w:pPr>
            <w:r w:rsidRPr="00630AB6">
              <w:rPr>
                <w:rFonts w:cs="Arial"/>
                <w:szCs w:val="18"/>
                <w:lang w:eastAsia="zh-CN"/>
              </w:rPr>
              <w:t>This IE shall not be included if the "</w:t>
            </w:r>
            <w:proofErr w:type="spellStart"/>
            <w:r w:rsidRPr="00630AB6">
              <w:rPr>
                <w:rFonts w:hint="eastAsia"/>
                <w:lang w:eastAsia="zh-CN"/>
              </w:rPr>
              <w:t>requestMapping</w:t>
            </w:r>
            <w:proofErr w:type="spellEnd"/>
            <w:r w:rsidRPr="00630AB6">
              <w:rPr>
                <w:lang w:eastAsia="zh-CN"/>
              </w:rPr>
              <w:t>" IE was included in the request message and was set to "true".</w:t>
            </w:r>
          </w:p>
        </w:tc>
      </w:tr>
      <w:tr w:rsidR="00DB5BAA" w:rsidRPr="00630AB6" w14:paraId="15BF012F"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49ED4FF8" w14:textId="77777777" w:rsidR="00DB5BAA" w:rsidRPr="00630AB6" w:rsidRDefault="00DB5BAA" w:rsidP="00822A83">
            <w:pPr>
              <w:pStyle w:val="TAL"/>
              <w:rPr>
                <w:lang w:eastAsia="zh-CN"/>
              </w:rPr>
            </w:pPr>
            <w:proofErr w:type="spellStart"/>
            <w:r w:rsidRPr="00630AB6">
              <w:rPr>
                <w:rFonts w:hint="eastAsia"/>
                <w:lang w:eastAsia="zh-CN"/>
              </w:rPr>
              <w:t>rejectedN</w:t>
            </w:r>
            <w:r w:rsidRPr="00630AB6">
              <w:rPr>
                <w:lang w:eastAsia="zh-CN"/>
              </w:rPr>
              <w:t>ssaiInPlmn</w:t>
            </w:r>
            <w:proofErr w:type="spellEnd"/>
          </w:p>
        </w:tc>
        <w:tc>
          <w:tcPr>
            <w:tcW w:w="1559" w:type="dxa"/>
            <w:tcBorders>
              <w:top w:val="single" w:sz="4" w:space="0" w:color="auto"/>
              <w:left w:val="single" w:sz="4" w:space="0" w:color="auto"/>
              <w:bottom w:val="single" w:sz="4" w:space="0" w:color="auto"/>
              <w:right w:val="single" w:sz="4" w:space="0" w:color="auto"/>
            </w:tcBorders>
          </w:tcPr>
          <w:p w14:paraId="3021AF4B" w14:textId="77777777" w:rsidR="00DB5BAA" w:rsidRPr="00630AB6" w:rsidRDefault="007452B9" w:rsidP="00822A83">
            <w:pPr>
              <w:pStyle w:val="TAL"/>
              <w:rPr>
                <w:lang w:eastAsia="zh-CN"/>
              </w:rPr>
            </w:pPr>
            <w:r w:rsidRPr="00630AB6">
              <w:rPr>
                <w:lang w:eastAsia="zh-CN"/>
              </w:rPr>
              <w:t>array(</w:t>
            </w:r>
            <w:proofErr w:type="spellStart"/>
            <w:r w:rsidRPr="00630AB6">
              <w:rPr>
                <w:lang w:eastAsia="zh-CN"/>
              </w:rPr>
              <w:t>Sn</w:t>
            </w:r>
            <w:r w:rsidR="00DB5BAA" w:rsidRPr="00630AB6">
              <w:rPr>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174E8DB1" w14:textId="77777777" w:rsidR="00DB5BAA" w:rsidRPr="00630AB6" w:rsidRDefault="00DB5BAA" w:rsidP="00822A83">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3B9E70AE" w14:textId="77777777" w:rsidR="00DB5BAA" w:rsidRPr="00630AB6" w:rsidRDefault="004A36F2" w:rsidP="00822A83">
            <w:pPr>
              <w:pStyle w:val="TAL"/>
              <w:rPr>
                <w:lang w:eastAsia="zh-CN"/>
              </w:rPr>
            </w:pPr>
            <w:r>
              <w:rPr>
                <w:lang w:eastAsia="zh-CN"/>
              </w:rPr>
              <w:t>1</w:t>
            </w:r>
            <w:r w:rsidR="00DB5BAA" w:rsidRPr="00630AB6">
              <w:rPr>
                <w:rFonts w:hint="eastAsia"/>
                <w:lang w:eastAsia="zh-CN"/>
              </w:rPr>
              <w:t>..</w:t>
            </w:r>
            <w:r w:rsidR="007452B9"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48559196" w14:textId="77777777" w:rsidR="00DB5BAA" w:rsidRPr="00630AB6" w:rsidRDefault="00DB5BAA" w:rsidP="00822A83">
            <w:pPr>
              <w:pStyle w:val="TAL"/>
              <w:rPr>
                <w:rFonts w:cs="Arial"/>
                <w:szCs w:val="18"/>
                <w:lang w:eastAsia="zh-CN"/>
              </w:rPr>
            </w:pPr>
            <w:r w:rsidRPr="00630AB6">
              <w:rPr>
                <w:rFonts w:cs="Arial"/>
                <w:szCs w:val="18"/>
                <w:lang w:eastAsia="zh-CN"/>
              </w:rPr>
              <w:t xml:space="preserve">This IE may be included by the NSSF if the NSSF received the Requested NSSAI and the subscribed S-NSSAI(s). When present, </w:t>
            </w:r>
            <w:r w:rsidRPr="00630AB6">
              <w:rPr>
                <w:rFonts w:cs="Arial"/>
                <w:szCs w:val="18"/>
              </w:rPr>
              <w:t>this IE shall contain the rejected NSSAI in the PLMN.</w:t>
            </w:r>
          </w:p>
        </w:tc>
      </w:tr>
      <w:tr w:rsidR="00DB5BAA" w:rsidRPr="00630AB6" w14:paraId="738EB93C"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5B9D2BCF" w14:textId="77777777" w:rsidR="00DB5BAA" w:rsidRPr="00630AB6" w:rsidRDefault="00DB5BAA" w:rsidP="00822A83">
            <w:pPr>
              <w:pStyle w:val="TAL"/>
              <w:rPr>
                <w:lang w:val="en-US" w:eastAsia="zh-CN"/>
              </w:rPr>
            </w:pPr>
            <w:proofErr w:type="spellStart"/>
            <w:r w:rsidRPr="00630AB6">
              <w:rPr>
                <w:rFonts w:hint="eastAsia"/>
                <w:lang w:eastAsia="zh-CN"/>
              </w:rPr>
              <w:t>rejectedN</w:t>
            </w:r>
            <w:r w:rsidRPr="00630AB6">
              <w:rPr>
                <w:lang w:eastAsia="zh-CN"/>
              </w:rPr>
              <w:t>ssaiInTa</w:t>
            </w:r>
            <w:proofErr w:type="spellEnd"/>
          </w:p>
        </w:tc>
        <w:tc>
          <w:tcPr>
            <w:tcW w:w="1559" w:type="dxa"/>
            <w:tcBorders>
              <w:top w:val="single" w:sz="4" w:space="0" w:color="auto"/>
              <w:left w:val="single" w:sz="4" w:space="0" w:color="auto"/>
              <w:bottom w:val="single" w:sz="4" w:space="0" w:color="auto"/>
              <w:right w:val="single" w:sz="4" w:space="0" w:color="auto"/>
            </w:tcBorders>
          </w:tcPr>
          <w:p w14:paraId="37A685D5" w14:textId="77777777" w:rsidR="00DB5BAA" w:rsidRPr="00630AB6" w:rsidRDefault="007452B9" w:rsidP="00822A83">
            <w:pPr>
              <w:pStyle w:val="TAL"/>
              <w:rPr>
                <w:lang w:eastAsia="zh-CN"/>
              </w:rPr>
            </w:pPr>
            <w:r w:rsidRPr="00630AB6">
              <w:rPr>
                <w:lang w:eastAsia="zh-CN"/>
              </w:rPr>
              <w:t>array(</w:t>
            </w:r>
            <w:proofErr w:type="spellStart"/>
            <w:r w:rsidRPr="00630AB6">
              <w:rPr>
                <w:lang w:eastAsia="zh-CN"/>
              </w:rPr>
              <w:t>Sn</w:t>
            </w:r>
            <w:r w:rsidR="00DB5BAA" w:rsidRPr="00630AB6">
              <w:rPr>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0A6909DC" w14:textId="77777777" w:rsidR="00DB5BAA" w:rsidRPr="00630AB6" w:rsidRDefault="00DB5BAA" w:rsidP="00822A83">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7AABE95A" w14:textId="77777777" w:rsidR="00DB5BAA" w:rsidRPr="00630AB6" w:rsidRDefault="004A36F2" w:rsidP="00822A83">
            <w:pPr>
              <w:pStyle w:val="TAL"/>
              <w:rPr>
                <w:lang w:eastAsia="zh-CN"/>
              </w:rPr>
            </w:pPr>
            <w:r>
              <w:rPr>
                <w:lang w:eastAsia="zh-CN"/>
              </w:rPr>
              <w:t>1</w:t>
            </w:r>
            <w:r w:rsidR="00DB5BAA" w:rsidRPr="00630AB6">
              <w:rPr>
                <w:rFonts w:hint="eastAsia"/>
                <w:lang w:eastAsia="zh-CN"/>
              </w:rPr>
              <w:t>..</w:t>
            </w:r>
            <w:r w:rsidR="007452B9"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302416E2" w14:textId="77777777" w:rsidR="00DB5BAA" w:rsidRPr="00630AB6" w:rsidRDefault="00DB5BAA" w:rsidP="00822A83">
            <w:pPr>
              <w:pStyle w:val="TAL"/>
              <w:rPr>
                <w:rFonts w:cs="Arial"/>
                <w:szCs w:val="18"/>
                <w:lang w:eastAsia="zh-CN"/>
              </w:rPr>
            </w:pPr>
            <w:r w:rsidRPr="00630AB6">
              <w:rPr>
                <w:rFonts w:cs="Arial"/>
                <w:szCs w:val="18"/>
                <w:lang w:eastAsia="zh-CN"/>
              </w:rPr>
              <w:t xml:space="preserve">This IE may be included by the NSSF if the NSSF received the Requested NSSAI and the subscribed S-NSSAI(s). When present, </w:t>
            </w:r>
            <w:r w:rsidRPr="00630AB6">
              <w:rPr>
                <w:rFonts w:cs="Arial"/>
                <w:szCs w:val="18"/>
              </w:rPr>
              <w:t>this IE shall contain the rejected NSSAI in the current TA.</w:t>
            </w:r>
          </w:p>
        </w:tc>
      </w:tr>
      <w:tr w:rsidR="00DB5BAA" w:rsidRPr="00630AB6" w14:paraId="1A3B6847"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45652A88" w14:textId="77777777" w:rsidR="00DB5BAA" w:rsidRPr="00630AB6" w:rsidRDefault="00DB5BAA" w:rsidP="00822A83">
            <w:pPr>
              <w:pStyle w:val="TAL"/>
              <w:rPr>
                <w:lang w:eastAsia="zh-CN"/>
              </w:rPr>
            </w:pPr>
            <w:proofErr w:type="spellStart"/>
            <w:r w:rsidRPr="00630AB6">
              <w:rPr>
                <w:lang w:eastAsia="zh-CN"/>
              </w:rPr>
              <w:t>nsiInformation</w:t>
            </w:r>
            <w:proofErr w:type="spellEnd"/>
          </w:p>
        </w:tc>
        <w:tc>
          <w:tcPr>
            <w:tcW w:w="1559" w:type="dxa"/>
            <w:tcBorders>
              <w:top w:val="single" w:sz="4" w:space="0" w:color="auto"/>
              <w:left w:val="single" w:sz="4" w:space="0" w:color="auto"/>
              <w:bottom w:val="single" w:sz="4" w:space="0" w:color="auto"/>
              <w:right w:val="single" w:sz="4" w:space="0" w:color="auto"/>
            </w:tcBorders>
          </w:tcPr>
          <w:p w14:paraId="551D876F" w14:textId="77777777" w:rsidR="00DB5BAA" w:rsidRPr="00630AB6" w:rsidRDefault="00DB5BAA" w:rsidP="00822A83">
            <w:pPr>
              <w:pStyle w:val="TAL"/>
              <w:rPr>
                <w:lang w:eastAsia="zh-CN"/>
              </w:rPr>
            </w:pPr>
            <w:proofErr w:type="spellStart"/>
            <w:r w:rsidRPr="00630AB6">
              <w:rPr>
                <w:rFonts w:hint="eastAsia"/>
                <w:lang w:eastAsia="zh-CN"/>
              </w:rPr>
              <w:t>NsiInformation</w:t>
            </w:r>
            <w:proofErr w:type="spellEnd"/>
          </w:p>
        </w:tc>
        <w:tc>
          <w:tcPr>
            <w:tcW w:w="425" w:type="dxa"/>
            <w:tcBorders>
              <w:top w:val="single" w:sz="4" w:space="0" w:color="auto"/>
              <w:left w:val="single" w:sz="4" w:space="0" w:color="auto"/>
              <w:bottom w:val="single" w:sz="4" w:space="0" w:color="auto"/>
              <w:right w:val="single" w:sz="4" w:space="0" w:color="auto"/>
            </w:tcBorders>
          </w:tcPr>
          <w:p w14:paraId="68E199F8" w14:textId="77777777" w:rsidR="00DB5BAA" w:rsidRPr="00630AB6" w:rsidRDefault="00DB5BAA" w:rsidP="00822A83">
            <w:pPr>
              <w:pStyle w:val="TAC"/>
              <w:rPr>
                <w:lang w:eastAsia="zh-CN"/>
              </w:rPr>
            </w:pPr>
            <w:r w:rsidRPr="00630AB6">
              <w:rPr>
                <w:rFonts w:hint="eastAsia"/>
                <w:lang w:eastAsia="zh-CN"/>
              </w:rPr>
              <w:t>C</w:t>
            </w:r>
          </w:p>
        </w:tc>
        <w:tc>
          <w:tcPr>
            <w:tcW w:w="1134" w:type="dxa"/>
            <w:tcBorders>
              <w:top w:val="single" w:sz="4" w:space="0" w:color="auto"/>
              <w:left w:val="single" w:sz="4" w:space="0" w:color="auto"/>
              <w:bottom w:val="single" w:sz="4" w:space="0" w:color="auto"/>
              <w:right w:val="single" w:sz="4" w:space="0" w:color="auto"/>
            </w:tcBorders>
          </w:tcPr>
          <w:p w14:paraId="31DCA778" w14:textId="77777777" w:rsidR="00DB5BAA" w:rsidRPr="00630AB6" w:rsidRDefault="00DB5BAA" w:rsidP="00822A83">
            <w:pPr>
              <w:pStyle w:val="TAL"/>
              <w:rPr>
                <w:lang w:eastAsia="zh-CN"/>
              </w:rPr>
            </w:pPr>
            <w:r w:rsidRPr="00630AB6">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79118167" w14:textId="77777777" w:rsidR="00DB5BAA" w:rsidRPr="00630AB6" w:rsidRDefault="00DB5BAA" w:rsidP="00822A83">
            <w:pPr>
              <w:pStyle w:val="TAL"/>
              <w:rPr>
                <w:rFonts w:cs="Arial"/>
                <w:szCs w:val="18"/>
                <w:lang w:eastAsia="zh-CN"/>
              </w:rPr>
            </w:pPr>
            <w:r w:rsidRPr="00630AB6">
              <w:rPr>
                <w:rFonts w:cs="Arial"/>
                <w:szCs w:val="18"/>
                <w:lang w:eastAsia="zh-CN"/>
              </w:rPr>
              <w:t>This IE shall be included by the NSSF if the NSSF received the S-NSSAI. (i.e. during PDU session establishment procedure)</w:t>
            </w:r>
          </w:p>
          <w:p w14:paraId="2F9E5251" w14:textId="77777777" w:rsidR="000A4BF7" w:rsidRPr="00630AB6" w:rsidRDefault="000A4BF7" w:rsidP="000A4BF7">
            <w:pPr>
              <w:pStyle w:val="TAL"/>
              <w:rPr>
                <w:rFonts w:cs="Arial"/>
                <w:szCs w:val="18"/>
                <w:lang w:eastAsia="zh-CN"/>
              </w:rPr>
            </w:pPr>
          </w:p>
          <w:p w14:paraId="67C8B7AD" w14:textId="77777777" w:rsidR="00DB5BAA" w:rsidRPr="00630AB6" w:rsidRDefault="000A4BF7" w:rsidP="000A4BF7">
            <w:pPr>
              <w:pStyle w:val="TAL"/>
              <w:rPr>
                <w:rFonts w:cs="Arial"/>
                <w:szCs w:val="18"/>
                <w:lang w:eastAsia="zh-CN"/>
              </w:rPr>
            </w:pPr>
            <w:r w:rsidRPr="00630AB6">
              <w:rPr>
                <w:rFonts w:cs="Arial"/>
                <w:szCs w:val="18"/>
                <w:lang w:eastAsia="zh-CN"/>
              </w:rPr>
              <w:t>This IE shall not be included if the "</w:t>
            </w:r>
            <w:proofErr w:type="spellStart"/>
            <w:r w:rsidRPr="00630AB6">
              <w:rPr>
                <w:rFonts w:hint="eastAsia"/>
                <w:lang w:eastAsia="zh-CN"/>
              </w:rPr>
              <w:t>requestMapping</w:t>
            </w:r>
            <w:proofErr w:type="spellEnd"/>
            <w:r w:rsidRPr="00630AB6">
              <w:rPr>
                <w:lang w:eastAsia="zh-CN"/>
              </w:rPr>
              <w:t>" IE was included in the request message and was set to "true".</w:t>
            </w:r>
          </w:p>
        </w:tc>
      </w:tr>
      <w:tr w:rsidR="0037667E" w:rsidRPr="00630AB6" w14:paraId="4A706BDE"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741C2C01" w14:textId="77777777" w:rsidR="0037667E" w:rsidRPr="00630AB6" w:rsidRDefault="0037667E" w:rsidP="00822A83">
            <w:pPr>
              <w:pStyle w:val="TAL"/>
              <w:rPr>
                <w:lang w:eastAsia="zh-CN"/>
              </w:rPr>
            </w:pPr>
            <w:proofErr w:type="spellStart"/>
            <w:r w:rsidRPr="00630AB6">
              <w:rPr>
                <w:lang w:eastAsia="zh-CN"/>
              </w:rPr>
              <w:t>supportedFeatures</w:t>
            </w:r>
            <w:proofErr w:type="spellEnd"/>
          </w:p>
        </w:tc>
        <w:tc>
          <w:tcPr>
            <w:tcW w:w="1559" w:type="dxa"/>
            <w:tcBorders>
              <w:top w:val="single" w:sz="4" w:space="0" w:color="auto"/>
              <w:left w:val="single" w:sz="4" w:space="0" w:color="auto"/>
              <w:bottom w:val="single" w:sz="4" w:space="0" w:color="auto"/>
              <w:right w:val="single" w:sz="4" w:space="0" w:color="auto"/>
            </w:tcBorders>
          </w:tcPr>
          <w:p w14:paraId="77D115C0" w14:textId="77777777" w:rsidR="0037667E" w:rsidRPr="00630AB6" w:rsidRDefault="0037667E" w:rsidP="00822A83">
            <w:pPr>
              <w:pStyle w:val="TAL"/>
              <w:rPr>
                <w:lang w:eastAsia="zh-CN"/>
              </w:rPr>
            </w:pPr>
            <w:proofErr w:type="spellStart"/>
            <w:r w:rsidRPr="00630AB6">
              <w:rPr>
                <w:lang w:eastAsia="zh-CN"/>
              </w:rPr>
              <w:t>SupportedFeatures</w:t>
            </w:r>
            <w:proofErr w:type="spellEnd"/>
          </w:p>
        </w:tc>
        <w:tc>
          <w:tcPr>
            <w:tcW w:w="425" w:type="dxa"/>
            <w:tcBorders>
              <w:top w:val="single" w:sz="4" w:space="0" w:color="auto"/>
              <w:left w:val="single" w:sz="4" w:space="0" w:color="auto"/>
              <w:bottom w:val="single" w:sz="4" w:space="0" w:color="auto"/>
              <w:right w:val="single" w:sz="4" w:space="0" w:color="auto"/>
            </w:tcBorders>
          </w:tcPr>
          <w:p w14:paraId="2B3C5C77" w14:textId="77777777" w:rsidR="0037667E" w:rsidRPr="00630AB6" w:rsidRDefault="0037667E" w:rsidP="00822A83">
            <w:pPr>
              <w:pStyle w:val="TAC"/>
              <w:rPr>
                <w:lang w:eastAsia="zh-CN"/>
              </w:rPr>
            </w:pPr>
            <w:r w:rsidRPr="00630AB6">
              <w:rPr>
                <w:rFonts w:hint="eastAsia"/>
                <w:lang w:eastAsia="zh-CN"/>
              </w:rPr>
              <w:t>C</w:t>
            </w:r>
          </w:p>
        </w:tc>
        <w:tc>
          <w:tcPr>
            <w:tcW w:w="1134" w:type="dxa"/>
            <w:tcBorders>
              <w:top w:val="single" w:sz="4" w:space="0" w:color="auto"/>
              <w:left w:val="single" w:sz="4" w:space="0" w:color="auto"/>
              <w:bottom w:val="single" w:sz="4" w:space="0" w:color="auto"/>
              <w:right w:val="single" w:sz="4" w:space="0" w:color="auto"/>
            </w:tcBorders>
          </w:tcPr>
          <w:p w14:paraId="45B4027E" w14:textId="77777777" w:rsidR="0037667E" w:rsidRPr="00630AB6" w:rsidRDefault="0037667E" w:rsidP="00822A83">
            <w:pPr>
              <w:pStyle w:val="TAL"/>
              <w:rPr>
                <w:lang w:eastAsia="zh-CN"/>
              </w:rPr>
            </w:pPr>
            <w:r w:rsidRPr="00630AB6">
              <w:rPr>
                <w:noProof/>
              </w:rPr>
              <w:t>0..1</w:t>
            </w:r>
          </w:p>
        </w:tc>
        <w:tc>
          <w:tcPr>
            <w:tcW w:w="4359" w:type="dxa"/>
            <w:tcBorders>
              <w:top w:val="single" w:sz="4" w:space="0" w:color="auto"/>
              <w:left w:val="single" w:sz="4" w:space="0" w:color="auto"/>
              <w:bottom w:val="single" w:sz="4" w:space="0" w:color="auto"/>
              <w:right w:val="single" w:sz="4" w:space="0" w:color="auto"/>
            </w:tcBorders>
          </w:tcPr>
          <w:p w14:paraId="25D07DA2" w14:textId="77777777" w:rsidR="0037667E" w:rsidRPr="00630AB6" w:rsidRDefault="0037667E" w:rsidP="0037667E">
            <w:pPr>
              <w:pStyle w:val="TAL"/>
              <w:rPr>
                <w:lang w:eastAsia="zh-CN"/>
              </w:rPr>
            </w:pPr>
            <w:r w:rsidRPr="00630AB6">
              <w:rPr>
                <w:rFonts w:cs="Arial"/>
                <w:szCs w:val="18"/>
              </w:rPr>
              <w:t xml:space="preserve">This IE shall be present if at least one optional feature defined in </w:t>
            </w:r>
            <w:r w:rsidR="001765C8">
              <w:rPr>
                <w:rFonts w:cs="Arial"/>
                <w:szCs w:val="18"/>
              </w:rPr>
              <w:t>clause</w:t>
            </w:r>
            <w:r w:rsidRPr="00630AB6">
              <w:rPr>
                <w:rFonts w:cs="Arial"/>
                <w:szCs w:val="18"/>
              </w:rPr>
              <w:t xml:space="preserve"> 6.1.</w:t>
            </w:r>
            <w:r w:rsidRPr="00630AB6">
              <w:rPr>
                <w:rFonts w:cs="Arial" w:hint="eastAsia"/>
                <w:szCs w:val="18"/>
                <w:lang w:eastAsia="zh-CN"/>
              </w:rPr>
              <w:t>8</w:t>
            </w:r>
            <w:r w:rsidRPr="00630AB6">
              <w:rPr>
                <w:rFonts w:cs="Arial"/>
                <w:szCs w:val="18"/>
              </w:rPr>
              <w:t xml:space="preserve"> is supported</w:t>
            </w:r>
          </w:p>
        </w:tc>
      </w:tr>
      <w:tr w:rsidR="005528ED" w:rsidRPr="00630AB6" w14:paraId="201A7135" w14:textId="77777777" w:rsidTr="00196270">
        <w:trPr>
          <w:jc w:val="center"/>
        </w:trPr>
        <w:tc>
          <w:tcPr>
            <w:tcW w:w="2090" w:type="dxa"/>
            <w:tcBorders>
              <w:top w:val="single" w:sz="4" w:space="0" w:color="auto"/>
              <w:left w:val="single" w:sz="4" w:space="0" w:color="auto"/>
              <w:bottom w:val="single" w:sz="4" w:space="0" w:color="auto"/>
              <w:right w:val="single" w:sz="4" w:space="0" w:color="auto"/>
            </w:tcBorders>
          </w:tcPr>
          <w:p w14:paraId="55E71071" w14:textId="77777777" w:rsidR="005528ED" w:rsidRPr="00630AB6" w:rsidRDefault="005528ED" w:rsidP="00196270">
            <w:pPr>
              <w:pStyle w:val="TAL"/>
              <w:rPr>
                <w:lang w:eastAsia="zh-CN"/>
              </w:rPr>
            </w:pPr>
            <w:proofErr w:type="spellStart"/>
            <w:r w:rsidRPr="00630AB6">
              <w:rPr>
                <w:lang w:eastAsia="zh-CN"/>
              </w:rPr>
              <w:lastRenderedPageBreak/>
              <w:t>nrfAmfSet</w:t>
            </w:r>
            <w:proofErr w:type="spellEnd"/>
          </w:p>
        </w:tc>
        <w:tc>
          <w:tcPr>
            <w:tcW w:w="1559" w:type="dxa"/>
            <w:tcBorders>
              <w:top w:val="single" w:sz="4" w:space="0" w:color="auto"/>
              <w:left w:val="single" w:sz="4" w:space="0" w:color="auto"/>
              <w:bottom w:val="single" w:sz="4" w:space="0" w:color="auto"/>
              <w:right w:val="single" w:sz="4" w:space="0" w:color="auto"/>
            </w:tcBorders>
          </w:tcPr>
          <w:p w14:paraId="1C6EB55D" w14:textId="77777777" w:rsidR="005528ED" w:rsidRPr="00630AB6" w:rsidRDefault="005528ED" w:rsidP="00196270">
            <w:pPr>
              <w:pStyle w:val="TAL"/>
              <w:rPr>
                <w:lang w:eastAsia="zh-CN"/>
              </w:rPr>
            </w:pPr>
            <w:r w:rsidRPr="00630AB6">
              <w:rPr>
                <w:lang w:eastAsia="zh-CN"/>
              </w:rPr>
              <w:t>Uri</w:t>
            </w:r>
          </w:p>
        </w:tc>
        <w:tc>
          <w:tcPr>
            <w:tcW w:w="425" w:type="dxa"/>
            <w:tcBorders>
              <w:top w:val="single" w:sz="4" w:space="0" w:color="auto"/>
              <w:left w:val="single" w:sz="4" w:space="0" w:color="auto"/>
              <w:bottom w:val="single" w:sz="4" w:space="0" w:color="auto"/>
              <w:right w:val="single" w:sz="4" w:space="0" w:color="auto"/>
            </w:tcBorders>
          </w:tcPr>
          <w:p w14:paraId="5E30835B" w14:textId="77777777" w:rsidR="005528ED" w:rsidRPr="00630AB6" w:rsidRDefault="005528ED" w:rsidP="00196270">
            <w:pPr>
              <w:pStyle w:val="TAC"/>
              <w:rPr>
                <w:lang w:eastAsia="zh-CN"/>
              </w:rPr>
            </w:pPr>
            <w:r w:rsidRPr="00630AB6">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062C1A58" w14:textId="77777777" w:rsidR="005528ED" w:rsidRPr="00630AB6" w:rsidRDefault="005528ED" w:rsidP="00196270">
            <w:pPr>
              <w:pStyle w:val="TAL"/>
              <w:rPr>
                <w:noProof/>
              </w:rPr>
            </w:pPr>
            <w:r w:rsidRPr="00630AB6">
              <w:rPr>
                <w:noProof/>
              </w:rPr>
              <w:t>0..1</w:t>
            </w:r>
          </w:p>
        </w:tc>
        <w:tc>
          <w:tcPr>
            <w:tcW w:w="4359" w:type="dxa"/>
            <w:tcBorders>
              <w:top w:val="single" w:sz="4" w:space="0" w:color="auto"/>
              <w:left w:val="single" w:sz="4" w:space="0" w:color="auto"/>
              <w:bottom w:val="single" w:sz="4" w:space="0" w:color="auto"/>
              <w:right w:val="single" w:sz="4" w:space="0" w:color="auto"/>
            </w:tcBorders>
          </w:tcPr>
          <w:p w14:paraId="64FB651A" w14:textId="77777777" w:rsidR="005528ED" w:rsidRPr="00820A59" w:rsidRDefault="005528ED" w:rsidP="00196270">
            <w:pPr>
              <w:pStyle w:val="TAL"/>
              <w:rPr>
                <w:rFonts w:cs="Arial"/>
                <w:szCs w:val="18"/>
              </w:rPr>
            </w:pPr>
            <w:r w:rsidRPr="00820A59">
              <w:rPr>
                <w:rFonts w:cs="Arial"/>
                <w:szCs w:val="18"/>
              </w:rPr>
              <w:t>This IE may be included by the NSSF based on configuration and if the target AMF Set is included.</w:t>
            </w:r>
          </w:p>
          <w:p w14:paraId="1B628D0F" w14:textId="77777777" w:rsidR="005528ED" w:rsidRPr="00630AB6" w:rsidRDefault="005528ED" w:rsidP="00196270">
            <w:pPr>
              <w:pStyle w:val="TAL"/>
              <w:rPr>
                <w:rFonts w:cs="Arial"/>
                <w:szCs w:val="18"/>
              </w:rPr>
            </w:pPr>
            <w:r w:rsidRPr="00630AB6">
              <w:rPr>
                <w:rFonts w:cs="Arial"/>
                <w:szCs w:val="18"/>
              </w:rPr>
              <w:t xml:space="preserve">When present, this IE shall contain the API URI of the NRF </w:t>
            </w:r>
            <w:proofErr w:type="spellStart"/>
            <w:r w:rsidR="00F56626" w:rsidRPr="002857AD">
              <w:t>NFDiscovery</w:t>
            </w:r>
            <w:proofErr w:type="spellEnd"/>
            <w:r w:rsidR="00F56626" w:rsidRPr="002857AD">
              <w:t xml:space="preserve"> Service (see </w:t>
            </w:r>
            <w:r w:rsidR="001765C8">
              <w:t>clause</w:t>
            </w:r>
            <w:r w:rsidR="00F56626" w:rsidRPr="002857AD">
              <w:t xml:space="preserve"> 6.2.1</w:t>
            </w:r>
            <w:r w:rsidR="00F56626">
              <w:t xml:space="preserve"> of </w:t>
            </w:r>
            <w:r w:rsidR="00F56626" w:rsidRPr="00630AB6">
              <w:rPr>
                <w:lang w:val="en-US"/>
              </w:rPr>
              <w:t>3GPP TS 29.510 [13]</w:t>
            </w:r>
            <w:r w:rsidR="00F56626" w:rsidRPr="002857AD">
              <w:t>)</w:t>
            </w:r>
            <w:r w:rsidR="00F56626">
              <w:t xml:space="preserve"> </w:t>
            </w:r>
            <w:r w:rsidRPr="00630AB6">
              <w:rPr>
                <w:rFonts w:cs="Arial"/>
                <w:szCs w:val="18"/>
              </w:rPr>
              <w:t>to be used to determine the list of candidate AMF(s) from the AMF Set.</w:t>
            </w:r>
          </w:p>
          <w:p w14:paraId="2ECA4088" w14:textId="77777777" w:rsidR="005528ED" w:rsidRPr="00630AB6" w:rsidRDefault="005528ED" w:rsidP="00196270">
            <w:pPr>
              <w:pStyle w:val="TAL"/>
              <w:rPr>
                <w:rFonts w:cs="Arial"/>
                <w:szCs w:val="18"/>
              </w:rPr>
            </w:pPr>
          </w:p>
        </w:tc>
      </w:tr>
      <w:tr w:rsidR="00F56626" w:rsidRPr="00630AB6" w14:paraId="216D8CA6" w14:textId="77777777" w:rsidTr="00196270">
        <w:trPr>
          <w:jc w:val="center"/>
        </w:trPr>
        <w:tc>
          <w:tcPr>
            <w:tcW w:w="2090" w:type="dxa"/>
            <w:tcBorders>
              <w:top w:val="single" w:sz="4" w:space="0" w:color="auto"/>
              <w:left w:val="single" w:sz="4" w:space="0" w:color="auto"/>
              <w:bottom w:val="single" w:sz="4" w:space="0" w:color="auto"/>
              <w:right w:val="single" w:sz="4" w:space="0" w:color="auto"/>
            </w:tcBorders>
          </w:tcPr>
          <w:p w14:paraId="3175C2E4" w14:textId="77777777" w:rsidR="00F56626" w:rsidRPr="00630AB6" w:rsidRDefault="00F56626" w:rsidP="00F56626">
            <w:pPr>
              <w:pStyle w:val="TAL"/>
              <w:rPr>
                <w:lang w:eastAsia="zh-CN"/>
              </w:rPr>
            </w:pPr>
            <w:proofErr w:type="spellStart"/>
            <w:r w:rsidRPr="00630AB6">
              <w:rPr>
                <w:lang w:eastAsia="zh-CN"/>
              </w:rPr>
              <w:t>nrf</w:t>
            </w:r>
            <w:r>
              <w:rPr>
                <w:lang w:eastAsia="zh-CN"/>
              </w:rPr>
              <w:t>AmfSetNfMgtUri</w:t>
            </w:r>
            <w:proofErr w:type="spellEnd"/>
          </w:p>
        </w:tc>
        <w:tc>
          <w:tcPr>
            <w:tcW w:w="1559" w:type="dxa"/>
            <w:tcBorders>
              <w:top w:val="single" w:sz="4" w:space="0" w:color="auto"/>
              <w:left w:val="single" w:sz="4" w:space="0" w:color="auto"/>
              <w:bottom w:val="single" w:sz="4" w:space="0" w:color="auto"/>
              <w:right w:val="single" w:sz="4" w:space="0" w:color="auto"/>
            </w:tcBorders>
          </w:tcPr>
          <w:p w14:paraId="0DC266FE" w14:textId="77777777" w:rsidR="00F56626" w:rsidRPr="00630AB6" w:rsidRDefault="00F56626" w:rsidP="00F56626">
            <w:pPr>
              <w:pStyle w:val="TAL"/>
              <w:rPr>
                <w:lang w:eastAsia="zh-CN"/>
              </w:rPr>
            </w:pPr>
            <w:r w:rsidRPr="00630AB6">
              <w:rPr>
                <w:lang w:eastAsia="zh-CN"/>
              </w:rPr>
              <w:t>Uri</w:t>
            </w:r>
          </w:p>
        </w:tc>
        <w:tc>
          <w:tcPr>
            <w:tcW w:w="425" w:type="dxa"/>
            <w:tcBorders>
              <w:top w:val="single" w:sz="4" w:space="0" w:color="auto"/>
              <w:left w:val="single" w:sz="4" w:space="0" w:color="auto"/>
              <w:bottom w:val="single" w:sz="4" w:space="0" w:color="auto"/>
              <w:right w:val="single" w:sz="4" w:space="0" w:color="auto"/>
            </w:tcBorders>
          </w:tcPr>
          <w:p w14:paraId="75F5E0A8" w14:textId="77777777" w:rsidR="00F56626" w:rsidRPr="00630AB6" w:rsidRDefault="00F56626" w:rsidP="00F56626">
            <w:pPr>
              <w:pStyle w:val="TAC"/>
              <w:rPr>
                <w:lang w:eastAsia="zh-CN"/>
              </w:rPr>
            </w:pPr>
            <w:r>
              <w:rPr>
                <w:lang w:eastAsia="zh-CN"/>
              </w:rPr>
              <w:t>C</w:t>
            </w:r>
          </w:p>
        </w:tc>
        <w:tc>
          <w:tcPr>
            <w:tcW w:w="1134" w:type="dxa"/>
            <w:tcBorders>
              <w:top w:val="single" w:sz="4" w:space="0" w:color="auto"/>
              <w:left w:val="single" w:sz="4" w:space="0" w:color="auto"/>
              <w:bottom w:val="single" w:sz="4" w:space="0" w:color="auto"/>
              <w:right w:val="single" w:sz="4" w:space="0" w:color="auto"/>
            </w:tcBorders>
          </w:tcPr>
          <w:p w14:paraId="74B88AAF" w14:textId="77777777" w:rsidR="00F56626" w:rsidRPr="00630AB6" w:rsidRDefault="00F56626" w:rsidP="00F56626">
            <w:pPr>
              <w:pStyle w:val="TAL"/>
              <w:rPr>
                <w:noProof/>
              </w:rPr>
            </w:pPr>
            <w:r>
              <w:rPr>
                <w:lang w:eastAsia="zh-CN"/>
              </w:rPr>
              <w:t>0..</w:t>
            </w: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66AD4CF0" w14:textId="77777777" w:rsidR="00F56626" w:rsidRPr="00820A59" w:rsidRDefault="00F56626" w:rsidP="00F56626">
            <w:pPr>
              <w:pStyle w:val="TAL"/>
              <w:rPr>
                <w:rFonts w:cs="Arial"/>
                <w:szCs w:val="18"/>
              </w:rPr>
            </w:pPr>
            <w:r>
              <w:rPr>
                <w:rFonts w:cs="Arial"/>
                <w:szCs w:val="18"/>
                <w:lang w:eastAsia="zh-CN"/>
              </w:rPr>
              <w:t xml:space="preserve">This IE should be present if the </w:t>
            </w:r>
            <w:proofErr w:type="spellStart"/>
            <w:r w:rsidRPr="00630AB6">
              <w:rPr>
                <w:lang w:eastAsia="zh-CN"/>
              </w:rPr>
              <w:t>nrfAmfSet</w:t>
            </w:r>
            <w:proofErr w:type="spellEnd"/>
            <w:r>
              <w:rPr>
                <w:lang w:eastAsia="zh-CN"/>
              </w:rPr>
              <w:t xml:space="preserve"> is present</w:t>
            </w:r>
            <w:r>
              <w:rPr>
                <w:rFonts w:cs="Arial"/>
                <w:szCs w:val="18"/>
                <w:lang w:eastAsia="zh-CN"/>
              </w:rPr>
              <w:t>. When present, it</w:t>
            </w:r>
            <w:r w:rsidRPr="00630AB6">
              <w:rPr>
                <w:rFonts w:cs="Arial" w:hint="eastAsia"/>
                <w:szCs w:val="18"/>
                <w:lang w:eastAsia="zh-CN"/>
              </w:rPr>
              <w:t xml:space="preserve"> shall contain the </w:t>
            </w:r>
            <w:r w:rsidRPr="00630AB6">
              <w:rPr>
                <w:rFonts w:cs="Arial"/>
                <w:szCs w:val="18"/>
              </w:rPr>
              <w:t>API URI</w:t>
            </w:r>
            <w:r w:rsidRPr="00630AB6">
              <w:rPr>
                <w:rFonts w:cs="Arial"/>
                <w:szCs w:val="18"/>
                <w:lang w:eastAsia="zh-CN"/>
              </w:rPr>
              <w:t xml:space="preserve"> of the NRF </w:t>
            </w:r>
            <w:proofErr w:type="spellStart"/>
            <w:r w:rsidRPr="002857AD">
              <w:t>NF</w:t>
            </w:r>
            <w:r>
              <w:t>Management</w:t>
            </w:r>
            <w:proofErr w:type="spellEnd"/>
            <w:r w:rsidRPr="002857AD">
              <w:t xml:space="preserve"> Service (see </w:t>
            </w:r>
            <w:r w:rsidR="001765C8">
              <w:t>clause</w:t>
            </w:r>
            <w:r w:rsidRPr="002857AD">
              <w:t xml:space="preserve"> 6.</w:t>
            </w:r>
            <w:r>
              <w:t>1</w:t>
            </w:r>
            <w:r w:rsidRPr="002857AD">
              <w:t>.1</w:t>
            </w:r>
            <w:r>
              <w:t xml:space="preserve"> of </w:t>
            </w:r>
            <w:r w:rsidRPr="00630AB6">
              <w:rPr>
                <w:lang w:val="en-US"/>
              </w:rPr>
              <w:t>3GPP TS 29.510 [13]</w:t>
            </w:r>
            <w:r w:rsidRPr="002857AD">
              <w:t>)</w:t>
            </w:r>
            <w:r>
              <w:rPr>
                <w:rFonts w:cs="Arial"/>
                <w:szCs w:val="18"/>
                <w:lang w:eastAsia="zh-CN"/>
              </w:rPr>
              <w:t xml:space="preserve">. </w:t>
            </w:r>
          </w:p>
        </w:tc>
      </w:tr>
      <w:tr w:rsidR="00F56626" w:rsidRPr="00630AB6" w14:paraId="33611B8B" w14:textId="77777777" w:rsidTr="00196270">
        <w:trPr>
          <w:jc w:val="center"/>
        </w:trPr>
        <w:tc>
          <w:tcPr>
            <w:tcW w:w="2090" w:type="dxa"/>
            <w:tcBorders>
              <w:top w:val="single" w:sz="4" w:space="0" w:color="auto"/>
              <w:left w:val="single" w:sz="4" w:space="0" w:color="auto"/>
              <w:bottom w:val="single" w:sz="4" w:space="0" w:color="auto"/>
              <w:right w:val="single" w:sz="4" w:space="0" w:color="auto"/>
            </w:tcBorders>
          </w:tcPr>
          <w:p w14:paraId="02B980A5" w14:textId="77777777" w:rsidR="00F56626" w:rsidRPr="00630AB6" w:rsidRDefault="00F56626" w:rsidP="00F56626">
            <w:pPr>
              <w:pStyle w:val="TAL"/>
              <w:rPr>
                <w:lang w:eastAsia="zh-CN"/>
              </w:rPr>
            </w:pPr>
            <w:proofErr w:type="spellStart"/>
            <w:r w:rsidRPr="00630AB6">
              <w:rPr>
                <w:lang w:eastAsia="zh-CN"/>
              </w:rPr>
              <w:t>nrf</w:t>
            </w:r>
            <w:r>
              <w:rPr>
                <w:lang w:eastAsia="zh-CN"/>
              </w:rPr>
              <w:t>AmfSetAccessTokenUri</w:t>
            </w:r>
            <w:proofErr w:type="spellEnd"/>
          </w:p>
        </w:tc>
        <w:tc>
          <w:tcPr>
            <w:tcW w:w="1559" w:type="dxa"/>
            <w:tcBorders>
              <w:top w:val="single" w:sz="4" w:space="0" w:color="auto"/>
              <w:left w:val="single" w:sz="4" w:space="0" w:color="auto"/>
              <w:bottom w:val="single" w:sz="4" w:space="0" w:color="auto"/>
              <w:right w:val="single" w:sz="4" w:space="0" w:color="auto"/>
            </w:tcBorders>
          </w:tcPr>
          <w:p w14:paraId="2188E03B" w14:textId="77777777" w:rsidR="00F56626" w:rsidRPr="00630AB6" w:rsidRDefault="00F56626" w:rsidP="00F56626">
            <w:pPr>
              <w:pStyle w:val="TAL"/>
              <w:rPr>
                <w:lang w:eastAsia="zh-CN"/>
              </w:rPr>
            </w:pPr>
            <w:r w:rsidRPr="00630AB6">
              <w:rPr>
                <w:lang w:eastAsia="zh-CN"/>
              </w:rPr>
              <w:t>Uri</w:t>
            </w:r>
          </w:p>
        </w:tc>
        <w:tc>
          <w:tcPr>
            <w:tcW w:w="425" w:type="dxa"/>
            <w:tcBorders>
              <w:top w:val="single" w:sz="4" w:space="0" w:color="auto"/>
              <w:left w:val="single" w:sz="4" w:space="0" w:color="auto"/>
              <w:bottom w:val="single" w:sz="4" w:space="0" w:color="auto"/>
              <w:right w:val="single" w:sz="4" w:space="0" w:color="auto"/>
            </w:tcBorders>
          </w:tcPr>
          <w:p w14:paraId="1B0F0A4F" w14:textId="77777777" w:rsidR="00F56626" w:rsidRPr="00630AB6" w:rsidRDefault="00F56626" w:rsidP="00F56626">
            <w:pPr>
              <w:pStyle w:val="TAC"/>
              <w:rPr>
                <w:lang w:eastAsia="zh-CN"/>
              </w:rPr>
            </w:pPr>
            <w:r>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2B0B3F22" w14:textId="77777777" w:rsidR="00F56626" w:rsidRPr="00630AB6" w:rsidRDefault="00F56626" w:rsidP="00F56626">
            <w:pPr>
              <w:pStyle w:val="TAL"/>
              <w:rPr>
                <w:noProof/>
              </w:rPr>
            </w:pPr>
            <w:r>
              <w:rPr>
                <w:lang w:eastAsia="zh-CN"/>
              </w:rPr>
              <w:t>0..</w:t>
            </w: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6981CB4C" w14:textId="77777777" w:rsidR="00F56626" w:rsidRPr="00820A59" w:rsidRDefault="00F56626" w:rsidP="00F56626">
            <w:pPr>
              <w:pStyle w:val="TAL"/>
              <w:rPr>
                <w:rFonts w:cs="Arial"/>
                <w:szCs w:val="18"/>
              </w:rPr>
            </w:pPr>
            <w:r>
              <w:rPr>
                <w:rFonts w:cs="Arial"/>
                <w:szCs w:val="18"/>
                <w:lang w:eastAsia="zh-CN"/>
              </w:rPr>
              <w:t>When present, t</w:t>
            </w:r>
            <w:r w:rsidRPr="00630AB6">
              <w:rPr>
                <w:rFonts w:cs="Arial"/>
                <w:szCs w:val="18"/>
                <w:lang w:eastAsia="zh-CN"/>
              </w:rPr>
              <w:t xml:space="preserve">his </w:t>
            </w:r>
            <w:r w:rsidRPr="00630AB6">
              <w:rPr>
                <w:rFonts w:cs="Arial" w:hint="eastAsia"/>
                <w:szCs w:val="18"/>
                <w:lang w:eastAsia="zh-CN"/>
              </w:rPr>
              <w:t xml:space="preserve">IE shall contain the </w:t>
            </w:r>
            <w:r w:rsidRPr="00630AB6">
              <w:rPr>
                <w:rFonts w:cs="Arial"/>
                <w:szCs w:val="18"/>
              </w:rPr>
              <w:t>API URI</w:t>
            </w:r>
            <w:r w:rsidRPr="00630AB6">
              <w:rPr>
                <w:rFonts w:cs="Arial"/>
                <w:szCs w:val="18"/>
                <w:lang w:eastAsia="zh-CN"/>
              </w:rPr>
              <w:t xml:space="preserve"> of the NRF </w:t>
            </w:r>
            <w:r>
              <w:t>Access Token</w:t>
            </w:r>
            <w:r w:rsidRPr="002857AD">
              <w:t xml:space="preserve"> Service (see </w:t>
            </w:r>
            <w:r w:rsidR="001765C8">
              <w:t>clause</w:t>
            </w:r>
            <w:r w:rsidRPr="002857AD">
              <w:t xml:space="preserve"> 6.</w:t>
            </w:r>
            <w:r>
              <w:t>3</w:t>
            </w:r>
            <w:r w:rsidRPr="002857AD">
              <w:t>.</w:t>
            </w:r>
            <w:r>
              <w:t xml:space="preserve">2 of </w:t>
            </w:r>
            <w:r w:rsidRPr="00630AB6">
              <w:rPr>
                <w:lang w:val="en-US"/>
              </w:rPr>
              <w:t>3GPP TS 29.510 [13]</w:t>
            </w:r>
            <w:r w:rsidRPr="002857AD">
              <w:t>)</w:t>
            </w:r>
            <w:r w:rsidRPr="00630AB6">
              <w:rPr>
                <w:rFonts w:cs="Arial"/>
                <w:szCs w:val="18"/>
                <w:lang w:eastAsia="zh-CN"/>
              </w:rPr>
              <w:t>.</w:t>
            </w:r>
          </w:p>
        </w:tc>
      </w:tr>
      <w:tr w:rsidR="00F56626" w:rsidRPr="00924975" w14:paraId="244E52CB" w14:textId="77777777" w:rsidTr="001271D9">
        <w:trPr>
          <w:jc w:val="center"/>
        </w:trPr>
        <w:tc>
          <w:tcPr>
            <w:tcW w:w="9567" w:type="dxa"/>
            <w:gridSpan w:val="5"/>
            <w:tcBorders>
              <w:top w:val="single" w:sz="4" w:space="0" w:color="auto"/>
              <w:left w:val="single" w:sz="4" w:space="0" w:color="auto"/>
              <w:bottom w:val="single" w:sz="4" w:space="0" w:color="auto"/>
              <w:right w:val="single" w:sz="4" w:space="0" w:color="auto"/>
            </w:tcBorders>
          </w:tcPr>
          <w:p w14:paraId="2F6A83C8" w14:textId="77777777" w:rsidR="00F56626" w:rsidRPr="00924975" w:rsidRDefault="00F56626" w:rsidP="00F56626">
            <w:pPr>
              <w:pStyle w:val="TAN"/>
            </w:pPr>
            <w:r>
              <w:t>NOTE 1:</w:t>
            </w:r>
            <w:r>
              <w:tab/>
              <w:t xml:space="preserve">The NF Service Consumer uses the PLMN ID, AMF Region and AMF Set to perform a NF Discovery to the NRF.  </w:t>
            </w:r>
          </w:p>
        </w:tc>
      </w:tr>
    </w:tbl>
    <w:p w14:paraId="6BCB05FE" w14:textId="77777777" w:rsidR="0038424D" w:rsidRPr="00630AB6" w:rsidRDefault="0038424D" w:rsidP="0038424D"/>
    <w:p w14:paraId="66B1CFB7" w14:textId="77777777" w:rsidR="00DB5BAA" w:rsidRPr="00630AB6" w:rsidRDefault="00DB5BAA" w:rsidP="0041307B">
      <w:pPr>
        <w:pStyle w:val="Heading5"/>
      </w:pPr>
      <w:bookmarkStart w:id="65" w:name="_Toc74989828"/>
      <w:r w:rsidRPr="00630AB6">
        <w:t>6.1.6.2.</w:t>
      </w:r>
      <w:r w:rsidR="00D10EF5" w:rsidRPr="00630AB6">
        <w:t>3</w:t>
      </w:r>
      <w:r w:rsidRPr="00630AB6">
        <w:tab/>
        <w:t xml:space="preserve">Type: </w:t>
      </w:r>
      <w:proofErr w:type="spellStart"/>
      <w:r w:rsidRPr="00630AB6">
        <w:rPr>
          <w:rFonts w:hint="eastAsia"/>
          <w:lang w:eastAsia="zh-CN"/>
        </w:rPr>
        <w:t>Subscribed</w:t>
      </w:r>
      <w:r w:rsidRPr="00630AB6">
        <w:rPr>
          <w:lang w:eastAsia="zh-CN"/>
        </w:rPr>
        <w:t>S</w:t>
      </w:r>
      <w:r w:rsidR="001B59F0" w:rsidRPr="00630AB6">
        <w:rPr>
          <w:lang w:eastAsia="zh-CN"/>
        </w:rPr>
        <w:t>n</w:t>
      </w:r>
      <w:r w:rsidRPr="00630AB6">
        <w:rPr>
          <w:rFonts w:hint="eastAsia"/>
          <w:lang w:eastAsia="zh-CN"/>
        </w:rPr>
        <w:t>ss</w:t>
      </w:r>
      <w:r w:rsidRPr="00630AB6">
        <w:rPr>
          <w:lang w:eastAsia="zh-CN"/>
        </w:rPr>
        <w:t>ai</w:t>
      </w:r>
      <w:bookmarkEnd w:id="65"/>
      <w:proofErr w:type="spellEnd"/>
    </w:p>
    <w:p w14:paraId="4E7A95CB" w14:textId="77777777" w:rsidR="00DB5BAA" w:rsidRPr="00630AB6" w:rsidRDefault="00DB5BAA" w:rsidP="0041307B">
      <w:pPr>
        <w:pStyle w:val="TH"/>
        <w:outlineLvl w:val="0"/>
        <w:rPr>
          <w:noProof/>
        </w:rPr>
      </w:pPr>
      <w:r w:rsidRPr="00630AB6">
        <w:rPr>
          <w:noProof/>
        </w:rPr>
        <w:t>Table </w:t>
      </w:r>
      <w:r w:rsidRPr="00630AB6">
        <w:t>6.1.6.2.</w:t>
      </w:r>
      <w:r w:rsidR="00D10EF5" w:rsidRPr="00630AB6">
        <w:t>3</w:t>
      </w:r>
      <w:r w:rsidRPr="00630AB6">
        <w:t xml:space="preserve">-1: </w:t>
      </w:r>
      <w:r w:rsidRPr="00630AB6">
        <w:rPr>
          <w:noProof/>
        </w:rPr>
        <w:t xml:space="preserve">Definition of type </w:t>
      </w:r>
      <w:proofErr w:type="spellStart"/>
      <w:r w:rsidRPr="00630AB6">
        <w:rPr>
          <w:rFonts w:hint="eastAsia"/>
          <w:lang w:eastAsia="zh-CN"/>
        </w:rPr>
        <w:t>Subscribed</w:t>
      </w:r>
      <w:r w:rsidRPr="00630AB6">
        <w:rPr>
          <w:lang w:eastAsia="zh-CN"/>
        </w:rPr>
        <w:t>S</w:t>
      </w:r>
      <w:r w:rsidR="001B59F0" w:rsidRPr="00630AB6">
        <w:rPr>
          <w:lang w:eastAsia="zh-CN"/>
        </w:rPr>
        <w:t>n</w:t>
      </w:r>
      <w:r w:rsidRPr="00630AB6">
        <w:rPr>
          <w:rFonts w:hint="eastAsia"/>
          <w:lang w:eastAsia="zh-CN"/>
        </w:rPr>
        <w:t>ss</w:t>
      </w:r>
      <w:r w:rsidRPr="00630AB6">
        <w:rPr>
          <w:lang w:eastAsia="zh-CN"/>
        </w:rPr>
        <w:t>ai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B5BAA" w:rsidRPr="00630AB6" w14:paraId="6AC2BBF2"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FD15F51" w14:textId="77777777" w:rsidR="00DB5BAA" w:rsidRPr="00630AB6" w:rsidRDefault="00DB5BAA"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2E4286B6" w14:textId="77777777" w:rsidR="00DB5BAA" w:rsidRPr="00630AB6" w:rsidRDefault="00DB5BAA"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936B741" w14:textId="77777777" w:rsidR="00DB5BAA" w:rsidRPr="00630AB6" w:rsidRDefault="00DB5BAA"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32108DC" w14:textId="77777777" w:rsidR="00DB5BAA" w:rsidRPr="00630AB6" w:rsidRDefault="00DB5BAA"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355DCE5E" w14:textId="77777777" w:rsidR="00DB5BAA" w:rsidRPr="00630AB6" w:rsidRDefault="00DB5BAA" w:rsidP="00822A83">
            <w:pPr>
              <w:pStyle w:val="TAH"/>
              <w:rPr>
                <w:rFonts w:cs="Arial"/>
                <w:szCs w:val="18"/>
              </w:rPr>
            </w:pPr>
            <w:r w:rsidRPr="00630AB6">
              <w:rPr>
                <w:rFonts w:cs="Arial"/>
                <w:szCs w:val="18"/>
              </w:rPr>
              <w:t>Description</w:t>
            </w:r>
          </w:p>
        </w:tc>
      </w:tr>
      <w:tr w:rsidR="00DB5BAA" w:rsidRPr="00630AB6" w14:paraId="654A5941"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4BB11DE9" w14:textId="77777777" w:rsidR="00DB5BAA" w:rsidRPr="00630AB6" w:rsidRDefault="00DB5BAA" w:rsidP="00822A83">
            <w:pPr>
              <w:pStyle w:val="TAL"/>
              <w:rPr>
                <w:lang w:eastAsia="zh-CN"/>
              </w:rPr>
            </w:pPr>
            <w:proofErr w:type="spellStart"/>
            <w:r w:rsidRPr="00630AB6">
              <w:rPr>
                <w:lang w:eastAsia="zh-CN"/>
              </w:rPr>
              <w:t>subscribedS</w:t>
            </w:r>
            <w:r w:rsidR="001B59F0" w:rsidRPr="00630AB6">
              <w:rPr>
                <w:lang w:eastAsia="zh-CN"/>
              </w:rPr>
              <w:t>n</w:t>
            </w:r>
            <w:r w:rsidRPr="00630AB6">
              <w:rPr>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tcPr>
          <w:p w14:paraId="64D55C2B" w14:textId="77777777" w:rsidR="00DB5BAA" w:rsidRPr="00630AB6" w:rsidRDefault="00DB5BAA" w:rsidP="00DE6817">
            <w:pPr>
              <w:pStyle w:val="TAL"/>
              <w:rPr>
                <w:lang w:eastAsia="zh-CN"/>
              </w:rPr>
            </w:pPr>
            <w:proofErr w:type="spellStart"/>
            <w:r w:rsidRPr="00630AB6">
              <w:rPr>
                <w:lang w:eastAsia="zh-CN"/>
              </w:rPr>
              <w:t>S</w:t>
            </w:r>
            <w:r w:rsidR="001B59F0" w:rsidRPr="00630AB6">
              <w:rPr>
                <w:lang w:eastAsia="zh-CN"/>
              </w:rPr>
              <w:t>n</w:t>
            </w:r>
            <w:r w:rsidRPr="00630AB6">
              <w:rPr>
                <w:lang w:eastAsia="zh-CN"/>
              </w:rPr>
              <w:t>ssai</w:t>
            </w:r>
            <w:proofErr w:type="spellEnd"/>
          </w:p>
        </w:tc>
        <w:tc>
          <w:tcPr>
            <w:tcW w:w="425" w:type="dxa"/>
            <w:tcBorders>
              <w:top w:val="single" w:sz="4" w:space="0" w:color="auto"/>
              <w:left w:val="single" w:sz="4" w:space="0" w:color="auto"/>
              <w:bottom w:val="single" w:sz="4" w:space="0" w:color="auto"/>
              <w:right w:val="single" w:sz="4" w:space="0" w:color="auto"/>
            </w:tcBorders>
          </w:tcPr>
          <w:p w14:paraId="683DC65E" w14:textId="77777777" w:rsidR="00DB5BAA" w:rsidRPr="00630AB6" w:rsidRDefault="00DB5BAA"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24F001CE" w14:textId="77777777" w:rsidR="00DB5BAA" w:rsidRPr="00630AB6" w:rsidRDefault="00DB5BAA"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268206C4" w14:textId="77777777" w:rsidR="00DB5BAA" w:rsidRPr="00630AB6" w:rsidRDefault="00DB5BAA" w:rsidP="00822A83">
            <w:pPr>
              <w:pStyle w:val="TAL"/>
              <w:rPr>
                <w:rFonts w:cs="Arial"/>
                <w:szCs w:val="18"/>
                <w:lang w:eastAsia="zh-CN"/>
              </w:rPr>
            </w:pPr>
            <w:r w:rsidRPr="00630AB6">
              <w:rPr>
                <w:rFonts w:cs="Arial" w:hint="eastAsia"/>
                <w:szCs w:val="18"/>
                <w:lang w:eastAsia="zh-CN"/>
              </w:rPr>
              <w:t xml:space="preserve">This IE shall contain </w:t>
            </w:r>
            <w:r w:rsidRPr="00630AB6">
              <w:rPr>
                <w:rFonts w:cs="Arial"/>
                <w:szCs w:val="18"/>
                <w:lang w:eastAsia="zh-CN"/>
              </w:rPr>
              <w:t>the subscribed S-NSSAI.</w:t>
            </w:r>
          </w:p>
        </w:tc>
      </w:tr>
      <w:tr w:rsidR="00DB5BAA" w:rsidRPr="00630AB6" w14:paraId="5CE93C2D"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704EFA76" w14:textId="77777777" w:rsidR="00DB5BAA" w:rsidRPr="00630AB6" w:rsidRDefault="00DB5BAA" w:rsidP="00822A83">
            <w:pPr>
              <w:pStyle w:val="TAL"/>
              <w:rPr>
                <w:lang w:eastAsia="zh-CN"/>
              </w:rPr>
            </w:pPr>
            <w:proofErr w:type="spellStart"/>
            <w:r w:rsidRPr="00630AB6">
              <w:rPr>
                <w:rFonts w:hint="eastAsia"/>
                <w:lang w:eastAsia="zh-CN"/>
              </w:rPr>
              <w:t>defaultIndication</w:t>
            </w:r>
            <w:proofErr w:type="spellEnd"/>
          </w:p>
        </w:tc>
        <w:tc>
          <w:tcPr>
            <w:tcW w:w="1559" w:type="dxa"/>
            <w:tcBorders>
              <w:top w:val="single" w:sz="4" w:space="0" w:color="auto"/>
              <w:left w:val="single" w:sz="4" w:space="0" w:color="auto"/>
              <w:bottom w:val="single" w:sz="4" w:space="0" w:color="auto"/>
              <w:right w:val="single" w:sz="4" w:space="0" w:color="auto"/>
            </w:tcBorders>
          </w:tcPr>
          <w:p w14:paraId="20EB77A1" w14:textId="77777777" w:rsidR="00DB5BAA" w:rsidRPr="00630AB6" w:rsidRDefault="00DB5BAA" w:rsidP="00822A83">
            <w:pPr>
              <w:pStyle w:val="TAL"/>
              <w:rPr>
                <w:lang w:eastAsia="zh-CN"/>
              </w:rPr>
            </w:pPr>
            <w:proofErr w:type="spellStart"/>
            <w:r w:rsidRPr="00630AB6">
              <w:rPr>
                <w:rFonts w:hint="eastAsia"/>
                <w:lang w:eastAsia="zh-CN"/>
              </w:rPr>
              <w:t>boolean</w:t>
            </w:r>
            <w:proofErr w:type="spellEnd"/>
          </w:p>
        </w:tc>
        <w:tc>
          <w:tcPr>
            <w:tcW w:w="425" w:type="dxa"/>
            <w:tcBorders>
              <w:top w:val="single" w:sz="4" w:space="0" w:color="auto"/>
              <w:left w:val="single" w:sz="4" w:space="0" w:color="auto"/>
              <w:bottom w:val="single" w:sz="4" w:space="0" w:color="auto"/>
              <w:right w:val="single" w:sz="4" w:space="0" w:color="auto"/>
            </w:tcBorders>
          </w:tcPr>
          <w:p w14:paraId="04593196" w14:textId="77777777" w:rsidR="00DB5BAA" w:rsidRPr="00630AB6" w:rsidRDefault="00DB5BAA" w:rsidP="00822A83">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6CCFEFA7" w14:textId="77777777" w:rsidR="00DB5BAA" w:rsidRPr="00630AB6" w:rsidRDefault="00DB5BAA" w:rsidP="00822A83">
            <w:pPr>
              <w:pStyle w:val="TAL"/>
              <w:rPr>
                <w:lang w:eastAsia="zh-CN"/>
              </w:rPr>
            </w:pPr>
            <w:r w:rsidRPr="00630AB6">
              <w:rPr>
                <w:lang w:eastAsia="zh-CN"/>
              </w:rPr>
              <w:t>0..</w:t>
            </w: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0029C14C" w14:textId="77777777" w:rsidR="00DB5BAA" w:rsidRPr="00630AB6" w:rsidRDefault="00DB5BAA" w:rsidP="00822A83">
            <w:pPr>
              <w:pStyle w:val="TAL"/>
              <w:rPr>
                <w:rFonts w:cs="Arial"/>
                <w:szCs w:val="18"/>
                <w:lang w:eastAsia="zh-CN"/>
              </w:rPr>
            </w:pPr>
            <w:r w:rsidRPr="00630AB6">
              <w:rPr>
                <w:rFonts w:cs="Arial" w:hint="eastAsia"/>
                <w:szCs w:val="18"/>
                <w:lang w:eastAsia="zh-CN"/>
              </w:rPr>
              <w:t xml:space="preserve">If it is set, the </w:t>
            </w:r>
            <w:r w:rsidRPr="00630AB6">
              <w:rPr>
                <w:rFonts w:cs="Arial"/>
                <w:szCs w:val="18"/>
                <w:lang w:eastAsia="zh-CN"/>
              </w:rPr>
              <w:t>subscribed S-NSSAI is a default subscribed S-NSSAI.</w:t>
            </w:r>
          </w:p>
        </w:tc>
      </w:tr>
    </w:tbl>
    <w:p w14:paraId="7AB673B2" w14:textId="77777777" w:rsidR="0038424D" w:rsidRPr="00630AB6" w:rsidRDefault="0038424D" w:rsidP="0038424D"/>
    <w:p w14:paraId="44816ABA" w14:textId="77777777" w:rsidR="00DB5BAA" w:rsidRPr="00630AB6" w:rsidRDefault="00DB5BAA" w:rsidP="0041307B">
      <w:pPr>
        <w:pStyle w:val="Heading5"/>
      </w:pPr>
      <w:bookmarkStart w:id="66" w:name="_Toc74989829"/>
      <w:r w:rsidRPr="00630AB6">
        <w:t>6.1.6.2.</w:t>
      </w:r>
      <w:r w:rsidR="00D10EF5" w:rsidRPr="00630AB6">
        <w:t>4</w:t>
      </w:r>
      <w:r w:rsidRPr="00630AB6">
        <w:tab/>
      </w:r>
      <w:r w:rsidR="001B59F0" w:rsidRPr="00630AB6">
        <w:t>Void</w:t>
      </w:r>
      <w:bookmarkEnd w:id="66"/>
    </w:p>
    <w:p w14:paraId="33E82D2D" w14:textId="77777777" w:rsidR="00DB5BAA" w:rsidRPr="00630AB6" w:rsidRDefault="00DB5BAA" w:rsidP="0041307B">
      <w:pPr>
        <w:pStyle w:val="Heading5"/>
      </w:pPr>
      <w:bookmarkStart w:id="67" w:name="_Toc74989830"/>
      <w:r w:rsidRPr="00630AB6">
        <w:t>6.1.6.2.</w:t>
      </w:r>
      <w:r w:rsidR="00D10EF5" w:rsidRPr="00630AB6">
        <w:t>5</w:t>
      </w:r>
      <w:r w:rsidRPr="00630AB6">
        <w:tab/>
        <w:t xml:space="preserve">Type: </w:t>
      </w:r>
      <w:proofErr w:type="spellStart"/>
      <w:r w:rsidRPr="00630AB6">
        <w:rPr>
          <w:lang w:eastAsia="zh-CN"/>
        </w:rPr>
        <w:t>AllowedS</w:t>
      </w:r>
      <w:r w:rsidR="00395940" w:rsidRPr="00630AB6">
        <w:rPr>
          <w:lang w:eastAsia="zh-CN"/>
        </w:rPr>
        <w:t>n</w:t>
      </w:r>
      <w:r w:rsidRPr="00630AB6">
        <w:rPr>
          <w:rFonts w:hint="eastAsia"/>
          <w:lang w:eastAsia="zh-CN"/>
        </w:rPr>
        <w:t>ss</w:t>
      </w:r>
      <w:r w:rsidRPr="00630AB6">
        <w:rPr>
          <w:lang w:eastAsia="zh-CN"/>
        </w:rPr>
        <w:t>ai</w:t>
      </w:r>
      <w:bookmarkEnd w:id="67"/>
      <w:proofErr w:type="spellEnd"/>
    </w:p>
    <w:p w14:paraId="6D19D563" w14:textId="77777777" w:rsidR="00DB5BAA" w:rsidRPr="00630AB6" w:rsidRDefault="00DB5BAA" w:rsidP="0041307B">
      <w:pPr>
        <w:pStyle w:val="TH"/>
        <w:outlineLvl w:val="0"/>
        <w:rPr>
          <w:noProof/>
        </w:rPr>
      </w:pPr>
      <w:r w:rsidRPr="00630AB6">
        <w:rPr>
          <w:noProof/>
        </w:rPr>
        <w:t>Table </w:t>
      </w:r>
      <w:r w:rsidRPr="00630AB6">
        <w:t>6.1.6.2.</w:t>
      </w:r>
      <w:r w:rsidR="00D10EF5" w:rsidRPr="00630AB6">
        <w:t>5</w:t>
      </w:r>
      <w:r w:rsidRPr="00630AB6">
        <w:t xml:space="preserve">-1: </w:t>
      </w:r>
      <w:r w:rsidRPr="00630AB6">
        <w:rPr>
          <w:noProof/>
        </w:rPr>
        <w:t xml:space="preserve">Definition of type </w:t>
      </w:r>
      <w:proofErr w:type="spellStart"/>
      <w:r w:rsidRPr="00630AB6">
        <w:rPr>
          <w:rFonts w:hint="eastAsia"/>
          <w:lang w:eastAsia="zh-CN"/>
        </w:rPr>
        <w:t>Allowed</w:t>
      </w:r>
      <w:r w:rsidRPr="00630AB6">
        <w:rPr>
          <w:lang w:eastAsia="zh-CN"/>
        </w:rPr>
        <w:t>S</w:t>
      </w:r>
      <w:r w:rsidR="00395940" w:rsidRPr="00630AB6">
        <w:rPr>
          <w:lang w:eastAsia="zh-CN"/>
        </w:rPr>
        <w:t>n</w:t>
      </w:r>
      <w:r w:rsidRPr="00630AB6">
        <w:rPr>
          <w:rFonts w:hint="eastAsia"/>
          <w:lang w:eastAsia="zh-CN"/>
        </w:rPr>
        <w:t>ss</w:t>
      </w:r>
      <w:r w:rsidRPr="00630AB6">
        <w:rPr>
          <w:lang w:eastAsia="zh-CN"/>
        </w:rPr>
        <w:t>ai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B5BAA" w:rsidRPr="00630AB6" w14:paraId="1CD3D3DF"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131C2018" w14:textId="77777777" w:rsidR="00DB5BAA" w:rsidRPr="00630AB6" w:rsidRDefault="00DB5BAA"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3907E633" w14:textId="77777777" w:rsidR="00DB5BAA" w:rsidRPr="00630AB6" w:rsidRDefault="00DB5BAA"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F17162E" w14:textId="77777777" w:rsidR="00DB5BAA" w:rsidRPr="00630AB6" w:rsidRDefault="00DB5BAA"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33BAD2E1" w14:textId="77777777" w:rsidR="00DB5BAA" w:rsidRPr="00630AB6" w:rsidRDefault="00DB5BAA"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2138D86F" w14:textId="77777777" w:rsidR="00DB5BAA" w:rsidRPr="00630AB6" w:rsidRDefault="00DB5BAA" w:rsidP="00822A83">
            <w:pPr>
              <w:pStyle w:val="TAH"/>
              <w:rPr>
                <w:rFonts w:cs="Arial"/>
                <w:szCs w:val="18"/>
              </w:rPr>
            </w:pPr>
            <w:r w:rsidRPr="00630AB6">
              <w:rPr>
                <w:rFonts w:cs="Arial"/>
                <w:szCs w:val="18"/>
              </w:rPr>
              <w:t>Description</w:t>
            </w:r>
          </w:p>
        </w:tc>
      </w:tr>
      <w:tr w:rsidR="00DB5BAA" w:rsidRPr="00630AB6" w14:paraId="4CCA7DC7"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0573D8AC" w14:textId="77777777" w:rsidR="00DB5BAA" w:rsidRPr="00630AB6" w:rsidRDefault="00DB5BAA" w:rsidP="00822A83">
            <w:pPr>
              <w:pStyle w:val="TAL"/>
              <w:rPr>
                <w:lang w:eastAsia="zh-CN"/>
              </w:rPr>
            </w:pPr>
            <w:proofErr w:type="spellStart"/>
            <w:r w:rsidRPr="00630AB6">
              <w:rPr>
                <w:lang w:eastAsia="zh-CN"/>
              </w:rPr>
              <w:t>allowedS</w:t>
            </w:r>
            <w:r w:rsidR="00395940" w:rsidRPr="00630AB6">
              <w:rPr>
                <w:lang w:eastAsia="zh-CN"/>
              </w:rPr>
              <w:t>n</w:t>
            </w:r>
            <w:r w:rsidRPr="00630AB6">
              <w:rPr>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tcPr>
          <w:p w14:paraId="484BFCF9" w14:textId="77777777" w:rsidR="00DB5BAA" w:rsidRPr="00630AB6" w:rsidRDefault="00DB5BAA" w:rsidP="00DE6817">
            <w:pPr>
              <w:pStyle w:val="TAL"/>
              <w:rPr>
                <w:lang w:eastAsia="zh-CN"/>
              </w:rPr>
            </w:pPr>
            <w:proofErr w:type="spellStart"/>
            <w:r w:rsidRPr="00630AB6">
              <w:rPr>
                <w:lang w:eastAsia="zh-CN"/>
              </w:rPr>
              <w:t>S</w:t>
            </w:r>
            <w:r w:rsidR="00395940" w:rsidRPr="00630AB6">
              <w:rPr>
                <w:lang w:eastAsia="zh-CN"/>
              </w:rPr>
              <w:t>n</w:t>
            </w:r>
            <w:r w:rsidRPr="00630AB6">
              <w:rPr>
                <w:lang w:eastAsia="zh-CN"/>
              </w:rPr>
              <w:t>ssai</w:t>
            </w:r>
            <w:proofErr w:type="spellEnd"/>
          </w:p>
        </w:tc>
        <w:tc>
          <w:tcPr>
            <w:tcW w:w="425" w:type="dxa"/>
            <w:tcBorders>
              <w:top w:val="single" w:sz="4" w:space="0" w:color="auto"/>
              <w:left w:val="single" w:sz="4" w:space="0" w:color="auto"/>
              <w:bottom w:val="single" w:sz="4" w:space="0" w:color="auto"/>
              <w:right w:val="single" w:sz="4" w:space="0" w:color="auto"/>
            </w:tcBorders>
          </w:tcPr>
          <w:p w14:paraId="2634C908" w14:textId="77777777" w:rsidR="00DB5BAA" w:rsidRPr="00630AB6" w:rsidRDefault="00DB5BAA"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5210F2F3" w14:textId="77777777" w:rsidR="00DB5BAA" w:rsidRPr="00630AB6" w:rsidRDefault="00DB5BAA"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6F453335" w14:textId="77777777" w:rsidR="00DB5BAA" w:rsidRPr="00630AB6" w:rsidRDefault="00DB5BAA" w:rsidP="00822A83">
            <w:pPr>
              <w:pStyle w:val="TAL"/>
              <w:rPr>
                <w:rFonts w:cs="Arial"/>
                <w:szCs w:val="18"/>
                <w:lang w:eastAsia="zh-CN"/>
              </w:rPr>
            </w:pPr>
            <w:r w:rsidRPr="00630AB6">
              <w:rPr>
                <w:rFonts w:cs="Arial" w:hint="eastAsia"/>
                <w:szCs w:val="18"/>
                <w:lang w:eastAsia="zh-CN"/>
              </w:rPr>
              <w:t xml:space="preserve">This IE shall contain </w:t>
            </w:r>
            <w:r w:rsidRPr="00630AB6">
              <w:rPr>
                <w:rFonts w:cs="Arial"/>
                <w:szCs w:val="18"/>
                <w:lang w:eastAsia="zh-CN"/>
              </w:rPr>
              <w:t>the allowed S-NSSAI in the serving PLMN.</w:t>
            </w:r>
          </w:p>
        </w:tc>
      </w:tr>
      <w:tr w:rsidR="00DB5BAA" w:rsidRPr="00630AB6" w14:paraId="31CEAC74"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0F480926" w14:textId="77777777" w:rsidR="00DB5BAA" w:rsidRPr="00630AB6" w:rsidRDefault="00DB5BAA" w:rsidP="00822A83">
            <w:pPr>
              <w:pStyle w:val="TAL"/>
              <w:rPr>
                <w:lang w:eastAsia="zh-CN"/>
              </w:rPr>
            </w:pPr>
            <w:proofErr w:type="spellStart"/>
            <w:r w:rsidRPr="00630AB6">
              <w:rPr>
                <w:lang w:eastAsia="zh-CN"/>
              </w:rPr>
              <w:t>nsiInformation</w:t>
            </w:r>
            <w:r w:rsidR="00B4463E">
              <w:rPr>
                <w:lang w:eastAsia="zh-CN"/>
              </w:rPr>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59939FB7" w14:textId="77777777" w:rsidR="00DB5BAA" w:rsidRPr="00630AB6" w:rsidRDefault="007452B9" w:rsidP="00822A83">
            <w:pPr>
              <w:pStyle w:val="TAL"/>
              <w:rPr>
                <w:lang w:eastAsia="zh-CN"/>
              </w:rPr>
            </w:pPr>
            <w:r w:rsidRPr="00630AB6">
              <w:rPr>
                <w:lang w:eastAsia="zh-CN"/>
              </w:rPr>
              <w:t>array(</w:t>
            </w:r>
            <w:proofErr w:type="spellStart"/>
            <w:r w:rsidR="00DB5BAA" w:rsidRPr="00630AB6">
              <w:rPr>
                <w:lang w:eastAsia="zh-CN"/>
              </w:rPr>
              <w:t>NsiInformation</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0F631011" w14:textId="77777777" w:rsidR="00DB5BAA" w:rsidRPr="00630AB6" w:rsidRDefault="00DB5BAA" w:rsidP="00822A83">
            <w:pPr>
              <w:pStyle w:val="TAC"/>
              <w:rPr>
                <w:lang w:eastAsia="zh-CN"/>
              </w:rPr>
            </w:pPr>
            <w:r w:rsidRPr="00630AB6">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666C14D2" w14:textId="77777777" w:rsidR="00DB5BAA" w:rsidRPr="00630AB6" w:rsidRDefault="004A36F2" w:rsidP="00822A83">
            <w:pPr>
              <w:pStyle w:val="TAL"/>
              <w:rPr>
                <w:lang w:eastAsia="zh-CN"/>
              </w:rPr>
            </w:pPr>
            <w:r>
              <w:rPr>
                <w:lang w:eastAsia="zh-CN"/>
              </w:rPr>
              <w:t>1</w:t>
            </w:r>
            <w:r w:rsidR="00DB5BAA" w:rsidRPr="00630AB6">
              <w:rPr>
                <w:rFonts w:hint="eastAsia"/>
                <w:lang w:eastAsia="zh-CN"/>
              </w:rPr>
              <w:t>..</w:t>
            </w:r>
            <w:r w:rsidR="00DB5BAA"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5B67A26A" w14:textId="77777777" w:rsidR="00DB5BAA" w:rsidRPr="00630AB6" w:rsidRDefault="000A4BF7" w:rsidP="00822A83">
            <w:pPr>
              <w:pStyle w:val="TAL"/>
              <w:rPr>
                <w:rFonts w:cs="Arial"/>
                <w:szCs w:val="18"/>
                <w:lang w:eastAsia="zh-CN"/>
              </w:rPr>
            </w:pPr>
            <w:r w:rsidRPr="00630AB6">
              <w:rPr>
                <w:rFonts w:cs="Arial"/>
                <w:szCs w:val="18"/>
                <w:lang w:eastAsia="zh-CN"/>
              </w:rPr>
              <w:t>This IE may be present when the NSSF provides the allowed NSSAI information to the NF service consumer (</w:t>
            </w:r>
            <w:proofErr w:type="spellStart"/>
            <w:r w:rsidRPr="00630AB6">
              <w:rPr>
                <w:rFonts w:cs="Arial"/>
                <w:szCs w:val="18"/>
                <w:lang w:eastAsia="zh-CN"/>
              </w:rPr>
              <w:t>e.g</w:t>
            </w:r>
            <w:proofErr w:type="spellEnd"/>
            <w:r w:rsidRPr="00630AB6">
              <w:rPr>
                <w:rFonts w:cs="Arial"/>
                <w:szCs w:val="18"/>
                <w:lang w:eastAsia="zh-CN"/>
              </w:rPr>
              <w:t xml:space="preserve"> AMF). </w:t>
            </w:r>
            <w:r w:rsidR="00DB5BAA" w:rsidRPr="00630AB6">
              <w:rPr>
                <w:rFonts w:cs="Arial"/>
                <w:szCs w:val="18"/>
                <w:lang w:eastAsia="zh-CN"/>
              </w:rPr>
              <w:t>If present, this IE shall include the information related to the network slice instance corresponding to the allowed S-NSSAI.</w:t>
            </w:r>
          </w:p>
        </w:tc>
      </w:tr>
      <w:tr w:rsidR="00DB5BAA" w:rsidRPr="00630AB6" w14:paraId="2E94DE65"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60BA9FDA" w14:textId="77777777" w:rsidR="00DB5BAA" w:rsidRPr="00630AB6" w:rsidRDefault="00DB5BAA" w:rsidP="00822A83">
            <w:pPr>
              <w:pStyle w:val="TAL"/>
              <w:rPr>
                <w:lang w:eastAsia="zh-CN"/>
              </w:rPr>
            </w:pPr>
            <w:proofErr w:type="spellStart"/>
            <w:r w:rsidRPr="00630AB6">
              <w:rPr>
                <w:lang w:eastAsia="zh-CN"/>
              </w:rPr>
              <w:t>mappedHomeS</w:t>
            </w:r>
            <w:r w:rsidR="00395940" w:rsidRPr="00630AB6">
              <w:rPr>
                <w:lang w:eastAsia="zh-CN"/>
              </w:rPr>
              <w:t>n</w:t>
            </w:r>
            <w:r w:rsidRPr="00630AB6">
              <w:rPr>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tcPr>
          <w:p w14:paraId="7293537F" w14:textId="77777777" w:rsidR="00DB5BAA" w:rsidRPr="00630AB6" w:rsidRDefault="00DB5BAA" w:rsidP="007452B9">
            <w:pPr>
              <w:pStyle w:val="TAL"/>
              <w:rPr>
                <w:lang w:eastAsia="zh-CN"/>
              </w:rPr>
            </w:pPr>
            <w:proofErr w:type="spellStart"/>
            <w:r w:rsidRPr="00630AB6">
              <w:rPr>
                <w:lang w:eastAsia="zh-CN"/>
              </w:rPr>
              <w:t>S</w:t>
            </w:r>
            <w:r w:rsidR="00395940" w:rsidRPr="00630AB6">
              <w:rPr>
                <w:lang w:eastAsia="zh-CN"/>
              </w:rPr>
              <w:t>n</w:t>
            </w:r>
            <w:r w:rsidRPr="00630AB6">
              <w:rPr>
                <w:lang w:eastAsia="zh-CN"/>
              </w:rPr>
              <w:t>ssai</w:t>
            </w:r>
            <w:proofErr w:type="spellEnd"/>
          </w:p>
        </w:tc>
        <w:tc>
          <w:tcPr>
            <w:tcW w:w="425" w:type="dxa"/>
            <w:tcBorders>
              <w:top w:val="single" w:sz="4" w:space="0" w:color="auto"/>
              <w:left w:val="single" w:sz="4" w:space="0" w:color="auto"/>
              <w:bottom w:val="single" w:sz="4" w:space="0" w:color="auto"/>
              <w:right w:val="single" w:sz="4" w:space="0" w:color="auto"/>
            </w:tcBorders>
          </w:tcPr>
          <w:p w14:paraId="18F71F28" w14:textId="77777777" w:rsidR="00DB5BAA" w:rsidRPr="00630AB6" w:rsidRDefault="00DB5BAA" w:rsidP="00822A83">
            <w:pPr>
              <w:pStyle w:val="TAC"/>
              <w:rPr>
                <w:lang w:eastAsia="zh-CN"/>
              </w:rPr>
            </w:pPr>
            <w:r w:rsidRPr="00630AB6">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5B730A49" w14:textId="77777777" w:rsidR="00DB5BAA" w:rsidRPr="00630AB6" w:rsidRDefault="00395940" w:rsidP="00822A83">
            <w:pPr>
              <w:pStyle w:val="TAL"/>
              <w:rPr>
                <w:lang w:eastAsia="zh-CN"/>
              </w:rPr>
            </w:pPr>
            <w:r w:rsidRPr="00630AB6">
              <w:rPr>
                <w:lang w:eastAsia="zh-CN"/>
              </w:rPr>
              <w:t>0..</w:t>
            </w:r>
            <w:r w:rsidR="00DB5BAA" w:rsidRPr="00630AB6">
              <w:rPr>
                <w:lang w:eastAsia="zh-CN"/>
              </w:rPr>
              <w:t>1</w:t>
            </w:r>
          </w:p>
        </w:tc>
        <w:tc>
          <w:tcPr>
            <w:tcW w:w="4359" w:type="dxa"/>
            <w:tcBorders>
              <w:top w:val="single" w:sz="4" w:space="0" w:color="auto"/>
              <w:left w:val="single" w:sz="4" w:space="0" w:color="auto"/>
              <w:bottom w:val="single" w:sz="4" w:space="0" w:color="auto"/>
              <w:right w:val="single" w:sz="4" w:space="0" w:color="auto"/>
            </w:tcBorders>
          </w:tcPr>
          <w:p w14:paraId="675E7AAB" w14:textId="77777777" w:rsidR="00DB5BAA" w:rsidRPr="00630AB6" w:rsidRDefault="00DB5BAA" w:rsidP="00822A83">
            <w:pPr>
              <w:pStyle w:val="TAL"/>
              <w:rPr>
                <w:rFonts w:cs="Arial"/>
                <w:szCs w:val="18"/>
                <w:lang w:eastAsia="zh-CN"/>
              </w:rPr>
            </w:pPr>
            <w:r w:rsidRPr="00630AB6">
              <w:rPr>
                <w:rFonts w:cs="Arial"/>
                <w:szCs w:val="18"/>
                <w:lang w:eastAsia="zh-CN"/>
              </w:rPr>
              <w:t xml:space="preserve">When present, </w:t>
            </w:r>
            <w:r w:rsidRPr="00630AB6">
              <w:rPr>
                <w:rFonts w:cs="Arial" w:hint="eastAsia"/>
                <w:szCs w:val="18"/>
                <w:lang w:eastAsia="zh-CN"/>
              </w:rPr>
              <w:t xml:space="preserve">this IE shall contain </w:t>
            </w:r>
            <w:r w:rsidRPr="00630AB6">
              <w:rPr>
                <w:rFonts w:cs="Arial"/>
                <w:szCs w:val="18"/>
                <w:lang w:eastAsia="zh-CN"/>
              </w:rPr>
              <w:t>the mapped S-NSSAI value of home network corresponding to the allowed S-NSSAI in the serving PLMN.</w:t>
            </w:r>
          </w:p>
        </w:tc>
      </w:tr>
    </w:tbl>
    <w:p w14:paraId="20248E3A" w14:textId="77777777" w:rsidR="0038424D" w:rsidRPr="00630AB6" w:rsidRDefault="0038424D" w:rsidP="0038424D"/>
    <w:p w14:paraId="35711020" w14:textId="77777777" w:rsidR="00DB5BAA" w:rsidRPr="00630AB6" w:rsidRDefault="00DB5BAA" w:rsidP="0041307B">
      <w:pPr>
        <w:pStyle w:val="Heading5"/>
      </w:pPr>
      <w:bookmarkStart w:id="68" w:name="_Toc74989831"/>
      <w:r w:rsidRPr="00630AB6">
        <w:t>6.1.6.2.</w:t>
      </w:r>
      <w:r w:rsidR="00D10EF5" w:rsidRPr="00630AB6">
        <w:t>6</w:t>
      </w:r>
      <w:r w:rsidRPr="00630AB6">
        <w:tab/>
        <w:t xml:space="preserve">Type: </w:t>
      </w:r>
      <w:proofErr w:type="spellStart"/>
      <w:r w:rsidRPr="00630AB6">
        <w:rPr>
          <w:lang w:eastAsia="zh-CN"/>
        </w:rPr>
        <w:t>Allowed</w:t>
      </w:r>
      <w:r w:rsidRPr="00630AB6">
        <w:rPr>
          <w:rFonts w:hint="eastAsia"/>
          <w:lang w:eastAsia="zh-CN"/>
        </w:rPr>
        <w:t>Nss</w:t>
      </w:r>
      <w:r w:rsidRPr="00630AB6">
        <w:rPr>
          <w:lang w:eastAsia="zh-CN"/>
        </w:rPr>
        <w:t>ai</w:t>
      </w:r>
      <w:bookmarkEnd w:id="68"/>
      <w:proofErr w:type="spellEnd"/>
    </w:p>
    <w:p w14:paraId="4D847949" w14:textId="77777777" w:rsidR="00DB5BAA" w:rsidRPr="00630AB6" w:rsidRDefault="00DB5BAA" w:rsidP="0041307B">
      <w:pPr>
        <w:pStyle w:val="TH"/>
        <w:outlineLvl w:val="0"/>
        <w:rPr>
          <w:noProof/>
        </w:rPr>
      </w:pPr>
      <w:r w:rsidRPr="00630AB6">
        <w:rPr>
          <w:noProof/>
        </w:rPr>
        <w:t>Table </w:t>
      </w:r>
      <w:r w:rsidRPr="00630AB6">
        <w:t>6.1.6.2.</w:t>
      </w:r>
      <w:r w:rsidR="00D10EF5" w:rsidRPr="00630AB6">
        <w:t>6</w:t>
      </w:r>
      <w:r w:rsidRPr="00630AB6">
        <w:t xml:space="preserve">-1: </w:t>
      </w:r>
      <w:r w:rsidRPr="00630AB6">
        <w:rPr>
          <w:noProof/>
        </w:rPr>
        <w:t xml:space="preserve">Definition of type </w:t>
      </w:r>
      <w:proofErr w:type="spellStart"/>
      <w:r w:rsidRPr="00630AB6">
        <w:rPr>
          <w:rFonts w:hint="eastAsia"/>
          <w:lang w:eastAsia="zh-CN"/>
        </w:rPr>
        <w:t>AllowedNss</w:t>
      </w:r>
      <w:r w:rsidRPr="00630AB6">
        <w:rPr>
          <w:lang w:eastAsia="zh-CN"/>
        </w:rPr>
        <w:t>ai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B5BAA" w:rsidRPr="00630AB6" w14:paraId="2B6EE2A3"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6E2DC14E" w14:textId="77777777" w:rsidR="00DB5BAA" w:rsidRPr="00630AB6" w:rsidRDefault="00DB5BAA"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6C5DBABB" w14:textId="77777777" w:rsidR="00DB5BAA" w:rsidRPr="00630AB6" w:rsidRDefault="00DB5BAA"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2D17943" w14:textId="77777777" w:rsidR="00DB5BAA" w:rsidRPr="00630AB6" w:rsidRDefault="00DB5BAA"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1925FDBF" w14:textId="77777777" w:rsidR="00DB5BAA" w:rsidRPr="00630AB6" w:rsidRDefault="00DB5BAA"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61844C45" w14:textId="77777777" w:rsidR="00DB5BAA" w:rsidRPr="00630AB6" w:rsidRDefault="00DB5BAA" w:rsidP="00822A83">
            <w:pPr>
              <w:pStyle w:val="TAH"/>
              <w:rPr>
                <w:rFonts w:cs="Arial"/>
                <w:szCs w:val="18"/>
              </w:rPr>
            </w:pPr>
            <w:r w:rsidRPr="00630AB6">
              <w:rPr>
                <w:rFonts w:cs="Arial"/>
                <w:szCs w:val="18"/>
              </w:rPr>
              <w:t>Description</w:t>
            </w:r>
          </w:p>
        </w:tc>
      </w:tr>
      <w:tr w:rsidR="00DB5BAA" w:rsidRPr="00630AB6" w14:paraId="322B37B2"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57F94C73" w14:textId="77777777" w:rsidR="00DB5BAA" w:rsidRPr="00630AB6" w:rsidRDefault="00DB5BAA" w:rsidP="00822A83">
            <w:pPr>
              <w:pStyle w:val="TAL"/>
              <w:rPr>
                <w:lang w:eastAsia="zh-CN"/>
              </w:rPr>
            </w:pPr>
            <w:proofErr w:type="spellStart"/>
            <w:r w:rsidRPr="00630AB6">
              <w:rPr>
                <w:lang w:eastAsia="zh-CN"/>
              </w:rPr>
              <w:t>allowedS</w:t>
            </w:r>
            <w:r w:rsidR="000A4BF7" w:rsidRPr="00630AB6">
              <w:rPr>
                <w:lang w:eastAsia="zh-CN"/>
              </w:rPr>
              <w:t>n</w:t>
            </w:r>
            <w:r w:rsidRPr="00630AB6">
              <w:rPr>
                <w:lang w:eastAsia="zh-CN"/>
              </w:rPr>
              <w:t>ssai</w:t>
            </w:r>
            <w:r w:rsidR="000A4BF7" w:rsidRPr="00630AB6">
              <w:rPr>
                <w:lang w:eastAsia="zh-CN"/>
              </w:rPr>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11F6AB53" w14:textId="77777777" w:rsidR="00DB5BAA" w:rsidRPr="00630AB6" w:rsidRDefault="00D10EF5" w:rsidP="00822A83">
            <w:pPr>
              <w:pStyle w:val="TAL"/>
              <w:rPr>
                <w:lang w:eastAsia="zh-CN"/>
              </w:rPr>
            </w:pPr>
            <w:r w:rsidRPr="00630AB6">
              <w:rPr>
                <w:lang w:eastAsia="zh-CN"/>
              </w:rPr>
              <w:t>array(</w:t>
            </w:r>
            <w:proofErr w:type="spellStart"/>
            <w:r w:rsidR="00DB5BAA" w:rsidRPr="00630AB6">
              <w:rPr>
                <w:lang w:eastAsia="zh-CN"/>
              </w:rPr>
              <w:t>AllowedS</w:t>
            </w:r>
            <w:r w:rsidR="000A4BF7" w:rsidRPr="00630AB6">
              <w:rPr>
                <w:lang w:eastAsia="zh-CN"/>
              </w:rPr>
              <w:t>n</w:t>
            </w:r>
            <w:r w:rsidR="00DB5BAA" w:rsidRPr="00630AB6">
              <w:rPr>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3F1756EF" w14:textId="77777777" w:rsidR="00DB5BAA" w:rsidRPr="00630AB6" w:rsidRDefault="00DB5BAA"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7D6EE91C" w14:textId="77777777" w:rsidR="00DB5BAA" w:rsidRPr="00630AB6" w:rsidRDefault="00DB5BAA" w:rsidP="00822A83">
            <w:pPr>
              <w:pStyle w:val="TAL"/>
              <w:rPr>
                <w:lang w:eastAsia="zh-CN"/>
              </w:rPr>
            </w:pPr>
            <w:r w:rsidRPr="00630AB6">
              <w:rPr>
                <w:lang w:eastAsia="zh-CN"/>
              </w:rPr>
              <w:t>1..N</w:t>
            </w:r>
          </w:p>
        </w:tc>
        <w:tc>
          <w:tcPr>
            <w:tcW w:w="4359" w:type="dxa"/>
            <w:tcBorders>
              <w:top w:val="single" w:sz="4" w:space="0" w:color="auto"/>
              <w:left w:val="single" w:sz="4" w:space="0" w:color="auto"/>
              <w:bottom w:val="single" w:sz="4" w:space="0" w:color="auto"/>
              <w:right w:val="single" w:sz="4" w:space="0" w:color="auto"/>
            </w:tcBorders>
          </w:tcPr>
          <w:p w14:paraId="22F1D2A8" w14:textId="77777777" w:rsidR="00DB5BAA" w:rsidRPr="00630AB6" w:rsidRDefault="00DB5BAA" w:rsidP="00822A83">
            <w:pPr>
              <w:pStyle w:val="TAL"/>
              <w:rPr>
                <w:rFonts w:cs="Arial"/>
                <w:szCs w:val="18"/>
                <w:lang w:eastAsia="zh-CN"/>
              </w:rPr>
            </w:pPr>
            <w:r w:rsidRPr="00630AB6">
              <w:rPr>
                <w:rFonts w:cs="Arial" w:hint="eastAsia"/>
                <w:szCs w:val="18"/>
                <w:lang w:eastAsia="zh-CN"/>
              </w:rPr>
              <w:t xml:space="preserve">This IE shall contain </w:t>
            </w:r>
            <w:r w:rsidRPr="00630AB6">
              <w:rPr>
                <w:rFonts w:cs="Arial"/>
                <w:szCs w:val="18"/>
                <w:lang w:eastAsia="zh-CN"/>
              </w:rPr>
              <w:t>the allowed S-NSSAI in the serving PLMN.</w:t>
            </w:r>
          </w:p>
        </w:tc>
      </w:tr>
      <w:tr w:rsidR="000A4BF7" w:rsidRPr="00630AB6" w14:paraId="7064C9FE" w14:textId="77777777" w:rsidTr="00196270">
        <w:trPr>
          <w:jc w:val="center"/>
        </w:trPr>
        <w:tc>
          <w:tcPr>
            <w:tcW w:w="2090" w:type="dxa"/>
            <w:tcBorders>
              <w:top w:val="single" w:sz="4" w:space="0" w:color="auto"/>
              <w:left w:val="single" w:sz="4" w:space="0" w:color="auto"/>
              <w:bottom w:val="single" w:sz="4" w:space="0" w:color="auto"/>
              <w:right w:val="single" w:sz="4" w:space="0" w:color="auto"/>
            </w:tcBorders>
          </w:tcPr>
          <w:p w14:paraId="3F047823" w14:textId="77777777" w:rsidR="000A4BF7" w:rsidRPr="00630AB6" w:rsidRDefault="000A4BF7" w:rsidP="00196270">
            <w:pPr>
              <w:pStyle w:val="TAL"/>
              <w:rPr>
                <w:lang w:eastAsia="zh-CN"/>
              </w:rPr>
            </w:pPr>
            <w:proofErr w:type="spellStart"/>
            <w:r w:rsidRPr="00630AB6">
              <w:rPr>
                <w:rFonts w:hint="eastAsia"/>
                <w:lang w:eastAsia="zh-CN"/>
              </w:rPr>
              <w:t>accessType</w:t>
            </w:r>
            <w:proofErr w:type="spellEnd"/>
          </w:p>
        </w:tc>
        <w:tc>
          <w:tcPr>
            <w:tcW w:w="1559" w:type="dxa"/>
            <w:tcBorders>
              <w:top w:val="single" w:sz="4" w:space="0" w:color="auto"/>
              <w:left w:val="single" w:sz="4" w:space="0" w:color="auto"/>
              <w:bottom w:val="single" w:sz="4" w:space="0" w:color="auto"/>
              <w:right w:val="single" w:sz="4" w:space="0" w:color="auto"/>
            </w:tcBorders>
          </w:tcPr>
          <w:p w14:paraId="2981B3B4" w14:textId="77777777" w:rsidR="000A4BF7" w:rsidRPr="00630AB6" w:rsidRDefault="000A4BF7" w:rsidP="00196270">
            <w:pPr>
              <w:pStyle w:val="TAL"/>
              <w:rPr>
                <w:lang w:eastAsia="zh-CN"/>
              </w:rPr>
            </w:pPr>
            <w:proofErr w:type="spellStart"/>
            <w:r w:rsidRPr="00630AB6">
              <w:rPr>
                <w:rFonts w:hint="eastAsia"/>
                <w:lang w:eastAsia="zh-CN"/>
              </w:rPr>
              <w:t>AccessType</w:t>
            </w:r>
            <w:proofErr w:type="spellEnd"/>
          </w:p>
        </w:tc>
        <w:tc>
          <w:tcPr>
            <w:tcW w:w="425" w:type="dxa"/>
            <w:tcBorders>
              <w:top w:val="single" w:sz="4" w:space="0" w:color="auto"/>
              <w:left w:val="single" w:sz="4" w:space="0" w:color="auto"/>
              <w:bottom w:val="single" w:sz="4" w:space="0" w:color="auto"/>
              <w:right w:val="single" w:sz="4" w:space="0" w:color="auto"/>
            </w:tcBorders>
          </w:tcPr>
          <w:p w14:paraId="6FD7C3D3" w14:textId="77777777" w:rsidR="000A4BF7" w:rsidRPr="00630AB6" w:rsidRDefault="000A4BF7" w:rsidP="00196270">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438061C6" w14:textId="77777777" w:rsidR="000A4BF7" w:rsidRPr="00630AB6" w:rsidRDefault="000A4BF7" w:rsidP="00196270">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2F33C6F7" w14:textId="77777777" w:rsidR="000A4BF7" w:rsidRPr="00630AB6" w:rsidRDefault="000A4BF7" w:rsidP="00196270">
            <w:pPr>
              <w:pStyle w:val="TAL"/>
              <w:rPr>
                <w:rFonts w:cs="Arial"/>
                <w:szCs w:val="18"/>
                <w:lang w:eastAsia="zh-CN"/>
              </w:rPr>
            </w:pPr>
            <w:r w:rsidRPr="00630AB6">
              <w:rPr>
                <w:rFonts w:cs="Arial" w:hint="eastAsia"/>
                <w:szCs w:val="18"/>
                <w:lang w:eastAsia="zh-CN"/>
              </w:rPr>
              <w:t>This IE shall contain the access type to which this allowed NSSAI belongs.</w:t>
            </w:r>
          </w:p>
        </w:tc>
      </w:tr>
    </w:tbl>
    <w:p w14:paraId="65A6146D" w14:textId="77777777" w:rsidR="0038424D" w:rsidRPr="00630AB6" w:rsidRDefault="0038424D" w:rsidP="0038424D"/>
    <w:p w14:paraId="2F6A7CE1" w14:textId="77777777" w:rsidR="00DB5BAA" w:rsidRPr="00630AB6" w:rsidRDefault="00DB5BAA" w:rsidP="0041307B">
      <w:pPr>
        <w:pStyle w:val="Heading5"/>
      </w:pPr>
      <w:bookmarkStart w:id="69" w:name="_Toc74989832"/>
      <w:r w:rsidRPr="00630AB6">
        <w:lastRenderedPageBreak/>
        <w:t>6.1.6.2.</w:t>
      </w:r>
      <w:r w:rsidR="00251859" w:rsidRPr="00630AB6">
        <w:t>7</w:t>
      </w:r>
      <w:r w:rsidRPr="00630AB6">
        <w:tab/>
        <w:t xml:space="preserve">Type: </w:t>
      </w:r>
      <w:proofErr w:type="spellStart"/>
      <w:r w:rsidRPr="00630AB6">
        <w:rPr>
          <w:lang w:eastAsia="zh-CN"/>
        </w:rPr>
        <w:t>NsiInformation</w:t>
      </w:r>
      <w:bookmarkEnd w:id="69"/>
      <w:proofErr w:type="spellEnd"/>
    </w:p>
    <w:p w14:paraId="23459111" w14:textId="77777777" w:rsidR="00DB5BAA" w:rsidRPr="00630AB6" w:rsidRDefault="00DB5BAA" w:rsidP="0041307B">
      <w:pPr>
        <w:pStyle w:val="TH"/>
        <w:outlineLvl w:val="0"/>
        <w:rPr>
          <w:noProof/>
        </w:rPr>
      </w:pPr>
      <w:r w:rsidRPr="00630AB6">
        <w:rPr>
          <w:noProof/>
        </w:rPr>
        <w:t>Table </w:t>
      </w:r>
      <w:r w:rsidRPr="00630AB6">
        <w:t>6.1.6.2.</w:t>
      </w:r>
      <w:r w:rsidR="00251859" w:rsidRPr="00630AB6">
        <w:t>7</w:t>
      </w:r>
      <w:r w:rsidRPr="00630AB6">
        <w:t xml:space="preserve">-1: </w:t>
      </w:r>
      <w:r w:rsidRPr="00630AB6">
        <w:rPr>
          <w:noProof/>
        </w:rPr>
        <w:t xml:space="preserve">Definition of type </w:t>
      </w:r>
      <w:proofErr w:type="spellStart"/>
      <w:r w:rsidRPr="00630AB6">
        <w:rPr>
          <w:lang w:eastAsia="zh-CN"/>
        </w:rPr>
        <w:t>NsiInformation</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B5BAA" w:rsidRPr="00630AB6" w14:paraId="1F48BBCC"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3EDAFE09" w14:textId="77777777" w:rsidR="00DB5BAA" w:rsidRPr="00630AB6" w:rsidRDefault="00DB5BAA"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72507655" w14:textId="77777777" w:rsidR="00DB5BAA" w:rsidRPr="00630AB6" w:rsidRDefault="00DB5BAA"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3D89DA2" w14:textId="77777777" w:rsidR="00DB5BAA" w:rsidRPr="00630AB6" w:rsidRDefault="00DB5BAA"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782401FA" w14:textId="77777777" w:rsidR="00DB5BAA" w:rsidRPr="00630AB6" w:rsidRDefault="00DB5BAA"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186CC185" w14:textId="77777777" w:rsidR="00DB5BAA" w:rsidRPr="00630AB6" w:rsidRDefault="00DB5BAA" w:rsidP="00822A83">
            <w:pPr>
              <w:pStyle w:val="TAH"/>
              <w:rPr>
                <w:rFonts w:cs="Arial"/>
                <w:szCs w:val="18"/>
              </w:rPr>
            </w:pPr>
            <w:r w:rsidRPr="00630AB6">
              <w:rPr>
                <w:rFonts w:cs="Arial"/>
                <w:szCs w:val="18"/>
              </w:rPr>
              <w:t>Description</w:t>
            </w:r>
          </w:p>
        </w:tc>
      </w:tr>
      <w:tr w:rsidR="00DB5BAA" w:rsidRPr="00630AB6" w14:paraId="7D2B93E3"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44594897" w14:textId="77777777" w:rsidR="00DB5BAA" w:rsidRPr="00630AB6" w:rsidRDefault="00DB5BAA" w:rsidP="00822A83">
            <w:pPr>
              <w:pStyle w:val="TAL"/>
              <w:rPr>
                <w:lang w:eastAsia="zh-CN"/>
              </w:rPr>
            </w:pPr>
            <w:proofErr w:type="spellStart"/>
            <w:r w:rsidRPr="00630AB6">
              <w:rPr>
                <w:lang w:eastAsia="zh-CN"/>
              </w:rPr>
              <w:t>nrfId</w:t>
            </w:r>
            <w:proofErr w:type="spellEnd"/>
          </w:p>
        </w:tc>
        <w:tc>
          <w:tcPr>
            <w:tcW w:w="1559" w:type="dxa"/>
            <w:tcBorders>
              <w:top w:val="single" w:sz="4" w:space="0" w:color="auto"/>
              <w:left w:val="single" w:sz="4" w:space="0" w:color="auto"/>
              <w:bottom w:val="single" w:sz="4" w:space="0" w:color="auto"/>
              <w:right w:val="single" w:sz="4" w:space="0" w:color="auto"/>
            </w:tcBorders>
          </w:tcPr>
          <w:p w14:paraId="3042ADA3" w14:textId="77777777" w:rsidR="00DB5BAA" w:rsidRPr="00630AB6" w:rsidRDefault="00D7142D" w:rsidP="00822A83">
            <w:pPr>
              <w:pStyle w:val="TAL"/>
              <w:rPr>
                <w:lang w:eastAsia="zh-CN"/>
              </w:rPr>
            </w:pPr>
            <w:r w:rsidRPr="00630AB6">
              <w:rPr>
                <w:lang w:eastAsia="zh-CN"/>
              </w:rPr>
              <w:t>Uri</w:t>
            </w:r>
          </w:p>
        </w:tc>
        <w:tc>
          <w:tcPr>
            <w:tcW w:w="425" w:type="dxa"/>
            <w:tcBorders>
              <w:top w:val="single" w:sz="4" w:space="0" w:color="auto"/>
              <w:left w:val="single" w:sz="4" w:space="0" w:color="auto"/>
              <w:bottom w:val="single" w:sz="4" w:space="0" w:color="auto"/>
              <w:right w:val="single" w:sz="4" w:space="0" w:color="auto"/>
            </w:tcBorders>
          </w:tcPr>
          <w:p w14:paraId="090C0575" w14:textId="77777777" w:rsidR="00DB5BAA" w:rsidRPr="00630AB6" w:rsidRDefault="00DB5BAA"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2D3A18AC" w14:textId="77777777" w:rsidR="00DB5BAA" w:rsidRPr="00630AB6" w:rsidRDefault="00DB5BAA"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28D136AF" w14:textId="77777777" w:rsidR="00DB5BAA" w:rsidRPr="00630AB6" w:rsidRDefault="00DB5BAA" w:rsidP="00822A83">
            <w:pPr>
              <w:pStyle w:val="TAL"/>
              <w:rPr>
                <w:rFonts w:cs="Arial"/>
                <w:szCs w:val="18"/>
                <w:lang w:eastAsia="zh-CN"/>
              </w:rPr>
            </w:pPr>
            <w:r w:rsidRPr="00630AB6">
              <w:rPr>
                <w:rFonts w:cs="Arial"/>
                <w:szCs w:val="18"/>
                <w:lang w:eastAsia="zh-CN"/>
              </w:rPr>
              <w:t xml:space="preserve">This </w:t>
            </w:r>
            <w:r w:rsidRPr="00630AB6">
              <w:rPr>
                <w:rFonts w:cs="Arial" w:hint="eastAsia"/>
                <w:szCs w:val="18"/>
                <w:lang w:eastAsia="zh-CN"/>
              </w:rPr>
              <w:t xml:space="preserve">IE shall contain the </w:t>
            </w:r>
            <w:r w:rsidR="00D7142D" w:rsidRPr="00630AB6">
              <w:rPr>
                <w:rFonts w:cs="Arial"/>
                <w:szCs w:val="18"/>
              </w:rPr>
              <w:t>API URI</w:t>
            </w:r>
            <w:r w:rsidRPr="00630AB6">
              <w:rPr>
                <w:rFonts w:cs="Arial"/>
                <w:szCs w:val="18"/>
                <w:lang w:eastAsia="zh-CN"/>
              </w:rPr>
              <w:t xml:space="preserve"> of </w:t>
            </w:r>
            <w:r w:rsidR="0038233B" w:rsidRPr="00630AB6">
              <w:rPr>
                <w:rFonts w:cs="Arial"/>
                <w:szCs w:val="18"/>
                <w:lang w:eastAsia="zh-CN"/>
              </w:rPr>
              <w:t xml:space="preserve">the </w:t>
            </w:r>
            <w:r w:rsidRPr="00630AB6">
              <w:rPr>
                <w:rFonts w:cs="Arial"/>
                <w:szCs w:val="18"/>
                <w:lang w:eastAsia="zh-CN"/>
              </w:rPr>
              <w:t xml:space="preserve">NRF </w:t>
            </w:r>
            <w:proofErr w:type="spellStart"/>
            <w:r w:rsidR="00F56626" w:rsidRPr="002857AD">
              <w:t>NFDiscovery</w:t>
            </w:r>
            <w:proofErr w:type="spellEnd"/>
            <w:r w:rsidR="00F56626" w:rsidRPr="002857AD">
              <w:t xml:space="preserve"> Service (see </w:t>
            </w:r>
            <w:r w:rsidR="001765C8">
              <w:t>clause</w:t>
            </w:r>
            <w:r w:rsidR="00F56626" w:rsidRPr="002857AD">
              <w:t xml:space="preserve"> 6.2.1</w:t>
            </w:r>
            <w:r w:rsidR="00F56626">
              <w:t xml:space="preserve"> of </w:t>
            </w:r>
            <w:r w:rsidR="00F56626" w:rsidRPr="00630AB6">
              <w:rPr>
                <w:lang w:val="en-US"/>
              </w:rPr>
              <w:t>3GPP TS 29.510 [13]</w:t>
            </w:r>
            <w:r w:rsidR="00F56626" w:rsidRPr="002857AD">
              <w:t>)</w:t>
            </w:r>
            <w:r w:rsidR="00F56626">
              <w:t xml:space="preserve"> </w:t>
            </w:r>
            <w:r w:rsidRPr="00630AB6">
              <w:t xml:space="preserve">to be used to select </w:t>
            </w:r>
            <w:r w:rsidR="00D7142D" w:rsidRPr="00630AB6">
              <w:t xml:space="preserve">the </w:t>
            </w:r>
            <w:r w:rsidRPr="00630AB6">
              <w:t>NFs/services within the selected Network Slice instance</w:t>
            </w:r>
            <w:r w:rsidRPr="00630AB6">
              <w:rPr>
                <w:rFonts w:cs="Arial"/>
                <w:szCs w:val="18"/>
                <w:lang w:eastAsia="zh-CN"/>
              </w:rPr>
              <w:t>.</w:t>
            </w:r>
          </w:p>
        </w:tc>
      </w:tr>
      <w:tr w:rsidR="00DB5BAA" w:rsidRPr="00630AB6" w14:paraId="1B5FBEBE"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0BD57423" w14:textId="77777777" w:rsidR="00DB5BAA" w:rsidRPr="00630AB6" w:rsidRDefault="00DB5BAA" w:rsidP="00822A83">
            <w:pPr>
              <w:pStyle w:val="TAL"/>
              <w:rPr>
                <w:lang w:eastAsia="zh-CN"/>
              </w:rPr>
            </w:pPr>
            <w:proofErr w:type="spellStart"/>
            <w:r w:rsidRPr="00630AB6">
              <w:rPr>
                <w:lang w:eastAsia="zh-CN"/>
              </w:rPr>
              <w:t>nsiId</w:t>
            </w:r>
            <w:proofErr w:type="spellEnd"/>
          </w:p>
        </w:tc>
        <w:tc>
          <w:tcPr>
            <w:tcW w:w="1559" w:type="dxa"/>
            <w:tcBorders>
              <w:top w:val="single" w:sz="4" w:space="0" w:color="auto"/>
              <w:left w:val="single" w:sz="4" w:space="0" w:color="auto"/>
              <w:bottom w:val="single" w:sz="4" w:space="0" w:color="auto"/>
              <w:right w:val="single" w:sz="4" w:space="0" w:color="auto"/>
            </w:tcBorders>
          </w:tcPr>
          <w:p w14:paraId="16D5222F" w14:textId="77777777" w:rsidR="00DB5BAA" w:rsidRPr="00630AB6" w:rsidRDefault="00DB5BAA" w:rsidP="00822A83">
            <w:pPr>
              <w:pStyle w:val="TAL"/>
              <w:rPr>
                <w:lang w:eastAsia="zh-CN"/>
              </w:rPr>
            </w:pPr>
            <w:proofErr w:type="spellStart"/>
            <w:r w:rsidRPr="00630AB6">
              <w:rPr>
                <w:rFonts w:hint="eastAsia"/>
                <w:lang w:eastAsia="zh-CN"/>
              </w:rPr>
              <w:t>NsiId</w:t>
            </w:r>
            <w:proofErr w:type="spellEnd"/>
          </w:p>
        </w:tc>
        <w:tc>
          <w:tcPr>
            <w:tcW w:w="425" w:type="dxa"/>
            <w:tcBorders>
              <w:top w:val="single" w:sz="4" w:space="0" w:color="auto"/>
              <w:left w:val="single" w:sz="4" w:space="0" w:color="auto"/>
              <w:bottom w:val="single" w:sz="4" w:space="0" w:color="auto"/>
              <w:right w:val="single" w:sz="4" w:space="0" w:color="auto"/>
            </w:tcBorders>
          </w:tcPr>
          <w:p w14:paraId="098D12C9" w14:textId="77777777" w:rsidR="00DB5BAA" w:rsidRPr="00630AB6" w:rsidRDefault="00DB5BAA" w:rsidP="00822A83">
            <w:pPr>
              <w:pStyle w:val="TAC"/>
              <w:rPr>
                <w:lang w:eastAsia="zh-CN"/>
              </w:rPr>
            </w:pPr>
            <w:r w:rsidRPr="00630AB6">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041654DB" w14:textId="77777777" w:rsidR="00DB5BAA" w:rsidRPr="00630AB6" w:rsidRDefault="00DB5BAA" w:rsidP="00822A83">
            <w:pPr>
              <w:pStyle w:val="TAL"/>
              <w:rPr>
                <w:lang w:eastAsia="zh-CN"/>
              </w:rPr>
            </w:pPr>
            <w:r w:rsidRPr="00630AB6">
              <w:rPr>
                <w:rFonts w:hint="eastAsia"/>
                <w:lang w:eastAsia="zh-CN"/>
              </w:rPr>
              <w:t>0..</w:t>
            </w:r>
            <w:r w:rsidRPr="00630AB6">
              <w:rPr>
                <w:lang w:eastAsia="zh-CN"/>
              </w:rPr>
              <w:t>1</w:t>
            </w:r>
          </w:p>
        </w:tc>
        <w:tc>
          <w:tcPr>
            <w:tcW w:w="4359" w:type="dxa"/>
            <w:tcBorders>
              <w:top w:val="single" w:sz="4" w:space="0" w:color="auto"/>
              <w:left w:val="single" w:sz="4" w:space="0" w:color="auto"/>
              <w:bottom w:val="single" w:sz="4" w:space="0" w:color="auto"/>
              <w:right w:val="single" w:sz="4" w:space="0" w:color="auto"/>
            </w:tcBorders>
          </w:tcPr>
          <w:p w14:paraId="67C212FF" w14:textId="77777777" w:rsidR="00DB5BAA" w:rsidRPr="00630AB6" w:rsidRDefault="00DB5BAA" w:rsidP="00822A83">
            <w:pPr>
              <w:pStyle w:val="TAL"/>
              <w:rPr>
                <w:rFonts w:cs="Arial"/>
                <w:szCs w:val="18"/>
                <w:lang w:eastAsia="zh-CN"/>
              </w:rPr>
            </w:pPr>
            <w:r w:rsidRPr="00630AB6">
              <w:rPr>
                <w:rFonts w:cs="Arial"/>
                <w:szCs w:val="18"/>
                <w:lang w:eastAsia="zh-CN"/>
              </w:rPr>
              <w:t>This IE may be optionally included by the NSSF. When present, this IE shall contain the Identifier of the selected Network Slice instance</w:t>
            </w:r>
          </w:p>
        </w:tc>
      </w:tr>
      <w:tr w:rsidR="00F56626" w:rsidRPr="00630AB6" w14:paraId="32498911"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43254D66" w14:textId="77777777" w:rsidR="00F56626" w:rsidRPr="00630AB6" w:rsidRDefault="00F56626" w:rsidP="00F56626">
            <w:pPr>
              <w:pStyle w:val="TAL"/>
              <w:rPr>
                <w:lang w:eastAsia="zh-CN"/>
              </w:rPr>
            </w:pPr>
            <w:proofErr w:type="spellStart"/>
            <w:r w:rsidRPr="00630AB6">
              <w:rPr>
                <w:lang w:eastAsia="zh-CN"/>
              </w:rPr>
              <w:t>nrf</w:t>
            </w:r>
            <w:r>
              <w:rPr>
                <w:lang w:eastAsia="zh-CN"/>
              </w:rPr>
              <w:t>NfMgtUri</w:t>
            </w:r>
            <w:proofErr w:type="spellEnd"/>
          </w:p>
        </w:tc>
        <w:tc>
          <w:tcPr>
            <w:tcW w:w="1559" w:type="dxa"/>
            <w:tcBorders>
              <w:top w:val="single" w:sz="4" w:space="0" w:color="auto"/>
              <w:left w:val="single" w:sz="4" w:space="0" w:color="auto"/>
              <w:bottom w:val="single" w:sz="4" w:space="0" w:color="auto"/>
              <w:right w:val="single" w:sz="4" w:space="0" w:color="auto"/>
            </w:tcBorders>
          </w:tcPr>
          <w:p w14:paraId="09171BBF" w14:textId="77777777" w:rsidR="00F56626" w:rsidRPr="00630AB6" w:rsidRDefault="00F56626" w:rsidP="00F56626">
            <w:pPr>
              <w:pStyle w:val="TAL"/>
              <w:rPr>
                <w:lang w:eastAsia="zh-CN"/>
              </w:rPr>
            </w:pPr>
            <w:r w:rsidRPr="00630AB6">
              <w:rPr>
                <w:lang w:eastAsia="zh-CN"/>
              </w:rPr>
              <w:t>Uri</w:t>
            </w:r>
          </w:p>
        </w:tc>
        <w:tc>
          <w:tcPr>
            <w:tcW w:w="425" w:type="dxa"/>
            <w:tcBorders>
              <w:top w:val="single" w:sz="4" w:space="0" w:color="auto"/>
              <w:left w:val="single" w:sz="4" w:space="0" w:color="auto"/>
              <w:bottom w:val="single" w:sz="4" w:space="0" w:color="auto"/>
              <w:right w:val="single" w:sz="4" w:space="0" w:color="auto"/>
            </w:tcBorders>
          </w:tcPr>
          <w:p w14:paraId="5690321F" w14:textId="77777777" w:rsidR="00F56626" w:rsidRPr="00630AB6" w:rsidRDefault="00F56626" w:rsidP="00F56626">
            <w:pPr>
              <w:pStyle w:val="TAC"/>
              <w:rPr>
                <w:lang w:eastAsia="zh-CN"/>
              </w:rPr>
            </w:pPr>
            <w:r>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74DFB0E4" w14:textId="77777777" w:rsidR="00F56626" w:rsidRPr="00630AB6" w:rsidRDefault="00F56626" w:rsidP="00F56626">
            <w:pPr>
              <w:pStyle w:val="TAL"/>
              <w:rPr>
                <w:lang w:eastAsia="zh-CN"/>
              </w:rPr>
            </w:pPr>
            <w:r>
              <w:rPr>
                <w:lang w:eastAsia="zh-CN"/>
              </w:rPr>
              <w:t>0..</w:t>
            </w: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44920EAB" w14:textId="77777777" w:rsidR="00F56626" w:rsidRPr="00630AB6" w:rsidRDefault="00F56626" w:rsidP="00F56626">
            <w:pPr>
              <w:pStyle w:val="TAL"/>
              <w:rPr>
                <w:rFonts w:cs="Arial"/>
                <w:szCs w:val="18"/>
                <w:lang w:eastAsia="zh-CN"/>
              </w:rPr>
            </w:pPr>
            <w:r>
              <w:rPr>
                <w:rFonts w:cs="Arial"/>
                <w:szCs w:val="18"/>
                <w:lang w:eastAsia="zh-CN"/>
              </w:rPr>
              <w:t>This IE should be present. When present, it</w:t>
            </w:r>
            <w:r w:rsidRPr="00630AB6">
              <w:rPr>
                <w:rFonts w:cs="Arial" w:hint="eastAsia"/>
                <w:szCs w:val="18"/>
                <w:lang w:eastAsia="zh-CN"/>
              </w:rPr>
              <w:t xml:space="preserve"> shall contain the </w:t>
            </w:r>
            <w:r w:rsidRPr="00630AB6">
              <w:rPr>
                <w:rFonts w:cs="Arial"/>
                <w:szCs w:val="18"/>
              </w:rPr>
              <w:t>API URI</w:t>
            </w:r>
            <w:r w:rsidRPr="00630AB6">
              <w:rPr>
                <w:rFonts w:cs="Arial"/>
                <w:szCs w:val="18"/>
                <w:lang w:eastAsia="zh-CN"/>
              </w:rPr>
              <w:t xml:space="preserve"> of the NRF </w:t>
            </w:r>
            <w:proofErr w:type="spellStart"/>
            <w:r w:rsidRPr="002857AD">
              <w:t>NF</w:t>
            </w:r>
            <w:r>
              <w:t>Management</w:t>
            </w:r>
            <w:proofErr w:type="spellEnd"/>
            <w:r w:rsidRPr="002857AD">
              <w:t xml:space="preserve"> Service (see </w:t>
            </w:r>
            <w:r w:rsidR="001765C8">
              <w:t>clause</w:t>
            </w:r>
            <w:r w:rsidRPr="002857AD">
              <w:t xml:space="preserve"> 6.</w:t>
            </w:r>
            <w:r>
              <w:t>1</w:t>
            </w:r>
            <w:r w:rsidRPr="002857AD">
              <w:t>.1</w:t>
            </w:r>
            <w:r>
              <w:t xml:space="preserve"> of </w:t>
            </w:r>
            <w:r w:rsidRPr="00630AB6">
              <w:rPr>
                <w:lang w:val="en-US"/>
              </w:rPr>
              <w:t>3GPP TS 29.510 [13]</w:t>
            </w:r>
            <w:r w:rsidRPr="002857AD">
              <w:t>)</w:t>
            </w:r>
            <w:r>
              <w:rPr>
                <w:rFonts w:cs="Arial"/>
                <w:szCs w:val="18"/>
                <w:lang w:eastAsia="zh-CN"/>
              </w:rPr>
              <w:t xml:space="preserve">. </w:t>
            </w:r>
          </w:p>
        </w:tc>
      </w:tr>
      <w:tr w:rsidR="00F56626" w:rsidRPr="00630AB6" w14:paraId="7152E935"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4A1C2DF0" w14:textId="77777777" w:rsidR="00F56626" w:rsidRPr="00630AB6" w:rsidRDefault="00F56626" w:rsidP="00F56626">
            <w:pPr>
              <w:pStyle w:val="TAL"/>
              <w:rPr>
                <w:lang w:eastAsia="zh-CN"/>
              </w:rPr>
            </w:pPr>
            <w:proofErr w:type="spellStart"/>
            <w:r w:rsidRPr="00630AB6">
              <w:rPr>
                <w:lang w:eastAsia="zh-CN"/>
              </w:rPr>
              <w:t>nrf</w:t>
            </w:r>
            <w:r>
              <w:rPr>
                <w:lang w:eastAsia="zh-CN"/>
              </w:rPr>
              <w:t>AccessTokenUri</w:t>
            </w:r>
            <w:proofErr w:type="spellEnd"/>
          </w:p>
        </w:tc>
        <w:tc>
          <w:tcPr>
            <w:tcW w:w="1559" w:type="dxa"/>
            <w:tcBorders>
              <w:top w:val="single" w:sz="4" w:space="0" w:color="auto"/>
              <w:left w:val="single" w:sz="4" w:space="0" w:color="auto"/>
              <w:bottom w:val="single" w:sz="4" w:space="0" w:color="auto"/>
              <w:right w:val="single" w:sz="4" w:space="0" w:color="auto"/>
            </w:tcBorders>
          </w:tcPr>
          <w:p w14:paraId="361B2515" w14:textId="77777777" w:rsidR="00F56626" w:rsidRPr="00630AB6" w:rsidRDefault="00F56626" w:rsidP="00F56626">
            <w:pPr>
              <w:pStyle w:val="TAL"/>
              <w:rPr>
                <w:lang w:eastAsia="zh-CN"/>
              </w:rPr>
            </w:pPr>
            <w:r w:rsidRPr="00630AB6">
              <w:rPr>
                <w:lang w:eastAsia="zh-CN"/>
              </w:rPr>
              <w:t>Uri</w:t>
            </w:r>
          </w:p>
        </w:tc>
        <w:tc>
          <w:tcPr>
            <w:tcW w:w="425" w:type="dxa"/>
            <w:tcBorders>
              <w:top w:val="single" w:sz="4" w:space="0" w:color="auto"/>
              <w:left w:val="single" w:sz="4" w:space="0" w:color="auto"/>
              <w:bottom w:val="single" w:sz="4" w:space="0" w:color="auto"/>
              <w:right w:val="single" w:sz="4" w:space="0" w:color="auto"/>
            </w:tcBorders>
          </w:tcPr>
          <w:p w14:paraId="4A6A68C0" w14:textId="77777777" w:rsidR="00F56626" w:rsidRPr="00630AB6" w:rsidRDefault="00F56626" w:rsidP="00F56626">
            <w:pPr>
              <w:pStyle w:val="TAC"/>
              <w:rPr>
                <w:lang w:eastAsia="zh-CN"/>
              </w:rPr>
            </w:pPr>
            <w:r>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6F416A95" w14:textId="77777777" w:rsidR="00F56626" w:rsidRPr="00630AB6" w:rsidRDefault="00F56626" w:rsidP="00F56626">
            <w:pPr>
              <w:pStyle w:val="TAL"/>
              <w:rPr>
                <w:lang w:eastAsia="zh-CN"/>
              </w:rPr>
            </w:pPr>
            <w:r>
              <w:rPr>
                <w:lang w:eastAsia="zh-CN"/>
              </w:rPr>
              <w:t>0..</w:t>
            </w: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3BA2D85B" w14:textId="77777777" w:rsidR="00F56626" w:rsidRPr="00630AB6" w:rsidRDefault="00F56626" w:rsidP="00F56626">
            <w:pPr>
              <w:pStyle w:val="TAL"/>
              <w:rPr>
                <w:rFonts w:cs="Arial"/>
                <w:szCs w:val="18"/>
                <w:lang w:eastAsia="zh-CN"/>
              </w:rPr>
            </w:pPr>
            <w:r>
              <w:rPr>
                <w:rFonts w:cs="Arial"/>
                <w:szCs w:val="18"/>
                <w:lang w:eastAsia="zh-CN"/>
              </w:rPr>
              <w:t>When present, t</w:t>
            </w:r>
            <w:r w:rsidRPr="00630AB6">
              <w:rPr>
                <w:rFonts w:cs="Arial"/>
                <w:szCs w:val="18"/>
                <w:lang w:eastAsia="zh-CN"/>
              </w:rPr>
              <w:t xml:space="preserve">his </w:t>
            </w:r>
            <w:r w:rsidRPr="00630AB6">
              <w:rPr>
                <w:rFonts w:cs="Arial" w:hint="eastAsia"/>
                <w:szCs w:val="18"/>
                <w:lang w:eastAsia="zh-CN"/>
              </w:rPr>
              <w:t xml:space="preserve">IE shall contain the </w:t>
            </w:r>
            <w:r w:rsidRPr="00630AB6">
              <w:rPr>
                <w:rFonts w:cs="Arial"/>
                <w:szCs w:val="18"/>
              </w:rPr>
              <w:t>API URI</w:t>
            </w:r>
            <w:r w:rsidRPr="00630AB6">
              <w:rPr>
                <w:rFonts w:cs="Arial"/>
                <w:szCs w:val="18"/>
                <w:lang w:eastAsia="zh-CN"/>
              </w:rPr>
              <w:t xml:space="preserve"> of the NRF </w:t>
            </w:r>
            <w:r>
              <w:t>Access Token</w:t>
            </w:r>
            <w:r w:rsidRPr="002857AD">
              <w:t xml:space="preserve"> Service (see </w:t>
            </w:r>
            <w:r w:rsidR="001765C8">
              <w:t>clause</w:t>
            </w:r>
            <w:r w:rsidRPr="002857AD">
              <w:t xml:space="preserve"> 6.</w:t>
            </w:r>
            <w:r>
              <w:t>3</w:t>
            </w:r>
            <w:r w:rsidRPr="002857AD">
              <w:t>.</w:t>
            </w:r>
            <w:r>
              <w:t xml:space="preserve">2 of </w:t>
            </w:r>
            <w:r w:rsidRPr="00630AB6">
              <w:rPr>
                <w:lang w:val="en-US"/>
              </w:rPr>
              <w:t>3GPP TS 29.510 [13]</w:t>
            </w:r>
            <w:r w:rsidRPr="002857AD">
              <w:t>)</w:t>
            </w:r>
            <w:r w:rsidRPr="00630AB6">
              <w:rPr>
                <w:rFonts w:cs="Arial"/>
                <w:szCs w:val="18"/>
                <w:lang w:eastAsia="zh-CN"/>
              </w:rPr>
              <w:t>.</w:t>
            </w:r>
          </w:p>
        </w:tc>
      </w:tr>
    </w:tbl>
    <w:p w14:paraId="14C98168" w14:textId="77777777" w:rsidR="0038424D" w:rsidRPr="00630AB6" w:rsidRDefault="0038424D" w:rsidP="0038424D"/>
    <w:p w14:paraId="11761CAB" w14:textId="77777777" w:rsidR="00DB5BAA" w:rsidRPr="00630AB6" w:rsidRDefault="00DB5BAA" w:rsidP="0041307B">
      <w:pPr>
        <w:pStyle w:val="Heading5"/>
      </w:pPr>
      <w:bookmarkStart w:id="70" w:name="_Toc74989833"/>
      <w:r w:rsidRPr="00630AB6">
        <w:t>6.1.6.2.</w:t>
      </w:r>
      <w:r w:rsidR="00251859" w:rsidRPr="00630AB6">
        <w:t>8</w:t>
      </w:r>
      <w:r w:rsidRPr="00630AB6">
        <w:tab/>
        <w:t xml:space="preserve">Type: </w:t>
      </w:r>
      <w:proofErr w:type="spellStart"/>
      <w:r w:rsidRPr="00630AB6">
        <w:rPr>
          <w:rFonts w:hint="eastAsia"/>
          <w:lang w:eastAsia="zh-CN"/>
        </w:rPr>
        <w:t>Mapping</w:t>
      </w:r>
      <w:r w:rsidRPr="00630AB6">
        <w:rPr>
          <w:lang w:eastAsia="zh-CN"/>
        </w:rPr>
        <w:t>OfS</w:t>
      </w:r>
      <w:r w:rsidR="0038233B" w:rsidRPr="00630AB6">
        <w:rPr>
          <w:lang w:eastAsia="zh-CN"/>
        </w:rPr>
        <w:t>n</w:t>
      </w:r>
      <w:r w:rsidRPr="00630AB6">
        <w:rPr>
          <w:lang w:eastAsia="zh-CN"/>
        </w:rPr>
        <w:t>ssai</w:t>
      </w:r>
      <w:bookmarkEnd w:id="70"/>
      <w:proofErr w:type="spellEnd"/>
    </w:p>
    <w:p w14:paraId="7B369433" w14:textId="77777777" w:rsidR="00DB5BAA" w:rsidRPr="00630AB6" w:rsidRDefault="00DB5BAA" w:rsidP="0041307B">
      <w:pPr>
        <w:pStyle w:val="TH"/>
        <w:outlineLvl w:val="0"/>
        <w:rPr>
          <w:noProof/>
        </w:rPr>
      </w:pPr>
      <w:r w:rsidRPr="00630AB6">
        <w:rPr>
          <w:noProof/>
        </w:rPr>
        <w:t>Table </w:t>
      </w:r>
      <w:r w:rsidRPr="00630AB6">
        <w:t>6.1.6.2.</w:t>
      </w:r>
      <w:r w:rsidR="00251859" w:rsidRPr="00630AB6">
        <w:t>8</w:t>
      </w:r>
      <w:r w:rsidRPr="00630AB6">
        <w:t xml:space="preserve">-1: </w:t>
      </w:r>
      <w:r w:rsidRPr="00630AB6">
        <w:rPr>
          <w:noProof/>
        </w:rPr>
        <w:t>Definition of type MappingOfS</w:t>
      </w:r>
      <w:r w:rsidR="0038233B" w:rsidRPr="00630AB6">
        <w:rPr>
          <w:noProof/>
        </w:rPr>
        <w:t>n</w:t>
      </w:r>
      <w:r w:rsidRPr="00630AB6">
        <w:rPr>
          <w:noProof/>
        </w:rPr>
        <w:t>ssai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B5BAA" w:rsidRPr="00630AB6" w14:paraId="61CCCA20"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77E05EB0" w14:textId="77777777" w:rsidR="00DB5BAA" w:rsidRPr="00630AB6" w:rsidRDefault="00DB5BAA"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759D7102" w14:textId="77777777" w:rsidR="00DB5BAA" w:rsidRPr="00630AB6" w:rsidRDefault="00DB5BAA"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405494C" w14:textId="77777777" w:rsidR="00DB5BAA" w:rsidRPr="00630AB6" w:rsidRDefault="00DB5BAA"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49D9ADEB" w14:textId="77777777" w:rsidR="00DB5BAA" w:rsidRPr="00630AB6" w:rsidRDefault="00DB5BAA"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3EF1EAE3" w14:textId="77777777" w:rsidR="00DB5BAA" w:rsidRPr="00630AB6" w:rsidRDefault="00DB5BAA" w:rsidP="00822A83">
            <w:pPr>
              <w:pStyle w:val="TAH"/>
              <w:rPr>
                <w:rFonts w:cs="Arial"/>
                <w:szCs w:val="18"/>
              </w:rPr>
            </w:pPr>
            <w:r w:rsidRPr="00630AB6">
              <w:rPr>
                <w:rFonts w:cs="Arial"/>
                <w:szCs w:val="18"/>
              </w:rPr>
              <w:t>Description</w:t>
            </w:r>
          </w:p>
        </w:tc>
      </w:tr>
      <w:tr w:rsidR="00DB5BAA" w:rsidRPr="00630AB6" w14:paraId="0F9C2226"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0873084B" w14:textId="77777777" w:rsidR="00DB5BAA" w:rsidRPr="00630AB6" w:rsidRDefault="00DB5BAA" w:rsidP="00822A83">
            <w:pPr>
              <w:pStyle w:val="TAL"/>
              <w:rPr>
                <w:lang w:eastAsia="zh-CN"/>
              </w:rPr>
            </w:pPr>
            <w:proofErr w:type="spellStart"/>
            <w:r w:rsidRPr="00630AB6">
              <w:rPr>
                <w:lang w:eastAsia="zh-CN"/>
              </w:rPr>
              <w:t>servingS</w:t>
            </w:r>
            <w:r w:rsidR="0038233B" w:rsidRPr="00630AB6">
              <w:rPr>
                <w:lang w:eastAsia="zh-CN"/>
              </w:rPr>
              <w:t>n</w:t>
            </w:r>
            <w:r w:rsidRPr="00630AB6">
              <w:rPr>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tcPr>
          <w:p w14:paraId="4011D07B" w14:textId="77777777" w:rsidR="00DB5BAA" w:rsidRPr="00630AB6" w:rsidRDefault="00DB5BAA" w:rsidP="00DE6817">
            <w:pPr>
              <w:pStyle w:val="TAL"/>
              <w:rPr>
                <w:lang w:eastAsia="zh-CN"/>
              </w:rPr>
            </w:pPr>
            <w:proofErr w:type="spellStart"/>
            <w:r w:rsidRPr="00630AB6">
              <w:rPr>
                <w:lang w:eastAsia="zh-CN"/>
              </w:rPr>
              <w:t>S</w:t>
            </w:r>
            <w:r w:rsidR="0038233B" w:rsidRPr="00630AB6">
              <w:rPr>
                <w:lang w:eastAsia="zh-CN"/>
              </w:rPr>
              <w:t>n</w:t>
            </w:r>
            <w:r w:rsidRPr="00630AB6">
              <w:rPr>
                <w:lang w:eastAsia="zh-CN"/>
              </w:rPr>
              <w:t>ssai</w:t>
            </w:r>
            <w:proofErr w:type="spellEnd"/>
          </w:p>
        </w:tc>
        <w:tc>
          <w:tcPr>
            <w:tcW w:w="425" w:type="dxa"/>
            <w:tcBorders>
              <w:top w:val="single" w:sz="4" w:space="0" w:color="auto"/>
              <w:left w:val="single" w:sz="4" w:space="0" w:color="auto"/>
              <w:bottom w:val="single" w:sz="4" w:space="0" w:color="auto"/>
              <w:right w:val="single" w:sz="4" w:space="0" w:color="auto"/>
            </w:tcBorders>
          </w:tcPr>
          <w:p w14:paraId="0677D11C" w14:textId="77777777" w:rsidR="00DB5BAA" w:rsidRPr="00630AB6" w:rsidRDefault="00DB5BAA"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3D9DCB28" w14:textId="77777777" w:rsidR="00DB5BAA" w:rsidRPr="00630AB6" w:rsidRDefault="00DB5BAA"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698788E8" w14:textId="77777777" w:rsidR="00DB5BAA" w:rsidRPr="00630AB6" w:rsidRDefault="00DB5BAA" w:rsidP="00822A83">
            <w:pPr>
              <w:pStyle w:val="TAL"/>
              <w:rPr>
                <w:rFonts w:cs="Arial"/>
                <w:szCs w:val="18"/>
                <w:lang w:eastAsia="zh-CN"/>
              </w:rPr>
            </w:pPr>
            <w:r w:rsidRPr="00630AB6">
              <w:rPr>
                <w:rFonts w:cs="Arial" w:hint="eastAsia"/>
                <w:szCs w:val="18"/>
                <w:lang w:eastAsia="zh-CN"/>
              </w:rPr>
              <w:t xml:space="preserve">This IE shall contain </w:t>
            </w:r>
            <w:r w:rsidRPr="00630AB6">
              <w:rPr>
                <w:rFonts w:cs="Arial"/>
                <w:szCs w:val="18"/>
                <w:lang w:eastAsia="zh-CN"/>
              </w:rPr>
              <w:t>the S-NSSAI value of serving network.</w:t>
            </w:r>
          </w:p>
        </w:tc>
      </w:tr>
      <w:tr w:rsidR="00DB5BAA" w:rsidRPr="00630AB6" w14:paraId="2CC0DB3E"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73D6B490" w14:textId="77777777" w:rsidR="00DB5BAA" w:rsidRPr="00630AB6" w:rsidRDefault="00DB5BAA" w:rsidP="00822A83">
            <w:pPr>
              <w:pStyle w:val="TAL"/>
              <w:rPr>
                <w:lang w:eastAsia="zh-CN"/>
              </w:rPr>
            </w:pPr>
            <w:proofErr w:type="spellStart"/>
            <w:r w:rsidRPr="00630AB6">
              <w:rPr>
                <w:rFonts w:hint="eastAsia"/>
                <w:lang w:eastAsia="zh-CN"/>
              </w:rPr>
              <w:t>homeS</w:t>
            </w:r>
            <w:r w:rsidR="0038233B" w:rsidRPr="00630AB6">
              <w:rPr>
                <w:lang w:eastAsia="zh-CN"/>
              </w:rPr>
              <w:t>n</w:t>
            </w:r>
            <w:r w:rsidRPr="00630AB6">
              <w:rPr>
                <w:rFonts w:hint="eastAsia"/>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tcPr>
          <w:p w14:paraId="0ED9F153" w14:textId="77777777" w:rsidR="00DB5BAA" w:rsidRPr="00630AB6" w:rsidRDefault="00DB5BAA" w:rsidP="00DE6817">
            <w:pPr>
              <w:pStyle w:val="TAL"/>
              <w:rPr>
                <w:lang w:eastAsia="zh-CN"/>
              </w:rPr>
            </w:pPr>
            <w:proofErr w:type="spellStart"/>
            <w:r w:rsidRPr="00630AB6">
              <w:rPr>
                <w:rFonts w:hint="eastAsia"/>
                <w:lang w:eastAsia="zh-CN"/>
              </w:rPr>
              <w:t>S</w:t>
            </w:r>
            <w:r w:rsidR="0038233B" w:rsidRPr="00630AB6">
              <w:rPr>
                <w:lang w:eastAsia="zh-CN"/>
              </w:rPr>
              <w:t>n</w:t>
            </w:r>
            <w:r w:rsidRPr="00630AB6">
              <w:rPr>
                <w:rFonts w:hint="eastAsia"/>
                <w:lang w:eastAsia="zh-CN"/>
              </w:rPr>
              <w:t>ssai</w:t>
            </w:r>
            <w:proofErr w:type="spellEnd"/>
          </w:p>
        </w:tc>
        <w:tc>
          <w:tcPr>
            <w:tcW w:w="425" w:type="dxa"/>
            <w:tcBorders>
              <w:top w:val="single" w:sz="4" w:space="0" w:color="auto"/>
              <w:left w:val="single" w:sz="4" w:space="0" w:color="auto"/>
              <w:bottom w:val="single" w:sz="4" w:space="0" w:color="auto"/>
              <w:right w:val="single" w:sz="4" w:space="0" w:color="auto"/>
            </w:tcBorders>
          </w:tcPr>
          <w:p w14:paraId="5A0BBE1D" w14:textId="77777777" w:rsidR="00DB5BAA" w:rsidRPr="00630AB6" w:rsidRDefault="00DB5BAA"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0F894AE2" w14:textId="77777777" w:rsidR="00DB5BAA" w:rsidRPr="00630AB6" w:rsidRDefault="00DB5BAA"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210A8C9B" w14:textId="77777777" w:rsidR="00DB5BAA" w:rsidRPr="00630AB6" w:rsidRDefault="00DB5BAA" w:rsidP="00822A83">
            <w:pPr>
              <w:pStyle w:val="TAL"/>
              <w:rPr>
                <w:rFonts w:cs="Arial"/>
                <w:szCs w:val="18"/>
                <w:lang w:eastAsia="zh-CN"/>
              </w:rPr>
            </w:pPr>
            <w:r w:rsidRPr="00630AB6">
              <w:rPr>
                <w:rFonts w:cs="Arial" w:hint="eastAsia"/>
                <w:szCs w:val="18"/>
                <w:lang w:eastAsia="zh-CN"/>
              </w:rPr>
              <w:t xml:space="preserve">This IE shall contain </w:t>
            </w:r>
            <w:r w:rsidRPr="00630AB6">
              <w:rPr>
                <w:rFonts w:cs="Arial"/>
                <w:szCs w:val="18"/>
                <w:lang w:eastAsia="zh-CN"/>
              </w:rPr>
              <w:t>the mapped S-NSSAI value of home network.</w:t>
            </w:r>
          </w:p>
        </w:tc>
      </w:tr>
    </w:tbl>
    <w:p w14:paraId="7DA7B78E" w14:textId="77777777" w:rsidR="00DB5BAA" w:rsidRPr="00630AB6" w:rsidRDefault="00DB5BAA" w:rsidP="0038424D"/>
    <w:p w14:paraId="2639C137" w14:textId="77777777" w:rsidR="00DB5BAA" w:rsidRPr="00630AB6" w:rsidRDefault="00DB5BAA" w:rsidP="0041307B">
      <w:pPr>
        <w:pStyle w:val="Heading5"/>
      </w:pPr>
      <w:bookmarkStart w:id="71" w:name="_Toc74989834"/>
      <w:r w:rsidRPr="00630AB6">
        <w:lastRenderedPageBreak/>
        <w:t>6.1.6.2.</w:t>
      </w:r>
      <w:r w:rsidR="00251859" w:rsidRPr="00630AB6">
        <w:t>9</w:t>
      </w:r>
      <w:r w:rsidRPr="00630AB6">
        <w:tab/>
      </w:r>
      <w:r w:rsidR="0038233B" w:rsidRPr="00630AB6">
        <w:t>Void</w:t>
      </w:r>
      <w:bookmarkEnd w:id="71"/>
    </w:p>
    <w:p w14:paraId="10B633EC" w14:textId="77777777" w:rsidR="00DB5BAA" w:rsidRPr="00630AB6" w:rsidRDefault="00DB5BAA" w:rsidP="0041307B">
      <w:pPr>
        <w:pStyle w:val="Heading5"/>
      </w:pPr>
      <w:bookmarkStart w:id="72" w:name="_Toc74989835"/>
      <w:r w:rsidRPr="00630AB6">
        <w:t>6.1.6.2.1</w:t>
      </w:r>
      <w:r w:rsidR="00251859" w:rsidRPr="00630AB6">
        <w:t>0</w:t>
      </w:r>
      <w:r w:rsidRPr="00630AB6">
        <w:tab/>
        <w:t xml:space="preserve">Type: </w:t>
      </w:r>
      <w:proofErr w:type="spellStart"/>
      <w:r w:rsidRPr="00630AB6">
        <w:rPr>
          <w:lang w:eastAsia="zh-CN"/>
        </w:rPr>
        <w:t>SliceInfoForRegistration</w:t>
      </w:r>
      <w:bookmarkEnd w:id="72"/>
      <w:proofErr w:type="spellEnd"/>
    </w:p>
    <w:p w14:paraId="38F2AF83" w14:textId="77777777" w:rsidR="00DB5BAA" w:rsidRPr="00630AB6" w:rsidRDefault="00DB5BAA" w:rsidP="0041307B">
      <w:pPr>
        <w:pStyle w:val="TH"/>
        <w:outlineLvl w:val="0"/>
        <w:rPr>
          <w:noProof/>
        </w:rPr>
      </w:pPr>
      <w:r w:rsidRPr="00630AB6">
        <w:rPr>
          <w:noProof/>
        </w:rPr>
        <w:t>Table </w:t>
      </w:r>
      <w:r w:rsidRPr="00630AB6">
        <w:t>6.1.6.2.1</w:t>
      </w:r>
      <w:r w:rsidR="00251859" w:rsidRPr="00630AB6">
        <w:t>0</w:t>
      </w:r>
      <w:r w:rsidRPr="00630AB6">
        <w:t xml:space="preserve">-1: </w:t>
      </w:r>
      <w:r w:rsidRPr="00630AB6">
        <w:rPr>
          <w:noProof/>
        </w:rPr>
        <w:t xml:space="preserve">Definition of type </w:t>
      </w:r>
      <w:proofErr w:type="spellStart"/>
      <w:r w:rsidRPr="00630AB6">
        <w:rPr>
          <w:lang w:eastAsia="zh-CN"/>
        </w:rPr>
        <w:t>SliceInfoForRegistration</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B5BAA" w:rsidRPr="00630AB6" w14:paraId="7978F55E"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51441911" w14:textId="77777777" w:rsidR="00DB5BAA" w:rsidRPr="00630AB6" w:rsidRDefault="00DB5BAA"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3C829145" w14:textId="77777777" w:rsidR="00DB5BAA" w:rsidRPr="00630AB6" w:rsidRDefault="00DB5BAA"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80BD3B6" w14:textId="77777777" w:rsidR="00DB5BAA" w:rsidRPr="00630AB6" w:rsidRDefault="00DB5BAA"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78C5F08A" w14:textId="77777777" w:rsidR="00DB5BAA" w:rsidRPr="00630AB6" w:rsidRDefault="00DB5BAA"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5CA9CF0C" w14:textId="77777777" w:rsidR="00DB5BAA" w:rsidRPr="00630AB6" w:rsidRDefault="00DB5BAA" w:rsidP="00822A83">
            <w:pPr>
              <w:pStyle w:val="TAH"/>
              <w:rPr>
                <w:rFonts w:cs="Arial"/>
                <w:szCs w:val="18"/>
              </w:rPr>
            </w:pPr>
            <w:r w:rsidRPr="00630AB6">
              <w:rPr>
                <w:rFonts w:cs="Arial"/>
                <w:szCs w:val="18"/>
              </w:rPr>
              <w:t>Description</w:t>
            </w:r>
          </w:p>
        </w:tc>
      </w:tr>
      <w:tr w:rsidR="00DB5BAA" w:rsidRPr="00630AB6" w14:paraId="64E16AD2"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306A1A93" w14:textId="77777777" w:rsidR="00DB5BAA" w:rsidRPr="00630AB6" w:rsidRDefault="00DB5BAA" w:rsidP="00822A83">
            <w:pPr>
              <w:pStyle w:val="TAL"/>
            </w:pPr>
            <w:proofErr w:type="spellStart"/>
            <w:r w:rsidRPr="00630AB6">
              <w:t>subscribedN</w:t>
            </w:r>
            <w:r w:rsidR="0038233B" w:rsidRPr="00630AB6">
              <w:t>ssai</w:t>
            </w:r>
            <w:proofErr w:type="spellEnd"/>
            <w:r w:rsidRPr="00630AB6">
              <w:t xml:space="preserve"> </w:t>
            </w:r>
          </w:p>
        </w:tc>
        <w:tc>
          <w:tcPr>
            <w:tcW w:w="1559" w:type="dxa"/>
            <w:tcBorders>
              <w:top w:val="single" w:sz="4" w:space="0" w:color="auto"/>
              <w:left w:val="single" w:sz="4" w:space="0" w:color="auto"/>
              <w:bottom w:val="single" w:sz="4" w:space="0" w:color="auto"/>
              <w:right w:val="single" w:sz="4" w:space="0" w:color="auto"/>
            </w:tcBorders>
          </w:tcPr>
          <w:p w14:paraId="718A43F4" w14:textId="77777777" w:rsidR="00DB5BAA" w:rsidRPr="00630AB6" w:rsidRDefault="0038233B" w:rsidP="00822A83">
            <w:pPr>
              <w:pStyle w:val="TAL"/>
              <w:rPr>
                <w:lang w:eastAsia="zh-CN"/>
              </w:rPr>
            </w:pPr>
            <w:r w:rsidRPr="00630AB6">
              <w:rPr>
                <w:lang w:eastAsia="zh-CN"/>
              </w:rPr>
              <w:t>array(</w:t>
            </w:r>
            <w:proofErr w:type="spellStart"/>
            <w:r w:rsidR="00DB5BAA" w:rsidRPr="00630AB6">
              <w:rPr>
                <w:rFonts w:hint="eastAsia"/>
                <w:lang w:eastAsia="zh-CN"/>
              </w:rPr>
              <w:t>Subscribed</w:t>
            </w:r>
            <w:r w:rsidRPr="00630AB6">
              <w:rPr>
                <w:lang w:eastAsia="zh-CN"/>
              </w:rPr>
              <w:t>Sn</w:t>
            </w:r>
            <w:r w:rsidR="00DB5BAA" w:rsidRPr="00630AB6">
              <w:rPr>
                <w:rFonts w:hint="eastAsia"/>
                <w:lang w:eastAsia="zh-CN"/>
              </w:rPr>
              <w:t>ss</w:t>
            </w:r>
            <w:r w:rsidR="00DB5BAA" w:rsidRPr="00630AB6">
              <w:rPr>
                <w:lang w:eastAsia="zh-CN"/>
              </w:rPr>
              <w:t>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605DDD93" w14:textId="77777777" w:rsidR="00DB5BAA" w:rsidRPr="00630AB6" w:rsidRDefault="000A4BF7" w:rsidP="00822A83">
            <w:pPr>
              <w:pStyle w:val="TAC"/>
              <w:rPr>
                <w:lang w:eastAsia="zh-CN"/>
              </w:rPr>
            </w:pPr>
            <w:r w:rsidRPr="00630AB6">
              <w:rPr>
                <w:lang w:eastAsia="zh-CN"/>
              </w:rPr>
              <w:t>C</w:t>
            </w:r>
          </w:p>
        </w:tc>
        <w:tc>
          <w:tcPr>
            <w:tcW w:w="1134" w:type="dxa"/>
            <w:tcBorders>
              <w:top w:val="single" w:sz="4" w:space="0" w:color="auto"/>
              <w:left w:val="single" w:sz="4" w:space="0" w:color="auto"/>
              <w:bottom w:val="single" w:sz="4" w:space="0" w:color="auto"/>
              <w:right w:val="single" w:sz="4" w:space="0" w:color="auto"/>
            </w:tcBorders>
          </w:tcPr>
          <w:p w14:paraId="0C0A4D03" w14:textId="77777777" w:rsidR="00DB5BAA" w:rsidRPr="00630AB6" w:rsidRDefault="00DB5BAA" w:rsidP="00822A83">
            <w:pPr>
              <w:pStyle w:val="TAL"/>
              <w:rPr>
                <w:lang w:eastAsia="zh-CN"/>
              </w:rPr>
            </w:pPr>
            <w:r w:rsidRPr="00630AB6">
              <w:rPr>
                <w:lang w:eastAsia="zh-CN"/>
              </w:rPr>
              <w:t>1</w:t>
            </w:r>
            <w:r w:rsidR="0038233B"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02392231" w14:textId="77777777" w:rsidR="00DB5BAA" w:rsidRPr="00630AB6" w:rsidRDefault="000A4BF7" w:rsidP="008A5C0C">
            <w:pPr>
              <w:pStyle w:val="TAL"/>
              <w:rPr>
                <w:rFonts w:cs="Arial"/>
                <w:szCs w:val="18"/>
                <w:lang w:eastAsia="zh-CN"/>
              </w:rPr>
            </w:pPr>
            <w:r w:rsidRPr="00630AB6">
              <w:rPr>
                <w:rFonts w:cs="Arial"/>
                <w:szCs w:val="18"/>
              </w:rPr>
              <w:t>This IE shall be included during the initial registration procedure or during mobility registration procedure in 5GS. When present, t</w:t>
            </w:r>
            <w:r w:rsidR="00DB5BAA" w:rsidRPr="00630AB6">
              <w:rPr>
                <w:rFonts w:cs="Arial" w:hint="eastAsia"/>
                <w:szCs w:val="18"/>
                <w:lang w:eastAsia="zh-CN"/>
              </w:rPr>
              <w:t>his</w:t>
            </w:r>
            <w:r w:rsidR="00DB5BAA" w:rsidRPr="00630AB6">
              <w:rPr>
                <w:rFonts w:cs="Arial"/>
                <w:szCs w:val="18"/>
                <w:lang w:eastAsia="zh-CN"/>
              </w:rPr>
              <w:t xml:space="preserve"> </w:t>
            </w:r>
            <w:r w:rsidR="00DB5BAA" w:rsidRPr="00630AB6">
              <w:rPr>
                <w:rFonts w:cs="Arial" w:hint="eastAsia"/>
                <w:szCs w:val="18"/>
                <w:lang w:eastAsia="zh-CN"/>
              </w:rPr>
              <w:t xml:space="preserve">IE shall contain the </w:t>
            </w:r>
            <w:r w:rsidR="00DB5BAA" w:rsidRPr="00630AB6">
              <w:rPr>
                <w:rFonts w:cs="Arial"/>
                <w:szCs w:val="18"/>
                <w:lang w:eastAsia="zh-CN"/>
              </w:rPr>
              <w:t>list of subscribed S-</w:t>
            </w:r>
            <w:r w:rsidR="00DB5BAA" w:rsidRPr="00630AB6">
              <w:rPr>
                <w:rFonts w:cs="Arial" w:hint="eastAsia"/>
                <w:szCs w:val="18"/>
                <w:lang w:eastAsia="zh-CN"/>
              </w:rPr>
              <w:t>NSSAI</w:t>
            </w:r>
            <w:r w:rsidR="00DB5BAA" w:rsidRPr="00630AB6">
              <w:rPr>
                <w:rFonts w:cs="Arial"/>
                <w:szCs w:val="18"/>
                <w:lang w:eastAsia="zh-CN"/>
              </w:rPr>
              <w:t xml:space="preserve">s along </w:t>
            </w:r>
            <w:r w:rsidR="00DB5BAA" w:rsidRPr="00630AB6">
              <w:t xml:space="preserve">with an indication for each S-NSSAI if it is a default S-NSSAI. </w:t>
            </w:r>
          </w:p>
        </w:tc>
      </w:tr>
      <w:tr w:rsidR="00462F0C" w:rsidRPr="00630AB6" w14:paraId="60E46DE4"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36CBDCE6" w14:textId="77777777" w:rsidR="00462F0C" w:rsidRPr="00630AB6" w:rsidRDefault="00462F0C" w:rsidP="00462F0C">
            <w:pPr>
              <w:pStyle w:val="TAL"/>
            </w:pPr>
            <w:proofErr w:type="spellStart"/>
            <w:r>
              <w:rPr>
                <w:rFonts w:hint="eastAsia"/>
              </w:rPr>
              <w:t>allowedNssaiCurrentAccess</w:t>
            </w:r>
            <w:proofErr w:type="spellEnd"/>
          </w:p>
        </w:tc>
        <w:tc>
          <w:tcPr>
            <w:tcW w:w="1559" w:type="dxa"/>
            <w:tcBorders>
              <w:top w:val="single" w:sz="4" w:space="0" w:color="auto"/>
              <w:left w:val="single" w:sz="4" w:space="0" w:color="auto"/>
              <w:bottom w:val="single" w:sz="4" w:space="0" w:color="auto"/>
              <w:right w:val="single" w:sz="4" w:space="0" w:color="auto"/>
            </w:tcBorders>
          </w:tcPr>
          <w:p w14:paraId="45E62F88" w14:textId="77777777" w:rsidR="00462F0C" w:rsidRPr="00630AB6" w:rsidRDefault="00462F0C" w:rsidP="00462F0C">
            <w:pPr>
              <w:pStyle w:val="TAL"/>
              <w:rPr>
                <w:lang w:eastAsia="zh-CN"/>
              </w:rPr>
            </w:pPr>
            <w:proofErr w:type="spellStart"/>
            <w:r w:rsidRPr="00630AB6">
              <w:rPr>
                <w:rFonts w:hint="eastAsia"/>
                <w:lang w:eastAsia="zh-CN"/>
              </w:rPr>
              <w:t>AllowedNssai</w:t>
            </w:r>
            <w:proofErr w:type="spellEnd"/>
          </w:p>
        </w:tc>
        <w:tc>
          <w:tcPr>
            <w:tcW w:w="425" w:type="dxa"/>
            <w:tcBorders>
              <w:top w:val="single" w:sz="4" w:space="0" w:color="auto"/>
              <w:left w:val="single" w:sz="4" w:space="0" w:color="auto"/>
              <w:bottom w:val="single" w:sz="4" w:space="0" w:color="auto"/>
              <w:right w:val="single" w:sz="4" w:space="0" w:color="auto"/>
            </w:tcBorders>
          </w:tcPr>
          <w:p w14:paraId="2ABA554A" w14:textId="77777777" w:rsidR="00462F0C" w:rsidRPr="00630AB6" w:rsidRDefault="00462F0C" w:rsidP="00462F0C">
            <w:pPr>
              <w:pStyle w:val="TAC"/>
              <w:rPr>
                <w:lang w:eastAsia="zh-CN"/>
              </w:rPr>
            </w:pPr>
            <w:r>
              <w:rPr>
                <w:rFonts w:hint="eastAsia"/>
                <w:lang w:eastAsia="zh-CN"/>
              </w:rPr>
              <w:t>C</w:t>
            </w:r>
          </w:p>
        </w:tc>
        <w:tc>
          <w:tcPr>
            <w:tcW w:w="1134" w:type="dxa"/>
            <w:tcBorders>
              <w:top w:val="single" w:sz="4" w:space="0" w:color="auto"/>
              <w:left w:val="single" w:sz="4" w:space="0" w:color="auto"/>
              <w:bottom w:val="single" w:sz="4" w:space="0" w:color="auto"/>
              <w:right w:val="single" w:sz="4" w:space="0" w:color="auto"/>
            </w:tcBorders>
          </w:tcPr>
          <w:p w14:paraId="4966CC67" w14:textId="77777777" w:rsidR="00462F0C" w:rsidRPr="00630AB6" w:rsidRDefault="00462F0C" w:rsidP="00462F0C">
            <w:pPr>
              <w:pStyle w:val="TAL"/>
              <w:rPr>
                <w:lang w:eastAsia="zh-CN"/>
              </w:rPr>
            </w:pPr>
            <w:r>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07BC6111" w14:textId="77777777" w:rsidR="00462F0C" w:rsidRPr="00630AB6" w:rsidRDefault="00462F0C" w:rsidP="00462F0C">
            <w:pPr>
              <w:pStyle w:val="TAL"/>
              <w:rPr>
                <w:rFonts w:cs="Arial"/>
                <w:szCs w:val="18"/>
              </w:rPr>
            </w:pPr>
            <w:r>
              <w:rPr>
                <w:rFonts w:cs="Arial" w:hint="eastAsia"/>
                <w:szCs w:val="18"/>
              </w:rPr>
              <w:t xml:space="preserve">This IE shall be </w:t>
            </w:r>
            <w:r>
              <w:rPr>
                <w:rFonts w:cs="Arial"/>
                <w:szCs w:val="18"/>
              </w:rPr>
              <w:t>included</w:t>
            </w:r>
            <w:r>
              <w:rPr>
                <w:rFonts w:cs="Arial" w:hint="eastAsia"/>
                <w:szCs w:val="18"/>
              </w:rPr>
              <w:t xml:space="preserve"> during </w:t>
            </w:r>
            <w:r w:rsidRPr="00630AB6">
              <w:rPr>
                <w:rFonts w:cs="Arial"/>
                <w:szCs w:val="18"/>
              </w:rPr>
              <w:t>an initial registration procedure in 5GS or during mobility registration update procedure in 5GS with a native 5G-GUTI as the old GUTI,</w:t>
            </w:r>
            <w:r>
              <w:rPr>
                <w:rFonts w:cs="Arial"/>
                <w:szCs w:val="18"/>
              </w:rPr>
              <w:t xml:space="preserve"> and </w:t>
            </w:r>
            <w:r w:rsidRPr="00630AB6">
              <w:rPr>
                <w:rFonts w:cs="Arial" w:hint="eastAsia"/>
                <w:szCs w:val="18"/>
              </w:rPr>
              <w:t xml:space="preserve">an allowed NSSAI for the </w:t>
            </w:r>
            <w:r>
              <w:rPr>
                <w:rFonts w:cs="Arial"/>
                <w:szCs w:val="18"/>
              </w:rPr>
              <w:t>current</w:t>
            </w:r>
            <w:r w:rsidRPr="00630AB6">
              <w:rPr>
                <w:rFonts w:cs="Arial" w:hint="eastAsia"/>
                <w:szCs w:val="18"/>
              </w:rPr>
              <w:t xml:space="preserve"> access type </w:t>
            </w:r>
            <w:r>
              <w:rPr>
                <w:rFonts w:cs="Arial"/>
                <w:szCs w:val="18"/>
              </w:rPr>
              <w:t xml:space="preserve">of the UE </w:t>
            </w:r>
            <w:r w:rsidRPr="00630AB6">
              <w:rPr>
                <w:rFonts w:cs="Arial" w:hint="eastAsia"/>
                <w:szCs w:val="18"/>
              </w:rPr>
              <w:t>is available</w:t>
            </w:r>
            <w:r w:rsidRPr="00630AB6">
              <w:rPr>
                <w:rFonts w:cs="Arial"/>
                <w:szCs w:val="18"/>
              </w:rPr>
              <w:t xml:space="preserve"> at the NF service consumer (</w:t>
            </w:r>
            <w:proofErr w:type="spellStart"/>
            <w:r w:rsidRPr="00630AB6">
              <w:rPr>
                <w:rFonts w:cs="Arial"/>
                <w:szCs w:val="18"/>
              </w:rPr>
              <w:t>e.g</w:t>
            </w:r>
            <w:proofErr w:type="spellEnd"/>
            <w:r w:rsidRPr="00630AB6">
              <w:rPr>
                <w:rFonts w:cs="Arial"/>
                <w:szCs w:val="18"/>
              </w:rPr>
              <w:t xml:space="preserve"> AMF).</w:t>
            </w:r>
            <w:r>
              <w:rPr>
                <w:rFonts w:cs="Arial"/>
                <w:szCs w:val="18"/>
              </w:rPr>
              <w:t xml:space="preserve"> </w:t>
            </w:r>
          </w:p>
        </w:tc>
      </w:tr>
      <w:tr w:rsidR="00462F0C" w:rsidRPr="00630AB6" w14:paraId="68EDD256"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36589DD1" w14:textId="77777777" w:rsidR="00462F0C" w:rsidRPr="00630AB6" w:rsidRDefault="00462F0C" w:rsidP="00462F0C">
            <w:pPr>
              <w:pStyle w:val="TAL"/>
            </w:pPr>
            <w:proofErr w:type="spellStart"/>
            <w:r w:rsidRPr="00630AB6">
              <w:rPr>
                <w:rFonts w:hint="eastAsia"/>
              </w:rPr>
              <w:t>allowedN</w:t>
            </w:r>
            <w:r w:rsidRPr="00630AB6">
              <w:t>ssai</w:t>
            </w:r>
            <w:r>
              <w:t>OtherAccess</w:t>
            </w:r>
            <w:proofErr w:type="spellEnd"/>
          </w:p>
        </w:tc>
        <w:tc>
          <w:tcPr>
            <w:tcW w:w="1559" w:type="dxa"/>
            <w:tcBorders>
              <w:top w:val="single" w:sz="4" w:space="0" w:color="auto"/>
              <w:left w:val="single" w:sz="4" w:space="0" w:color="auto"/>
              <w:bottom w:val="single" w:sz="4" w:space="0" w:color="auto"/>
              <w:right w:val="single" w:sz="4" w:space="0" w:color="auto"/>
            </w:tcBorders>
          </w:tcPr>
          <w:p w14:paraId="00AB3A8A" w14:textId="77777777" w:rsidR="00462F0C" w:rsidRPr="00630AB6" w:rsidRDefault="00462F0C" w:rsidP="00462F0C">
            <w:pPr>
              <w:pStyle w:val="TAL"/>
              <w:rPr>
                <w:lang w:eastAsia="zh-CN"/>
              </w:rPr>
            </w:pPr>
            <w:proofErr w:type="spellStart"/>
            <w:r w:rsidRPr="00630AB6">
              <w:rPr>
                <w:rFonts w:hint="eastAsia"/>
                <w:lang w:eastAsia="zh-CN"/>
              </w:rPr>
              <w:t>AllowedNssai</w:t>
            </w:r>
            <w:proofErr w:type="spellEnd"/>
          </w:p>
        </w:tc>
        <w:tc>
          <w:tcPr>
            <w:tcW w:w="425" w:type="dxa"/>
            <w:tcBorders>
              <w:top w:val="single" w:sz="4" w:space="0" w:color="auto"/>
              <w:left w:val="single" w:sz="4" w:space="0" w:color="auto"/>
              <w:bottom w:val="single" w:sz="4" w:space="0" w:color="auto"/>
              <w:right w:val="single" w:sz="4" w:space="0" w:color="auto"/>
            </w:tcBorders>
          </w:tcPr>
          <w:p w14:paraId="43F16AEB" w14:textId="77777777" w:rsidR="00462F0C" w:rsidRPr="00630AB6" w:rsidRDefault="00462F0C" w:rsidP="00462F0C">
            <w:pPr>
              <w:pStyle w:val="TAC"/>
              <w:rPr>
                <w:lang w:eastAsia="zh-CN"/>
              </w:rPr>
            </w:pPr>
            <w:r w:rsidRPr="00630AB6">
              <w:rPr>
                <w:rFonts w:hint="eastAsia"/>
                <w:lang w:eastAsia="zh-CN"/>
              </w:rPr>
              <w:t>C</w:t>
            </w:r>
          </w:p>
        </w:tc>
        <w:tc>
          <w:tcPr>
            <w:tcW w:w="1134" w:type="dxa"/>
            <w:tcBorders>
              <w:top w:val="single" w:sz="4" w:space="0" w:color="auto"/>
              <w:left w:val="single" w:sz="4" w:space="0" w:color="auto"/>
              <w:bottom w:val="single" w:sz="4" w:space="0" w:color="auto"/>
              <w:right w:val="single" w:sz="4" w:space="0" w:color="auto"/>
            </w:tcBorders>
          </w:tcPr>
          <w:p w14:paraId="1F9F8859" w14:textId="77777777" w:rsidR="00462F0C" w:rsidRPr="00630AB6" w:rsidRDefault="00462F0C" w:rsidP="00462F0C">
            <w:pPr>
              <w:pStyle w:val="TAL"/>
              <w:rPr>
                <w:lang w:eastAsia="zh-CN"/>
              </w:rPr>
            </w:pPr>
            <w:r w:rsidRPr="00630AB6">
              <w:rPr>
                <w:lang w:eastAsia="zh-CN"/>
              </w:rPr>
              <w:t>0..</w:t>
            </w: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463E8E81" w14:textId="77777777" w:rsidR="00462F0C" w:rsidRPr="00630AB6" w:rsidRDefault="00462F0C" w:rsidP="00462F0C">
            <w:pPr>
              <w:pStyle w:val="TAL"/>
              <w:rPr>
                <w:rFonts w:cs="Arial"/>
                <w:szCs w:val="18"/>
              </w:rPr>
            </w:pPr>
            <w:r w:rsidRPr="00630AB6">
              <w:rPr>
                <w:rFonts w:cs="Arial" w:hint="eastAsia"/>
                <w:szCs w:val="18"/>
              </w:rPr>
              <w:t xml:space="preserve">This IE shall be present </w:t>
            </w:r>
            <w:r w:rsidRPr="00630AB6">
              <w:rPr>
                <w:rFonts w:cs="Arial"/>
                <w:szCs w:val="18"/>
              </w:rPr>
              <w:t xml:space="preserve">during an initial registration procedure in 5GS or during mobility registration update procedure in 5GS with a native 5G-GUTI as the old GUTI, and </w:t>
            </w:r>
            <w:r w:rsidRPr="00630AB6">
              <w:rPr>
                <w:rFonts w:cs="Arial" w:hint="eastAsia"/>
                <w:szCs w:val="18"/>
              </w:rPr>
              <w:t xml:space="preserve">if </w:t>
            </w:r>
            <w:r w:rsidRPr="00630AB6">
              <w:rPr>
                <w:rFonts w:cs="Arial"/>
                <w:szCs w:val="18"/>
              </w:rPr>
              <w:t>the UE was registered with the NF service consumer (</w:t>
            </w:r>
            <w:proofErr w:type="spellStart"/>
            <w:r w:rsidRPr="00630AB6">
              <w:rPr>
                <w:rFonts w:cs="Arial"/>
                <w:szCs w:val="18"/>
              </w:rPr>
              <w:t>e.g</w:t>
            </w:r>
            <w:proofErr w:type="spellEnd"/>
            <w:r w:rsidRPr="00630AB6">
              <w:rPr>
                <w:rFonts w:cs="Arial"/>
                <w:szCs w:val="18"/>
              </w:rPr>
              <w:t xml:space="preserve"> AMF) earlier for another access type and </w:t>
            </w:r>
            <w:r w:rsidRPr="00630AB6">
              <w:rPr>
                <w:rFonts w:cs="Arial" w:hint="eastAsia"/>
                <w:szCs w:val="18"/>
              </w:rPr>
              <w:t>an allowed NSSAI for the other access type is available</w:t>
            </w:r>
            <w:r w:rsidRPr="00630AB6">
              <w:rPr>
                <w:rFonts w:cs="Arial"/>
                <w:szCs w:val="18"/>
              </w:rPr>
              <w:t xml:space="preserve"> at the NF service consumer (</w:t>
            </w:r>
            <w:proofErr w:type="spellStart"/>
            <w:r w:rsidRPr="00630AB6">
              <w:rPr>
                <w:rFonts w:cs="Arial"/>
                <w:szCs w:val="18"/>
              </w:rPr>
              <w:t>e.g</w:t>
            </w:r>
            <w:proofErr w:type="spellEnd"/>
            <w:r w:rsidRPr="00630AB6">
              <w:rPr>
                <w:rFonts w:cs="Arial"/>
                <w:szCs w:val="18"/>
              </w:rPr>
              <w:t xml:space="preserve"> AMF).</w:t>
            </w:r>
            <w:r w:rsidRPr="00630AB6">
              <w:rPr>
                <w:rFonts w:cs="Arial" w:hint="eastAsia"/>
                <w:szCs w:val="18"/>
              </w:rPr>
              <w:t xml:space="preserve"> </w:t>
            </w:r>
          </w:p>
        </w:tc>
      </w:tr>
      <w:tr w:rsidR="00462F0C" w:rsidRPr="00630AB6" w14:paraId="19AEEDDE"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06AB2787" w14:textId="77777777" w:rsidR="00462F0C" w:rsidRPr="00630AB6" w:rsidRDefault="00462F0C" w:rsidP="00462F0C">
            <w:pPr>
              <w:pStyle w:val="TAL"/>
            </w:pPr>
            <w:proofErr w:type="spellStart"/>
            <w:r w:rsidRPr="00630AB6">
              <w:rPr>
                <w:rFonts w:hint="eastAsia"/>
                <w:lang w:eastAsia="zh-CN"/>
              </w:rPr>
              <w:t>sNssaiForMapping</w:t>
            </w:r>
            <w:proofErr w:type="spellEnd"/>
          </w:p>
        </w:tc>
        <w:tc>
          <w:tcPr>
            <w:tcW w:w="1559" w:type="dxa"/>
            <w:tcBorders>
              <w:top w:val="single" w:sz="4" w:space="0" w:color="auto"/>
              <w:left w:val="single" w:sz="4" w:space="0" w:color="auto"/>
              <w:bottom w:val="single" w:sz="4" w:space="0" w:color="auto"/>
              <w:right w:val="single" w:sz="4" w:space="0" w:color="auto"/>
            </w:tcBorders>
          </w:tcPr>
          <w:p w14:paraId="6F182A4D" w14:textId="77777777" w:rsidR="00462F0C" w:rsidRPr="00630AB6" w:rsidRDefault="00462F0C" w:rsidP="00462F0C">
            <w:pPr>
              <w:pStyle w:val="TAL"/>
              <w:rPr>
                <w:lang w:eastAsia="zh-CN"/>
              </w:rPr>
            </w:pPr>
            <w:r w:rsidRPr="00630AB6">
              <w:rPr>
                <w:rFonts w:hint="eastAsia"/>
                <w:lang w:eastAsia="zh-CN"/>
              </w:rPr>
              <w:t>array(</w:t>
            </w:r>
            <w:proofErr w:type="spellStart"/>
            <w:r w:rsidRPr="00630AB6">
              <w:rPr>
                <w:rFonts w:hint="eastAsia"/>
                <w:lang w:eastAsia="zh-CN"/>
              </w:rPr>
              <w:t>Snssai</w:t>
            </w:r>
            <w:proofErr w:type="spellEnd"/>
            <w:r w:rsidRPr="00630AB6">
              <w:rPr>
                <w:rFonts w:hint="eastAsia"/>
                <w:lang w:eastAsia="zh-CN"/>
              </w:rPr>
              <w:t>)</w:t>
            </w:r>
          </w:p>
        </w:tc>
        <w:tc>
          <w:tcPr>
            <w:tcW w:w="425" w:type="dxa"/>
            <w:tcBorders>
              <w:top w:val="single" w:sz="4" w:space="0" w:color="auto"/>
              <w:left w:val="single" w:sz="4" w:space="0" w:color="auto"/>
              <w:bottom w:val="single" w:sz="4" w:space="0" w:color="auto"/>
              <w:right w:val="single" w:sz="4" w:space="0" w:color="auto"/>
            </w:tcBorders>
          </w:tcPr>
          <w:p w14:paraId="0D1BB806" w14:textId="77777777" w:rsidR="00462F0C" w:rsidRPr="00630AB6" w:rsidRDefault="00462F0C" w:rsidP="00462F0C">
            <w:pPr>
              <w:pStyle w:val="TAC"/>
              <w:rPr>
                <w:lang w:eastAsia="zh-CN"/>
              </w:rPr>
            </w:pPr>
            <w:r w:rsidRPr="00630AB6">
              <w:rPr>
                <w:rFonts w:hint="eastAsia"/>
                <w:lang w:eastAsia="zh-CN"/>
              </w:rPr>
              <w:t>C</w:t>
            </w:r>
          </w:p>
        </w:tc>
        <w:tc>
          <w:tcPr>
            <w:tcW w:w="1134" w:type="dxa"/>
            <w:tcBorders>
              <w:top w:val="single" w:sz="4" w:space="0" w:color="auto"/>
              <w:left w:val="single" w:sz="4" w:space="0" w:color="auto"/>
              <w:bottom w:val="single" w:sz="4" w:space="0" w:color="auto"/>
              <w:right w:val="single" w:sz="4" w:space="0" w:color="auto"/>
            </w:tcBorders>
          </w:tcPr>
          <w:p w14:paraId="7B6F6EF4" w14:textId="77777777" w:rsidR="00462F0C" w:rsidRPr="00630AB6" w:rsidRDefault="004A36F2" w:rsidP="00462F0C">
            <w:pPr>
              <w:pStyle w:val="TAL"/>
              <w:rPr>
                <w:lang w:eastAsia="zh-CN"/>
              </w:rPr>
            </w:pPr>
            <w:r>
              <w:rPr>
                <w:lang w:eastAsia="zh-CN"/>
              </w:rPr>
              <w:t>1</w:t>
            </w:r>
            <w:r w:rsidR="00462F0C" w:rsidRPr="00630AB6">
              <w:rPr>
                <w:rFonts w:hint="eastAsia"/>
                <w:lang w:eastAsia="zh-CN"/>
              </w:rPr>
              <w:t>..N</w:t>
            </w:r>
          </w:p>
        </w:tc>
        <w:tc>
          <w:tcPr>
            <w:tcW w:w="4359" w:type="dxa"/>
            <w:tcBorders>
              <w:top w:val="single" w:sz="4" w:space="0" w:color="auto"/>
              <w:left w:val="single" w:sz="4" w:space="0" w:color="auto"/>
              <w:bottom w:val="single" w:sz="4" w:space="0" w:color="auto"/>
              <w:right w:val="single" w:sz="4" w:space="0" w:color="auto"/>
            </w:tcBorders>
          </w:tcPr>
          <w:p w14:paraId="7D00905B" w14:textId="77777777" w:rsidR="00462F0C" w:rsidRPr="00630AB6" w:rsidRDefault="00462F0C" w:rsidP="00462F0C">
            <w:pPr>
              <w:pStyle w:val="TAL"/>
              <w:rPr>
                <w:rFonts w:cs="Arial"/>
                <w:szCs w:val="18"/>
              </w:rPr>
            </w:pPr>
            <w:r w:rsidRPr="00630AB6">
              <w:rPr>
                <w:rFonts w:cs="Arial" w:hint="eastAsia"/>
                <w:szCs w:val="18"/>
              </w:rPr>
              <w:t xml:space="preserve">This </w:t>
            </w:r>
            <w:proofErr w:type="spellStart"/>
            <w:r w:rsidRPr="00630AB6">
              <w:rPr>
                <w:rFonts w:cs="Arial" w:hint="eastAsia"/>
                <w:szCs w:val="18"/>
              </w:rPr>
              <w:t>IE</w:t>
            </w:r>
            <w:r w:rsidRPr="00630AB6">
              <w:rPr>
                <w:rFonts w:cs="Arial"/>
                <w:szCs w:val="18"/>
              </w:rPr>
              <w:t>shall</w:t>
            </w:r>
            <w:proofErr w:type="spellEnd"/>
            <w:r w:rsidRPr="00630AB6">
              <w:rPr>
                <w:rFonts w:cs="Arial"/>
                <w:szCs w:val="18"/>
              </w:rPr>
              <w:t xml:space="preserve"> be included if the </w:t>
            </w:r>
            <w:proofErr w:type="spellStart"/>
            <w:r w:rsidRPr="00630AB6">
              <w:rPr>
                <w:rFonts w:cs="Arial"/>
                <w:szCs w:val="18"/>
              </w:rPr>
              <w:t>requestMapping</w:t>
            </w:r>
            <w:proofErr w:type="spellEnd"/>
            <w:r w:rsidRPr="00630AB6">
              <w:rPr>
                <w:rFonts w:cs="Arial"/>
                <w:szCs w:val="18"/>
              </w:rPr>
              <w:t xml:space="preserve"> IE is set to true. When included, this IE shall contain </w:t>
            </w:r>
            <w:r w:rsidRPr="00630AB6">
              <w:rPr>
                <w:rFonts w:cs="Arial"/>
                <w:szCs w:val="18"/>
                <w:lang w:eastAsia="zh-CN"/>
              </w:rPr>
              <w:t>the set of S-NSSAIs obtained from PGW+SMF in the HPLMN for PDU sessions that are handed over from EPS to 5GS.</w:t>
            </w:r>
          </w:p>
        </w:tc>
      </w:tr>
      <w:tr w:rsidR="00462F0C" w:rsidRPr="00630AB6" w14:paraId="3234DB77"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FFFFFF"/>
          </w:tcPr>
          <w:p w14:paraId="66E82C65" w14:textId="77777777" w:rsidR="00462F0C" w:rsidRPr="00630AB6" w:rsidRDefault="00462F0C">
            <w:pPr>
              <w:pStyle w:val="TAL"/>
              <w:rPr>
                <w:lang w:eastAsia="zh-CN"/>
              </w:rPr>
            </w:pPr>
            <w:proofErr w:type="spellStart"/>
            <w:r w:rsidRPr="00630AB6">
              <w:rPr>
                <w:rFonts w:hint="eastAsia"/>
                <w:lang w:eastAsia="zh-CN"/>
              </w:rPr>
              <w:t>mapping</w:t>
            </w:r>
            <w:r w:rsidRPr="00630AB6">
              <w:rPr>
                <w:lang w:eastAsia="zh-CN"/>
              </w:rPr>
              <w:t>OfNssai</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3FC1B38" w14:textId="77777777" w:rsidR="00462F0C" w:rsidRPr="00630AB6" w:rsidRDefault="00462F0C">
            <w:pPr>
              <w:pStyle w:val="TAL"/>
              <w:rPr>
                <w:lang w:eastAsia="zh-CN"/>
              </w:rPr>
            </w:pPr>
            <w:r w:rsidRPr="00630AB6">
              <w:rPr>
                <w:lang w:eastAsia="zh-CN"/>
              </w:rPr>
              <w:t>array(</w:t>
            </w:r>
            <w:proofErr w:type="spellStart"/>
            <w:r w:rsidRPr="00630AB6">
              <w:rPr>
                <w:rFonts w:hint="eastAsia"/>
                <w:lang w:eastAsia="zh-CN"/>
              </w:rPr>
              <w:t>MappingOf</w:t>
            </w:r>
            <w:r w:rsidRPr="00630AB6">
              <w:rPr>
                <w:lang w:eastAsia="zh-CN"/>
              </w:rPr>
              <w:t>Sn</w:t>
            </w:r>
            <w:r w:rsidRPr="00630AB6">
              <w:rPr>
                <w:rFonts w:hint="eastAsia"/>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29AD2F34" w14:textId="77777777" w:rsidR="00462F0C" w:rsidRPr="00630AB6" w:rsidRDefault="00462F0C" w:rsidP="00462F0C">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3F89B1B" w14:textId="77777777" w:rsidR="00462F0C" w:rsidRPr="00630AB6" w:rsidRDefault="004A36F2" w:rsidP="00462F0C">
            <w:pPr>
              <w:pStyle w:val="TAL"/>
              <w:rPr>
                <w:lang w:eastAsia="zh-CN"/>
              </w:rPr>
            </w:pPr>
            <w:r>
              <w:rPr>
                <w:lang w:eastAsia="zh-CN"/>
              </w:rPr>
              <w:t>1</w:t>
            </w:r>
            <w:r w:rsidR="00462F0C" w:rsidRPr="00630AB6">
              <w:rPr>
                <w:rFonts w:hint="eastAsia"/>
                <w:lang w:eastAsia="zh-CN"/>
              </w:rPr>
              <w:t>..</w:t>
            </w:r>
            <w:r w:rsidR="00462F0C"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shd w:val="clear" w:color="auto" w:fill="FFFFFF"/>
          </w:tcPr>
          <w:p w14:paraId="23634403" w14:textId="77777777" w:rsidR="00462F0C" w:rsidRPr="00630AB6" w:rsidRDefault="00462F0C" w:rsidP="00462F0C">
            <w:pPr>
              <w:pStyle w:val="TAL"/>
              <w:rPr>
                <w:rFonts w:cs="Arial"/>
                <w:szCs w:val="18"/>
                <w:lang w:eastAsia="zh-CN"/>
              </w:rPr>
            </w:pPr>
            <w:r w:rsidRPr="00630AB6">
              <w:rPr>
                <w:rFonts w:cs="Arial"/>
                <w:szCs w:val="18"/>
              </w:rPr>
              <w:t>This IE may be present when the network slice information is requested during the Registration procedure</w:t>
            </w:r>
            <w:r w:rsidRPr="00630AB6">
              <w:rPr>
                <w:rFonts w:cs="Arial"/>
                <w:szCs w:val="18"/>
                <w:lang w:eastAsia="zh-CN"/>
              </w:rPr>
              <w:t>. If present, t</w:t>
            </w:r>
            <w:r w:rsidRPr="00630AB6">
              <w:rPr>
                <w:rFonts w:cs="Arial" w:hint="eastAsia"/>
                <w:szCs w:val="18"/>
                <w:lang w:eastAsia="zh-CN"/>
              </w:rPr>
              <w:t>his</w:t>
            </w:r>
            <w:r w:rsidRPr="00630AB6">
              <w:rPr>
                <w:rFonts w:cs="Arial"/>
                <w:szCs w:val="18"/>
                <w:lang w:eastAsia="zh-CN"/>
              </w:rPr>
              <w:t xml:space="preserve"> </w:t>
            </w:r>
            <w:r w:rsidRPr="00630AB6">
              <w:rPr>
                <w:rFonts w:cs="Arial" w:hint="eastAsia"/>
                <w:szCs w:val="18"/>
                <w:lang w:eastAsia="zh-CN"/>
              </w:rPr>
              <w:t>IE shall contain the</w:t>
            </w:r>
            <w:r w:rsidRPr="00630AB6">
              <w:t xml:space="preserve"> mapping of </w:t>
            </w:r>
            <w:r>
              <w:t xml:space="preserve">S-NSSAI of the VPLMN to corresponding HPLMN S-NSSAI, for the S-NSSAIs included in the </w:t>
            </w:r>
            <w:proofErr w:type="spellStart"/>
            <w:r>
              <w:t>requestedNssai</w:t>
            </w:r>
            <w:proofErr w:type="spellEnd"/>
            <w:r>
              <w:t xml:space="preserve"> and </w:t>
            </w:r>
            <w:proofErr w:type="spellStart"/>
            <w:r>
              <w:t>allowedNssai</w:t>
            </w:r>
            <w:proofErr w:type="spellEnd"/>
            <w:r>
              <w:t xml:space="preserve"> IE</w:t>
            </w:r>
            <w:r w:rsidRPr="00630AB6">
              <w:t>.</w:t>
            </w:r>
          </w:p>
        </w:tc>
      </w:tr>
      <w:tr w:rsidR="00462F0C" w:rsidRPr="00630AB6" w14:paraId="62E03242" w14:textId="77777777" w:rsidTr="008C0438">
        <w:trPr>
          <w:jc w:val="center"/>
        </w:trPr>
        <w:tc>
          <w:tcPr>
            <w:tcW w:w="2090" w:type="dxa"/>
            <w:tcBorders>
              <w:top w:val="single" w:sz="4" w:space="0" w:color="auto"/>
              <w:left w:val="single" w:sz="4" w:space="0" w:color="auto"/>
              <w:bottom w:val="single" w:sz="4" w:space="0" w:color="auto"/>
              <w:right w:val="single" w:sz="4" w:space="0" w:color="auto"/>
            </w:tcBorders>
          </w:tcPr>
          <w:p w14:paraId="30D43CCC" w14:textId="77777777" w:rsidR="00462F0C" w:rsidRPr="00630AB6" w:rsidRDefault="00462F0C" w:rsidP="00462F0C">
            <w:pPr>
              <w:pStyle w:val="TAL"/>
              <w:rPr>
                <w:lang w:eastAsia="zh-CN"/>
              </w:rPr>
            </w:pPr>
            <w:proofErr w:type="spellStart"/>
            <w:r w:rsidRPr="00630AB6">
              <w:rPr>
                <w:rFonts w:hint="eastAsia"/>
                <w:lang w:eastAsia="zh-CN"/>
              </w:rPr>
              <w:t>requestedN</w:t>
            </w:r>
            <w:r w:rsidRPr="00630AB6">
              <w:rPr>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tcPr>
          <w:p w14:paraId="592D2C69" w14:textId="77777777" w:rsidR="00462F0C" w:rsidRPr="00630AB6" w:rsidRDefault="00462F0C" w:rsidP="00462F0C">
            <w:pPr>
              <w:pStyle w:val="TAL"/>
              <w:rPr>
                <w:lang w:eastAsia="zh-CN"/>
              </w:rPr>
            </w:pPr>
            <w:r w:rsidRPr="00630AB6">
              <w:rPr>
                <w:lang w:eastAsia="zh-CN"/>
              </w:rPr>
              <w:t>array(</w:t>
            </w:r>
            <w:proofErr w:type="spellStart"/>
            <w:r w:rsidRPr="00630AB6">
              <w:rPr>
                <w:lang w:eastAsia="zh-CN"/>
              </w:rPr>
              <w:t>S</w:t>
            </w:r>
            <w:r w:rsidRPr="00630AB6">
              <w:rPr>
                <w:rFonts w:hint="eastAsia"/>
                <w:lang w:eastAsia="zh-CN"/>
              </w:rPr>
              <w:t>n</w:t>
            </w:r>
            <w:r w:rsidRPr="00630AB6">
              <w:rPr>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350D8ADE" w14:textId="77777777" w:rsidR="00462F0C" w:rsidRPr="00630AB6" w:rsidRDefault="00462F0C" w:rsidP="00462F0C">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63952E81" w14:textId="77777777" w:rsidR="00462F0C" w:rsidRPr="00630AB6" w:rsidRDefault="004A36F2" w:rsidP="00462F0C">
            <w:pPr>
              <w:pStyle w:val="TAL"/>
              <w:rPr>
                <w:lang w:eastAsia="zh-CN"/>
              </w:rPr>
            </w:pPr>
            <w:r>
              <w:rPr>
                <w:lang w:eastAsia="zh-CN"/>
              </w:rPr>
              <w:t>1</w:t>
            </w:r>
            <w:r w:rsidR="00462F0C" w:rsidRPr="00630AB6">
              <w:rPr>
                <w:rFonts w:hint="eastAsia"/>
                <w:lang w:eastAsia="zh-CN"/>
              </w:rPr>
              <w:t>..N</w:t>
            </w:r>
          </w:p>
        </w:tc>
        <w:tc>
          <w:tcPr>
            <w:tcW w:w="4359" w:type="dxa"/>
            <w:tcBorders>
              <w:top w:val="single" w:sz="4" w:space="0" w:color="auto"/>
              <w:left w:val="single" w:sz="4" w:space="0" w:color="auto"/>
              <w:bottom w:val="single" w:sz="4" w:space="0" w:color="auto"/>
              <w:right w:val="single" w:sz="4" w:space="0" w:color="auto"/>
            </w:tcBorders>
          </w:tcPr>
          <w:p w14:paraId="6D25EC1E" w14:textId="77777777" w:rsidR="00462F0C" w:rsidRPr="00630AB6" w:rsidRDefault="00462F0C" w:rsidP="00462F0C">
            <w:pPr>
              <w:pStyle w:val="TAL"/>
              <w:rPr>
                <w:rFonts w:cs="Arial"/>
                <w:szCs w:val="18"/>
                <w:lang w:eastAsia="zh-CN"/>
              </w:rPr>
            </w:pPr>
            <w:r w:rsidRPr="00630AB6">
              <w:rPr>
                <w:rFonts w:cs="Arial"/>
                <w:szCs w:val="18"/>
              </w:rPr>
              <w:t xml:space="preserve">This IE </w:t>
            </w:r>
            <w:r w:rsidRPr="00630AB6">
              <w:rPr>
                <w:rFonts w:cs="Arial" w:hint="eastAsia"/>
                <w:szCs w:val="18"/>
                <w:lang w:eastAsia="zh-CN"/>
              </w:rPr>
              <w:t>may</w:t>
            </w:r>
            <w:r w:rsidRPr="00630AB6">
              <w:rPr>
                <w:rFonts w:cs="Arial"/>
                <w:szCs w:val="18"/>
              </w:rPr>
              <w:t xml:space="preserve"> </w:t>
            </w:r>
            <w:r w:rsidRPr="00630AB6">
              <w:rPr>
                <w:rFonts w:cs="Arial" w:hint="eastAsia"/>
                <w:szCs w:val="18"/>
                <w:lang w:eastAsia="zh-CN"/>
              </w:rPr>
              <w:t xml:space="preserve">contain the </w:t>
            </w:r>
            <w:r w:rsidRPr="00630AB6">
              <w:rPr>
                <w:rFonts w:cs="Arial"/>
                <w:szCs w:val="18"/>
                <w:lang w:eastAsia="zh-CN"/>
              </w:rPr>
              <w:t>set of S-</w:t>
            </w:r>
            <w:r w:rsidRPr="00630AB6">
              <w:rPr>
                <w:rFonts w:cs="Arial" w:hint="eastAsia"/>
                <w:szCs w:val="18"/>
                <w:lang w:eastAsia="zh-CN"/>
              </w:rPr>
              <w:t>NSSAI</w:t>
            </w:r>
            <w:r w:rsidRPr="00630AB6">
              <w:rPr>
                <w:rFonts w:cs="Arial"/>
                <w:szCs w:val="18"/>
                <w:lang w:eastAsia="zh-CN"/>
              </w:rPr>
              <w:t>s</w:t>
            </w:r>
            <w:r w:rsidRPr="00630AB6">
              <w:rPr>
                <w:rFonts w:cs="Arial" w:hint="eastAsia"/>
                <w:szCs w:val="18"/>
                <w:lang w:eastAsia="zh-CN"/>
              </w:rPr>
              <w:t xml:space="preserve"> requested by the UE.</w:t>
            </w:r>
          </w:p>
        </w:tc>
      </w:tr>
      <w:tr w:rsidR="00CB3BA4" w:rsidRPr="00630AB6" w14:paraId="416D17C4" w14:textId="77777777" w:rsidTr="008C0438">
        <w:trPr>
          <w:jc w:val="center"/>
        </w:trPr>
        <w:tc>
          <w:tcPr>
            <w:tcW w:w="2090" w:type="dxa"/>
            <w:tcBorders>
              <w:top w:val="single" w:sz="4" w:space="0" w:color="auto"/>
              <w:left w:val="single" w:sz="4" w:space="0" w:color="auto"/>
              <w:bottom w:val="single" w:sz="4" w:space="0" w:color="auto"/>
              <w:right w:val="single" w:sz="4" w:space="0" w:color="auto"/>
            </w:tcBorders>
          </w:tcPr>
          <w:p w14:paraId="4DF4F574" w14:textId="77777777" w:rsidR="00CB3BA4" w:rsidRPr="00630AB6" w:rsidRDefault="00CB3BA4" w:rsidP="00CB3BA4">
            <w:pPr>
              <w:pStyle w:val="TAL"/>
              <w:rPr>
                <w:lang w:eastAsia="zh-CN"/>
              </w:rPr>
            </w:pPr>
            <w:proofErr w:type="spellStart"/>
            <w:r>
              <w:rPr>
                <w:lang w:eastAsia="zh-CN"/>
              </w:rPr>
              <w:t>default</w:t>
            </w:r>
            <w:r w:rsidRPr="00630AB6">
              <w:rPr>
                <w:rFonts w:hint="eastAsia"/>
                <w:lang w:eastAsia="zh-CN"/>
              </w:rPr>
              <w:t>ConfiguredS</w:t>
            </w:r>
            <w:r w:rsidRPr="00630AB6">
              <w:rPr>
                <w:lang w:eastAsia="zh-CN"/>
              </w:rPr>
              <w:t>n</w:t>
            </w:r>
            <w:r w:rsidRPr="00630AB6">
              <w:rPr>
                <w:rFonts w:hint="eastAsia"/>
                <w:lang w:eastAsia="zh-CN"/>
              </w:rPr>
              <w:t>ssai</w:t>
            </w:r>
            <w:r>
              <w:rPr>
                <w:lang w:eastAsia="zh-CN"/>
              </w:rPr>
              <w:t>Ind</w:t>
            </w:r>
            <w:proofErr w:type="spellEnd"/>
          </w:p>
        </w:tc>
        <w:tc>
          <w:tcPr>
            <w:tcW w:w="1559" w:type="dxa"/>
            <w:tcBorders>
              <w:top w:val="single" w:sz="4" w:space="0" w:color="auto"/>
              <w:left w:val="single" w:sz="4" w:space="0" w:color="auto"/>
              <w:bottom w:val="single" w:sz="4" w:space="0" w:color="auto"/>
              <w:right w:val="single" w:sz="4" w:space="0" w:color="auto"/>
            </w:tcBorders>
          </w:tcPr>
          <w:p w14:paraId="4979370F" w14:textId="77777777" w:rsidR="00CB3BA4" w:rsidRPr="00630AB6" w:rsidRDefault="00CB3BA4" w:rsidP="00CB3BA4">
            <w:pPr>
              <w:pStyle w:val="TAL"/>
              <w:rPr>
                <w:lang w:eastAsia="zh-CN"/>
              </w:rPr>
            </w:pPr>
            <w:proofErr w:type="spellStart"/>
            <w:r w:rsidRPr="00630AB6">
              <w:rPr>
                <w:rFonts w:hint="eastAsia"/>
                <w:lang w:eastAsia="zh-CN"/>
              </w:rPr>
              <w:t>boolean</w:t>
            </w:r>
            <w:proofErr w:type="spellEnd"/>
          </w:p>
        </w:tc>
        <w:tc>
          <w:tcPr>
            <w:tcW w:w="425" w:type="dxa"/>
            <w:tcBorders>
              <w:top w:val="single" w:sz="4" w:space="0" w:color="auto"/>
              <w:left w:val="single" w:sz="4" w:space="0" w:color="auto"/>
              <w:bottom w:val="single" w:sz="4" w:space="0" w:color="auto"/>
              <w:right w:val="single" w:sz="4" w:space="0" w:color="auto"/>
            </w:tcBorders>
          </w:tcPr>
          <w:p w14:paraId="4A422512" w14:textId="77777777" w:rsidR="00CB3BA4" w:rsidRPr="00630AB6" w:rsidRDefault="00CB3BA4" w:rsidP="00CB3BA4">
            <w:pPr>
              <w:pStyle w:val="TAC"/>
              <w:rPr>
                <w:lang w:eastAsia="zh-CN"/>
              </w:rPr>
            </w:pPr>
            <w:r>
              <w:rPr>
                <w:lang w:eastAsia="zh-CN"/>
              </w:rPr>
              <w:t>C</w:t>
            </w:r>
          </w:p>
        </w:tc>
        <w:tc>
          <w:tcPr>
            <w:tcW w:w="1134" w:type="dxa"/>
            <w:tcBorders>
              <w:top w:val="single" w:sz="4" w:space="0" w:color="auto"/>
              <w:left w:val="single" w:sz="4" w:space="0" w:color="auto"/>
              <w:bottom w:val="single" w:sz="4" w:space="0" w:color="auto"/>
              <w:right w:val="single" w:sz="4" w:space="0" w:color="auto"/>
            </w:tcBorders>
          </w:tcPr>
          <w:p w14:paraId="66950F95" w14:textId="77777777" w:rsidR="00CB3BA4" w:rsidRDefault="00CB3BA4" w:rsidP="00CB3BA4">
            <w:pPr>
              <w:pStyle w:val="TAL"/>
              <w:rPr>
                <w:lang w:eastAsia="zh-CN"/>
              </w:rPr>
            </w:pPr>
            <w:r>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7F83C47B" w14:textId="77777777" w:rsidR="00CB3BA4" w:rsidRDefault="00CB3BA4" w:rsidP="00CB3BA4">
            <w:pPr>
              <w:pStyle w:val="TAL"/>
              <w:rPr>
                <w:rFonts w:cs="Arial"/>
                <w:szCs w:val="18"/>
                <w:lang w:eastAsia="zh-CN"/>
              </w:rPr>
            </w:pPr>
            <w:r w:rsidRPr="00630AB6">
              <w:rPr>
                <w:rFonts w:cs="Arial"/>
                <w:szCs w:val="18"/>
              </w:rPr>
              <w:t xml:space="preserve">This IE </w:t>
            </w:r>
            <w:r>
              <w:rPr>
                <w:rFonts w:cs="Arial"/>
                <w:szCs w:val="18"/>
              </w:rPr>
              <w:t>shall</w:t>
            </w:r>
            <w:r w:rsidRPr="00630AB6">
              <w:rPr>
                <w:rFonts w:cs="Arial"/>
                <w:szCs w:val="18"/>
              </w:rPr>
              <w:t xml:space="preserve"> be present when </w:t>
            </w:r>
            <w:r>
              <w:rPr>
                <w:rFonts w:cs="Arial"/>
                <w:szCs w:val="18"/>
              </w:rPr>
              <w:t>the UE includes</w:t>
            </w:r>
            <w:r w:rsidRPr="00630AB6">
              <w:rPr>
                <w:rFonts w:cs="Arial"/>
                <w:szCs w:val="18"/>
              </w:rPr>
              <w:t xml:space="preserve"> </w:t>
            </w:r>
            <w:r>
              <w:t xml:space="preserve">the </w:t>
            </w:r>
            <w:r w:rsidRPr="00D458C8">
              <w:t>Default Configured NSSAI Indication</w:t>
            </w:r>
            <w:r w:rsidRPr="00630AB6">
              <w:rPr>
                <w:rFonts w:cs="Arial"/>
                <w:szCs w:val="18"/>
              </w:rPr>
              <w:t xml:space="preserve"> during the Registration procedure</w:t>
            </w:r>
            <w:r w:rsidRPr="00630AB6">
              <w:rPr>
                <w:rFonts w:cs="Arial"/>
                <w:szCs w:val="18"/>
                <w:lang w:eastAsia="zh-CN"/>
              </w:rPr>
              <w:t>.</w:t>
            </w:r>
          </w:p>
          <w:p w14:paraId="7D159E76" w14:textId="77777777" w:rsidR="00CB3BA4" w:rsidRPr="00630AB6" w:rsidRDefault="00CB3BA4" w:rsidP="00CB3BA4">
            <w:pPr>
              <w:pStyle w:val="TAL"/>
              <w:rPr>
                <w:rFonts w:cs="Arial"/>
                <w:szCs w:val="18"/>
              </w:rPr>
            </w:pPr>
            <w:r w:rsidRPr="002857AD">
              <w:rPr>
                <w:rFonts w:cs="Arial"/>
                <w:szCs w:val="18"/>
              </w:rPr>
              <w:t xml:space="preserve">true: </w:t>
            </w:r>
            <w:r>
              <w:rPr>
                <w:rFonts w:cs="Arial"/>
                <w:szCs w:val="18"/>
              </w:rPr>
              <w:t>The</w:t>
            </w:r>
            <w:r w:rsidRPr="00A207C4">
              <w:rPr>
                <w:rFonts w:hint="eastAsia"/>
                <w:noProof/>
              </w:rPr>
              <w:t xml:space="preserve"> Def</w:t>
            </w:r>
            <w:r>
              <w:rPr>
                <w:rFonts w:hint="eastAsia"/>
                <w:noProof/>
              </w:rPr>
              <w:t xml:space="preserve">ault Configured NSSAI </w:t>
            </w:r>
            <w:r>
              <w:rPr>
                <w:noProof/>
              </w:rPr>
              <w:t>is indicated by the UE</w:t>
            </w:r>
            <w:r w:rsidRPr="002857AD">
              <w:rPr>
                <w:rFonts w:cs="Arial"/>
                <w:szCs w:val="18"/>
              </w:rPr>
              <w:t>;</w:t>
            </w:r>
            <w:r w:rsidRPr="002857AD">
              <w:rPr>
                <w:rFonts w:cs="Arial"/>
                <w:szCs w:val="18"/>
              </w:rPr>
              <w:br/>
              <w:t>false</w:t>
            </w:r>
            <w:r>
              <w:rPr>
                <w:rFonts w:cs="Arial"/>
                <w:szCs w:val="18"/>
              </w:rPr>
              <w:t xml:space="preserve"> (default)</w:t>
            </w:r>
            <w:r w:rsidRPr="002857AD">
              <w:rPr>
                <w:rFonts w:cs="Arial"/>
                <w:szCs w:val="18"/>
              </w:rPr>
              <w:t xml:space="preserve">: </w:t>
            </w:r>
            <w:r>
              <w:rPr>
                <w:rFonts w:cs="Arial"/>
                <w:szCs w:val="18"/>
              </w:rPr>
              <w:t>The</w:t>
            </w:r>
            <w:r w:rsidRPr="00A207C4">
              <w:rPr>
                <w:rFonts w:hint="eastAsia"/>
                <w:noProof/>
              </w:rPr>
              <w:t xml:space="preserve"> Default Configured NSSAI </w:t>
            </w:r>
            <w:r>
              <w:rPr>
                <w:noProof/>
              </w:rPr>
              <w:t xml:space="preserve">is not indicated by </w:t>
            </w:r>
            <w:r>
              <w:rPr>
                <w:rFonts w:hint="eastAsia"/>
                <w:noProof/>
                <w:lang w:eastAsia="zh-CN"/>
              </w:rPr>
              <w:t>t</w:t>
            </w:r>
            <w:r>
              <w:rPr>
                <w:noProof/>
                <w:lang w:eastAsia="zh-CN"/>
              </w:rPr>
              <w:t>he UE</w:t>
            </w:r>
            <w:r w:rsidRPr="002857AD">
              <w:rPr>
                <w:rFonts w:cs="Arial"/>
                <w:szCs w:val="18"/>
              </w:rPr>
              <w:t>.</w:t>
            </w:r>
            <w:r>
              <w:rPr>
                <w:rFonts w:cs="Arial"/>
                <w:szCs w:val="18"/>
                <w:lang w:eastAsia="zh-CN"/>
              </w:rPr>
              <w:t xml:space="preserve"> </w:t>
            </w:r>
          </w:p>
        </w:tc>
      </w:tr>
      <w:tr w:rsidR="00CB3BA4" w:rsidRPr="00630AB6" w14:paraId="1243FF79" w14:textId="77777777" w:rsidTr="00196270">
        <w:trPr>
          <w:jc w:val="center"/>
        </w:trPr>
        <w:tc>
          <w:tcPr>
            <w:tcW w:w="2090" w:type="dxa"/>
            <w:tcBorders>
              <w:top w:val="single" w:sz="4" w:space="0" w:color="auto"/>
              <w:left w:val="single" w:sz="4" w:space="0" w:color="auto"/>
              <w:bottom w:val="single" w:sz="4" w:space="0" w:color="auto"/>
              <w:right w:val="single" w:sz="4" w:space="0" w:color="auto"/>
            </w:tcBorders>
          </w:tcPr>
          <w:p w14:paraId="1135A0A2" w14:textId="77777777" w:rsidR="00CB3BA4" w:rsidRPr="00630AB6" w:rsidRDefault="00CB3BA4" w:rsidP="00CB3BA4">
            <w:pPr>
              <w:pStyle w:val="TAL"/>
              <w:rPr>
                <w:lang w:eastAsia="zh-CN"/>
              </w:rPr>
            </w:pPr>
            <w:proofErr w:type="spellStart"/>
            <w:r w:rsidRPr="00630AB6">
              <w:rPr>
                <w:rFonts w:hint="eastAsia"/>
                <w:lang w:eastAsia="zh-CN"/>
              </w:rPr>
              <w:t>requestMapping</w:t>
            </w:r>
            <w:proofErr w:type="spellEnd"/>
          </w:p>
        </w:tc>
        <w:tc>
          <w:tcPr>
            <w:tcW w:w="1559" w:type="dxa"/>
            <w:tcBorders>
              <w:top w:val="single" w:sz="4" w:space="0" w:color="auto"/>
              <w:left w:val="single" w:sz="4" w:space="0" w:color="auto"/>
              <w:bottom w:val="single" w:sz="4" w:space="0" w:color="auto"/>
              <w:right w:val="single" w:sz="4" w:space="0" w:color="auto"/>
            </w:tcBorders>
          </w:tcPr>
          <w:p w14:paraId="516025F1" w14:textId="77777777" w:rsidR="00CB3BA4" w:rsidRPr="00630AB6" w:rsidRDefault="00CB3BA4" w:rsidP="00CB3BA4">
            <w:pPr>
              <w:pStyle w:val="TAL"/>
              <w:rPr>
                <w:lang w:eastAsia="zh-CN"/>
              </w:rPr>
            </w:pPr>
            <w:proofErr w:type="spellStart"/>
            <w:r w:rsidRPr="00630AB6">
              <w:rPr>
                <w:rFonts w:hint="eastAsia"/>
                <w:lang w:eastAsia="zh-CN"/>
              </w:rPr>
              <w:t>boolean</w:t>
            </w:r>
            <w:proofErr w:type="spellEnd"/>
          </w:p>
        </w:tc>
        <w:tc>
          <w:tcPr>
            <w:tcW w:w="425" w:type="dxa"/>
            <w:tcBorders>
              <w:top w:val="single" w:sz="4" w:space="0" w:color="auto"/>
              <w:left w:val="single" w:sz="4" w:space="0" w:color="auto"/>
              <w:bottom w:val="single" w:sz="4" w:space="0" w:color="auto"/>
              <w:right w:val="single" w:sz="4" w:space="0" w:color="auto"/>
            </w:tcBorders>
          </w:tcPr>
          <w:p w14:paraId="709C6624" w14:textId="77777777" w:rsidR="00CB3BA4" w:rsidRPr="00630AB6" w:rsidRDefault="00CB3BA4" w:rsidP="00CB3BA4">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3B0759E1" w14:textId="77777777" w:rsidR="00CB3BA4" w:rsidRPr="00630AB6" w:rsidRDefault="00CB3BA4" w:rsidP="00CB3BA4">
            <w:pPr>
              <w:pStyle w:val="TAL"/>
              <w:rPr>
                <w:lang w:eastAsia="zh-CN"/>
              </w:rPr>
            </w:pPr>
            <w:r w:rsidRPr="00630AB6">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240FEEAC" w14:textId="77777777" w:rsidR="00CB3BA4" w:rsidRPr="00630AB6" w:rsidRDefault="00CB3BA4" w:rsidP="00CB3BA4">
            <w:pPr>
              <w:pStyle w:val="TAL"/>
              <w:rPr>
                <w:rFonts w:cs="Arial"/>
                <w:szCs w:val="18"/>
              </w:rPr>
            </w:pPr>
            <w:r w:rsidRPr="00630AB6">
              <w:rPr>
                <w:rFonts w:cs="Arial" w:hint="eastAsia"/>
                <w:szCs w:val="18"/>
              </w:rPr>
              <w:t xml:space="preserve">This IE may be present when the </w:t>
            </w:r>
            <w:proofErr w:type="spellStart"/>
            <w:r w:rsidRPr="00630AB6">
              <w:rPr>
                <w:rFonts w:cs="Arial" w:hint="eastAsia"/>
                <w:szCs w:val="18"/>
              </w:rPr>
              <w:t>Nnssf_NSSelection_Get</w:t>
            </w:r>
            <w:proofErr w:type="spellEnd"/>
            <w:r w:rsidRPr="00630AB6">
              <w:rPr>
                <w:rFonts w:cs="Arial" w:hint="eastAsia"/>
                <w:szCs w:val="18"/>
              </w:rPr>
              <w:t xml:space="preserve"> procedure is invoked during </w:t>
            </w:r>
            <w:r w:rsidRPr="00630AB6">
              <w:rPr>
                <w:lang w:eastAsia="zh-CN"/>
              </w:rPr>
              <w:t xml:space="preserve">EPS to 5GS Mobility Registration Procedure (Idle and Connected State) </w:t>
            </w:r>
            <w:r w:rsidRPr="00630AB6">
              <w:t>using N26 interface. When present this IE shall indicate to the NSSF that the NSSF shall return the VPLMN specific mapped SNSSAI values for the S</w:t>
            </w:r>
            <w:r>
              <w:t>-</w:t>
            </w:r>
            <w:r w:rsidRPr="00630AB6">
              <w:t xml:space="preserve">NSSAI values in the </w:t>
            </w:r>
            <w:proofErr w:type="spellStart"/>
            <w:r w:rsidRPr="00630AB6">
              <w:t>subscribedNssai</w:t>
            </w:r>
            <w:proofErr w:type="spellEnd"/>
            <w:r w:rsidRPr="00630AB6">
              <w:t xml:space="preserve"> IE. </w:t>
            </w:r>
          </w:p>
        </w:tc>
      </w:tr>
    </w:tbl>
    <w:p w14:paraId="55AC8744" w14:textId="77777777" w:rsidR="00DB5BAA" w:rsidRPr="00630AB6" w:rsidRDefault="00DB5BAA" w:rsidP="00DB5BAA"/>
    <w:p w14:paraId="56CE3263" w14:textId="77777777" w:rsidR="00DB5BAA" w:rsidRPr="00630AB6" w:rsidRDefault="00DB5BAA" w:rsidP="0041307B">
      <w:pPr>
        <w:pStyle w:val="Heading5"/>
      </w:pPr>
      <w:bookmarkStart w:id="73" w:name="_Toc74989836"/>
      <w:r w:rsidRPr="00630AB6">
        <w:lastRenderedPageBreak/>
        <w:t>6.1.6.2.1</w:t>
      </w:r>
      <w:r w:rsidR="00251859" w:rsidRPr="00630AB6">
        <w:t>1</w:t>
      </w:r>
      <w:r w:rsidRPr="00630AB6">
        <w:tab/>
        <w:t xml:space="preserve">Type: </w:t>
      </w:r>
      <w:proofErr w:type="spellStart"/>
      <w:r w:rsidRPr="00630AB6">
        <w:rPr>
          <w:lang w:eastAsia="zh-CN"/>
        </w:rPr>
        <w:t>SliceInfoForPDUSession</w:t>
      </w:r>
      <w:bookmarkEnd w:id="73"/>
      <w:proofErr w:type="spellEnd"/>
    </w:p>
    <w:p w14:paraId="3F6FF561" w14:textId="77777777" w:rsidR="00DB5BAA" w:rsidRPr="00630AB6" w:rsidRDefault="00DB5BAA" w:rsidP="0041307B">
      <w:pPr>
        <w:pStyle w:val="TH"/>
        <w:outlineLvl w:val="0"/>
        <w:rPr>
          <w:noProof/>
        </w:rPr>
      </w:pPr>
      <w:r w:rsidRPr="00630AB6">
        <w:rPr>
          <w:noProof/>
        </w:rPr>
        <w:t>Table </w:t>
      </w:r>
      <w:r w:rsidRPr="00630AB6">
        <w:t>6.1.6.2.1</w:t>
      </w:r>
      <w:r w:rsidR="00251859" w:rsidRPr="00630AB6">
        <w:t>1</w:t>
      </w:r>
      <w:r w:rsidRPr="00630AB6">
        <w:t xml:space="preserve">-1: </w:t>
      </w:r>
      <w:r w:rsidRPr="00630AB6">
        <w:rPr>
          <w:noProof/>
        </w:rPr>
        <w:t xml:space="preserve">Definition of type </w:t>
      </w:r>
      <w:proofErr w:type="spellStart"/>
      <w:r w:rsidRPr="00630AB6">
        <w:rPr>
          <w:lang w:eastAsia="zh-CN"/>
        </w:rPr>
        <w:t>SliceInfoForPDUSession</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DB5BAA" w:rsidRPr="00630AB6" w14:paraId="7C90E633"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52555EA" w14:textId="77777777" w:rsidR="00DB5BAA" w:rsidRPr="00630AB6" w:rsidRDefault="00DB5BAA"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445DDD61" w14:textId="77777777" w:rsidR="00DB5BAA" w:rsidRPr="00630AB6" w:rsidRDefault="00DB5BAA"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002B73D" w14:textId="77777777" w:rsidR="00DB5BAA" w:rsidRPr="00630AB6" w:rsidRDefault="00DB5BAA"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633C99AB" w14:textId="77777777" w:rsidR="00DB5BAA" w:rsidRPr="00630AB6" w:rsidRDefault="00DB5BAA"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26E00E4A" w14:textId="77777777" w:rsidR="00DB5BAA" w:rsidRPr="00630AB6" w:rsidRDefault="00DB5BAA" w:rsidP="00822A83">
            <w:pPr>
              <w:pStyle w:val="TAH"/>
              <w:rPr>
                <w:rFonts w:cs="Arial"/>
                <w:szCs w:val="18"/>
              </w:rPr>
            </w:pPr>
            <w:r w:rsidRPr="00630AB6">
              <w:rPr>
                <w:rFonts w:cs="Arial"/>
                <w:szCs w:val="18"/>
              </w:rPr>
              <w:t>Description</w:t>
            </w:r>
          </w:p>
        </w:tc>
      </w:tr>
      <w:tr w:rsidR="00DB5BAA" w:rsidRPr="00630AB6" w14:paraId="6C623D46"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5DDC3101" w14:textId="77777777" w:rsidR="00DB5BAA" w:rsidRPr="00630AB6" w:rsidRDefault="00DB5BAA" w:rsidP="00822A83">
            <w:pPr>
              <w:pStyle w:val="TAL"/>
              <w:rPr>
                <w:lang w:eastAsia="zh-CN"/>
              </w:rPr>
            </w:pPr>
            <w:proofErr w:type="spellStart"/>
            <w:r w:rsidRPr="00630AB6">
              <w:rPr>
                <w:rFonts w:hint="eastAsia"/>
                <w:lang w:eastAsia="zh-CN"/>
              </w:rPr>
              <w:t>sN</w:t>
            </w:r>
            <w:r w:rsidRPr="00630AB6">
              <w:rPr>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tcPr>
          <w:p w14:paraId="6350E494" w14:textId="77777777" w:rsidR="00DB5BAA" w:rsidRPr="00630AB6" w:rsidRDefault="00DB5BAA" w:rsidP="00DE6817">
            <w:pPr>
              <w:pStyle w:val="TAL"/>
              <w:rPr>
                <w:lang w:eastAsia="zh-CN"/>
              </w:rPr>
            </w:pPr>
            <w:proofErr w:type="spellStart"/>
            <w:r w:rsidRPr="00630AB6">
              <w:rPr>
                <w:rFonts w:hint="eastAsia"/>
                <w:lang w:eastAsia="zh-CN"/>
              </w:rPr>
              <w:t>S</w:t>
            </w:r>
            <w:r w:rsidR="0038233B" w:rsidRPr="00630AB6">
              <w:rPr>
                <w:lang w:eastAsia="zh-CN"/>
              </w:rPr>
              <w:t>n</w:t>
            </w:r>
            <w:r w:rsidRPr="00630AB6">
              <w:rPr>
                <w:rFonts w:hint="eastAsia"/>
                <w:lang w:eastAsia="zh-CN"/>
              </w:rPr>
              <w:t>ssa</w:t>
            </w:r>
            <w:r w:rsidRPr="00630AB6">
              <w:rPr>
                <w:lang w:eastAsia="zh-CN"/>
              </w:rPr>
              <w:t>i</w:t>
            </w:r>
            <w:proofErr w:type="spellEnd"/>
          </w:p>
        </w:tc>
        <w:tc>
          <w:tcPr>
            <w:tcW w:w="425" w:type="dxa"/>
            <w:tcBorders>
              <w:top w:val="single" w:sz="4" w:space="0" w:color="auto"/>
              <w:left w:val="single" w:sz="4" w:space="0" w:color="auto"/>
              <w:bottom w:val="single" w:sz="4" w:space="0" w:color="auto"/>
              <w:right w:val="single" w:sz="4" w:space="0" w:color="auto"/>
            </w:tcBorders>
          </w:tcPr>
          <w:p w14:paraId="315DED37" w14:textId="77777777" w:rsidR="00DB5BAA" w:rsidRPr="00630AB6" w:rsidRDefault="00DB5BAA" w:rsidP="00822A83">
            <w:pPr>
              <w:pStyle w:val="TAC"/>
              <w:rPr>
                <w:lang w:eastAsia="zh-CN"/>
              </w:rPr>
            </w:pPr>
            <w:r w:rsidRPr="00630AB6">
              <w:rPr>
                <w:lang w:eastAsia="zh-CN"/>
              </w:rPr>
              <w:t>M</w:t>
            </w:r>
          </w:p>
        </w:tc>
        <w:tc>
          <w:tcPr>
            <w:tcW w:w="1134" w:type="dxa"/>
            <w:tcBorders>
              <w:top w:val="single" w:sz="4" w:space="0" w:color="auto"/>
              <w:left w:val="single" w:sz="4" w:space="0" w:color="auto"/>
              <w:bottom w:val="single" w:sz="4" w:space="0" w:color="auto"/>
              <w:right w:val="single" w:sz="4" w:space="0" w:color="auto"/>
            </w:tcBorders>
          </w:tcPr>
          <w:p w14:paraId="7B621C96" w14:textId="77777777" w:rsidR="00DB5BAA" w:rsidRPr="00630AB6" w:rsidRDefault="00DB5BAA"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7DEF9CE0" w14:textId="77777777" w:rsidR="00DB5BAA" w:rsidRPr="00630AB6" w:rsidRDefault="00DB5BAA" w:rsidP="008A5C0C">
            <w:pPr>
              <w:pStyle w:val="TAL"/>
              <w:rPr>
                <w:rFonts w:cs="Arial"/>
                <w:szCs w:val="18"/>
                <w:lang w:eastAsia="zh-CN"/>
              </w:rPr>
            </w:pPr>
            <w:r w:rsidRPr="00630AB6">
              <w:rPr>
                <w:rFonts w:cs="Arial"/>
                <w:szCs w:val="18"/>
              </w:rPr>
              <w:t>This IE shall contain the requested S-NSSAI for the PDU session</w:t>
            </w:r>
            <w:r w:rsidR="00D635A9" w:rsidRPr="00630AB6">
              <w:rPr>
                <w:rFonts w:cs="Arial"/>
                <w:szCs w:val="18"/>
              </w:rPr>
              <w:t>,</w:t>
            </w:r>
            <w:r w:rsidR="00E4275A" w:rsidRPr="00630AB6">
              <w:rPr>
                <w:rFonts w:cs="Arial"/>
                <w:szCs w:val="18"/>
              </w:rPr>
              <w:t xml:space="preserve"> when the AMF queries the NSSF in the serving PLMN. When the </w:t>
            </w:r>
            <w:proofErr w:type="spellStart"/>
            <w:r w:rsidR="00E4275A" w:rsidRPr="00630AB6">
              <w:rPr>
                <w:rFonts w:cs="Arial"/>
                <w:szCs w:val="18"/>
              </w:rPr>
              <w:t>vNSSF</w:t>
            </w:r>
            <w:proofErr w:type="spellEnd"/>
            <w:r w:rsidR="00E4275A" w:rsidRPr="00630AB6">
              <w:rPr>
                <w:rFonts w:cs="Arial"/>
                <w:szCs w:val="18"/>
              </w:rPr>
              <w:t xml:space="preserve"> queries the </w:t>
            </w:r>
            <w:proofErr w:type="spellStart"/>
            <w:r w:rsidR="00E4275A" w:rsidRPr="00630AB6">
              <w:rPr>
                <w:rFonts w:cs="Arial"/>
                <w:szCs w:val="18"/>
              </w:rPr>
              <w:t>hNSSF</w:t>
            </w:r>
            <w:proofErr w:type="spellEnd"/>
            <w:r w:rsidR="00E4275A" w:rsidRPr="00630AB6">
              <w:rPr>
                <w:rFonts w:cs="Arial"/>
                <w:szCs w:val="18"/>
              </w:rPr>
              <w:t xml:space="preserve"> during PDU session establishment for home routed roaming case, this IE shall contain the S-NSSAI from </w:t>
            </w:r>
            <w:r w:rsidR="00E4275A" w:rsidRPr="00630AB6">
              <w:t xml:space="preserve">the HPLMN that maps to the S-NSSAI from the Allowed NSSAI of the Serving PLMN, as obtained from the NF Service Consumer of the </w:t>
            </w:r>
            <w:proofErr w:type="spellStart"/>
            <w:r w:rsidR="00E4275A" w:rsidRPr="00630AB6">
              <w:t>vNSSF</w:t>
            </w:r>
            <w:proofErr w:type="spellEnd"/>
            <w:r w:rsidR="00E4275A" w:rsidRPr="00630AB6">
              <w:t>.</w:t>
            </w:r>
          </w:p>
        </w:tc>
      </w:tr>
      <w:tr w:rsidR="00DB5BAA" w:rsidRPr="00630AB6" w14:paraId="640B655B"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FFFFFF"/>
          </w:tcPr>
          <w:p w14:paraId="0FD5A908" w14:textId="77777777" w:rsidR="00DB5BAA" w:rsidRPr="00630AB6" w:rsidRDefault="00DB5BAA" w:rsidP="00822A83">
            <w:pPr>
              <w:pStyle w:val="TAL"/>
              <w:rPr>
                <w:lang w:val="en-US" w:eastAsia="zh-CN"/>
              </w:rPr>
            </w:pPr>
            <w:proofErr w:type="spellStart"/>
            <w:r w:rsidRPr="00630AB6">
              <w:rPr>
                <w:rFonts w:hint="eastAsia"/>
                <w:lang w:val="en-US" w:eastAsia="zh-CN"/>
              </w:rPr>
              <w:t>roamingIndication</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2C26277" w14:textId="77777777" w:rsidR="00DB5BAA" w:rsidRPr="00630AB6" w:rsidRDefault="00DB5BAA" w:rsidP="00822A83">
            <w:pPr>
              <w:pStyle w:val="TAL"/>
              <w:rPr>
                <w:lang w:eastAsia="zh-CN"/>
              </w:rPr>
            </w:pPr>
            <w:proofErr w:type="spellStart"/>
            <w:r w:rsidRPr="00630AB6">
              <w:rPr>
                <w:rFonts w:hint="eastAsia"/>
                <w:lang w:eastAsia="zh-CN"/>
              </w:rPr>
              <w:t>RoamingIndication</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46481871" w14:textId="77777777" w:rsidR="00DB5BAA" w:rsidRPr="00630AB6" w:rsidRDefault="00DB5BAA"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6DE7D24" w14:textId="77777777" w:rsidR="00DB5BAA" w:rsidRPr="00630AB6" w:rsidRDefault="00DB5BAA"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shd w:val="clear" w:color="auto" w:fill="FFFFFF"/>
          </w:tcPr>
          <w:p w14:paraId="3073C2F8" w14:textId="77777777" w:rsidR="00DB5BAA" w:rsidRPr="00630AB6" w:rsidRDefault="00DB5BAA" w:rsidP="00822A83">
            <w:pPr>
              <w:pStyle w:val="TAL"/>
              <w:rPr>
                <w:rFonts w:cs="Arial"/>
                <w:szCs w:val="18"/>
                <w:lang w:eastAsia="zh-CN"/>
              </w:rPr>
            </w:pPr>
            <w:r w:rsidRPr="00630AB6">
              <w:rPr>
                <w:rFonts w:cs="Arial"/>
                <w:szCs w:val="18"/>
              </w:rPr>
              <w:t>This IE shall contain</w:t>
            </w:r>
            <w:r w:rsidRPr="00630AB6">
              <w:t xml:space="preserve"> the indication whether the UE is in non-roaming, LBO roaming or HR roaming.</w:t>
            </w:r>
          </w:p>
        </w:tc>
      </w:tr>
      <w:tr w:rsidR="00E4275A" w:rsidRPr="00630AB6" w14:paraId="75D951EC"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FFFFFF"/>
          </w:tcPr>
          <w:p w14:paraId="243C35EB" w14:textId="77777777" w:rsidR="00E4275A" w:rsidRPr="00630AB6" w:rsidRDefault="00E4275A" w:rsidP="00822A83">
            <w:pPr>
              <w:pStyle w:val="TAL"/>
              <w:rPr>
                <w:lang w:eastAsia="zh-CN"/>
              </w:rPr>
            </w:pPr>
            <w:proofErr w:type="spellStart"/>
            <w:r w:rsidRPr="00630AB6">
              <w:rPr>
                <w:rFonts w:hint="eastAsia"/>
                <w:lang w:eastAsia="zh-CN"/>
              </w:rPr>
              <w:t>homeS</w:t>
            </w:r>
            <w:r w:rsidR="0038233B" w:rsidRPr="00630AB6">
              <w:rPr>
                <w:lang w:eastAsia="zh-CN"/>
              </w:rPr>
              <w:t>n</w:t>
            </w:r>
            <w:r w:rsidRPr="00630AB6">
              <w:rPr>
                <w:rFonts w:hint="eastAsia"/>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4ED3464" w14:textId="77777777" w:rsidR="00E4275A" w:rsidRPr="00630AB6" w:rsidRDefault="00E4275A" w:rsidP="00822A83">
            <w:pPr>
              <w:pStyle w:val="TAL"/>
              <w:rPr>
                <w:lang w:eastAsia="zh-CN"/>
              </w:rPr>
            </w:pPr>
            <w:proofErr w:type="spellStart"/>
            <w:r w:rsidRPr="00630AB6">
              <w:rPr>
                <w:rFonts w:hint="eastAsia"/>
                <w:lang w:eastAsia="zh-CN"/>
              </w:rPr>
              <w:t>S</w:t>
            </w:r>
            <w:r w:rsidRPr="00630AB6">
              <w:rPr>
                <w:lang w:eastAsia="zh-CN"/>
              </w:rPr>
              <w:t>n</w:t>
            </w:r>
            <w:r w:rsidRPr="00630AB6">
              <w:rPr>
                <w:rFonts w:hint="eastAsia"/>
                <w:lang w:eastAsia="zh-CN"/>
              </w:rPr>
              <w:t>ssa</w:t>
            </w:r>
            <w:r w:rsidRPr="00630AB6">
              <w:rPr>
                <w:lang w:eastAsia="zh-CN"/>
              </w:rPr>
              <w:t>i</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0AFFA6C4" w14:textId="77777777" w:rsidR="00E4275A" w:rsidRPr="00630AB6" w:rsidRDefault="00E4275A" w:rsidP="00822A83">
            <w:pPr>
              <w:pStyle w:val="TAC"/>
              <w:rPr>
                <w:lang w:eastAsia="zh-CN"/>
              </w:rPr>
            </w:pPr>
            <w:r w:rsidRPr="00630AB6">
              <w:rPr>
                <w:rFonts w:hint="eastAsia"/>
                <w:lang w:eastAsia="zh-CN"/>
              </w:rPr>
              <w:t>C</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CAD56CB" w14:textId="77777777" w:rsidR="00E4275A" w:rsidRPr="00630AB6" w:rsidRDefault="0038233B" w:rsidP="00822A83">
            <w:pPr>
              <w:pStyle w:val="TAL"/>
              <w:rPr>
                <w:lang w:eastAsia="zh-CN"/>
              </w:rPr>
            </w:pPr>
            <w:r w:rsidRPr="00630AB6">
              <w:rPr>
                <w:lang w:eastAsia="zh-CN"/>
              </w:rPr>
              <w:t>0..</w:t>
            </w:r>
            <w:r w:rsidR="00E4275A"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shd w:val="clear" w:color="auto" w:fill="FFFFFF"/>
          </w:tcPr>
          <w:p w14:paraId="70E755F3" w14:textId="77777777" w:rsidR="00E4275A" w:rsidRPr="00630AB6" w:rsidRDefault="00E4275A" w:rsidP="008A5C0C">
            <w:pPr>
              <w:pStyle w:val="TAL"/>
              <w:rPr>
                <w:rFonts w:cs="Arial"/>
                <w:szCs w:val="18"/>
                <w:lang w:eastAsia="zh-CN"/>
              </w:rPr>
            </w:pPr>
            <w:r w:rsidRPr="00630AB6">
              <w:rPr>
                <w:rFonts w:cs="Arial"/>
                <w:szCs w:val="18"/>
                <w:lang w:eastAsia="zh-CN"/>
              </w:rPr>
              <w:t>This IE shall be included by the NF Service Consumer (e.g</w:t>
            </w:r>
            <w:r w:rsidR="002913D4" w:rsidRPr="00630AB6">
              <w:rPr>
                <w:rFonts w:cs="Arial" w:hint="eastAsia"/>
                <w:szCs w:val="18"/>
                <w:lang w:eastAsia="zh-CN"/>
              </w:rPr>
              <w:t>.</w:t>
            </w:r>
            <w:r w:rsidRPr="00630AB6">
              <w:rPr>
                <w:rFonts w:cs="Arial"/>
                <w:szCs w:val="18"/>
                <w:lang w:eastAsia="zh-CN"/>
              </w:rPr>
              <w:t xml:space="preserve"> AMF) towards the </w:t>
            </w:r>
            <w:proofErr w:type="spellStart"/>
            <w:r w:rsidRPr="00630AB6">
              <w:rPr>
                <w:rFonts w:cs="Arial"/>
                <w:szCs w:val="18"/>
                <w:lang w:eastAsia="zh-CN"/>
              </w:rPr>
              <w:t>vNSSF</w:t>
            </w:r>
            <w:proofErr w:type="spellEnd"/>
            <w:r w:rsidRPr="00630AB6">
              <w:rPr>
                <w:rFonts w:cs="Arial"/>
                <w:szCs w:val="18"/>
                <w:lang w:eastAsia="zh-CN"/>
              </w:rPr>
              <w:t xml:space="preserve"> during PDU session establishment procedure in home routed roaming scenario. </w:t>
            </w:r>
            <w:r w:rsidRPr="00630AB6">
              <w:rPr>
                <w:rFonts w:cs="Arial" w:hint="eastAsia"/>
                <w:szCs w:val="18"/>
                <w:lang w:eastAsia="zh-CN"/>
              </w:rPr>
              <w:t xml:space="preserve">This IE shall </w:t>
            </w:r>
            <w:r w:rsidRPr="00630AB6">
              <w:rPr>
                <w:rFonts w:cs="Arial"/>
                <w:szCs w:val="18"/>
                <w:lang w:eastAsia="zh-CN"/>
              </w:rPr>
              <w:t xml:space="preserve">contain the </w:t>
            </w:r>
            <w:r w:rsidRPr="00630AB6">
              <w:t xml:space="preserve">S-NSSAI </w:t>
            </w:r>
            <w:r w:rsidR="00D635A9" w:rsidRPr="00630AB6">
              <w:t xml:space="preserve">of </w:t>
            </w:r>
            <w:r w:rsidRPr="00630AB6">
              <w:t>the HPLMN that maps to the S-NSSAI from the Allowed NSSAI of the Serving PLMN when the U</w:t>
            </w:r>
            <w:r w:rsidRPr="00630AB6">
              <w:rPr>
                <w:rFonts w:hint="eastAsia"/>
                <w:lang w:eastAsia="zh-CN"/>
              </w:rPr>
              <w:t>E</w:t>
            </w:r>
            <w:r w:rsidRPr="00630AB6">
              <w:rPr>
                <w:lang w:eastAsia="zh-CN"/>
              </w:rPr>
              <w:t xml:space="preserve"> in the roaming scenario.</w:t>
            </w:r>
          </w:p>
        </w:tc>
      </w:tr>
    </w:tbl>
    <w:p w14:paraId="2D28B44F" w14:textId="77777777" w:rsidR="00BB59D6" w:rsidRPr="00630AB6" w:rsidRDefault="00BB59D6" w:rsidP="00BB59D6">
      <w:pPr>
        <w:rPr>
          <w:lang w:val="en-US" w:eastAsia="zh-CN"/>
        </w:rPr>
      </w:pPr>
    </w:p>
    <w:p w14:paraId="0D9A11FE" w14:textId="77777777" w:rsidR="00183954" w:rsidRPr="00630AB6" w:rsidRDefault="00183954" w:rsidP="00183954">
      <w:pPr>
        <w:pStyle w:val="Heading5"/>
      </w:pPr>
      <w:bookmarkStart w:id="74" w:name="_Toc74989837"/>
      <w:r w:rsidRPr="00630AB6">
        <w:rPr>
          <w:rFonts w:hint="eastAsia"/>
          <w:lang w:eastAsia="zh-CN"/>
        </w:rPr>
        <w:t>6</w:t>
      </w:r>
      <w:r w:rsidRPr="00630AB6">
        <w:t>.1.6.2.</w:t>
      </w:r>
      <w:r w:rsidRPr="00630AB6">
        <w:rPr>
          <w:rFonts w:hint="eastAsia"/>
          <w:lang w:eastAsia="zh-CN"/>
        </w:rPr>
        <w:t>1</w:t>
      </w:r>
      <w:r w:rsidR="00251859" w:rsidRPr="00630AB6">
        <w:rPr>
          <w:lang w:eastAsia="zh-CN"/>
        </w:rPr>
        <w:t>2</w:t>
      </w:r>
      <w:r w:rsidRPr="00630AB6">
        <w:tab/>
        <w:t xml:space="preserve">Type: </w:t>
      </w:r>
      <w:proofErr w:type="spellStart"/>
      <w:r w:rsidRPr="00630AB6">
        <w:t>Configured</w:t>
      </w:r>
      <w:r w:rsidRPr="00630AB6">
        <w:rPr>
          <w:lang w:eastAsia="zh-CN"/>
        </w:rPr>
        <w:t>Sn</w:t>
      </w:r>
      <w:r w:rsidRPr="00630AB6">
        <w:rPr>
          <w:rFonts w:hint="eastAsia"/>
          <w:lang w:eastAsia="zh-CN"/>
        </w:rPr>
        <w:t>ss</w:t>
      </w:r>
      <w:r w:rsidRPr="00630AB6">
        <w:rPr>
          <w:lang w:eastAsia="zh-CN"/>
        </w:rPr>
        <w:t>ai</w:t>
      </w:r>
      <w:bookmarkEnd w:id="74"/>
      <w:proofErr w:type="spellEnd"/>
    </w:p>
    <w:p w14:paraId="6AB10833" w14:textId="77777777" w:rsidR="00183954" w:rsidRPr="00630AB6" w:rsidRDefault="00183954" w:rsidP="00183954">
      <w:pPr>
        <w:pStyle w:val="TH"/>
        <w:rPr>
          <w:noProof/>
        </w:rPr>
      </w:pPr>
      <w:r w:rsidRPr="00630AB6">
        <w:rPr>
          <w:noProof/>
        </w:rPr>
        <w:t>Table </w:t>
      </w:r>
      <w:r w:rsidRPr="00630AB6">
        <w:t>6.1.6.2.</w:t>
      </w:r>
      <w:r w:rsidRPr="00630AB6">
        <w:rPr>
          <w:rFonts w:hint="eastAsia"/>
          <w:lang w:eastAsia="zh-CN"/>
        </w:rPr>
        <w:t>1</w:t>
      </w:r>
      <w:r w:rsidR="00251859" w:rsidRPr="00630AB6">
        <w:rPr>
          <w:lang w:eastAsia="zh-CN"/>
        </w:rPr>
        <w:t>2</w:t>
      </w:r>
      <w:r w:rsidRPr="00630AB6">
        <w:t xml:space="preserve">-1: </w:t>
      </w:r>
      <w:r w:rsidRPr="00630AB6">
        <w:rPr>
          <w:noProof/>
        </w:rPr>
        <w:t xml:space="preserve">Definition of type </w:t>
      </w:r>
      <w:proofErr w:type="spellStart"/>
      <w:r w:rsidRPr="00630AB6">
        <w:rPr>
          <w:noProof/>
        </w:rPr>
        <w:t>Configured</w:t>
      </w:r>
      <w:r w:rsidRPr="00630AB6">
        <w:rPr>
          <w:lang w:eastAsia="zh-CN"/>
        </w:rPr>
        <w:t>S</w:t>
      </w:r>
      <w:r w:rsidRPr="00630AB6">
        <w:rPr>
          <w:rFonts w:hint="eastAsia"/>
          <w:lang w:eastAsia="zh-CN"/>
        </w:rPr>
        <w:t>Nss</w:t>
      </w:r>
      <w:r w:rsidRPr="00630AB6">
        <w:rPr>
          <w:lang w:eastAsia="zh-CN"/>
        </w:rPr>
        <w:t>ai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183954" w:rsidRPr="00630AB6" w14:paraId="591BE53B" w14:textId="77777777" w:rsidTr="00870C57">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24947EF2" w14:textId="77777777" w:rsidR="00183954" w:rsidRPr="00630AB6" w:rsidRDefault="00183954" w:rsidP="00870C57">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6FD6CB66" w14:textId="77777777" w:rsidR="00183954" w:rsidRPr="00630AB6" w:rsidRDefault="00183954" w:rsidP="00870C57">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E45FED2" w14:textId="77777777" w:rsidR="00183954" w:rsidRPr="00630AB6" w:rsidRDefault="00183954" w:rsidP="00870C57">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7E4D6E04" w14:textId="77777777" w:rsidR="00183954" w:rsidRPr="00630AB6" w:rsidRDefault="00183954" w:rsidP="00870C57">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7B828457" w14:textId="77777777" w:rsidR="00183954" w:rsidRPr="00630AB6" w:rsidRDefault="00183954" w:rsidP="00870C57">
            <w:pPr>
              <w:pStyle w:val="TAH"/>
              <w:rPr>
                <w:rFonts w:cs="Arial"/>
                <w:szCs w:val="18"/>
              </w:rPr>
            </w:pPr>
            <w:r w:rsidRPr="00630AB6">
              <w:rPr>
                <w:rFonts w:cs="Arial"/>
                <w:szCs w:val="18"/>
              </w:rPr>
              <w:t>Description</w:t>
            </w:r>
          </w:p>
        </w:tc>
      </w:tr>
      <w:tr w:rsidR="00183954" w:rsidRPr="00630AB6" w14:paraId="042211B5" w14:textId="77777777" w:rsidTr="00870C57">
        <w:trPr>
          <w:jc w:val="center"/>
        </w:trPr>
        <w:tc>
          <w:tcPr>
            <w:tcW w:w="2090" w:type="dxa"/>
            <w:tcBorders>
              <w:top w:val="single" w:sz="4" w:space="0" w:color="auto"/>
              <w:left w:val="single" w:sz="4" w:space="0" w:color="auto"/>
              <w:bottom w:val="single" w:sz="4" w:space="0" w:color="auto"/>
              <w:right w:val="single" w:sz="4" w:space="0" w:color="auto"/>
            </w:tcBorders>
          </w:tcPr>
          <w:p w14:paraId="1E35EA5E" w14:textId="77777777" w:rsidR="00183954" w:rsidRPr="00630AB6" w:rsidRDefault="007452B9" w:rsidP="00870C57">
            <w:pPr>
              <w:pStyle w:val="TAL"/>
              <w:rPr>
                <w:lang w:eastAsia="zh-CN"/>
              </w:rPr>
            </w:pPr>
            <w:proofErr w:type="spellStart"/>
            <w:r w:rsidRPr="00630AB6">
              <w:rPr>
                <w:lang w:eastAsia="zh-CN"/>
              </w:rPr>
              <w:t>c</w:t>
            </w:r>
            <w:r w:rsidR="00183954" w:rsidRPr="00630AB6">
              <w:rPr>
                <w:lang w:eastAsia="zh-CN"/>
              </w:rPr>
              <w:t>onfiguredSnssai</w:t>
            </w:r>
            <w:proofErr w:type="spellEnd"/>
          </w:p>
        </w:tc>
        <w:tc>
          <w:tcPr>
            <w:tcW w:w="1559" w:type="dxa"/>
            <w:tcBorders>
              <w:top w:val="single" w:sz="4" w:space="0" w:color="auto"/>
              <w:left w:val="single" w:sz="4" w:space="0" w:color="auto"/>
              <w:bottom w:val="single" w:sz="4" w:space="0" w:color="auto"/>
              <w:right w:val="single" w:sz="4" w:space="0" w:color="auto"/>
            </w:tcBorders>
          </w:tcPr>
          <w:p w14:paraId="156CDB23" w14:textId="77777777" w:rsidR="00183954" w:rsidRPr="00630AB6" w:rsidRDefault="00183954" w:rsidP="00870C57">
            <w:pPr>
              <w:pStyle w:val="TAL"/>
              <w:rPr>
                <w:lang w:eastAsia="zh-CN"/>
              </w:rPr>
            </w:pPr>
            <w:proofErr w:type="spellStart"/>
            <w:r w:rsidRPr="00630AB6">
              <w:rPr>
                <w:lang w:eastAsia="zh-CN"/>
              </w:rPr>
              <w:t>Snssai</w:t>
            </w:r>
            <w:proofErr w:type="spellEnd"/>
          </w:p>
        </w:tc>
        <w:tc>
          <w:tcPr>
            <w:tcW w:w="425" w:type="dxa"/>
            <w:tcBorders>
              <w:top w:val="single" w:sz="4" w:space="0" w:color="auto"/>
              <w:left w:val="single" w:sz="4" w:space="0" w:color="auto"/>
              <w:bottom w:val="single" w:sz="4" w:space="0" w:color="auto"/>
              <w:right w:val="single" w:sz="4" w:space="0" w:color="auto"/>
            </w:tcBorders>
          </w:tcPr>
          <w:p w14:paraId="0C1F9008" w14:textId="77777777" w:rsidR="00183954" w:rsidRPr="00630AB6" w:rsidRDefault="00183954" w:rsidP="00870C57">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31E52CDE" w14:textId="77777777" w:rsidR="00183954" w:rsidRPr="00630AB6" w:rsidRDefault="00183954" w:rsidP="00870C57">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3FF70FB3" w14:textId="77777777" w:rsidR="00183954" w:rsidRPr="00630AB6" w:rsidRDefault="00183954" w:rsidP="00870C57">
            <w:pPr>
              <w:pStyle w:val="TAL"/>
              <w:rPr>
                <w:rFonts w:cs="Arial"/>
                <w:szCs w:val="18"/>
                <w:lang w:eastAsia="zh-CN"/>
              </w:rPr>
            </w:pPr>
            <w:r w:rsidRPr="00630AB6">
              <w:rPr>
                <w:rFonts w:cs="Arial" w:hint="eastAsia"/>
                <w:szCs w:val="18"/>
                <w:lang w:eastAsia="zh-CN"/>
              </w:rPr>
              <w:t xml:space="preserve">This IE shall contain </w:t>
            </w:r>
            <w:r w:rsidRPr="00630AB6">
              <w:rPr>
                <w:rFonts w:cs="Arial"/>
                <w:szCs w:val="18"/>
                <w:lang w:eastAsia="zh-CN"/>
              </w:rPr>
              <w:t>the configured S-NSSAI in the serving PLMN.</w:t>
            </w:r>
          </w:p>
        </w:tc>
      </w:tr>
      <w:tr w:rsidR="00183954" w:rsidRPr="00630AB6" w14:paraId="5357119F" w14:textId="77777777" w:rsidTr="00870C57">
        <w:trPr>
          <w:jc w:val="center"/>
        </w:trPr>
        <w:tc>
          <w:tcPr>
            <w:tcW w:w="2090" w:type="dxa"/>
            <w:tcBorders>
              <w:top w:val="single" w:sz="4" w:space="0" w:color="auto"/>
              <w:left w:val="single" w:sz="4" w:space="0" w:color="auto"/>
              <w:bottom w:val="single" w:sz="4" w:space="0" w:color="auto"/>
              <w:right w:val="single" w:sz="4" w:space="0" w:color="auto"/>
            </w:tcBorders>
          </w:tcPr>
          <w:p w14:paraId="2A0E11C4" w14:textId="77777777" w:rsidR="00183954" w:rsidRPr="00630AB6" w:rsidRDefault="00183954" w:rsidP="00870C57">
            <w:pPr>
              <w:pStyle w:val="TAL"/>
              <w:rPr>
                <w:lang w:eastAsia="zh-CN"/>
              </w:rPr>
            </w:pPr>
            <w:proofErr w:type="spellStart"/>
            <w:r w:rsidRPr="00630AB6">
              <w:rPr>
                <w:lang w:eastAsia="zh-CN"/>
              </w:rPr>
              <w:t>mappedHomeSnssai</w:t>
            </w:r>
            <w:proofErr w:type="spellEnd"/>
          </w:p>
        </w:tc>
        <w:tc>
          <w:tcPr>
            <w:tcW w:w="1559" w:type="dxa"/>
            <w:tcBorders>
              <w:top w:val="single" w:sz="4" w:space="0" w:color="auto"/>
              <w:left w:val="single" w:sz="4" w:space="0" w:color="auto"/>
              <w:bottom w:val="single" w:sz="4" w:space="0" w:color="auto"/>
              <w:right w:val="single" w:sz="4" w:space="0" w:color="auto"/>
            </w:tcBorders>
          </w:tcPr>
          <w:p w14:paraId="78CC4AD7" w14:textId="77777777" w:rsidR="00183954" w:rsidRPr="00630AB6" w:rsidRDefault="00183954" w:rsidP="00870C57">
            <w:pPr>
              <w:pStyle w:val="TAL"/>
              <w:rPr>
                <w:lang w:eastAsia="zh-CN"/>
              </w:rPr>
            </w:pPr>
            <w:proofErr w:type="spellStart"/>
            <w:r w:rsidRPr="00630AB6">
              <w:rPr>
                <w:lang w:eastAsia="zh-CN"/>
              </w:rPr>
              <w:t>Snssai</w:t>
            </w:r>
            <w:proofErr w:type="spellEnd"/>
          </w:p>
        </w:tc>
        <w:tc>
          <w:tcPr>
            <w:tcW w:w="425" w:type="dxa"/>
            <w:tcBorders>
              <w:top w:val="single" w:sz="4" w:space="0" w:color="auto"/>
              <w:left w:val="single" w:sz="4" w:space="0" w:color="auto"/>
              <w:bottom w:val="single" w:sz="4" w:space="0" w:color="auto"/>
              <w:right w:val="single" w:sz="4" w:space="0" w:color="auto"/>
            </w:tcBorders>
          </w:tcPr>
          <w:p w14:paraId="5060149D" w14:textId="77777777" w:rsidR="00183954" w:rsidRPr="00630AB6" w:rsidRDefault="00183954" w:rsidP="00870C57">
            <w:pPr>
              <w:pStyle w:val="TAC"/>
              <w:rPr>
                <w:lang w:eastAsia="zh-CN"/>
              </w:rPr>
            </w:pPr>
            <w:r w:rsidRPr="00630AB6">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1103A447" w14:textId="77777777" w:rsidR="00183954" w:rsidRPr="00630AB6" w:rsidRDefault="0038233B" w:rsidP="00870C57">
            <w:pPr>
              <w:pStyle w:val="TAL"/>
              <w:rPr>
                <w:lang w:eastAsia="zh-CN"/>
              </w:rPr>
            </w:pPr>
            <w:r w:rsidRPr="00630AB6">
              <w:rPr>
                <w:lang w:eastAsia="zh-CN"/>
              </w:rPr>
              <w:t>0..</w:t>
            </w:r>
            <w:r w:rsidR="00183954" w:rsidRPr="00630AB6">
              <w:rPr>
                <w:lang w:eastAsia="zh-CN"/>
              </w:rPr>
              <w:t>1</w:t>
            </w:r>
          </w:p>
        </w:tc>
        <w:tc>
          <w:tcPr>
            <w:tcW w:w="4359" w:type="dxa"/>
            <w:tcBorders>
              <w:top w:val="single" w:sz="4" w:space="0" w:color="auto"/>
              <w:left w:val="single" w:sz="4" w:space="0" w:color="auto"/>
              <w:bottom w:val="single" w:sz="4" w:space="0" w:color="auto"/>
              <w:right w:val="single" w:sz="4" w:space="0" w:color="auto"/>
            </w:tcBorders>
          </w:tcPr>
          <w:p w14:paraId="53C1F815" w14:textId="77777777" w:rsidR="00183954" w:rsidRPr="00630AB6" w:rsidRDefault="00183954" w:rsidP="00870C57">
            <w:pPr>
              <w:pStyle w:val="TAL"/>
              <w:rPr>
                <w:rFonts w:cs="Arial"/>
                <w:szCs w:val="18"/>
                <w:lang w:eastAsia="zh-CN"/>
              </w:rPr>
            </w:pPr>
            <w:r w:rsidRPr="00630AB6">
              <w:rPr>
                <w:rFonts w:cs="Arial"/>
                <w:szCs w:val="18"/>
                <w:lang w:eastAsia="zh-CN"/>
              </w:rPr>
              <w:t xml:space="preserve">When present, </w:t>
            </w:r>
            <w:r w:rsidRPr="00630AB6">
              <w:rPr>
                <w:rFonts w:cs="Arial" w:hint="eastAsia"/>
                <w:szCs w:val="18"/>
                <w:lang w:eastAsia="zh-CN"/>
              </w:rPr>
              <w:t xml:space="preserve">this IE shall contain </w:t>
            </w:r>
            <w:r w:rsidRPr="00630AB6">
              <w:rPr>
                <w:rFonts w:cs="Arial"/>
                <w:szCs w:val="18"/>
                <w:lang w:eastAsia="zh-CN"/>
              </w:rPr>
              <w:t>the mapped S-NSSAI value of home network corresponding to the configured S-NSSAI in the serving PLMN.</w:t>
            </w:r>
          </w:p>
        </w:tc>
      </w:tr>
    </w:tbl>
    <w:p w14:paraId="4E4BF25A" w14:textId="77777777" w:rsidR="00BB59D6" w:rsidRPr="00630AB6" w:rsidRDefault="00BB59D6" w:rsidP="00BB59D6"/>
    <w:p w14:paraId="529D4E9F" w14:textId="77777777" w:rsidR="001271D9" w:rsidRPr="00630AB6" w:rsidRDefault="00183954">
      <w:pPr>
        <w:pStyle w:val="Heading5"/>
      </w:pPr>
      <w:bookmarkStart w:id="75" w:name="_Toc74989838"/>
      <w:r w:rsidRPr="00630AB6">
        <w:lastRenderedPageBreak/>
        <w:t>6.1.6.2.</w:t>
      </w:r>
      <w:r w:rsidRPr="00630AB6">
        <w:rPr>
          <w:rFonts w:hint="eastAsia"/>
          <w:lang w:eastAsia="zh-CN"/>
        </w:rPr>
        <w:t>1</w:t>
      </w:r>
      <w:r w:rsidR="00251859" w:rsidRPr="00630AB6">
        <w:rPr>
          <w:lang w:eastAsia="zh-CN"/>
        </w:rPr>
        <w:t>3</w:t>
      </w:r>
      <w:r w:rsidRPr="00630AB6">
        <w:tab/>
      </w:r>
      <w:r w:rsidR="001271D9" w:rsidRPr="00630AB6">
        <w:t xml:space="preserve">Type: </w:t>
      </w:r>
      <w:proofErr w:type="spellStart"/>
      <w:r w:rsidR="001271D9" w:rsidRPr="00630AB6">
        <w:rPr>
          <w:lang w:eastAsia="zh-CN"/>
        </w:rPr>
        <w:t>SliceInfoFor</w:t>
      </w:r>
      <w:r w:rsidR="001271D9">
        <w:rPr>
          <w:lang w:eastAsia="zh-CN"/>
        </w:rPr>
        <w:t>UEConfigurationUpdate</w:t>
      </w:r>
      <w:bookmarkEnd w:id="75"/>
      <w:proofErr w:type="spellEnd"/>
    </w:p>
    <w:p w14:paraId="77DE0120" w14:textId="77777777" w:rsidR="001271D9" w:rsidRPr="00630AB6" w:rsidRDefault="001271D9" w:rsidP="001271D9">
      <w:pPr>
        <w:pStyle w:val="TH"/>
        <w:outlineLvl w:val="0"/>
        <w:rPr>
          <w:noProof/>
        </w:rPr>
      </w:pPr>
      <w:r w:rsidRPr="00630AB6">
        <w:rPr>
          <w:noProof/>
        </w:rPr>
        <w:t>Table </w:t>
      </w:r>
      <w:r w:rsidRPr="00630AB6">
        <w:t>6.1.6.2.</w:t>
      </w:r>
      <w:r w:rsidR="00165BBE">
        <w:t>13</w:t>
      </w:r>
      <w:r w:rsidRPr="00630AB6">
        <w:t xml:space="preserve">-1: </w:t>
      </w:r>
      <w:r w:rsidRPr="00630AB6">
        <w:rPr>
          <w:noProof/>
        </w:rPr>
        <w:t>Definition of type SliceInfoFor</w:t>
      </w:r>
      <w:r>
        <w:rPr>
          <w:noProof/>
        </w:rPr>
        <w:t>UEConfigurationUpdate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1271D9" w:rsidRPr="00630AB6" w14:paraId="03649490"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1ADE20E3" w14:textId="77777777" w:rsidR="001271D9" w:rsidRPr="00630AB6" w:rsidRDefault="001271D9" w:rsidP="001271D9">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56A06C78" w14:textId="77777777" w:rsidR="001271D9" w:rsidRPr="00630AB6" w:rsidRDefault="001271D9" w:rsidP="001271D9">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36E26C9" w14:textId="77777777" w:rsidR="001271D9" w:rsidRPr="00630AB6" w:rsidRDefault="001271D9" w:rsidP="001271D9">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13D2DC24" w14:textId="77777777" w:rsidR="001271D9" w:rsidRPr="00630AB6" w:rsidRDefault="001271D9" w:rsidP="001271D9">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1B5412DE" w14:textId="77777777" w:rsidR="001271D9" w:rsidRPr="00630AB6" w:rsidRDefault="001271D9" w:rsidP="001271D9">
            <w:pPr>
              <w:pStyle w:val="TAH"/>
              <w:rPr>
                <w:rFonts w:cs="Arial"/>
                <w:szCs w:val="18"/>
              </w:rPr>
            </w:pPr>
            <w:r w:rsidRPr="00630AB6">
              <w:rPr>
                <w:rFonts w:cs="Arial"/>
                <w:szCs w:val="18"/>
              </w:rPr>
              <w:t>Description</w:t>
            </w:r>
          </w:p>
        </w:tc>
      </w:tr>
      <w:tr w:rsidR="001271D9" w:rsidRPr="00630AB6" w14:paraId="0AEE635F"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tcPr>
          <w:p w14:paraId="44A3F77C" w14:textId="77777777" w:rsidR="001271D9" w:rsidRPr="00630AB6" w:rsidRDefault="001271D9" w:rsidP="001271D9">
            <w:pPr>
              <w:pStyle w:val="TAL"/>
            </w:pPr>
            <w:proofErr w:type="spellStart"/>
            <w:r>
              <w:t>subscribedNssai</w:t>
            </w:r>
            <w:proofErr w:type="spellEnd"/>
          </w:p>
        </w:tc>
        <w:tc>
          <w:tcPr>
            <w:tcW w:w="1559" w:type="dxa"/>
            <w:tcBorders>
              <w:top w:val="single" w:sz="4" w:space="0" w:color="auto"/>
              <w:left w:val="single" w:sz="4" w:space="0" w:color="auto"/>
              <w:bottom w:val="single" w:sz="4" w:space="0" w:color="auto"/>
              <w:right w:val="single" w:sz="4" w:space="0" w:color="auto"/>
            </w:tcBorders>
          </w:tcPr>
          <w:p w14:paraId="615A191A" w14:textId="77777777" w:rsidR="001271D9" w:rsidRPr="00630AB6" w:rsidRDefault="001271D9" w:rsidP="001271D9">
            <w:pPr>
              <w:pStyle w:val="TAL"/>
              <w:rPr>
                <w:lang w:eastAsia="zh-CN"/>
              </w:rPr>
            </w:pPr>
            <w:r w:rsidRPr="00630AB6">
              <w:rPr>
                <w:lang w:eastAsia="zh-CN"/>
              </w:rPr>
              <w:t>array(</w:t>
            </w:r>
            <w:proofErr w:type="spellStart"/>
            <w:r w:rsidRPr="00630AB6">
              <w:rPr>
                <w:rFonts w:hint="eastAsia"/>
                <w:lang w:eastAsia="zh-CN"/>
              </w:rPr>
              <w:t>Subscribed</w:t>
            </w:r>
            <w:r w:rsidRPr="00630AB6">
              <w:rPr>
                <w:lang w:eastAsia="zh-CN"/>
              </w:rPr>
              <w:t>Sn</w:t>
            </w:r>
            <w:r w:rsidRPr="00630AB6">
              <w:rPr>
                <w:rFonts w:hint="eastAsia"/>
                <w:lang w:eastAsia="zh-CN"/>
              </w:rPr>
              <w:t>ss</w:t>
            </w:r>
            <w:r w:rsidRPr="00630AB6">
              <w:rPr>
                <w:lang w:eastAsia="zh-CN"/>
              </w:rPr>
              <w:t>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5881D81B" w14:textId="77777777" w:rsidR="001271D9" w:rsidRPr="00630AB6" w:rsidRDefault="001271D9" w:rsidP="001271D9">
            <w:pPr>
              <w:pStyle w:val="TAC"/>
              <w:rPr>
                <w:lang w:eastAsia="zh-CN"/>
              </w:rPr>
            </w:pPr>
            <w:r w:rsidRPr="00630AB6">
              <w:rPr>
                <w:lang w:eastAsia="zh-CN"/>
              </w:rPr>
              <w:t>C</w:t>
            </w:r>
          </w:p>
        </w:tc>
        <w:tc>
          <w:tcPr>
            <w:tcW w:w="1134" w:type="dxa"/>
            <w:tcBorders>
              <w:top w:val="single" w:sz="4" w:space="0" w:color="auto"/>
              <w:left w:val="single" w:sz="4" w:space="0" w:color="auto"/>
              <w:bottom w:val="single" w:sz="4" w:space="0" w:color="auto"/>
              <w:right w:val="single" w:sz="4" w:space="0" w:color="auto"/>
            </w:tcBorders>
          </w:tcPr>
          <w:p w14:paraId="084C5F99" w14:textId="77777777" w:rsidR="001271D9" w:rsidRPr="00630AB6" w:rsidRDefault="001271D9" w:rsidP="001271D9">
            <w:pPr>
              <w:pStyle w:val="TAL"/>
              <w:rPr>
                <w:lang w:eastAsia="zh-CN"/>
              </w:rPr>
            </w:pPr>
            <w:r w:rsidRPr="00630AB6">
              <w:rPr>
                <w:lang w:eastAsia="zh-CN"/>
              </w:rPr>
              <w:t>1..N</w:t>
            </w:r>
          </w:p>
        </w:tc>
        <w:tc>
          <w:tcPr>
            <w:tcW w:w="4359" w:type="dxa"/>
            <w:tcBorders>
              <w:top w:val="single" w:sz="4" w:space="0" w:color="auto"/>
              <w:left w:val="single" w:sz="4" w:space="0" w:color="auto"/>
              <w:bottom w:val="single" w:sz="4" w:space="0" w:color="auto"/>
              <w:right w:val="single" w:sz="4" w:space="0" w:color="auto"/>
            </w:tcBorders>
          </w:tcPr>
          <w:p w14:paraId="74FC379C" w14:textId="77777777" w:rsidR="001271D9" w:rsidRPr="00630AB6" w:rsidRDefault="001271D9" w:rsidP="001271D9">
            <w:pPr>
              <w:pStyle w:val="TAL"/>
              <w:rPr>
                <w:rFonts w:cs="Arial"/>
                <w:szCs w:val="18"/>
                <w:lang w:eastAsia="zh-CN"/>
              </w:rPr>
            </w:pPr>
            <w:r w:rsidRPr="00630AB6">
              <w:rPr>
                <w:rFonts w:cs="Arial"/>
                <w:szCs w:val="18"/>
              </w:rPr>
              <w:t xml:space="preserve">This IE shall be included during </w:t>
            </w:r>
            <w:r>
              <w:t>UE</w:t>
            </w:r>
            <w:r w:rsidRPr="00630AB6">
              <w:t xml:space="preserve"> </w:t>
            </w:r>
            <w:r>
              <w:rPr>
                <w:rFonts w:cs="Arial"/>
                <w:szCs w:val="18"/>
                <w:lang w:eastAsia="zh-CN"/>
              </w:rPr>
              <w:t>c</w:t>
            </w:r>
            <w:r w:rsidRPr="007C32F9">
              <w:rPr>
                <w:rFonts w:cs="Arial"/>
                <w:szCs w:val="18"/>
                <w:lang w:eastAsia="zh-CN"/>
              </w:rPr>
              <w:t>onfiguration</w:t>
            </w:r>
            <w:r>
              <w:rPr>
                <w:rFonts w:cs="Arial"/>
                <w:szCs w:val="18"/>
                <w:lang w:eastAsia="zh-CN"/>
              </w:rPr>
              <w:t xml:space="preserve"> u</w:t>
            </w:r>
            <w:r w:rsidRPr="007C32F9">
              <w:rPr>
                <w:rFonts w:cs="Arial"/>
                <w:szCs w:val="18"/>
                <w:lang w:eastAsia="zh-CN"/>
              </w:rPr>
              <w:t>pdate procedure</w:t>
            </w:r>
            <w:r w:rsidRPr="00630AB6">
              <w:rPr>
                <w:rFonts w:cs="Arial"/>
                <w:szCs w:val="18"/>
              </w:rPr>
              <w:t xml:space="preserve"> in 5GS. When present, t</w:t>
            </w:r>
            <w:r w:rsidRPr="00630AB6">
              <w:rPr>
                <w:rFonts w:cs="Arial" w:hint="eastAsia"/>
                <w:szCs w:val="18"/>
                <w:lang w:eastAsia="zh-CN"/>
              </w:rPr>
              <w:t>his</w:t>
            </w:r>
            <w:r w:rsidRPr="00630AB6">
              <w:rPr>
                <w:rFonts w:cs="Arial"/>
                <w:szCs w:val="18"/>
                <w:lang w:eastAsia="zh-CN"/>
              </w:rPr>
              <w:t xml:space="preserve"> </w:t>
            </w:r>
            <w:r w:rsidRPr="00630AB6">
              <w:rPr>
                <w:rFonts w:cs="Arial" w:hint="eastAsia"/>
                <w:szCs w:val="18"/>
                <w:lang w:eastAsia="zh-CN"/>
              </w:rPr>
              <w:t xml:space="preserve">IE shall contain the </w:t>
            </w:r>
            <w:r w:rsidRPr="00630AB6">
              <w:rPr>
                <w:rFonts w:cs="Arial"/>
                <w:szCs w:val="18"/>
                <w:lang w:eastAsia="zh-CN"/>
              </w:rPr>
              <w:t>list of subscribed S-</w:t>
            </w:r>
            <w:r w:rsidRPr="00630AB6">
              <w:rPr>
                <w:rFonts w:cs="Arial" w:hint="eastAsia"/>
                <w:szCs w:val="18"/>
                <w:lang w:eastAsia="zh-CN"/>
              </w:rPr>
              <w:t>NSSAI</w:t>
            </w:r>
            <w:r w:rsidRPr="00630AB6">
              <w:rPr>
                <w:rFonts w:cs="Arial"/>
                <w:szCs w:val="18"/>
                <w:lang w:eastAsia="zh-CN"/>
              </w:rPr>
              <w:t xml:space="preserve">s along </w:t>
            </w:r>
            <w:r w:rsidRPr="00630AB6">
              <w:t xml:space="preserve">with an indication for each S-NSSAI if it is a default S-NSSAI. </w:t>
            </w:r>
          </w:p>
        </w:tc>
      </w:tr>
      <w:tr w:rsidR="001271D9" w:rsidRPr="00630AB6" w14:paraId="0639F3F5"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tcPr>
          <w:p w14:paraId="7666E530" w14:textId="77777777" w:rsidR="001271D9" w:rsidRPr="00630AB6" w:rsidRDefault="001271D9" w:rsidP="001271D9">
            <w:pPr>
              <w:pStyle w:val="TAL"/>
            </w:pPr>
            <w:proofErr w:type="spellStart"/>
            <w:r>
              <w:rPr>
                <w:rFonts w:hint="eastAsia"/>
              </w:rPr>
              <w:t>allowedNssaiCurrentAccess</w:t>
            </w:r>
            <w:proofErr w:type="spellEnd"/>
          </w:p>
        </w:tc>
        <w:tc>
          <w:tcPr>
            <w:tcW w:w="1559" w:type="dxa"/>
            <w:tcBorders>
              <w:top w:val="single" w:sz="4" w:space="0" w:color="auto"/>
              <w:left w:val="single" w:sz="4" w:space="0" w:color="auto"/>
              <w:bottom w:val="single" w:sz="4" w:space="0" w:color="auto"/>
              <w:right w:val="single" w:sz="4" w:space="0" w:color="auto"/>
            </w:tcBorders>
          </w:tcPr>
          <w:p w14:paraId="64734CAF" w14:textId="77777777" w:rsidR="001271D9" w:rsidRPr="00630AB6" w:rsidRDefault="001271D9" w:rsidP="001271D9">
            <w:pPr>
              <w:pStyle w:val="TAL"/>
              <w:rPr>
                <w:lang w:eastAsia="zh-CN"/>
              </w:rPr>
            </w:pPr>
            <w:proofErr w:type="spellStart"/>
            <w:r w:rsidRPr="00630AB6">
              <w:rPr>
                <w:rFonts w:hint="eastAsia"/>
                <w:lang w:eastAsia="zh-CN"/>
              </w:rPr>
              <w:t>AllowedNssai</w:t>
            </w:r>
            <w:proofErr w:type="spellEnd"/>
          </w:p>
        </w:tc>
        <w:tc>
          <w:tcPr>
            <w:tcW w:w="425" w:type="dxa"/>
            <w:tcBorders>
              <w:top w:val="single" w:sz="4" w:space="0" w:color="auto"/>
              <w:left w:val="single" w:sz="4" w:space="0" w:color="auto"/>
              <w:bottom w:val="single" w:sz="4" w:space="0" w:color="auto"/>
              <w:right w:val="single" w:sz="4" w:space="0" w:color="auto"/>
            </w:tcBorders>
          </w:tcPr>
          <w:p w14:paraId="3651C54B" w14:textId="77777777" w:rsidR="001271D9" w:rsidRPr="00630AB6" w:rsidRDefault="001271D9" w:rsidP="001271D9">
            <w:pPr>
              <w:pStyle w:val="TAC"/>
              <w:rPr>
                <w:lang w:eastAsia="zh-CN"/>
              </w:rPr>
            </w:pPr>
            <w:r>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7A0AA16A" w14:textId="77777777" w:rsidR="001271D9" w:rsidRPr="00630AB6" w:rsidRDefault="001271D9" w:rsidP="001271D9">
            <w:pPr>
              <w:pStyle w:val="TAL"/>
              <w:rPr>
                <w:lang w:eastAsia="zh-CN"/>
              </w:rPr>
            </w:pPr>
            <w:r>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04DF512E" w14:textId="77777777" w:rsidR="001271D9" w:rsidRPr="00630AB6" w:rsidRDefault="001271D9" w:rsidP="001271D9">
            <w:pPr>
              <w:pStyle w:val="TAL"/>
              <w:rPr>
                <w:rFonts w:cs="Arial"/>
                <w:szCs w:val="18"/>
              </w:rPr>
            </w:pPr>
            <w:r>
              <w:rPr>
                <w:rFonts w:cs="Arial" w:hint="eastAsia"/>
                <w:szCs w:val="18"/>
              </w:rPr>
              <w:t xml:space="preserve">This IE </w:t>
            </w:r>
            <w:r>
              <w:rPr>
                <w:rFonts w:cs="Arial"/>
                <w:szCs w:val="18"/>
              </w:rPr>
              <w:t>may</w:t>
            </w:r>
            <w:r>
              <w:rPr>
                <w:rFonts w:cs="Arial" w:hint="eastAsia"/>
                <w:szCs w:val="18"/>
              </w:rPr>
              <w:t xml:space="preserve"> be </w:t>
            </w:r>
            <w:r>
              <w:rPr>
                <w:rFonts w:cs="Arial"/>
                <w:szCs w:val="18"/>
              </w:rPr>
              <w:t>included</w:t>
            </w:r>
            <w:r>
              <w:rPr>
                <w:rFonts w:cs="Arial" w:hint="eastAsia"/>
                <w:szCs w:val="18"/>
              </w:rPr>
              <w:t xml:space="preserve"> during </w:t>
            </w:r>
            <w:r w:rsidRPr="00C45F65">
              <w:rPr>
                <w:rFonts w:cs="Arial"/>
                <w:szCs w:val="18"/>
              </w:rPr>
              <w:t>UE configuration update procedure</w:t>
            </w:r>
            <w:r w:rsidRPr="00630AB6">
              <w:rPr>
                <w:rFonts w:cs="Arial"/>
                <w:szCs w:val="18"/>
              </w:rPr>
              <w:t xml:space="preserve"> in 5GS</w:t>
            </w:r>
            <w:r>
              <w:rPr>
                <w:rFonts w:cs="Arial"/>
                <w:szCs w:val="18"/>
              </w:rPr>
              <w:t>. When present, this IE shall contain the list of allowed S-NSSAIs in the AMF</w:t>
            </w:r>
            <w:r w:rsidRPr="00630AB6">
              <w:rPr>
                <w:rFonts w:cs="Arial" w:hint="eastAsia"/>
                <w:szCs w:val="18"/>
              </w:rPr>
              <w:t xml:space="preserve"> for the </w:t>
            </w:r>
            <w:r>
              <w:rPr>
                <w:rFonts w:cs="Arial"/>
                <w:szCs w:val="18"/>
              </w:rPr>
              <w:t>current</w:t>
            </w:r>
            <w:r w:rsidRPr="00630AB6">
              <w:rPr>
                <w:rFonts w:cs="Arial" w:hint="eastAsia"/>
                <w:szCs w:val="18"/>
              </w:rPr>
              <w:t xml:space="preserve"> access type</w:t>
            </w:r>
            <w:r>
              <w:rPr>
                <w:rFonts w:cs="Arial"/>
                <w:szCs w:val="18"/>
              </w:rPr>
              <w:t xml:space="preserve"> of the UE.</w:t>
            </w:r>
          </w:p>
        </w:tc>
      </w:tr>
      <w:tr w:rsidR="001271D9" w:rsidRPr="00630AB6" w14:paraId="4C4C369C"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tcPr>
          <w:p w14:paraId="7850B1DA" w14:textId="77777777" w:rsidR="001271D9" w:rsidRPr="00630AB6" w:rsidRDefault="001271D9" w:rsidP="001271D9">
            <w:pPr>
              <w:pStyle w:val="TAL"/>
            </w:pPr>
            <w:proofErr w:type="spellStart"/>
            <w:r w:rsidRPr="00630AB6">
              <w:rPr>
                <w:rFonts w:hint="eastAsia"/>
              </w:rPr>
              <w:t>allowedN</w:t>
            </w:r>
            <w:r w:rsidRPr="00630AB6">
              <w:t>ssai</w:t>
            </w:r>
            <w:r>
              <w:t>OtherAccess</w:t>
            </w:r>
            <w:proofErr w:type="spellEnd"/>
          </w:p>
        </w:tc>
        <w:tc>
          <w:tcPr>
            <w:tcW w:w="1559" w:type="dxa"/>
            <w:tcBorders>
              <w:top w:val="single" w:sz="4" w:space="0" w:color="auto"/>
              <w:left w:val="single" w:sz="4" w:space="0" w:color="auto"/>
              <w:bottom w:val="single" w:sz="4" w:space="0" w:color="auto"/>
              <w:right w:val="single" w:sz="4" w:space="0" w:color="auto"/>
            </w:tcBorders>
          </w:tcPr>
          <w:p w14:paraId="4AC3ECB5" w14:textId="77777777" w:rsidR="001271D9" w:rsidRPr="00630AB6" w:rsidRDefault="001271D9" w:rsidP="001271D9">
            <w:pPr>
              <w:pStyle w:val="TAL"/>
              <w:rPr>
                <w:lang w:eastAsia="zh-CN"/>
              </w:rPr>
            </w:pPr>
            <w:proofErr w:type="spellStart"/>
            <w:r w:rsidRPr="00630AB6">
              <w:rPr>
                <w:rFonts w:hint="eastAsia"/>
                <w:lang w:eastAsia="zh-CN"/>
              </w:rPr>
              <w:t>AllowedNssai</w:t>
            </w:r>
            <w:proofErr w:type="spellEnd"/>
          </w:p>
        </w:tc>
        <w:tc>
          <w:tcPr>
            <w:tcW w:w="425" w:type="dxa"/>
            <w:tcBorders>
              <w:top w:val="single" w:sz="4" w:space="0" w:color="auto"/>
              <w:left w:val="single" w:sz="4" w:space="0" w:color="auto"/>
              <w:bottom w:val="single" w:sz="4" w:space="0" w:color="auto"/>
              <w:right w:val="single" w:sz="4" w:space="0" w:color="auto"/>
            </w:tcBorders>
          </w:tcPr>
          <w:p w14:paraId="595CC6FA" w14:textId="77777777" w:rsidR="001271D9" w:rsidRPr="00630AB6" w:rsidRDefault="001271D9" w:rsidP="001271D9">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574A3BE3" w14:textId="77777777" w:rsidR="001271D9" w:rsidRPr="00630AB6" w:rsidRDefault="001271D9" w:rsidP="001271D9">
            <w:pPr>
              <w:pStyle w:val="TAL"/>
              <w:rPr>
                <w:lang w:eastAsia="zh-CN"/>
              </w:rPr>
            </w:pPr>
            <w:r w:rsidRPr="00630AB6">
              <w:rPr>
                <w:lang w:eastAsia="zh-CN"/>
              </w:rPr>
              <w:t>0..</w:t>
            </w: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55E84FDA" w14:textId="77777777" w:rsidR="001271D9" w:rsidRPr="00630AB6" w:rsidRDefault="001271D9" w:rsidP="001271D9">
            <w:pPr>
              <w:pStyle w:val="TAL"/>
              <w:rPr>
                <w:rFonts w:cs="Arial"/>
                <w:szCs w:val="18"/>
              </w:rPr>
            </w:pPr>
            <w:r>
              <w:rPr>
                <w:rFonts w:cs="Arial" w:hint="eastAsia"/>
                <w:szCs w:val="18"/>
              </w:rPr>
              <w:t xml:space="preserve">This IE </w:t>
            </w:r>
            <w:r>
              <w:rPr>
                <w:rFonts w:cs="Arial"/>
                <w:szCs w:val="18"/>
              </w:rPr>
              <w:t>may</w:t>
            </w:r>
            <w:r>
              <w:rPr>
                <w:rFonts w:cs="Arial" w:hint="eastAsia"/>
                <w:szCs w:val="18"/>
              </w:rPr>
              <w:t xml:space="preserve"> be </w:t>
            </w:r>
            <w:r>
              <w:rPr>
                <w:rFonts w:cs="Arial"/>
                <w:szCs w:val="18"/>
              </w:rPr>
              <w:t>included</w:t>
            </w:r>
            <w:r>
              <w:rPr>
                <w:rFonts w:cs="Arial" w:hint="eastAsia"/>
                <w:szCs w:val="18"/>
              </w:rPr>
              <w:t xml:space="preserve"> during </w:t>
            </w:r>
            <w:r w:rsidRPr="00C45F65">
              <w:rPr>
                <w:rFonts w:cs="Arial"/>
                <w:szCs w:val="18"/>
              </w:rPr>
              <w:t>UE configuration update procedure</w:t>
            </w:r>
            <w:r w:rsidRPr="00630AB6">
              <w:rPr>
                <w:rFonts w:cs="Arial"/>
                <w:szCs w:val="18"/>
              </w:rPr>
              <w:t xml:space="preserve"> in 5GS</w:t>
            </w:r>
            <w:r>
              <w:rPr>
                <w:rFonts w:cs="Arial"/>
                <w:szCs w:val="18"/>
              </w:rPr>
              <w:t>. When present, this IE shall contain the list of allowed S-NSSAIs in the AMF</w:t>
            </w:r>
            <w:r w:rsidRPr="00630AB6">
              <w:rPr>
                <w:rFonts w:cs="Arial" w:hint="eastAsia"/>
                <w:szCs w:val="18"/>
              </w:rPr>
              <w:t xml:space="preserve"> for the </w:t>
            </w:r>
            <w:r>
              <w:rPr>
                <w:rFonts w:cs="Arial"/>
                <w:szCs w:val="18"/>
              </w:rPr>
              <w:t>other</w:t>
            </w:r>
            <w:r w:rsidRPr="00630AB6">
              <w:rPr>
                <w:rFonts w:cs="Arial" w:hint="eastAsia"/>
                <w:szCs w:val="18"/>
              </w:rPr>
              <w:t xml:space="preserve"> access type</w:t>
            </w:r>
            <w:r>
              <w:rPr>
                <w:rFonts w:cs="Arial"/>
                <w:szCs w:val="18"/>
              </w:rPr>
              <w:t xml:space="preserve"> of the UE.</w:t>
            </w:r>
          </w:p>
        </w:tc>
      </w:tr>
      <w:tr w:rsidR="001271D9" w:rsidRPr="00630AB6" w14:paraId="32EE8E44"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tcPr>
          <w:p w14:paraId="22D7E567" w14:textId="77777777" w:rsidR="001271D9" w:rsidRPr="00630AB6" w:rsidRDefault="001271D9" w:rsidP="001271D9">
            <w:pPr>
              <w:pStyle w:val="TAL"/>
            </w:pPr>
            <w:proofErr w:type="spellStart"/>
            <w:r>
              <w:rPr>
                <w:lang w:eastAsia="zh-CN"/>
              </w:rPr>
              <w:t>default</w:t>
            </w:r>
            <w:r w:rsidRPr="00630AB6">
              <w:rPr>
                <w:rFonts w:hint="eastAsia"/>
                <w:lang w:eastAsia="zh-CN"/>
              </w:rPr>
              <w:t>ConfiguredS</w:t>
            </w:r>
            <w:r w:rsidRPr="00630AB6">
              <w:rPr>
                <w:lang w:eastAsia="zh-CN"/>
              </w:rPr>
              <w:t>n</w:t>
            </w:r>
            <w:r w:rsidRPr="00630AB6">
              <w:rPr>
                <w:rFonts w:hint="eastAsia"/>
                <w:lang w:eastAsia="zh-CN"/>
              </w:rPr>
              <w:t>ssai</w:t>
            </w:r>
            <w:r>
              <w:rPr>
                <w:lang w:eastAsia="zh-CN"/>
              </w:rPr>
              <w:t>Ind</w:t>
            </w:r>
            <w:proofErr w:type="spellEnd"/>
          </w:p>
        </w:tc>
        <w:tc>
          <w:tcPr>
            <w:tcW w:w="1559" w:type="dxa"/>
            <w:tcBorders>
              <w:top w:val="single" w:sz="4" w:space="0" w:color="auto"/>
              <w:left w:val="single" w:sz="4" w:space="0" w:color="auto"/>
              <w:bottom w:val="single" w:sz="4" w:space="0" w:color="auto"/>
              <w:right w:val="single" w:sz="4" w:space="0" w:color="auto"/>
            </w:tcBorders>
          </w:tcPr>
          <w:p w14:paraId="4F885504" w14:textId="77777777" w:rsidR="001271D9" w:rsidRPr="00630AB6" w:rsidRDefault="001271D9" w:rsidP="001271D9">
            <w:pPr>
              <w:pStyle w:val="TAL"/>
              <w:rPr>
                <w:lang w:eastAsia="zh-CN"/>
              </w:rPr>
            </w:pPr>
            <w:proofErr w:type="spellStart"/>
            <w:r w:rsidRPr="00630AB6">
              <w:rPr>
                <w:rFonts w:hint="eastAsia"/>
                <w:lang w:eastAsia="zh-CN"/>
              </w:rPr>
              <w:t>boolean</w:t>
            </w:r>
            <w:proofErr w:type="spellEnd"/>
          </w:p>
        </w:tc>
        <w:tc>
          <w:tcPr>
            <w:tcW w:w="425" w:type="dxa"/>
            <w:tcBorders>
              <w:top w:val="single" w:sz="4" w:space="0" w:color="auto"/>
              <w:left w:val="single" w:sz="4" w:space="0" w:color="auto"/>
              <w:bottom w:val="single" w:sz="4" w:space="0" w:color="auto"/>
              <w:right w:val="single" w:sz="4" w:space="0" w:color="auto"/>
            </w:tcBorders>
          </w:tcPr>
          <w:p w14:paraId="3C3267ED" w14:textId="77777777" w:rsidR="001271D9" w:rsidRPr="00630AB6" w:rsidRDefault="001271D9" w:rsidP="001271D9">
            <w:pPr>
              <w:pStyle w:val="TAC"/>
              <w:rPr>
                <w:lang w:eastAsia="zh-CN"/>
              </w:rPr>
            </w:pPr>
            <w:r>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74C9B108" w14:textId="77777777" w:rsidR="001271D9" w:rsidRPr="00630AB6" w:rsidRDefault="001271D9" w:rsidP="001271D9">
            <w:pPr>
              <w:pStyle w:val="TAL"/>
              <w:rPr>
                <w:lang w:eastAsia="zh-CN"/>
              </w:rPr>
            </w:pPr>
            <w:r>
              <w:rPr>
                <w:rFonts w:hint="eastAsia"/>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78997A1C" w14:textId="77777777" w:rsidR="001271D9" w:rsidRDefault="001271D9">
            <w:pPr>
              <w:pStyle w:val="TAL"/>
              <w:rPr>
                <w:rFonts w:cs="Arial"/>
                <w:szCs w:val="18"/>
              </w:rPr>
            </w:pPr>
            <w:r w:rsidRPr="00630AB6">
              <w:rPr>
                <w:rFonts w:cs="Arial"/>
                <w:szCs w:val="18"/>
              </w:rPr>
              <w:t xml:space="preserve">This IE </w:t>
            </w:r>
            <w:r>
              <w:rPr>
                <w:rFonts w:cs="Arial"/>
                <w:szCs w:val="18"/>
              </w:rPr>
              <w:t>may</w:t>
            </w:r>
            <w:r w:rsidRPr="00630AB6">
              <w:rPr>
                <w:rFonts w:cs="Arial"/>
                <w:szCs w:val="18"/>
              </w:rPr>
              <w:t xml:space="preserve"> be present </w:t>
            </w:r>
            <w:r>
              <w:rPr>
                <w:rFonts w:cs="Arial"/>
                <w:szCs w:val="18"/>
              </w:rPr>
              <w:t>if</w:t>
            </w:r>
            <w:r w:rsidRPr="00630AB6">
              <w:rPr>
                <w:rFonts w:cs="Arial"/>
                <w:szCs w:val="18"/>
              </w:rPr>
              <w:t xml:space="preserve"> </w:t>
            </w:r>
            <w:r>
              <w:rPr>
                <w:rFonts w:cs="Arial"/>
                <w:szCs w:val="18"/>
              </w:rPr>
              <w:t>the UE included</w:t>
            </w:r>
            <w:r w:rsidRPr="00630AB6">
              <w:rPr>
                <w:rFonts w:cs="Arial"/>
                <w:szCs w:val="18"/>
              </w:rPr>
              <w:t xml:space="preserve"> </w:t>
            </w:r>
            <w:r>
              <w:t xml:space="preserve">the </w:t>
            </w:r>
            <w:r w:rsidRPr="00D458C8">
              <w:t>Default Configured NSSAI Indication</w:t>
            </w:r>
            <w:r w:rsidRPr="00630AB6">
              <w:rPr>
                <w:rFonts w:cs="Arial"/>
                <w:szCs w:val="18"/>
              </w:rPr>
              <w:t xml:space="preserve"> during the </w:t>
            </w:r>
            <w:r>
              <w:rPr>
                <w:rFonts w:cs="Arial"/>
                <w:szCs w:val="18"/>
              </w:rPr>
              <w:t xml:space="preserve">recent </w:t>
            </w:r>
            <w:r w:rsidRPr="00630AB6">
              <w:rPr>
                <w:rFonts w:cs="Arial"/>
                <w:szCs w:val="18"/>
              </w:rPr>
              <w:t>Registration procedure</w:t>
            </w:r>
            <w:r w:rsidRPr="00630AB6">
              <w:rPr>
                <w:rFonts w:cs="Arial"/>
                <w:szCs w:val="18"/>
                <w:lang w:eastAsia="zh-CN"/>
              </w:rPr>
              <w:t>.</w:t>
            </w:r>
          </w:p>
        </w:tc>
      </w:tr>
      <w:tr w:rsidR="001271D9" w:rsidRPr="00630AB6" w14:paraId="63EBB6CE"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tcPr>
          <w:p w14:paraId="04D4978E" w14:textId="77777777" w:rsidR="001271D9" w:rsidRPr="00630AB6" w:rsidRDefault="001271D9" w:rsidP="001271D9">
            <w:pPr>
              <w:pStyle w:val="TAL"/>
              <w:rPr>
                <w:lang w:eastAsia="zh-CN"/>
              </w:rPr>
            </w:pPr>
            <w:proofErr w:type="spellStart"/>
            <w:r w:rsidRPr="00630AB6">
              <w:rPr>
                <w:rFonts w:hint="eastAsia"/>
                <w:lang w:eastAsia="zh-CN"/>
              </w:rPr>
              <w:t>requestedN</w:t>
            </w:r>
            <w:r w:rsidRPr="00630AB6">
              <w:rPr>
                <w:lang w:eastAsia="zh-CN"/>
              </w:rPr>
              <w:t>ssai</w:t>
            </w:r>
            <w:proofErr w:type="spellEnd"/>
          </w:p>
        </w:tc>
        <w:tc>
          <w:tcPr>
            <w:tcW w:w="1559" w:type="dxa"/>
            <w:tcBorders>
              <w:top w:val="single" w:sz="4" w:space="0" w:color="auto"/>
              <w:left w:val="single" w:sz="4" w:space="0" w:color="auto"/>
              <w:bottom w:val="single" w:sz="4" w:space="0" w:color="auto"/>
              <w:right w:val="single" w:sz="4" w:space="0" w:color="auto"/>
            </w:tcBorders>
          </w:tcPr>
          <w:p w14:paraId="6AC6D5AF" w14:textId="77777777" w:rsidR="001271D9" w:rsidRPr="00630AB6" w:rsidRDefault="001271D9" w:rsidP="001271D9">
            <w:pPr>
              <w:pStyle w:val="TAL"/>
              <w:rPr>
                <w:lang w:eastAsia="zh-CN"/>
              </w:rPr>
            </w:pPr>
            <w:r w:rsidRPr="00630AB6">
              <w:rPr>
                <w:lang w:eastAsia="zh-CN"/>
              </w:rPr>
              <w:t>array(</w:t>
            </w:r>
            <w:proofErr w:type="spellStart"/>
            <w:r w:rsidRPr="00630AB6">
              <w:rPr>
                <w:lang w:eastAsia="zh-CN"/>
              </w:rPr>
              <w:t>S</w:t>
            </w:r>
            <w:r w:rsidRPr="00630AB6">
              <w:rPr>
                <w:rFonts w:hint="eastAsia"/>
                <w:lang w:eastAsia="zh-CN"/>
              </w:rPr>
              <w:t>n</w:t>
            </w:r>
            <w:r w:rsidRPr="00630AB6">
              <w:rPr>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69009621" w14:textId="77777777" w:rsidR="001271D9" w:rsidRPr="00630AB6" w:rsidRDefault="001271D9" w:rsidP="001271D9">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568C5E0F" w14:textId="77777777" w:rsidR="001271D9" w:rsidRPr="00630AB6" w:rsidRDefault="001271D9" w:rsidP="001271D9">
            <w:pPr>
              <w:pStyle w:val="TAL"/>
              <w:rPr>
                <w:lang w:eastAsia="zh-CN"/>
              </w:rPr>
            </w:pPr>
            <w:r>
              <w:rPr>
                <w:lang w:eastAsia="zh-CN"/>
              </w:rPr>
              <w:t>1</w:t>
            </w:r>
            <w:r w:rsidRPr="00630AB6">
              <w:rPr>
                <w:rFonts w:hint="eastAsia"/>
                <w:lang w:eastAsia="zh-CN"/>
              </w:rPr>
              <w:t>..N</w:t>
            </w:r>
          </w:p>
        </w:tc>
        <w:tc>
          <w:tcPr>
            <w:tcW w:w="4359" w:type="dxa"/>
            <w:tcBorders>
              <w:top w:val="single" w:sz="4" w:space="0" w:color="auto"/>
              <w:left w:val="single" w:sz="4" w:space="0" w:color="auto"/>
              <w:bottom w:val="single" w:sz="4" w:space="0" w:color="auto"/>
              <w:right w:val="single" w:sz="4" w:space="0" w:color="auto"/>
            </w:tcBorders>
          </w:tcPr>
          <w:p w14:paraId="620138C5" w14:textId="77777777" w:rsidR="001271D9" w:rsidRPr="00630AB6" w:rsidRDefault="001271D9">
            <w:pPr>
              <w:pStyle w:val="TAL"/>
              <w:rPr>
                <w:rFonts w:cs="Arial"/>
                <w:szCs w:val="18"/>
              </w:rPr>
            </w:pPr>
            <w:r w:rsidRPr="00630AB6">
              <w:rPr>
                <w:rFonts w:cs="Arial"/>
                <w:szCs w:val="18"/>
              </w:rPr>
              <w:t xml:space="preserve">This IE </w:t>
            </w:r>
            <w:r w:rsidRPr="00630AB6">
              <w:rPr>
                <w:rFonts w:cs="Arial" w:hint="eastAsia"/>
                <w:szCs w:val="18"/>
                <w:lang w:eastAsia="zh-CN"/>
              </w:rPr>
              <w:t>may</w:t>
            </w:r>
            <w:r w:rsidRPr="00630AB6">
              <w:rPr>
                <w:rFonts w:cs="Arial"/>
                <w:szCs w:val="18"/>
              </w:rPr>
              <w:t xml:space="preserve"> </w:t>
            </w:r>
            <w:r w:rsidRPr="00630AB6">
              <w:rPr>
                <w:rFonts w:cs="Arial" w:hint="eastAsia"/>
                <w:szCs w:val="18"/>
                <w:lang w:eastAsia="zh-CN"/>
              </w:rPr>
              <w:t xml:space="preserve">contain the </w:t>
            </w:r>
            <w:r w:rsidRPr="00630AB6">
              <w:rPr>
                <w:rFonts w:cs="Arial"/>
                <w:szCs w:val="18"/>
                <w:lang w:eastAsia="zh-CN"/>
              </w:rPr>
              <w:t>set of S-</w:t>
            </w:r>
            <w:r w:rsidRPr="00630AB6">
              <w:rPr>
                <w:rFonts w:cs="Arial" w:hint="eastAsia"/>
                <w:szCs w:val="18"/>
                <w:lang w:eastAsia="zh-CN"/>
              </w:rPr>
              <w:t>NSSAI</w:t>
            </w:r>
            <w:r w:rsidRPr="00630AB6">
              <w:rPr>
                <w:rFonts w:cs="Arial"/>
                <w:szCs w:val="18"/>
                <w:lang w:eastAsia="zh-CN"/>
              </w:rPr>
              <w:t>s</w:t>
            </w:r>
            <w:r w:rsidRPr="00630AB6">
              <w:rPr>
                <w:rFonts w:cs="Arial" w:hint="eastAsia"/>
                <w:szCs w:val="18"/>
                <w:lang w:eastAsia="zh-CN"/>
              </w:rPr>
              <w:t xml:space="preserve"> requested by the UE</w:t>
            </w:r>
            <w:r>
              <w:rPr>
                <w:rFonts w:cs="Arial"/>
                <w:szCs w:val="18"/>
                <w:lang w:eastAsia="zh-CN"/>
              </w:rPr>
              <w:t xml:space="preserve"> in the recent </w:t>
            </w:r>
            <w:r w:rsidRPr="00630AB6">
              <w:rPr>
                <w:rFonts w:cs="Arial"/>
                <w:szCs w:val="18"/>
              </w:rPr>
              <w:t>registration procedure</w:t>
            </w:r>
            <w:r w:rsidRPr="00630AB6">
              <w:rPr>
                <w:rFonts w:cs="Arial" w:hint="eastAsia"/>
                <w:szCs w:val="18"/>
                <w:lang w:eastAsia="zh-CN"/>
              </w:rPr>
              <w:t>.</w:t>
            </w:r>
          </w:p>
        </w:tc>
      </w:tr>
      <w:tr w:rsidR="001271D9" w:rsidRPr="00630AB6" w14:paraId="4D61E98D"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tcPr>
          <w:p w14:paraId="64D0E37C" w14:textId="77777777" w:rsidR="001271D9" w:rsidRDefault="001271D9" w:rsidP="001271D9">
            <w:pPr>
              <w:pStyle w:val="TAL"/>
              <w:rPr>
                <w:lang w:eastAsia="zh-CN"/>
              </w:rPr>
            </w:pPr>
            <w:proofErr w:type="spellStart"/>
            <w:r w:rsidRPr="00630AB6">
              <w:rPr>
                <w:rFonts w:hint="eastAsia"/>
                <w:lang w:eastAsia="zh-CN"/>
              </w:rPr>
              <w:t>mapping</w:t>
            </w:r>
            <w:r w:rsidRPr="00630AB6">
              <w:rPr>
                <w:lang w:eastAsia="zh-CN"/>
              </w:rPr>
              <w:t>OfNssai</w:t>
            </w:r>
            <w:proofErr w:type="spellEnd"/>
          </w:p>
          <w:p w14:paraId="3CB40668" w14:textId="77777777" w:rsidR="001271D9" w:rsidRPr="006B4AF7" w:rsidRDefault="001271D9" w:rsidP="001271D9">
            <w:pPr>
              <w:rPr>
                <w:lang w:eastAsia="zh-CN"/>
              </w:rPr>
            </w:pPr>
          </w:p>
        </w:tc>
        <w:tc>
          <w:tcPr>
            <w:tcW w:w="1559" w:type="dxa"/>
            <w:tcBorders>
              <w:top w:val="single" w:sz="4" w:space="0" w:color="auto"/>
              <w:left w:val="single" w:sz="4" w:space="0" w:color="auto"/>
              <w:bottom w:val="single" w:sz="4" w:space="0" w:color="auto"/>
              <w:right w:val="single" w:sz="4" w:space="0" w:color="auto"/>
            </w:tcBorders>
          </w:tcPr>
          <w:p w14:paraId="61668F02" w14:textId="77777777" w:rsidR="001271D9" w:rsidRPr="00630AB6" w:rsidRDefault="001271D9" w:rsidP="001271D9">
            <w:pPr>
              <w:pStyle w:val="TAL"/>
              <w:rPr>
                <w:lang w:eastAsia="zh-CN"/>
              </w:rPr>
            </w:pPr>
            <w:r w:rsidRPr="00630AB6">
              <w:rPr>
                <w:lang w:eastAsia="zh-CN"/>
              </w:rPr>
              <w:t>array(</w:t>
            </w:r>
            <w:proofErr w:type="spellStart"/>
            <w:r w:rsidRPr="00630AB6">
              <w:rPr>
                <w:rFonts w:hint="eastAsia"/>
                <w:lang w:eastAsia="zh-CN"/>
              </w:rPr>
              <w:t>MappingOf</w:t>
            </w:r>
            <w:r w:rsidRPr="00630AB6">
              <w:rPr>
                <w:lang w:eastAsia="zh-CN"/>
              </w:rPr>
              <w:t>Sn</w:t>
            </w:r>
            <w:r w:rsidRPr="00630AB6">
              <w:rPr>
                <w:rFonts w:hint="eastAsia"/>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368927A7" w14:textId="77777777" w:rsidR="001271D9" w:rsidRPr="00630AB6" w:rsidRDefault="001271D9" w:rsidP="001271D9">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46C30909" w14:textId="77777777" w:rsidR="001271D9" w:rsidRDefault="001271D9" w:rsidP="001271D9">
            <w:pPr>
              <w:pStyle w:val="TAL"/>
              <w:rPr>
                <w:lang w:eastAsia="zh-CN"/>
              </w:rPr>
            </w:pPr>
            <w:r>
              <w:rPr>
                <w:lang w:eastAsia="zh-CN"/>
              </w:rPr>
              <w:t>1</w:t>
            </w:r>
            <w:r w:rsidRPr="00630AB6">
              <w:rPr>
                <w:rFonts w:hint="eastAsia"/>
                <w:lang w:eastAsia="zh-CN"/>
              </w:rPr>
              <w:t>..</w:t>
            </w:r>
            <w:r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433E702B" w14:textId="77777777" w:rsidR="001271D9" w:rsidRPr="00630AB6" w:rsidRDefault="001271D9" w:rsidP="001271D9">
            <w:pPr>
              <w:pStyle w:val="TAL"/>
              <w:rPr>
                <w:rFonts w:cs="Arial"/>
                <w:szCs w:val="18"/>
              </w:rPr>
            </w:pPr>
            <w:r w:rsidRPr="00630AB6">
              <w:rPr>
                <w:rFonts w:cs="Arial"/>
                <w:szCs w:val="18"/>
              </w:rPr>
              <w:t xml:space="preserve">This IE may be present when the network slice information is requested during </w:t>
            </w:r>
            <w:r>
              <w:t>UE</w:t>
            </w:r>
            <w:r w:rsidRPr="00630AB6">
              <w:t xml:space="preserve"> </w:t>
            </w:r>
            <w:r>
              <w:rPr>
                <w:rFonts w:cs="Arial"/>
                <w:szCs w:val="18"/>
                <w:lang w:eastAsia="zh-CN"/>
              </w:rPr>
              <w:t>c</w:t>
            </w:r>
            <w:r w:rsidRPr="007C32F9">
              <w:rPr>
                <w:rFonts w:cs="Arial"/>
                <w:szCs w:val="18"/>
                <w:lang w:eastAsia="zh-CN"/>
              </w:rPr>
              <w:t>onfiguration</w:t>
            </w:r>
            <w:r>
              <w:rPr>
                <w:rFonts w:cs="Arial"/>
                <w:szCs w:val="18"/>
                <w:lang w:eastAsia="zh-CN"/>
              </w:rPr>
              <w:t xml:space="preserve"> u</w:t>
            </w:r>
            <w:r w:rsidRPr="007C32F9">
              <w:rPr>
                <w:rFonts w:cs="Arial"/>
                <w:szCs w:val="18"/>
                <w:lang w:eastAsia="zh-CN"/>
              </w:rPr>
              <w:t>pdate procedure</w:t>
            </w:r>
            <w:r w:rsidRPr="00630AB6">
              <w:rPr>
                <w:rFonts w:cs="Arial"/>
                <w:szCs w:val="18"/>
                <w:lang w:eastAsia="zh-CN"/>
              </w:rPr>
              <w:t>. If present, t</w:t>
            </w:r>
            <w:r w:rsidRPr="00630AB6">
              <w:rPr>
                <w:rFonts w:cs="Arial" w:hint="eastAsia"/>
                <w:szCs w:val="18"/>
                <w:lang w:eastAsia="zh-CN"/>
              </w:rPr>
              <w:t>his</w:t>
            </w:r>
            <w:r w:rsidRPr="00630AB6">
              <w:rPr>
                <w:rFonts w:cs="Arial"/>
                <w:szCs w:val="18"/>
                <w:lang w:eastAsia="zh-CN"/>
              </w:rPr>
              <w:t xml:space="preserve"> </w:t>
            </w:r>
            <w:r w:rsidRPr="00630AB6">
              <w:rPr>
                <w:rFonts w:cs="Arial" w:hint="eastAsia"/>
                <w:szCs w:val="18"/>
                <w:lang w:eastAsia="zh-CN"/>
              </w:rPr>
              <w:t>IE shall contain the</w:t>
            </w:r>
            <w:r w:rsidRPr="00630AB6">
              <w:t xml:space="preserve"> mapping of </w:t>
            </w:r>
            <w:r>
              <w:t xml:space="preserve">S-NSSAI of the VPLMN to corresponding HPLMN S-NSSAI, for the S-NSSAIs included in the </w:t>
            </w:r>
            <w:proofErr w:type="spellStart"/>
            <w:r>
              <w:t>requestedNssai</w:t>
            </w:r>
            <w:proofErr w:type="spellEnd"/>
            <w:r>
              <w:t xml:space="preserve"> and the </w:t>
            </w:r>
            <w:proofErr w:type="spellStart"/>
            <w:r>
              <w:t>allowedNssai</w:t>
            </w:r>
            <w:proofErr w:type="spellEnd"/>
            <w:r>
              <w:t xml:space="preserve"> IEs for current and other access types</w:t>
            </w:r>
            <w:r w:rsidRPr="00630AB6">
              <w:t>.</w:t>
            </w:r>
          </w:p>
        </w:tc>
      </w:tr>
    </w:tbl>
    <w:p w14:paraId="4049AE73" w14:textId="77777777" w:rsidR="001271D9" w:rsidRPr="00630AB6" w:rsidRDefault="001271D9" w:rsidP="001271D9">
      <w:pPr>
        <w:rPr>
          <w:lang w:eastAsia="zh-CN"/>
        </w:rPr>
      </w:pPr>
    </w:p>
    <w:p w14:paraId="65B63EA7" w14:textId="77777777" w:rsidR="001271D9" w:rsidRPr="004510DC" w:rsidRDefault="001271D9" w:rsidP="00820A59"/>
    <w:p w14:paraId="1B8E7472" w14:textId="77777777" w:rsidR="00B44433" w:rsidRPr="00630AB6" w:rsidRDefault="00087ED8" w:rsidP="0041307B">
      <w:pPr>
        <w:pStyle w:val="Heading4"/>
        <w:rPr>
          <w:lang w:val="en-US"/>
        </w:rPr>
      </w:pPr>
      <w:bookmarkStart w:id="76" w:name="_Toc74989839"/>
      <w:r w:rsidRPr="00630AB6">
        <w:rPr>
          <w:lang w:val="en-US"/>
        </w:rPr>
        <w:t>6.</w:t>
      </w:r>
      <w:r w:rsidR="000E77D4" w:rsidRPr="00630AB6">
        <w:rPr>
          <w:lang w:val="en-US"/>
        </w:rPr>
        <w:t>1.</w:t>
      </w:r>
      <w:r w:rsidR="004B1E63" w:rsidRPr="00630AB6">
        <w:rPr>
          <w:lang w:val="en-US"/>
        </w:rPr>
        <w:t>6</w:t>
      </w:r>
      <w:r w:rsidRPr="00630AB6">
        <w:rPr>
          <w:lang w:val="en-US"/>
        </w:rPr>
        <w:t>.</w:t>
      </w:r>
      <w:r w:rsidR="008174B8" w:rsidRPr="00630AB6">
        <w:rPr>
          <w:lang w:val="en-US"/>
        </w:rPr>
        <w:t>3</w:t>
      </w:r>
      <w:r w:rsidR="00B44433" w:rsidRPr="00630AB6">
        <w:rPr>
          <w:lang w:val="en-US"/>
        </w:rPr>
        <w:tab/>
      </w:r>
      <w:r w:rsidR="008174B8" w:rsidRPr="00630AB6">
        <w:rPr>
          <w:lang w:val="en-US"/>
        </w:rPr>
        <w:t>S</w:t>
      </w:r>
      <w:r w:rsidR="00B44433" w:rsidRPr="00630AB6">
        <w:rPr>
          <w:lang w:val="en-US"/>
        </w:rPr>
        <w:t>imple data types and enumerations</w:t>
      </w:r>
      <w:bookmarkEnd w:id="76"/>
    </w:p>
    <w:p w14:paraId="431602D8" w14:textId="77777777" w:rsidR="00B44433" w:rsidRPr="00630AB6" w:rsidRDefault="00087ED8" w:rsidP="0041307B">
      <w:pPr>
        <w:pStyle w:val="Heading5"/>
      </w:pPr>
      <w:bookmarkStart w:id="77" w:name="_Toc74989840"/>
      <w:r w:rsidRPr="00630AB6">
        <w:t>6.</w:t>
      </w:r>
      <w:r w:rsidR="000E77D4" w:rsidRPr="00630AB6">
        <w:t>1.</w:t>
      </w:r>
      <w:r w:rsidR="004B1E63" w:rsidRPr="00630AB6">
        <w:t>6</w:t>
      </w:r>
      <w:r w:rsidRPr="00630AB6">
        <w:t>.</w:t>
      </w:r>
      <w:r w:rsidR="008174B8" w:rsidRPr="00630AB6">
        <w:t>3</w:t>
      </w:r>
      <w:r w:rsidRPr="00630AB6">
        <w:t>.1</w:t>
      </w:r>
      <w:r w:rsidR="00B44433" w:rsidRPr="00630AB6">
        <w:tab/>
        <w:t>Introduction</w:t>
      </w:r>
      <w:bookmarkEnd w:id="77"/>
    </w:p>
    <w:p w14:paraId="3E77F29C" w14:textId="77777777" w:rsidR="00B44433" w:rsidRPr="00630AB6" w:rsidRDefault="00B44433" w:rsidP="00B44433">
      <w:r w:rsidRPr="00630AB6">
        <w:t xml:space="preserve">This </w:t>
      </w:r>
      <w:r w:rsidR="001765C8">
        <w:t>clause</w:t>
      </w:r>
      <w:r w:rsidRPr="00630AB6">
        <w:t xml:space="preserve"> defines simple data types and enumerations that can be referenced from data structures defined in the previous </w:t>
      </w:r>
      <w:r w:rsidR="001765C8">
        <w:t>clause</w:t>
      </w:r>
      <w:r w:rsidRPr="00630AB6">
        <w:t>s.</w:t>
      </w:r>
    </w:p>
    <w:p w14:paraId="1AA311DB" w14:textId="77777777" w:rsidR="00B44433" w:rsidRPr="00630AB6" w:rsidRDefault="00087ED8" w:rsidP="0041307B">
      <w:pPr>
        <w:pStyle w:val="Heading5"/>
      </w:pPr>
      <w:bookmarkStart w:id="78" w:name="_Toc74989841"/>
      <w:r w:rsidRPr="00630AB6">
        <w:t>6.</w:t>
      </w:r>
      <w:r w:rsidR="000E77D4" w:rsidRPr="00630AB6">
        <w:t>1.</w:t>
      </w:r>
      <w:r w:rsidR="004B1E63" w:rsidRPr="00630AB6">
        <w:t>6</w:t>
      </w:r>
      <w:r w:rsidRPr="00630AB6">
        <w:t>.</w:t>
      </w:r>
      <w:r w:rsidR="008174B8" w:rsidRPr="00630AB6">
        <w:t>3</w:t>
      </w:r>
      <w:r w:rsidRPr="00630AB6">
        <w:t>.2</w:t>
      </w:r>
      <w:r w:rsidR="00B44433" w:rsidRPr="00630AB6">
        <w:tab/>
        <w:t>Simple data types</w:t>
      </w:r>
      <w:bookmarkEnd w:id="78"/>
    </w:p>
    <w:p w14:paraId="7CF0C776" w14:textId="77777777" w:rsidR="00B44433" w:rsidRPr="00630AB6" w:rsidRDefault="00B44433" w:rsidP="00B44433">
      <w:r w:rsidRPr="00630AB6">
        <w:t xml:space="preserve">The simple data types defined in table </w:t>
      </w:r>
      <w:r w:rsidR="0015708C" w:rsidRPr="00630AB6">
        <w:t>6.</w:t>
      </w:r>
      <w:r w:rsidR="00EC3482" w:rsidRPr="00630AB6">
        <w:t>1</w:t>
      </w:r>
      <w:r w:rsidR="0015708C" w:rsidRPr="00630AB6">
        <w:t>.</w:t>
      </w:r>
      <w:r w:rsidR="00633F4B" w:rsidRPr="00630AB6">
        <w:t>6</w:t>
      </w:r>
      <w:r w:rsidR="0015708C" w:rsidRPr="00630AB6">
        <w:t>.</w:t>
      </w:r>
      <w:r w:rsidR="00EC3482" w:rsidRPr="00630AB6">
        <w:t>3.</w:t>
      </w:r>
      <w:r w:rsidR="0015708C" w:rsidRPr="00630AB6">
        <w:t>2-1</w:t>
      </w:r>
      <w:r w:rsidRPr="00630AB6">
        <w:t xml:space="preserve"> shall be supported.</w:t>
      </w:r>
    </w:p>
    <w:p w14:paraId="3C20EFF4" w14:textId="77777777" w:rsidR="00B44433" w:rsidRPr="00630AB6" w:rsidRDefault="00B44433" w:rsidP="0041307B">
      <w:pPr>
        <w:pStyle w:val="TH"/>
        <w:outlineLvl w:val="0"/>
      </w:pPr>
      <w:r w:rsidRPr="00630AB6">
        <w:t xml:space="preserve">Table </w:t>
      </w:r>
      <w:r w:rsidR="00087ED8" w:rsidRPr="00630AB6">
        <w:t>6</w:t>
      </w:r>
      <w:r w:rsidRPr="00630AB6">
        <w:t>.</w:t>
      </w:r>
      <w:r w:rsidR="000E77D4" w:rsidRPr="00630AB6">
        <w:t>1.</w:t>
      </w:r>
      <w:r w:rsidR="004B1E63" w:rsidRPr="00630AB6">
        <w:t>6</w:t>
      </w:r>
      <w:r w:rsidRPr="00630AB6">
        <w:t>.</w:t>
      </w:r>
      <w:r w:rsidR="008174B8" w:rsidRPr="00630AB6">
        <w:t>3</w:t>
      </w:r>
      <w:r w:rsidR="00087ED8" w:rsidRPr="00630AB6">
        <w:t>.2</w:t>
      </w:r>
      <w:r w:rsidRPr="00630AB6">
        <w:t>-1: Simple data types</w:t>
      </w:r>
    </w:p>
    <w:tbl>
      <w:tblPr>
        <w:tblW w:w="4644" w:type="pct"/>
        <w:jc w:val="center"/>
        <w:tblLayout w:type="fixed"/>
        <w:tblCellMar>
          <w:left w:w="28" w:type="dxa"/>
          <w:right w:w="0" w:type="dxa"/>
        </w:tblCellMar>
        <w:tblLook w:val="0000" w:firstRow="0" w:lastRow="0" w:firstColumn="0" w:lastColumn="0" w:noHBand="0" w:noVBand="0"/>
      </w:tblPr>
      <w:tblGrid>
        <w:gridCol w:w="1843"/>
        <w:gridCol w:w="1821"/>
        <w:gridCol w:w="5281"/>
      </w:tblGrid>
      <w:tr w:rsidR="00906901" w:rsidRPr="00630AB6" w14:paraId="784C2293" w14:textId="77777777" w:rsidTr="00906901">
        <w:trPr>
          <w:jc w:val="center"/>
        </w:trPr>
        <w:tc>
          <w:tcPr>
            <w:tcW w:w="1030"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56A247AB" w14:textId="77777777" w:rsidR="006C1737" w:rsidRPr="00630AB6" w:rsidRDefault="00906901" w:rsidP="00B159D7">
            <w:pPr>
              <w:pStyle w:val="TAH"/>
            </w:pPr>
            <w:r w:rsidRPr="00630AB6">
              <w:t xml:space="preserve">Type </w:t>
            </w:r>
            <w:r w:rsidR="006C1737" w:rsidRPr="00630AB6">
              <w:t>Name</w:t>
            </w:r>
          </w:p>
        </w:tc>
        <w:tc>
          <w:tcPr>
            <w:tcW w:w="1018"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2AA457C5" w14:textId="77777777" w:rsidR="006C1737" w:rsidRPr="00630AB6" w:rsidRDefault="006C1737" w:rsidP="00B159D7">
            <w:pPr>
              <w:pStyle w:val="TAH"/>
            </w:pPr>
            <w:r w:rsidRPr="00630AB6">
              <w:t>Type</w:t>
            </w:r>
            <w:r w:rsidR="00906901" w:rsidRPr="00630AB6">
              <w:t xml:space="preserve"> Definition</w:t>
            </w:r>
          </w:p>
        </w:tc>
        <w:tc>
          <w:tcPr>
            <w:tcW w:w="2952" w:type="pct"/>
            <w:tcBorders>
              <w:top w:val="single" w:sz="4" w:space="0" w:color="auto"/>
              <w:left w:val="single" w:sz="4" w:space="0" w:color="auto"/>
              <w:bottom w:val="single" w:sz="4" w:space="0" w:color="auto"/>
              <w:right w:val="single" w:sz="4" w:space="0" w:color="auto"/>
            </w:tcBorders>
            <w:shd w:val="clear" w:color="auto" w:fill="C0C0C0"/>
          </w:tcPr>
          <w:p w14:paraId="7DC7E293" w14:textId="77777777" w:rsidR="006C1737" w:rsidRPr="00630AB6" w:rsidRDefault="006C1737" w:rsidP="00B159D7">
            <w:pPr>
              <w:pStyle w:val="TAH"/>
            </w:pPr>
            <w:r w:rsidRPr="00630AB6">
              <w:t>Description</w:t>
            </w:r>
          </w:p>
        </w:tc>
      </w:tr>
      <w:tr w:rsidR="006C1737" w:rsidRPr="00630AB6" w14:paraId="455274EE" w14:textId="77777777" w:rsidTr="00906901">
        <w:trPr>
          <w:jc w:val="center"/>
        </w:trPr>
        <w:tc>
          <w:tcPr>
            <w:tcW w:w="103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BD7674D" w14:textId="77777777" w:rsidR="006C1737" w:rsidRPr="00630AB6" w:rsidRDefault="007452B9" w:rsidP="00B159D7">
            <w:pPr>
              <w:pStyle w:val="TAL"/>
            </w:pPr>
            <w:proofErr w:type="spellStart"/>
            <w:r w:rsidRPr="00630AB6">
              <w:rPr>
                <w:rFonts w:hint="eastAsia"/>
              </w:rPr>
              <w:t>NsiId</w:t>
            </w:r>
            <w:proofErr w:type="spellEnd"/>
          </w:p>
        </w:tc>
        <w:tc>
          <w:tcPr>
            <w:tcW w:w="1018"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31A2BF3A" w14:textId="77777777" w:rsidR="006C1737" w:rsidRPr="00630AB6" w:rsidRDefault="007452B9" w:rsidP="00B159D7">
            <w:pPr>
              <w:pStyle w:val="TAL"/>
            </w:pPr>
            <w:r w:rsidRPr="00630AB6">
              <w:t>string</w:t>
            </w:r>
          </w:p>
        </w:tc>
        <w:tc>
          <w:tcPr>
            <w:tcW w:w="2952" w:type="pct"/>
            <w:tcBorders>
              <w:top w:val="single" w:sz="4" w:space="0" w:color="auto"/>
              <w:left w:val="nil"/>
              <w:bottom w:val="single" w:sz="8" w:space="0" w:color="auto"/>
              <w:right w:val="single" w:sz="8" w:space="0" w:color="auto"/>
            </w:tcBorders>
          </w:tcPr>
          <w:p w14:paraId="4B8EEE22" w14:textId="77777777" w:rsidR="006C1737" w:rsidRPr="00630AB6" w:rsidRDefault="007452B9" w:rsidP="00B159D7">
            <w:pPr>
              <w:pStyle w:val="TAL"/>
            </w:pPr>
            <w:r w:rsidRPr="00630AB6">
              <w:rPr>
                <w:rFonts w:hint="eastAsia"/>
              </w:rPr>
              <w:t>Represents the Network Slice Instance Identifier</w:t>
            </w:r>
          </w:p>
        </w:tc>
      </w:tr>
    </w:tbl>
    <w:p w14:paraId="075C9B7E" w14:textId="77777777" w:rsidR="006C1737" w:rsidRPr="00630AB6" w:rsidRDefault="006C1737" w:rsidP="00B44433"/>
    <w:p w14:paraId="06C5D9C3" w14:textId="77777777" w:rsidR="00B44433" w:rsidRPr="00630AB6" w:rsidRDefault="00087ED8" w:rsidP="0041307B">
      <w:pPr>
        <w:pStyle w:val="Heading5"/>
      </w:pPr>
      <w:bookmarkStart w:id="79" w:name="_Toc74989842"/>
      <w:r w:rsidRPr="00630AB6">
        <w:t>6.</w:t>
      </w:r>
      <w:r w:rsidR="000E77D4" w:rsidRPr="00630AB6">
        <w:t>1.</w:t>
      </w:r>
      <w:r w:rsidR="004B1E63" w:rsidRPr="00630AB6">
        <w:t>6</w:t>
      </w:r>
      <w:r w:rsidRPr="00630AB6">
        <w:t>.</w:t>
      </w:r>
      <w:r w:rsidR="008174B8" w:rsidRPr="00630AB6">
        <w:t>3</w:t>
      </w:r>
      <w:r w:rsidRPr="00630AB6">
        <w:t>.3</w:t>
      </w:r>
      <w:r w:rsidR="00B44433" w:rsidRPr="00630AB6">
        <w:tab/>
        <w:t xml:space="preserve">Enumeration: </w:t>
      </w:r>
      <w:proofErr w:type="spellStart"/>
      <w:r w:rsidR="00DB5BAA" w:rsidRPr="00630AB6">
        <w:t>RoamingIndication</w:t>
      </w:r>
      <w:bookmarkEnd w:id="79"/>
      <w:proofErr w:type="spellEnd"/>
    </w:p>
    <w:p w14:paraId="6F3FCF06" w14:textId="77777777" w:rsidR="0015708C" w:rsidRPr="00630AB6" w:rsidRDefault="0015708C" w:rsidP="0041307B">
      <w:pPr>
        <w:pStyle w:val="TH"/>
        <w:outlineLvl w:val="0"/>
      </w:pPr>
      <w:r w:rsidRPr="00630AB6">
        <w:t>Table 6.</w:t>
      </w:r>
      <w:r w:rsidR="00387BE7" w:rsidRPr="00630AB6">
        <w:t>1.</w:t>
      </w:r>
      <w:r w:rsidR="004B1E63" w:rsidRPr="00630AB6">
        <w:t>6</w:t>
      </w:r>
      <w:r w:rsidR="00387BE7" w:rsidRPr="00630AB6">
        <w:t>.3</w:t>
      </w:r>
      <w:r w:rsidRPr="00630AB6">
        <w:t xml:space="preserve">.3-1: Enumeration </w:t>
      </w:r>
      <w:proofErr w:type="spellStart"/>
      <w:r w:rsidR="00DB5BAA" w:rsidRPr="00630AB6">
        <w:t>RoamingIndication</w:t>
      </w:r>
      <w:proofErr w:type="spellEnd"/>
    </w:p>
    <w:tbl>
      <w:tblPr>
        <w:tblW w:w="4650" w:type="pct"/>
        <w:tblCellMar>
          <w:left w:w="0" w:type="dxa"/>
          <w:right w:w="0" w:type="dxa"/>
        </w:tblCellMar>
        <w:tblLook w:val="04A0" w:firstRow="1" w:lastRow="0" w:firstColumn="1" w:lastColumn="0" w:noHBand="0" w:noVBand="1"/>
      </w:tblPr>
      <w:tblGrid>
        <w:gridCol w:w="3422"/>
        <w:gridCol w:w="5526"/>
      </w:tblGrid>
      <w:tr w:rsidR="0015708C" w:rsidRPr="00630AB6" w14:paraId="4EC67F3C" w14:textId="77777777" w:rsidTr="0015708C">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7DF61A6D" w14:textId="77777777" w:rsidR="0015708C" w:rsidRPr="00630AB6" w:rsidRDefault="0015708C">
            <w:pPr>
              <w:pStyle w:val="TAH"/>
            </w:pPr>
            <w:r w:rsidRPr="00630AB6">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6560D489" w14:textId="77777777" w:rsidR="0015708C" w:rsidRPr="00630AB6" w:rsidRDefault="0015708C">
            <w:pPr>
              <w:pStyle w:val="TAH"/>
            </w:pPr>
            <w:r w:rsidRPr="00630AB6">
              <w:t>Description</w:t>
            </w:r>
          </w:p>
        </w:tc>
      </w:tr>
      <w:tr w:rsidR="00DB5BAA" w:rsidRPr="00630AB6" w14:paraId="56F63CFE" w14:textId="77777777" w:rsidTr="0015708C">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00BF71E" w14:textId="77777777" w:rsidR="00DB5BAA" w:rsidRPr="00630AB6" w:rsidRDefault="00DB5BAA">
            <w:pPr>
              <w:pStyle w:val="TAL"/>
            </w:pPr>
            <w:r w:rsidRPr="00630AB6">
              <w:t>NON_ROAMING</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613F6F7" w14:textId="77777777" w:rsidR="00DB5BAA" w:rsidRPr="00630AB6" w:rsidRDefault="00DB5BAA">
            <w:pPr>
              <w:pStyle w:val="TAL"/>
            </w:pPr>
            <w:r w:rsidRPr="00630AB6">
              <w:t>This value indicates that the UE is not roaming.</w:t>
            </w:r>
          </w:p>
        </w:tc>
      </w:tr>
      <w:tr w:rsidR="00DB5BAA" w:rsidRPr="00630AB6" w14:paraId="1786694F" w14:textId="77777777" w:rsidTr="0015708C">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F8EBF41" w14:textId="77777777" w:rsidR="00DB5BAA" w:rsidRPr="00630AB6" w:rsidRDefault="00DB5BAA">
            <w:pPr>
              <w:pStyle w:val="TAL"/>
            </w:pPr>
            <w:r w:rsidRPr="00630AB6">
              <w:t>LOCAL_BREAKOUT</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24BF86D" w14:textId="77777777" w:rsidR="00DB5BAA" w:rsidRPr="00630AB6" w:rsidRDefault="00DB5BAA">
            <w:pPr>
              <w:pStyle w:val="TAL"/>
            </w:pPr>
            <w:r w:rsidRPr="00630AB6">
              <w:t>This value indicates that the UE is roaming but is using a local breakout PDU session.</w:t>
            </w:r>
          </w:p>
        </w:tc>
      </w:tr>
      <w:tr w:rsidR="00DB5BAA" w:rsidRPr="00630AB6" w14:paraId="27A9BC71" w14:textId="77777777" w:rsidTr="0015708C">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A82AAE8" w14:textId="77777777" w:rsidR="00DB5BAA" w:rsidRPr="00630AB6" w:rsidRDefault="00DB5BAA">
            <w:pPr>
              <w:pStyle w:val="TAL"/>
            </w:pPr>
            <w:r w:rsidRPr="00630AB6">
              <w:t>HOME_ROUTED_ROAMING</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1E34A65" w14:textId="77777777" w:rsidR="00DB5BAA" w:rsidRPr="00630AB6" w:rsidRDefault="00DB5BAA">
            <w:pPr>
              <w:pStyle w:val="TAL"/>
            </w:pPr>
            <w:r w:rsidRPr="00630AB6">
              <w:t>This value indicates that the UE is roaming and is using a home routed PDU session.</w:t>
            </w:r>
          </w:p>
        </w:tc>
      </w:tr>
    </w:tbl>
    <w:p w14:paraId="35AEF3EC" w14:textId="77777777" w:rsidR="0015708C" w:rsidRPr="00630AB6" w:rsidRDefault="0015708C" w:rsidP="00B44433">
      <w:pPr>
        <w:rPr>
          <w:lang w:val="en-US" w:eastAsia="zh-CN"/>
        </w:rPr>
      </w:pPr>
    </w:p>
    <w:p w14:paraId="13D07968" w14:textId="77777777" w:rsidR="00E055C0" w:rsidRPr="00630AB6" w:rsidRDefault="00E055C0" w:rsidP="0041307B">
      <w:pPr>
        <w:pStyle w:val="Heading4"/>
      </w:pPr>
      <w:bookmarkStart w:id="80" w:name="_Toc74989843"/>
      <w:r w:rsidRPr="00630AB6">
        <w:lastRenderedPageBreak/>
        <w:t>6.</w:t>
      </w:r>
      <w:r w:rsidR="000E77D4" w:rsidRPr="00630AB6">
        <w:t>1.</w:t>
      </w:r>
      <w:r w:rsidR="004B1E63" w:rsidRPr="00630AB6">
        <w:t>6</w:t>
      </w:r>
      <w:r w:rsidR="006614AA" w:rsidRPr="00630AB6">
        <w:t>.4</w:t>
      </w:r>
      <w:r w:rsidRPr="00630AB6">
        <w:tab/>
        <w:t xml:space="preserve">Binary </w:t>
      </w:r>
      <w:r w:rsidR="00BD560E" w:rsidRPr="00630AB6">
        <w:t>data</w:t>
      </w:r>
      <w:bookmarkEnd w:id="80"/>
    </w:p>
    <w:p w14:paraId="3FCE47FF" w14:textId="77777777" w:rsidR="0050466F" w:rsidRPr="00630AB6" w:rsidRDefault="0050466F" w:rsidP="00DE6817">
      <w:r w:rsidRPr="00630AB6">
        <w:rPr>
          <w:rFonts w:hint="eastAsia"/>
        </w:rPr>
        <w:t xml:space="preserve">There is no binary data used for the </w:t>
      </w:r>
      <w:proofErr w:type="spellStart"/>
      <w:r w:rsidRPr="00630AB6">
        <w:rPr>
          <w:rFonts w:hint="eastAsia"/>
        </w:rPr>
        <w:t>Nnssf_NS</w:t>
      </w:r>
      <w:r w:rsidRPr="00630AB6">
        <w:t>Selection</w:t>
      </w:r>
      <w:proofErr w:type="spellEnd"/>
      <w:r w:rsidRPr="00630AB6">
        <w:rPr>
          <w:rFonts w:hint="eastAsia"/>
        </w:rPr>
        <w:t xml:space="preserve"> service in this </w:t>
      </w:r>
      <w:r w:rsidRPr="00630AB6">
        <w:t>version of the API</w:t>
      </w:r>
      <w:r w:rsidRPr="00630AB6">
        <w:rPr>
          <w:rFonts w:hint="eastAsia"/>
        </w:rPr>
        <w:t>.</w:t>
      </w:r>
    </w:p>
    <w:p w14:paraId="67ACEAD5" w14:textId="77777777" w:rsidR="000C5200" w:rsidRPr="00630AB6" w:rsidRDefault="000C5200" w:rsidP="0041307B">
      <w:pPr>
        <w:pStyle w:val="Heading3"/>
      </w:pPr>
      <w:bookmarkStart w:id="81" w:name="_Toc74989844"/>
      <w:r w:rsidRPr="00630AB6">
        <w:t>6.1.</w:t>
      </w:r>
      <w:r w:rsidR="004B1E63" w:rsidRPr="00630AB6">
        <w:t>7</w:t>
      </w:r>
      <w:r w:rsidRPr="00630AB6">
        <w:tab/>
        <w:t>Error Handling</w:t>
      </w:r>
      <w:bookmarkEnd w:id="81"/>
    </w:p>
    <w:p w14:paraId="6FB9EE7A" w14:textId="77777777" w:rsidR="0050466F" w:rsidRPr="00630AB6" w:rsidRDefault="0050466F" w:rsidP="0050466F">
      <w:pPr>
        <w:pStyle w:val="Heading4"/>
      </w:pPr>
      <w:bookmarkStart w:id="82" w:name="_Toc74989845"/>
      <w:r w:rsidRPr="00630AB6">
        <w:t>6.1.7.1</w:t>
      </w:r>
      <w:r w:rsidRPr="00630AB6">
        <w:tab/>
        <w:t>General</w:t>
      </w:r>
      <w:bookmarkEnd w:id="82"/>
    </w:p>
    <w:p w14:paraId="4AFEBD40" w14:textId="77777777" w:rsidR="0050466F" w:rsidRPr="00630AB6" w:rsidRDefault="0050466F" w:rsidP="0050466F">
      <w:r w:rsidRPr="00630AB6">
        <w:t xml:space="preserve">HTTP error handling shall be supported as specified in </w:t>
      </w:r>
      <w:r w:rsidR="001765C8">
        <w:t>clause</w:t>
      </w:r>
      <w:r w:rsidRPr="00630AB6">
        <w:t> 5.2.4 of</w:t>
      </w:r>
      <w:r w:rsidR="00DE5E65">
        <w:t xml:space="preserve"> 3GPP TS </w:t>
      </w:r>
      <w:r w:rsidR="00DE5E65" w:rsidRPr="00630AB6">
        <w:t>29.500</w:t>
      </w:r>
      <w:r w:rsidR="00DE5E65">
        <w:t> </w:t>
      </w:r>
      <w:r w:rsidR="00DE5E65" w:rsidRPr="00630AB6">
        <w:t>[</w:t>
      </w:r>
      <w:r w:rsidRPr="00630AB6">
        <w:t>4].</w:t>
      </w:r>
    </w:p>
    <w:p w14:paraId="29AF0EB4" w14:textId="77777777" w:rsidR="0050466F" w:rsidRPr="00630AB6" w:rsidRDefault="0050466F" w:rsidP="0050466F">
      <w:pPr>
        <w:pStyle w:val="Heading4"/>
      </w:pPr>
      <w:bookmarkStart w:id="83" w:name="_Toc74989846"/>
      <w:r w:rsidRPr="00630AB6">
        <w:t>6.1.7.2</w:t>
      </w:r>
      <w:r w:rsidRPr="00630AB6">
        <w:tab/>
        <w:t>Protocol Errors</w:t>
      </w:r>
      <w:bookmarkEnd w:id="83"/>
    </w:p>
    <w:p w14:paraId="3BD3C9AF" w14:textId="77777777" w:rsidR="0050466F" w:rsidRPr="00630AB6" w:rsidRDefault="0050466F" w:rsidP="0050466F">
      <w:r w:rsidRPr="00630AB6">
        <w:t xml:space="preserve">Protocol Error Handling shall be supported as specified in </w:t>
      </w:r>
      <w:r w:rsidR="001765C8">
        <w:t>clause</w:t>
      </w:r>
      <w:r w:rsidRPr="00630AB6">
        <w:t xml:space="preserve"> 5.2.7.2 of</w:t>
      </w:r>
      <w:r w:rsidR="00DE5E65">
        <w:t xml:space="preserve"> 3GPP TS </w:t>
      </w:r>
      <w:r w:rsidR="00DE5E65" w:rsidRPr="00630AB6">
        <w:t>29.500</w:t>
      </w:r>
      <w:r w:rsidR="00DE5E65">
        <w:t> </w:t>
      </w:r>
      <w:r w:rsidR="00DE5E65" w:rsidRPr="00630AB6">
        <w:t>[</w:t>
      </w:r>
      <w:r w:rsidRPr="00630AB6">
        <w:t>4].</w:t>
      </w:r>
    </w:p>
    <w:p w14:paraId="46ED248D" w14:textId="77777777" w:rsidR="0050466F" w:rsidRPr="00630AB6" w:rsidRDefault="0050466F" w:rsidP="0050466F">
      <w:pPr>
        <w:pStyle w:val="Heading4"/>
      </w:pPr>
      <w:bookmarkStart w:id="84" w:name="_Toc74989847"/>
      <w:r w:rsidRPr="00630AB6">
        <w:t>6.1.7.3</w:t>
      </w:r>
      <w:r w:rsidRPr="00630AB6">
        <w:tab/>
        <w:t>Application Errors</w:t>
      </w:r>
      <w:bookmarkEnd w:id="84"/>
    </w:p>
    <w:p w14:paraId="12A0173B" w14:textId="77777777" w:rsidR="0050466F" w:rsidRPr="00630AB6" w:rsidRDefault="0050466F" w:rsidP="0050466F">
      <w:r w:rsidRPr="00630AB6">
        <w:rPr>
          <w:iCs/>
        </w:rPr>
        <w:t>The common application errors defined in the Table 5.2.7.2-1 in</w:t>
      </w:r>
      <w:r w:rsidR="00DE5E65">
        <w:rPr>
          <w:iCs/>
        </w:rPr>
        <w:t xml:space="preserve"> 3GPP TS </w:t>
      </w:r>
      <w:r w:rsidR="00DE5E65" w:rsidRPr="00630AB6">
        <w:rPr>
          <w:iCs/>
        </w:rPr>
        <w:t>29.500</w:t>
      </w:r>
      <w:r w:rsidR="00DE5E65">
        <w:rPr>
          <w:iCs/>
        </w:rPr>
        <w:t> </w:t>
      </w:r>
      <w:r w:rsidR="00DE5E65" w:rsidRPr="00630AB6">
        <w:rPr>
          <w:iCs/>
        </w:rPr>
        <w:t>[</w:t>
      </w:r>
      <w:r w:rsidRPr="00630AB6">
        <w:rPr>
          <w:iCs/>
        </w:rPr>
        <w:t xml:space="preserve">4] may also be used for the </w:t>
      </w:r>
      <w:proofErr w:type="spellStart"/>
      <w:r w:rsidRPr="00630AB6">
        <w:rPr>
          <w:iCs/>
        </w:rPr>
        <w:t>Nnssf_NSSelection</w:t>
      </w:r>
      <w:proofErr w:type="spellEnd"/>
      <w:r w:rsidRPr="00630AB6">
        <w:rPr>
          <w:iCs/>
        </w:rPr>
        <w:t xml:space="preserve"> service. </w:t>
      </w:r>
      <w:r w:rsidRPr="00630AB6">
        <w:t xml:space="preserve">The following application errors listed in Table 6.1.7.3-1 are specific for the </w:t>
      </w:r>
      <w:proofErr w:type="spellStart"/>
      <w:r w:rsidRPr="00630AB6">
        <w:rPr>
          <w:iCs/>
        </w:rPr>
        <w:t>Nnssf_NSSelection</w:t>
      </w:r>
      <w:proofErr w:type="spellEnd"/>
      <w:r w:rsidRPr="00630AB6">
        <w:t xml:space="preserve"> service.</w:t>
      </w:r>
    </w:p>
    <w:p w14:paraId="22A7FC64" w14:textId="77777777" w:rsidR="0050466F" w:rsidRPr="00630AB6" w:rsidRDefault="0050466F" w:rsidP="0050466F">
      <w:pPr>
        <w:pStyle w:val="TH"/>
      </w:pPr>
      <w:r w:rsidRPr="00630AB6">
        <w:t>Table 6.1.7.3-1: Application errors</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2642"/>
        <w:gridCol w:w="1830"/>
        <w:gridCol w:w="4951"/>
      </w:tblGrid>
      <w:tr w:rsidR="0050466F" w:rsidRPr="00630AB6" w14:paraId="4704239E" w14:textId="77777777" w:rsidTr="008C0438">
        <w:trPr>
          <w:jc w:val="center"/>
        </w:trPr>
        <w:tc>
          <w:tcPr>
            <w:tcW w:w="1402" w:type="pct"/>
            <w:tcBorders>
              <w:top w:val="single" w:sz="4" w:space="0" w:color="auto"/>
              <w:left w:val="single" w:sz="4" w:space="0" w:color="auto"/>
              <w:bottom w:val="single" w:sz="4" w:space="0" w:color="auto"/>
              <w:right w:val="single" w:sz="4" w:space="0" w:color="auto"/>
            </w:tcBorders>
          </w:tcPr>
          <w:p w14:paraId="218A4685" w14:textId="77777777" w:rsidR="0050466F" w:rsidRPr="00630AB6" w:rsidRDefault="0050466F" w:rsidP="008C0438">
            <w:pPr>
              <w:pStyle w:val="TAH"/>
            </w:pPr>
            <w:r w:rsidRPr="00630AB6">
              <w:t>Application Error</w:t>
            </w:r>
          </w:p>
        </w:tc>
        <w:tc>
          <w:tcPr>
            <w:tcW w:w="971" w:type="pct"/>
            <w:tcBorders>
              <w:top w:val="single" w:sz="4" w:space="0" w:color="auto"/>
              <w:left w:val="single" w:sz="4" w:space="0" w:color="auto"/>
              <w:bottom w:val="single" w:sz="4" w:space="0" w:color="auto"/>
              <w:right w:val="single" w:sz="4" w:space="0" w:color="auto"/>
            </w:tcBorders>
            <w:hideMark/>
          </w:tcPr>
          <w:p w14:paraId="50C02D03" w14:textId="77777777" w:rsidR="0050466F" w:rsidRPr="00630AB6" w:rsidRDefault="0050466F" w:rsidP="008C0438">
            <w:pPr>
              <w:pStyle w:val="TAH"/>
            </w:pPr>
            <w:r w:rsidRPr="00630AB6">
              <w:t>HTTP status code</w:t>
            </w:r>
          </w:p>
        </w:tc>
        <w:tc>
          <w:tcPr>
            <w:tcW w:w="2627" w:type="pct"/>
            <w:tcBorders>
              <w:top w:val="single" w:sz="4" w:space="0" w:color="auto"/>
              <w:left w:val="single" w:sz="4" w:space="0" w:color="auto"/>
              <w:bottom w:val="single" w:sz="4" w:space="0" w:color="auto"/>
              <w:right w:val="single" w:sz="4" w:space="0" w:color="auto"/>
            </w:tcBorders>
            <w:hideMark/>
          </w:tcPr>
          <w:p w14:paraId="778BBDFA" w14:textId="77777777" w:rsidR="0050466F" w:rsidRPr="00630AB6" w:rsidRDefault="0050466F" w:rsidP="008C0438">
            <w:pPr>
              <w:pStyle w:val="TAH"/>
            </w:pPr>
            <w:r w:rsidRPr="00630AB6">
              <w:t>Description</w:t>
            </w:r>
          </w:p>
        </w:tc>
      </w:tr>
      <w:tr w:rsidR="0050466F" w:rsidRPr="00630AB6" w14:paraId="18C98F83" w14:textId="77777777" w:rsidTr="008C0438">
        <w:trPr>
          <w:jc w:val="center"/>
        </w:trPr>
        <w:tc>
          <w:tcPr>
            <w:tcW w:w="1402" w:type="pct"/>
            <w:tcBorders>
              <w:top w:val="single" w:sz="4" w:space="0" w:color="auto"/>
              <w:left w:val="single" w:sz="4" w:space="0" w:color="auto"/>
              <w:bottom w:val="single" w:sz="4" w:space="0" w:color="auto"/>
              <w:right w:val="single" w:sz="4" w:space="0" w:color="auto"/>
            </w:tcBorders>
          </w:tcPr>
          <w:p w14:paraId="04D751B9" w14:textId="77777777" w:rsidR="0050466F" w:rsidRPr="00630AB6" w:rsidRDefault="0050466F" w:rsidP="008C0438">
            <w:pPr>
              <w:pStyle w:val="TAC"/>
            </w:pPr>
            <w:r w:rsidRPr="00630AB6">
              <w:t>SNSSAI_NOT_SUPPORTED</w:t>
            </w:r>
          </w:p>
        </w:tc>
        <w:tc>
          <w:tcPr>
            <w:tcW w:w="971" w:type="pct"/>
            <w:tcBorders>
              <w:top w:val="single" w:sz="4" w:space="0" w:color="auto"/>
              <w:left w:val="single" w:sz="4" w:space="0" w:color="auto"/>
              <w:bottom w:val="single" w:sz="4" w:space="0" w:color="auto"/>
              <w:right w:val="single" w:sz="4" w:space="0" w:color="auto"/>
            </w:tcBorders>
          </w:tcPr>
          <w:p w14:paraId="5366DA35" w14:textId="77777777" w:rsidR="0050466F" w:rsidRPr="00630AB6" w:rsidRDefault="0050466F" w:rsidP="008C0438">
            <w:pPr>
              <w:pStyle w:val="TAC"/>
            </w:pPr>
            <w:r w:rsidRPr="00630AB6">
              <w:rPr>
                <w:rFonts w:hint="eastAsia"/>
              </w:rPr>
              <w:t>403 Forbidden</w:t>
            </w:r>
          </w:p>
        </w:tc>
        <w:tc>
          <w:tcPr>
            <w:tcW w:w="2627" w:type="pct"/>
            <w:tcBorders>
              <w:top w:val="single" w:sz="4" w:space="0" w:color="auto"/>
              <w:left w:val="single" w:sz="4" w:space="0" w:color="auto"/>
              <w:bottom w:val="single" w:sz="4" w:space="0" w:color="auto"/>
              <w:right w:val="single" w:sz="4" w:space="0" w:color="auto"/>
            </w:tcBorders>
          </w:tcPr>
          <w:p w14:paraId="2BCDFF58" w14:textId="77777777" w:rsidR="0050466F" w:rsidRPr="00630AB6" w:rsidRDefault="0050466F" w:rsidP="008C0438">
            <w:pPr>
              <w:pStyle w:val="TAL"/>
            </w:pPr>
            <w:r w:rsidRPr="00630AB6">
              <w:rPr>
                <w:rFonts w:hint="eastAsia"/>
              </w:rPr>
              <w:t xml:space="preserve">This cause value shall be set when </w:t>
            </w:r>
            <w:r w:rsidRPr="00630AB6">
              <w:t>the requested slice selection information is for SNSSAI(s) not supported in the PLMN.</w:t>
            </w:r>
          </w:p>
        </w:tc>
      </w:tr>
    </w:tbl>
    <w:p w14:paraId="07936571" w14:textId="77777777" w:rsidR="0050466F" w:rsidRPr="00630AB6" w:rsidRDefault="0050466F" w:rsidP="00DE6817">
      <w:pPr>
        <w:rPr>
          <w:lang w:val="en-US" w:eastAsia="zh-CN"/>
        </w:rPr>
      </w:pPr>
    </w:p>
    <w:p w14:paraId="3CA75327" w14:textId="77777777" w:rsidR="0037667E" w:rsidRPr="00630AB6" w:rsidRDefault="0037667E" w:rsidP="0041307B">
      <w:pPr>
        <w:pStyle w:val="Heading3"/>
      </w:pPr>
      <w:bookmarkStart w:id="85" w:name="_Toc74989848"/>
      <w:r w:rsidRPr="00630AB6">
        <w:t>6.1.</w:t>
      </w:r>
      <w:r w:rsidRPr="00630AB6">
        <w:rPr>
          <w:rFonts w:hint="eastAsia"/>
          <w:lang w:eastAsia="zh-CN"/>
        </w:rPr>
        <w:t>8</w:t>
      </w:r>
      <w:r w:rsidRPr="00630AB6">
        <w:tab/>
        <w:t>Feature negotiation</w:t>
      </w:r>
      <w:bookmarkEnd w:id="85"/>
    </w:p>
    <w:p w14:paraId="7A2DD45C" w14:textId="77777777" w:rsidR="0037667E" w:rsidRPr="00630AB6" w:rsidRDefault="0037667E" w:rsidP="0037667E">
      <w:pPr>
        <w:rPr>
          <w:lang w:val="en-US"/>
        </w:rPr>
      </w:pPr>
      <w:r w:rsidRPr="00630AB6">
        <w:rPr>
          <w:lang w:val="en-US"/>
        </w:rPr>
        <w:t xml:space="preserve">The feature negotiation mechanism specified in </w:t>
      </w:r>
      <w:r w:rsidR="001765C8">
        <w:rPr>
          <w:lang w:val="en-US"/>
        </w:rPr>
        <w:t>clause</w:t>
      </w:r>
      <w:r w:rsidRPr="00630AB6">
        <w:rPr>
          <w:lang w:val="en-US"/>
        </w:rPr>
        <w:t xml:space="preserve"> 6.6 of</w:t>
      </w:r>
      <w:r w:rsidR="00DE5E65">
        <w:rPr>
          <w:lang w:val="en-US"/>
        </w:rPr>
        <w:t xml:space="preserve"> 3GPP TS </w:t>
      </w:r>
      <w:r w:rsidR="00DE5E65" w:rsidRPr="00630AB6">
        <w:rPr>
          <w:lang w:val="en-US"/>
        </w:rPr>
        <w:t>29.500</w:t>
      </w:r>
      <w:r w:rsidR="00DE5E65">
        <w:rPr>
          <w:lang w:val="en-US"/>
        </w:rPr>
        <w:t> </w:t>
      </w:r>
      <w:r w:rsidR="00DE5E65" w:rsidRPr="00630AB6">
        <w:rPr>
          <w:lang w:val="en-US"/>
        </w:rPr>
        <w:t>[</w:t>
      </w:r>
      <w:r w:rsidRPr="00630AB6">
        <w:rPr>
          <w:lang w:val="en-US"/>
        </w:rPr>
        <w:t xml:space="preserve">4] shall be used to negotiate the optional features applicable between the NSSF and the NF Service Consumer, for the </w:t>
      </w:r>
      <w:proofErr w:type="spellStart"/>
      <w:r w:rsidRPr="00630AB6">
        <w:rPr>
          <w:lang w:val="en-US"/>
        </w:rPr>
        <w:t>Nnssf_NSSelection</w:t>
      </w:r>
      <w:proofErr w:type="spellEnd"/>
      <w:r w:rsidRPr="00630AB6">
        <w:rPr>
          <w:lang w:val="en-US"/>
        </w:rPr>
        <w:t xml:space="preserve"> service, if any.</w:t>
      </w:r>
    </w:p>
    <w:p w14:paraId="4B38BB6B" w14:textId="77777777" w:rsidR="0037667E" w:rsidRPr="00630AB6" w:rsidRDefault="0037667E" w:rsidP="0037667E">
      <w:pPr>
        <w:rPr>
          <w:lang w:val="en-US"/>
        </w:rPr>
      </w:pPr>
      <w:r w:rsidRPr="00630AB6">
        <w:rPr>
          <w:lang w:val="en-US"/>
        </w:rPr>
        <w:t xml:space="preserve">The NF Service Consumer shall indicate the optional features it supports for the </w:t>
      </w:r>
      <w:proofErr w:type="spellStart"/>
      <w:r w:rsidRPr="00630AB6">
        <w:rPr>
          <w:lang w:val="en-US"/>
        </w:rPr>
        <w:t>Nnssf_NSSelection</w:t>
      </w:r>
      <w:proofErr w:type="spellEnd"/>
      <w:r w:rsidRPr="00630AB6">
        <w:rPr>
          <w:lang w:val="en-US"/>
        </w:rPr>
        <w:t xml:space="preserve"> service, if any, by including the </w:t>
      </w:r>
      <w:proofErr w:type="spellStart"/>
      <w:r w:rsidRPr="00630AB6">
        <w:rPr>
          <w:lang w:val="en-US"/>
        </w:rPr>
        <w:t>supportedFeatures</w:t>
      </w:r>
      <w:proofErr w:type="spellEnd"/>
      <w:r w:rsidRPr="00630AB6">
        <w:rPr>
          <w:lang w:val="en-US"/>
        </w:rPr>
        <w:t xml:space="preserve"> attribute in the HTTP POST request when requesting the NSSF to provide the allowed NSSAI information.</w:t>
      </w:r>
    </w:p>
    <w:p w14:paraId="5A7AC439" w14:textId="77777777" w:rsidR="0037667E" w:rsidRPr="00630AB6" w:rsidRDefault="0037667E" w:rsidP="0037667E">
      <w:pPr>
        <w:rPr>
          <w:lang w:val="en-US"/>
        </w:rPr>
      </w:pPr>
      <w:r w:rsidRPr="00630AB6">
        <w:rPr>
          <w:lang w:val="en-US"/>
        </w:rPr>
        <w:t xml:space="preserve">The NSSF shall determine the supported features for the requested network slice information resource as specified in </w:t>
      </w:r>
      <w:r w:rsidR="001765C8">
        <w:rPr>
          <w:lang w:val="en-US"/>
        </w:rPr>
        <w:t>clause</w:t>
      </w:r>
      <w:r w:rsidRPr="00630AB6">
        <w:rPr>
          <w:lang w:val="en-US"/>
        </w:rPr>
        <w:t xml:space="preserve"> 6.6 of</w:t>
      </w:r>
      <w:r w:rsidR="00DE5E65">
        <w:rPr>
          <w:lang w:val="en-US"/>
        </w:rPr>
        <w:t xml:space="preserve"> 3GPP TS </w:t>
      </w:r>
      <w:r w:rsidR="00DE5E65" w:rsidRPr="00630AB6">
        <w:rPr>
          <w:lang w:val="en-US"/>
        </w:rPr>
        <w:t>29.500</w:t>
      </w:r>
      <w:r w:rsidR="00DE5E65">
        <w:rPr>
          <w:lang w:val="en-US"/>
        </w:rPr>
        <w:t> </w:t>
      </w:r>
      <w:r w:rsidR="00DE5E65" w:rsidRPr="00630AB6">
        <w:rPr>
          <w:lang w:val="en-US"/>
        </w:rPr>
        <w:t>[</w:t>
      </w:r>
      <w:r w:rsidRPr="00630AB6">
        <w:rPr>
          <w:lang w:val="en-US"/>
        </w:rPr>
        <w:t xml:space="preserve">4] and shall indicate the supported features by including the </w:t>
      </w:r>
      <w:proofErr w:type="spellStart"/>
      <w:r w:rsidRPr="00630AB6">
        <w:rPr>
          <w:lang w:val="en-US"/>
        </w:rPr>
        <w:t>supportedFeatures</w:t>
      </w:r>
      <w:proofErr w:type="spellEnd"/>
      <w:r w:rsidRPr="00630AB6">
        <w:rPr>
          <w:lang w:val="en-US"/>
        </w:rPr>
        <w:t xml:space="preserve"> attribute in the allowed NSSAI information it returns in the HTTP response.</w:t>
      </w:r>
    </w:p>
    <w:p w14:paraId="32C69C12" w14:textId="77777777" w:rsidR="0037667E" w:rsidRPr="00630AB6" w:rsidRDefault="0037667E" w:rsidP="0037667E">
      <w:pPr>
        <w:rPr>
          <w:lang w:val="en-US"/>
        </w:rPr>
      </w:pPr>
      <w:r w:rsidRPr="00630AB6">
        <w:rPr>
          <w:lang w:val="en-US"/>
        </w:rPr>
        <w:t xml:space="preserve">The syntax of the </w:t>
      </w:r>
      <w:proofErr w:type="spellStart"/>
      <w:r w:rsidRPr="00630AB6">
        <w:rPr>
          <w:lang w:val="en-US"/>
        </w:rPr>
        <w:t>supportedFeatures</w:t>
      </w:r>
      <w:proofErr w:type="spellEnd"/>
      <w:r w:rsidRPr="00630AB6">
        <w:rPr>
          <w:lang w:val="en-US"/>
        </w:rPr>
        <w:t xml:space="preserve"> attribute is defined in </w:t>
      </w:r>
      <w:r w:rsidR="001765C8">
        <w:rPr>
          <w:lang w:val="en-US"/>
        </w:rPr>
        <w:t>clause</w:t>
      </w:r>
      <w:r w:rsidRPr="00630AB6">
        <w:rPr>
          <w:lang w:val="en-US"/>
        </w:rPr>
        <w:t xml:space="preserve"> 5.2.2 of</w:t>
      </w:r>
      <w:r w:rsidR="00DE5E65">
        <w:rPr>
          <w:lang w:val="en-US"/>
        </w:rPr>
        <w:t xml:space="preserve"> 3GPP TS </w:t>
      </w:r>
      <w:r w:rsidR="00DE5E65" w:rsidRPr="00630AB6">
        <w:rPr>
          <w:lang w:val="en-US"/>
        </w:rPr>
        <w:t>29.57</w:t>
      </w:r>
      <w:r w:rsidR="00DE5E65">
        <w:rPr>
          <w:lang w:val="en-US"/>
        </w:rPr>
        <w:t>1 </w:t>
      </w:r>
      <w:r w:rsidR="00DE5E65" w:rsidRPr="00630AB6">
        <w:rPr>
          <w:lang w:val="en-US"/>
        </w:rPr>
        <w:t>[</w:t>
      </w:r>
      <w:r w:rsidR="00EE1738">
        <w:rPr>
          <w:lang w:val="en-US"/>
        </w:rPr>
        <w:t>7</w:t>
      </w:r>
      <w:r w:rsidR="00C00BCA" w:rsidRPr="00630AB6">
        <w:rPr>
          <w:lang w:val="en-US"/>
        </w:rPr>
        <w:t>].</w:t>
      </w:r>
    </w:p>
    <w:p w14:paraId="085E1E75" w14:textId="77777777" w:rsidR="0037667E" w:rsidRPr="00630AB6" w:rsidRDefault="0037667E" w:rsidP="0037667E">
      <w:pPr>
        <w:rPr>
          <w:lang w:val="en-US"/>
        </w:rPr>
      </w:pPr>
      <w:r w:rsidRPr="00630AB6">
        <w:rPr>
          <w:lang w:val="en-US"/>
        </w:rPr>
        <w:t xml:space="preserve">The following features are defined for the </w:t>
      </w:r>
      <w:proofErr w:type="spellStart"/>
      <w:r w:rsidRPr="00630AB6">
        <w:rPr>
          <w:lang w:val="en-US"/>
        </w:rPr>
        <w:t>Nnssf_NSSelection</w:t>
      </w:r>
      <w:proofErr w:type="spellEnd"/>
      <w:r w:rsidRPr="00630AB6">
        <w:rPr>
          <w:lang w:val="en-US"/>
        </w:rPr>
        <w:t xml:space="preserve"> service.</w:t>
      </w:r>
    </w:p>
    <w:p w14:paraId="1DC31FA9" w14:textId="77777777" w:rsidR="0037667E" w:rsidRPr="00630AB6" w:rsidRDefault="0037667E" w:rsidP="0041307B">
      <w:pPr>
        <w:pStyle w:val="TH"/>
        <w:outlineLvl w:val="0"/>
      </w:pPr>
      <w:r w:rsidRPr="00630AB6">
        <w:t>Table 6.1.</w:t>
      </w:r>
      <w:r w:rsidRPr="00630AB6">
        <w:rPr>
          <w:rFonts w:hint="eastAsia"/>
          <w:lang w:eastAsia="zh-CN"/>
        </w:rPr>
        <w:t>8</w:t>
      </w:r>
      <w:r w:rsidRPr="00630AB6">
        <w:t xml:space="preserve">-1: Features of </w:t>
      </w:r>
      <w:proofErr w:type="spellStart"/>
      <w:r w:rsidRPr="00630AB6">
        <w:t>supportedFeatures</w:t>
      </w:r>
      <w:proofErr w:type="spellEnd"/>
      <w:r w:rsidRPr="00630AB6">
        <w:t xml:space="preserve"> attribute used by </w:t>
      </w:r>
      <w:proofErr w:type="spellStart"/>
      <w:r w:rsidRPr="00630AB6">
        <w:rPr>
          <w:lang w:val="en-US"/>
        </w:rPr>
        <w:t>Nnssf_NSSelection</w:t>
      </w:r>
      <w:proofErr w:type="spellEnd"/>
      <w:r w:rsidRPr="00630AB6">
        <w:t xml:space="preserve"> service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063"/>
        <w:gridCol w:w="639"/>
        <w:gridCol w:w="6520"/>
      </w:tblGrid>
      <w:tr w:rsidR="0037667E" w:rsidRPr="00630AB6" w14:paraId="472EA447" w14:textId="77777777" w:rsidTr="00723EEE">
        <w:trPr>
          <w:cantSplit/>
          <w:jc w:val="center"/>
        </w:trPr>
        <w:tc>
          <w:tcPr>
            <w:tcW w:w="993" w:type="dxa"/>
          </w:tcPr>
          <w:p w14:paraId="61A24FDD" w14:textId="77777777" w:rsidR="0037667E" w:rsidRPr="00630AB6" w:rsidRDefault="0037667E" w:rsidP="00723EEE">
            <w:pPr>
              <w:pStyle w:val="TAH"/>
            </w:pPr>
            <w:r w:rsidRPr="00630AB6">
              <w:t>Feature Number</w:t>
            </w:r>
          </w:p>
        </w:tc>
        <w:tc>
          <w:tcPr>
            <w:tcW w:w="1063" w:type="dxa"/>
          </w:tcPr>
          <w:p w14:paraId="2ADEB757" w14:textId="77777777" w:rsidR="0037667E" w:rsidRPr="00630AB6" w:rsidRDefault="0037667E" w:rsidP="00723EEE">
            <w:pPr>
              <w:pStyle w:val="TAH"/>
            </w:pPr>
            <w:r w:rsidRPr="00630AB6">
              <w:t>Feature</w:t>
            </w:r>
          </w:p>
        </w:tc>
        <w:tc>
          <w:tcPr>
            <w:tcW w:w="639" w:type="dxa"/>
          </w:tcPr>
          <w:p w14:paraId="3D2C4738" w14:textId="77777777" w:rsidR="0037667E" w:rsidRPr="00630AB6" w:rsidRDefault="0037667E" w:rsidP="00723EEE">
            <w:pPr>
              <w:pStyle w:val="TAH"/>
            </w:pPr>
            <w:r w:rsidRPr="00630AB6">
              <w:t>M/O</w:t>
            </w:r>
          </w:p>
        </w:tc>
        <w:tc>
          <w:tcPr>
            <w:tcW w:w="6520" w:type="dxa"/>
          </w:tcPr>
          <w:p w14:paraId="66B4F52D" w14:textId="77777777" w:rsidR="0037667E" w:rsidRPr="00630AB6" w:rsidRDefault="0037667E" w:rsidP="00723EEE">
            <w:pPr>
              <w:pStyle w:val="TAH"/>
            </w:pPr>
            <w:r w:rsidRPr="00630AB6">
              <w:t>Description</w:t>
            </w:r>
          </w:p>
        </w:tc>
      </w:tr>
      <w:tr w:rsidR="0037667E" w:rsidRPr="00630AB6" w14:paraId="79C614CA" w14:textId="77777777" w:rsidTr="00723EEE">
        <w:trPr>
          <w:cantSplit/>
          <w:jc w:val="center"/>
        </w:trPr>
        <w:tc>
          <w:tcPr>
            <w:tcW w:w="993" w:type="dxa"/>
          </w:tcPr>
          <w:p w14:paraId="636104F8" w14:textId="77777777" w:rsidR="0037667E" w:rsidRPr="00630AB6" w:rsidRDefault="0037667E" w:rsidP="00723EEE">
            <w:pPr>
              <w:pStyle w:val="TAC"/>
            </w:pPr>
          </w:p>
        </w:tc>
        <w:tc>
          <w:tcPr>
            <w:tcW w:w="1063" w:type="dxa"/>
          </w:tcPr>
          <w:p w14:paraId="1C087B62" w14:textId="77777777" w:rsidR="0037667E" w:rsidRPr="00630AB6" w:rsidRDefault="0037667E" w:rsidP="00723EEE">
            <w:pPr>
              <w:pStyle w:val="TAL"/>
              <w:rPr>
                <w:color w:val="FF0000"/>
              </w:rPr>
            </w:pPr>
          </w:p>
        </w:tc>
        <w:tc>
          <w:tcPr>
            <w:tcW w:w="639" w:type="dxa"/>
          </w:tcPr>
          <w:p w14:paraId="0C72178D" w14:textId="77777777" w:rsidR="0037667E" w:rsidRPr="00630AB6" w:rsidRDefault="0037667E" w:rsidP="00723EEE">
            <w:pPr>
              <w:pStyle w:val="TAC"/>
              <w:rPr>
                <w:color w:val="FF0000"/>
              </w:rPr>
            </w:pPr>
          </w:p>
        </w:tc>
        <w:tc>
          <w:tcPr>
            <w:tcW w:w="6520" w:type="dxa"/>
          </w:tcPr>
          <w:p w14:paraId="0FFE3180" w14:textId="77777777" w:rsidR="0037667E" w:rsidRPr="00630AB6" w:rsidRDefault="0037667E" w:rsidP="00723EEE">
            <w:pPr>
              <w:pStyle w:val="TAL"/>
              <w:jc w:val="center"/>
            </w:pPr>
          </w:p>
          <w:p w14:paraId="25BDB499" w14:textId="77777777" w:rsidR="0037667E" w:rsidRPr="00630AB6" w:rsidRDefault="0037667E" w:rsidP="00723EEE">
            <w:pPr>
              <w:pStyle w:val="TAL"/>
            </w:pPr>
            <w:r w:rsidRPr="00630AB6">
              <w:t xml:space="preserve"> </w:t>
            </w:r>
          </w:p>
        </w:tc>
      </w:tr>
      <w:tr w:rsidR="0037667E" w:rsidRPr="00630AB6" w14:paraId="287A8A52" w14:textId="77777777" w:rsidTr="00723EEE">
        <w:trPr>
          <w:cantSplit/>
          <w:jc w:val="center"/>
        </w:trPr>
        <w:tc>
          <w:tcPr>
            <w:tcW w:w="9215" w:type="dxa"/>
            <w:gridSpan w:val="4"/>
          </w:tcPr>
          <w:p w14:paraId="3F1886F7" w14:textId="77777777" w:rsidR="0037667E" w:rsidRPr="00630AB6" w:rsidRDefault="0037667E" w:rsidP="00723EEE">
            <w:pPr>
              <w:pStyle w:val="TAL"/>
              <w:rPr>
                <w:bCs/>
              </w:rPr>
            </w:pPr>
            <w:r w:rsidRPr="00630AB6">
              <w:t xml:space="preserve">Feature number: The order number of the feature within the </w:t>
            </w:r>
            <w:proofErr w:type="spellStart"/>
            <w:r w:rsidRPr="00630AB6">
              <w:t>s</w:t>
            </w:r>
            <w:r w:rsidRPr="00630AB6">
              <w:rPr>
                <w:bCs/>
              </w:rPr>
              <w:t>upportedFeatures</w:t>
            </w:r>
            <w:proofErr w:type="spellEnd"/>
            <w:r w:rsidRPr="00630AB6">
              <w:rPr>
                <w:bCs/>
              </w:rPr>
              <w:t xml:space="preserve"> attribute (starting with 1).</w:t>
            </w:r>
          </w:p>
          <w:p w14:paraId="2AFE75B1" w14:textId="77777777" w:rsidR="0037667E" w:rsidRPr="00630AB6" w:rsidRDefault="0037667E" w:rsidP="00723EEE">
            <w:pPr>
              <w:pStyle w:val="TAL"/>
              <w:rPr>
                <w:bCs/>
              </w:rPr>
            </w:pPr>
            <w:r w:rsidRPr="00630AB6">
              <w:rPr>
                <w:bCs/>
              </w:rPr>
              <w:t>Feature: A short name that can be used to refer to the bit and to the feature.</w:t>
            </w:r>
          </w:p>
          <w:p w14:paraId="7EF5D778" w14:textId="77777777" w:rsidR="0037667E" w:rsidRPr="00630AB6" w:rsidRDefault="0037667E" w:rsidP="00723EEE">
            <w:pPr>
              <w:pStyle w:val="TAL"/>
              <w:rPr>
                <w:bCs/>
              </w:rPr>
            </w:pPr>
            <w:r w:rsidRPr="00630AB6">
              <w:rPr>
                <w:bCs/>
              </w:rPr>
              <w:t>M/O: Defines if the implementation of the feature is mandatory (</w:t>
            </w:r>
            <w:r w:rsidRPr="00630AB6">
              <w:t>"</w:t>
            </w:r>
            <w:r w:rsidRPr="00630AB6">
              <w:rPr>
                <w:bCs/>
              </w:rPr>
              <w:t>M</w:t>
            </w:r>
            <w:r w:rsidRPr="00630AB6">
              <w:t>"</w:t>
            </w:r>
            <w:r w:rsidRPr="00630AB6">
              <w:rPr>
                <w:bCs/>
              </w:rPr>
              <w:t>) or optional (</w:t>
            </w:r>
            <w:r w:rsidRPr="00630AB6">
              <w:t>"</w:t>
            </w:r>
            <w:r w:rsidRPr="00630AB6">
              <w:rPr>
                <w:bCs/>
              </w:rPr>
              <w:t>O</w:t>
            </w:r>
            <w:r w:rsidRPr="00630AB6">
              <w:t>"</w:t>
            </w:r>
            <w:r w:rsidRPr="00630AB6">
              <w:rPr>
                <w:bCs/>
              </w:rPr>
              <w:t>).</w:t>
            </w:r>
          </w:p>
          <w:p w14:paraId="3858246F" w14:textId="77777777" w:rsidR="0037667E" w:rsidRPr="00630AB6" w:rsidRDefault="0037667E" w:rsidP="00723EEE">
            <w:pPr>
              <w:pStyle w:val="TAL"/>
            </w:pPr>
            <w:r w:rsidRPr="00630AB6">
              <w:t>Description: A clear textual description of the feature.</w:t>
            </w:r>
          </w:p>
        </w:tc>
      </w:tr>
    </w:tbl>
    <w:p w14:paraId="00193705" w14:textId="77777777" w:rsidR="0037667E" w:rsidRPr="00630AB6" w:rsidRDefault="0037667E" w:rsidP="00BB59D6">
      <w:pPr>
        <w:rPr>
          <w:lang w:eastAsia="zh-CN"/>
        </w:rPr>
      </w:pPr>
    </w:p>
    <w:p w14:paraId="62607C60" w14:textId="77777777" w:rsidR="006B52EB" w:rsidRPr="00630AB6" w:rsidRDefault="006B52EB" w:rsidP="006B52EB">
      <w:pPr>
        <w:pStyle w:val="Heading3"/>
        <w:rPr>
          <w:lang w:val="en-US"/>
        </w:rPr>
      </w:pPr>
      <w:bookmarkStart w:id="86" w:name="_Toc74989849"/>
      <w:r w:rsidRPr="00630AB6">
        <w:rPr>
          <w:lang w:val="en-US"/>
        </w:rPr>
        <w:lastRenderedPageBreak/>
        <w:t>6.1.</w:t>
      </w:r>
      <w:r w:rsidR="004A7A61" w:rsidRPr="00630AB6">
        <w:rPr>
          <w:lang w:val="en-US"/>
        </w:rPr>
        <w:t>9</w:t>
      </w:r>
      <w:r w:rsidRPr="00630AB6">
        <w:rPr>
          <w:lang w:val="en-US"/>
        </w:rPr>
        <w:tab/>
        <w:t>Security</w:t>
      </w:r>
      <w:bookmarkEnd w:id="86"/>
    </w:p>
    <w:p w14:paraId="2A906C9C" w14:textId="77777777" w:rsidR="006B52EB" w:rsidRPr="00630AB6" w:rsidRDefault="006B52EB" w:rsidP="006B52EB">
      <w:pPr>
        <w:rPr>
          <w:lang w:val="en-US"/>
        </w:rPr>
      </w:pPr>
      <w:r w:rsidRPr="00630AB6">
        <w:rPr>
          <w:lang w:val="en-US"/>
        </w:rPr>
        <w:t>As indicated in</w:t>
      </w:r>
      <w:r w:rsidR="00DE5E65">
        <w:rPr>
          <w:lang w:val="en-US"/>
        </w:rPr>
        <w:t xml:space="preserve"> 3GPP TS </w:t>
      </w:r>
      <w:r w:rsidR="00DE5E65" w:rsidRPr="00630AB6">
        <w:rPr>
          <w:lang w:val="en-US"/>
        </w:rPr>
        <w:t>33.501</w:t>
      </w:r>
      <w:r w:rsidR="00DE5E65">
        <w:rPr>
          <w:lang w:val="en-US"/>
        </w:rPr>
        <w:t> </w:t>
      </w:r>
      <w:r w:rsidR="00DE5E65" w:rsidRPr="00630AB6">
        <w:rPr>
          <w:lang w:val="en-US"/>
        </w:rPr>
        <w:t>[</w:t>
      </w:r>
      <w:r w:rsidR="004A7A61" w:rsidRPr="00630AB6">
        <w:rPr>
          <w:lang w:val="en-US"/>
        </w:rPr>
        <w:t>11</w:t>
      </w:r>
      <w:r w:rsidRPr="00630AB6">
        <w:rPr>
          <w:lang w:val="en-US"/>
        </w:rPr>
        <w:t>]</w:t>
      </w:r>
      <w:r w:rsidR="00CE4C38">
        <w:rPr>
          <w:lang w:val="en-US"/>
        </w:rPr>
        <w:t xml:space="preserve"> and</w:t>
      </w:r>
      <w:r w:rsidR="00DE5E65">
        <w:rPr>
          <w:lang w:val="en-US"/>
        </w:rPr>
        <w:t xml:space="preserve"> 3GPP TS </w:t>
      </w:r>
      <w:r w:rsidR="00DE5E65" w:rsidRPr="00E763C8">
        <w:rPr>
          <w:lang w:val="en-US"/>
        </w:rPr>
        <w:t>29.500</w:t>
      </w:r>
      <w:r w:rsidR="00DE5E65">
        <w:rPr>
          <w:lang w:val="en-US"/>
        </w:rPr>
        <w:t> [</w:t>
      </w:r>
      <w:r w:rsidR="00CE4C38">
        <w:rPr>
          <w:lang w:val="en-US"/>
        </w:rPr>
        <w:t>4]</w:t>
      </w:r>
      <w:r w:rsidRPr="00630AB6">
        <w:rPr>
          <w:lang w:val="en-US"/>
        </w:rPr>
        <w:t xml:space="preserve">, the access to the </w:t>
      </w:r>
      <w:proofErr w:type="spellStart"/>
      <w:r w:rsidRPr="00630AB6">
        <w:rPr>
          <w:lang w:val="en-US"/>
        </w:rPr>
        <w:t>Nnssf_NSSelection</w:t>
      </w:r>
      <w:proofErr w:type="spellEnd"/>
      <w:r w:rsidRPr="00630AB6">
        <w:rPr>
          <w:lang w:val="en-US"/>
        </w:rPr>
        <w:t xml:space="preserve"> API </w:t>
      </w:r>
      <w:r w:rsidR="00CE4C38">
        <w:rPr>
          <w:lang w:val="en-US"/>
        </w:rPr>
        <w:t>may</w:t>
      </w:r>
      <w:r w:rsidR="00CE4C38" w:rsidRPr="00630AB6">
        <w:rPr>
          <w:lang w:val="en-US"/>
        </w:rPr>
        <w:t xml:space="preserve"> </w:t>
      </w:r>
      <w:r w:rsidRPr="00630AB6">
        <w:rPr>
          <w:lang w:val="en-US"/>
        </w:rPr>
        <w:t xml:space="preserve">be authorized by means of the OAuth2 protocol (see </w:t>
      </w:r>
      <w:r w:rsidR="00DE5E65" w:rsidRPr="00630AB6">
        <w:rPr>
          <w:lang w:val="en-US"/>
        </w:rPr>
        <w:t>IETF</w:t>
      </w:r>
      <w:r w:rsidR="00DE5E65">
        <w:rPr>
          <w:lang w:val="en-US"/>
        </w:rPr>
        <w:t> </w:t>
      </w:r>
      <w:r w:rsidR="00DE5E65" w:rsidRPr="00630AB6">
        <w:rPr>
          <w:lang w:val="en-US"/>
        </w:rPr>
        <w:t>RFC</w:t>
      </w:r>
      <w:r w:rsidR="00DE5E65">
        <w:rPr>
          <w:lang w:val="en-US"/>
        </w:rPr>
        <w:t> </w:t>
      </w:r>
      <w:r w:rsidR="00DE5E65" w:rsidRPr="00630AB6">
        <w:rPr>
          <w:lang w:val="en-US"/>
        </w:rPr>
        <w:t>6749 </w:t>
      </w:r>
      <w:r w:rsidRPr="00630AB6">
        <w:rPr>
          <w:lang w:val="en-US"/>
        </w:rPr>
        <w:t>[</w:t>
      </w:r>
      <w:r w:rsidR="004A7A61" w:rsidRPr="00630AB6">
        <w:rPr>
          <w:lang w:val="en-US"/>
        </w:rPr>
        <w:t>12</w:t>
      </w:r>
      <w:r w:rsidRPr="00630AB6">
        <w:rPr>
          <w:lang w:val="en-US"/>
        </w:rPr>
        <w:t xml:space="preserve">]), </w:t>
      </w:r>
      <w:r w:rsidR="00CE4C38" w:rsidRPr="00E763C8">
        <w:rPr>
          <w:lang w:val="en-US"/>
        </w:rPr>
        <w:t>based on local configuration,</w:t>
      </w:r>
      <w:r w:rsidR="00CE4C38">
        <w:rPr>
          <w:lang w:val="en-US"/>
        </w:rPr>
        <w:t xml:space="preserve"> </w:t>
      </w:r>
      <w:r w:rsidRPr="00630AB6">
        <w:rPr>
          <w:lang w:val="en-US"/>
        </w:rPr>
        <w:t>using the "Client Credentials" authorization grant, where the NRF (see</w:t>
      </w:r>
      <w:r w:rsidR="00DE5E65">
        <w:rPr>
          <w:lang w:val="en-US"/>
        </w:rPr>
        <w:t xml:space="preserve"> 3GPP TS </w:t>
      </w:r>
      <w:r w:rsidR="00DE5E65" w:rsidRPr="00630AB6">
        <w:rPr>
          <w:lang w:val="en-US"/>
        </w:rPr>
        <w:t>29.510</w:t>
      </w:r>
      <w:r w:rsidR="00DE5E65">
        <w:rPr>
          <w:lang w:val="en-US"/>
        </w:rPr>
        <w:t> </w:t>
      </w:r>
      <w:r w:rsidR="00DE5E65" w:rsidRPr="00630AB6">
        <w:rPr>
          <w:lang w:val="en-US"/>
        </w:rPr>
        <w:t>[</w:t>
      </w:r>
      <w:r w:rsidR="004A7A61" w:rsidRPr="00630AB6">
        <w:rPr>
          <w:lang w:val="en-US"/>
        </w:rPr>
        <w:t>13</w:t>
      </w:r>
      <w:r w:rsidRPr="00630AB6">
        <w:rPr>
          <w:lang w:val="en-US"/>
        </w:rPr>
        <w:t>]) plays the role of the authorization server.</w:t>
      </w:r>
    </w:p>
    <w:p w14:paraId="01A355D9" w14:textId="77777777" w:rsidR="006B52EB" w:rsidRPr="00630AB6" w:rsidRDefault="00CE4C38" w:rsidP="006B52EB">
      <w:pPr>
        <w:rPr>
          <w:lang w:val="en-US"/>
        </w:rPr>
      </w:pPr>
      <w:r w:rsidRPr="00E763C8">
        <w:rPr>
          <w:lang w:val="en-US"/>
        </w:rPr>
        <w:t xml:space="preserve">If OAuth2 is used, </w:t>
      </w:r>
      <w:r>
        <w:rPr>
          <w:lang w:val="en-US"/>
        </w:rPr>
        <w:t>a</w:t>
      </w:r>
      <w:r w:rsidRPr="00630AB6">
        <w:rPr>
          <w:lang w:val="en-US"/>
        </w:rPr>
        <w:t xml:space="preserve">n </w:t>
      </w:r>
      <w:r w:rsidR="006B52EB" w:rsidRPr="00630AB6">
        <w:rPr>
          <w:lang w:val="en-US"/>
        </w:rPr>
        <w:t xml:space="preserve">NF Service Consumer, prior to consuming services offered by the </w:t>
      </w:r>
      <w:proofErr w:type="spellStart"/>
      <w:r w:rsidR="006B52EB" w:rsidRPr="00630AB6">
        <w:rPr>
          <w:lang w:val="en-US"/>
        </w:rPr>
        <w:t>Nnssf_NSSelection</w:t>
      </w:r>
      <w:proofErr w:type="spellEnd"/>
      <w:r w:rsidR="006B52EB" w:rsidRPr="00630AB6">
        <w:rPr>
          <w:lang w:val="en-US"/>
        </w:rPr>
        <w:t xml:space="preserve"> API, shall obtain a "token" from the authorization server, by invoking the Access Token Request service, as described in</w:t>
      </w:r>
      <w:r w:rsidR="00DE5E65">
        <w:rPr>
          <w:lang w:val="en-US"/>
        </w:rPr>
        <w:t xml:space="preserve"> 3GPP TS </w:t>
      </w:r>
      <w:r w:rsidR="00DE5E65" w:rsidRPr="00630AB6">
        <w:rPr>
          <w:lang w:val="en-US"/>
        </w:rPr>
        <w:t>29.510</w:t>
      </w:r>
      <w:r w:rsidR="00DE5E65">
        <w:rPr>
          <w:lang w:val="en-US"/>
        </w:rPr>
        <w:t> </w:t>
      </w:r>
      <w:r w:rsidR="00DE5E65" w:rsidRPr="00630AB6">
        <w:rPr>
          <w:lang w:val="en-US"/>
        </w:rPr>
        <w:t>[</w:t>
      </w:r>
      <w:r w:rsidR="004A7A61" w:rsidRPr="00630AB6">
        <w:rPr>
          <w:lang w:val="en-US"/>
        </w:rPr>
        <w:t>13</w:t>
      </w:r>
      <w:r w:rsidR="006B52EB" w:rsidRPr="00630AB6">
        <w:rPr>
          <w:lang w:val="en-US"/>
        </w:rPr>
        <w:t xml:space="preserve">], </w:t>
      </w:r>
      <w:r w:rsidR="001765C8">
        <w:rPr>
          <w:lang w:val="en-US"/>
        </w:rPr>
        <w:t>clause</w:t>
      </w:r>
      <w:r w:rsidR="006B52EB" w:rsidRPr="00630AB6">
        <w:rPr>
          <w:lang w:val="en-US"/>
        </w:rPr>
        <w:t xml:space="preserve"> 5.</w:t>
      </w:r>
      <w:r w:rsidR="004A7A61" w:rsidRPr="00630AB6">
        <w:rPr>
          <w:lang w:val="en-US"/>
        </w:rPr>
        <w:t>4</w:t>
      </w:r>
      <w:r w:rsidR="006B52EB" w:rsidRPr="00630AB6">
        <w:rPr>
          <w:lang w:val="en-US"/>
        </w:rPr>
        <w:t>.2.2.</w:t>
      </w:r>
    </w:p>
    <w:p w14:paraId="722109A5" w14:textId="77777777" w:rsidR="006B52EB" w:rsidRPr="00630AB6" w:rsidRDefault="006B52EB" w:rsidP="006B52EB">
      <w:pPr>
        <w:pStyle w:val="NO"/>
        <w:rPr>
          <w:lang w:val="en-US"/>
        </w:rPr>
      </w:pPr>
      <w:r w:rsidRPr="00630AB6">
        <w:rPr>
          <w:lang w:val="en-US"/>
        </w:rPr>
        <w:t>NOTE:</w:t>
      </w:r>
      <w:r w:rsidRPr="00630AB6">
        <w:rPr>
          <w:lang w:val="en-US"/>
        </w:rPr>
        <w:tab/>
        <w:t xml:space="preserve">When multiple NRFs are deployed in a network, the NRF used as authorization server is the same NRF that the NF Service Consumer used for discovering the </w:t>
      </w:r>
      <w:proofErr w:type="spellStart"/>
      <w:r w:rsidRPr="00630AB6">
        <w:rPr>
          <w:lang w:val="en-US"/>
        </w:rPr>
        <w:t>Nnssf_NSSelection</w:t>
      </w:r>
      <w:proofErr w:type="spellEnd"/>
      <w:r w:rsidRPr="00630AB6">
        <w:rPr>
          <w:lang w:val="en-US"/>
        </w:rPr>
        <w:t xml:space="preserve"> service.</w:t>
      </w:r>
    </w:p>
    <w:p w14:paraId="787BF866" w14:textId="77777777" w:rsidR="006B52EB" w:rsidRPr="00630AB6" w:rsidRDefault="006B52EB" w:rsidP="006B52EB">
      <w:pPr>
        <w:rPr>
          <w:lang w:eastAsia="zh-CN"/>
        </w:rPr>
      </w:pPr>
      <w:r w:rsidRPr="00630AB6">
        <w:rPr>
          <w:lang w:val="en-US"/>
        </w:rPr>
        <w:t xml:space="preserve">The </w:t>
      </w:r>
      <w:proofErr w:type="spellStart"/>
      <w:r w:rsidRPr="00630AB6">
        <w:rPr>
          <w:lang w:val="en-US"/>
        </w:rPr>
        <w:t>Nnssf_NSSelection</w:t>
      </w:r>
      <w:proofErr w:type="spellEnd"/>
      <w:r w:rsidRPr="00630AB6">
        <w:rPr>
          <w:lang w:val="en-US"/>
        </w:rPr>
        <w:t xml:space="preserve"> API does not define any scopes for OAuth2 authorization.</w:t>
      </w:r>
    </w:p>
    <w:p w14:paraId="46F5575E" w14:textId="77777777" w:rsidR="000E77D4" w:rsidRPr="00630AB6" w:rsidRDefault="000E77D4" w:rsidP="0041307B">
      <w:pPr>
        <w:pStyle w:val="Heading2"/>
      </w:pPr>
      <w:bookmarkStart w:id="87" w:name="_Toc74989850"/>
      <w:r w:rsidRPr="00630AB6">
        <w:t>6.2</w:t>
      </w:r>
      <w:r w:rsidRPr="00630AB6">
        <w:tab/>
      </w:r>
      <w:proofErr w:type="spellStart"/>
      <w:r w:rsidR="00361222" w:rsidRPr="00630AB6">
        <w:t>Nnssf_NSSAIAvailability</w:t>
      </w:r>
      <w:proofErr w:type="spellEnd"/>
      <w:r w:rsidRPr="00630AB6">
        <w:t xml:space="preserve"> Service API</w:t>
      </w:r>
      <w:bookmarkEnd w:id="87"/>
    </w:p>
    <w:p w14:paraId="4D2583CB" w14:textId="77777777" w:rsidR="00742796" w:rsidRPr="00630AB6" w:rsidRDefault="00742796" w:rsidP="0041307B">
      <w:pPr>
        <w:pStyle w:val="Heading2"/>
      </w:pPr>
      <w:bookmarkStart w:id="88" w:name="_Toc74989851"/>
      <w:r w:rsidRPr="00630AB6">
        <w:t>6.2.1</w:t>
      </w:r>
      <w:r w:rsidRPr="00630AB6">
        <w:tab/>
        <w:t>API URI</w:t>
      </w:r>
      <w:bookmarkEnd w:id="88"/>
    </w:p>
    <w:p w14:paraId="333DEA00" w14:textId="77777777" w:rsidR="00B412C6" w:rsidRPr="00E23840" w:rsidRDefault="00B412C6" w:rsidP="00B412C6">
      <w:pPr>
        <w:rPr>
          <w:noProof/>
          <w:lang w:eastAsia="zh-CN"/>
        </w:rPr>
      </w:pPr>
      <w:r w:rsidRPr="00E23840">
        <w:rPr>
          <w:noProof/>
        </w:rPr>
        <w:t>The</w:t>
      </w:r>
      <w:r>
        <w:rPr>
          <w:noProof/>
        </w:rPr>
        <w:t xml:space="preserve"> Nnssf_NSSAIAvailability service</w:t>
      </w:r>
      <w:r w:rsidRPr="00E23840">
        <w:rPr>
          <w:noProof/>
        </w:rPr>
        <w:t xml:space="preserve"> shall use the </w:t>
      </w:r>
      <w:r>
        <w:rPr>
          <w:noProof/>
        </w:rPr>
        <w:t>Nnssf_</w:t>
      </w:r>
      <w:r w:rsidRPr="00B553BC">
        <w:rPr>
          <w:noProof/>
        </w:rPr>
        <w:t xml:space="preserve"> </w:t>
      </w:r>
      <w:r>
        <w:rPr>
          <w:noProof/>
        </w:rPr>
        <w:t xml:space="preserve">NSSAIAvailability </w:t>
      </w:r>
      <w:r w:rsidRPr="00E23840">
        <w:rPr>
          <w:noProof/>
          <w:lang w:eastAsia="zh-CN"/>
        </w:rPr>
        <w:t>API.</w:t>
      </w:r>
    </w:p>
    <w:p w14:paraId="6946C103" w14:textId="77777777" w:rsidR="00B412C6" w:rsidRPr="00E23840" w:rsidRDefault="00B412C6" w:rsidP="00B412C6">
      <w:pPr>
        <w:rPr>
          <w:noProof/>
          <w:lang w:eastAsia="zh-CN"/>
        </w:rPr>
      </w:pPr>
      <w:r w:rsidRPr="00E23840">
        <w:rPr>
          <w:noProof/>
          <w:lang w:eastAsia="zh-CN"/>
        </w:rPr>
        <w:t xml:space="preserve">The request URI used in HTTP request from the NF service consumer towards the </w:t>
      </w:r>
      <w:r>
        <w:rPr>
          <w:noProof/>
          <w:lang w:eastAsia="zh-CN"/>
        </w:rPr>
        <w:t>NF service producer</w:t>
      </w:r>
      <w:r w:rsidRPr="00E23840">
        <w:rPr>
          <w:noProof/>
          <w:lang w:eastAsia="zh-CN"/>
        </w:rPr>
        <w:t xml:space="preserve"> shall have the structure defined in </w:t>
      </w:r>
      <w:r w:rsidR="001765C8">
        <w:rPr>
          <w:noProof/>
          <w:lang w:eastAsia="zh-CN"/>
        </w:rPr>
        <w:t>clause</w:t>
      </w:r>
      <w:r w:rsidRPr="00E23840">
        <w:rPr>
          <w:noProof/>
          <w:lang w:eastAsia="zh-CN"/>
        </w:rPr>
        <w:t> 4.4.1 of</w:t>
      </w:r>
      <w:r w:rsidR="00DE5E65">
        <w:rPr>
          <w:noProof/>
          <w:lang w:eastAsia="zh-CN"/>
        </w:rPr>
        <w:t xml:space="preserve"> 3GPP TS </w:t>
      </w:r>
      <w:r w:rsidR="00DE5E65" w:rsidRPr="00E23840">
        <w:rPr>
          <w:noProof/>
          <w:lang w:eastAsia="zh-CN"/>
        </w:rPr>
        <w:t>29.501</w:t>
      </w:r>
      <w:r w:rsidR="00DE5E65">
        <w:rPr>
          <w:noProof/>
          <w:lang w:eastAsia="zh-CN"/>
        </w:rPr>
        <w:t> </w:t>
      </w:r>
      <w:r w:rsidR="00DE5E65" w:rsidRPr="00E23840">
        <w:rPr>
          <w:noProof/>
          <w:lang w:eastAsia="zh-CN"/>
        </w:rPr>
        <w:t>[</w:t>
      </w:r>
      <w:r>
        <w:rPr>
          <w:noProof/>
          <w:lang w:eastAsia="zh-CN"/>
        </w:rPr>
        <w:t>5</w:t>
      </w:r>
      <w:r w:rsidRPr="00E23840">
        <w:rPr>
          <w:noProof/>
          <w:lang w:eastAsia="zh-CN"/>
        </w:rPr>
        <w:t>], i.e.:</w:t>
      </w:r>
    </w:p>
    <w:p w14:paraId="5A678713" w14:textId="77777777" w:rsidR="00B412C6" w:rsidRPr="00E23840" w:rsidRDefault="00B412C6" w:rsidP="00B412C6">
      <w:pPr>
        <w:pStyle w:val="B10"/>
        <w:rPr>
          <w:b/>
          <w:noProof/>
        </w:rPr>
      </w:pPr>
      <w:r w:rsidRPr="00E23840">
        <w:rPr>
          <w:b/>
          <w:noProof/>
        </w:rPr>
        <w:t>{apiRoot}/</w:t>
      </w:r>
      <w:r>
        <w:rPr>
          <w:b/>
          <w:noProof/>
        </w:rPr>
        <w:t>nnssf-</w:t>
      </w:r>
      <w:r w:rsidRPr="00B553BC">
        <w:t xml:space="preserve"> </w:t>
      </w:r>
      <w:r w:rsidRPr="00B553BC">
        <w:rPr>
          <w:b/>
          <w:noProof/>
        </w:rPr>
        <w:t>nssaiavailability</w:t>
      </w:r>
      <w:r w:rsidRPr="00E23840">
        <w:rPr>
          <w:b/>
          <w:noProof/>
        </w:rPr>
        <w:t>/{apiVersion}/</w:t>
      </w:r>
      <w:r>
        <w:rPr>
          <w:b/>
          <w:noProof/>
        </w:rPr>
        <w:t>&lt;</w:t>
      </w:r>
      <w:r w:rsidRPr="00E23840">
        <w:rPr>
          <w:b/>
          <w:noProof/>
        </w:rPr>
        <w:t>apiSpecificResourceUriPart</w:t>
      </w:r>
      <w:r>
        <w:rPr>
          <w:b/>
          <w:noProof/>
        </w:rPr>
        <w:t>&gt;</w:t>
      </w:r>
    </w:p>
    <w:p w14:paraId="50B5CED3" w14:textId="77777777" w:rsidR="00B412C6" w:rsidRPr="00E23840" w:rsidRDefault="00B412C6" w:rsidP="00B412C6">
      <w:pPr>
        <w:rPr>
          <w:noProof/>
          <w:lang w:eastAsia="zh-CN"/>
        </w:rPr>
      </w:pPr>
      <w:r w:rsidRPr="00E23840">
        <w:rPr>
          <w:noProof/>
          <w:lang w:eastAsia="zh-CN"/>
        </w:rPr>
        <w:t>with the following components:</w:t>
      </w:r>
    </w:p>
    <w:p w14:paraId="69CC5635" w14:textId="77777777" w:rsidR="00B412C6" w:rsidRPr="00E23840" w:rsidRDefault="00B412C6" w:rsidP="00B412C6">
      <w:pPr>
        <w:pStyle w:val="B10"/>
        <w:rPr>
          <w:noProof/>
          <w:lang w:eastAsia="zh-CN"/>
        </w:rPr>
      </w:pPr>
      <w:r w:rsidRPr="00E23840">
        <w:rPr>
          <w:noProof/>
          <w:lang w:eastAsia="zh-CN"/>
        </w:rPr>
        <w:t>-</w:t>
      </w:r>
      <w:r w:rsidRPr="00E23840">
        <w:rPr>
          <w:noProof/>
          <w:lang w:eastAsia="zh-CN"/>
        </w:rPr>
        <w:tab/>
        <w:t xml:space="preserve">The </w:t>
      </w:r>
      <w:r w:rsidRPr="00E23840">
        <w:rPr>
          <w:noProof/>
        </w:rPr>
        <w:t>{apiRoot} shall be set as described in</w:t>
      </w:r>
      <w:r w:rsidR="00DE5E65">
        <w:rPr>
          <w:noProof/>
        </w:rPr>
        <w:t xml:space="preserve"> 3GPP TS </w:t>
      </w:r>
      <w:r w:rsidR="00DE5E65" w:rsidRPr="00E23840">
        <w:rPr>
          <w:noProof/>
          <w:lang w:eastAsia="zh-CN"/>
        </w:rPr>
        <w:t>29.501</w:t>
      </w:r>
      <w:r w:rsidR="00DE5E65">
        <w:rPr>
          <w:noProof/>
        </w:rPr>
        <w:t> </w:t>
      </w:r>
      <w:r w:rsidR="00DE5E65" w:rsidRPr="00E23840">
        <w:rPr>
          <w:noProof/>
          <w:lang w:eastAsia="zh-CN"/>
        </w:rPr>
        <w:t>[</w:t>
      </w:r>
      <w:r>
        <w:rPr>
          <w:noProof/>
          <w:lang w:eastAsia="zh-CN"/>
        </w:rPr>
        <w:t>5</w:t>
      </w:r>
      <w:r w:rsidRPr="00E23840">
        <w:rPr>
          <w:noProof/>
          <w:lang w:eastAsia="zh-CN"/>
        </w:rPr>
        <w:t>].</w:t>
      </w:r>
    </w:p>
    <w:p w14:paraId="5F141C20" w14:textId="77777777" w:rsidR="00B412C6" w:rsidRDefault="00B412C6" w:rsidP="00B412C6">
      <w:pPr>
        <w:pStyle w:val="B10"/>
        <w:rPr>
          <w:noProof/>
        </w:rPr>
      </w:pPr>
      <w:r>
        <w:rPr>
          <w:noProof/>
        </w:rPr>
        <w:t>-</w:t>
      </w:r>
      <w:r>
        <w:rPr>
          <w:noProof/>
        </w:rPr>
        <w:tab/>
        <w:t>The {apiVersion} shall be "v1</w:t>
      </w:r>
      <w:r w:rsidRPr="00E23840">
        <w:rPr>
          <w:noProof/>
        </w:rPr>
        <w:t>".</w:t>
      </w:r>
    </w:p>
    <w:p w14:paraId="2187CE8B" w14:textId="77777777" w:rsidR="00B412C6" w:rsidRPr="00630AB6" w:rsidRDefault="00B412C6" w:rsidP="00B412C6">
      <w:r w:rsidRPr="00E23840">
        <w:rPr>
          <w:noProof/>
        </w:rPr>
        <w:t>-</w:t>
      </w:r>
      <w:r w:rsidRPr="00E23840">
        <w:rPr>
          <w:noProof/>
        </w:rPr>
        <w:tab/>
        <w:t xml:space="preserve">The </w:t>
      </w:r>
      <w:r>
        <w:rPr>
          <w:noProof/>
        </w:rPr>
        <w:t>&lt;</w:t>
      </w:r>
      <w:r w:rsidRPr="00E23840">
        <w:rPr>
          <w:noProof/>
        </w:rPr>
        <w:t>apiSpecificResourceUriPart</w:t>
      </w:r>
      <w:r>
        <w:rPr>
          <w:noProof/>
        </w:rPr>
        <w:t>&gt;</w:t>
      </w:r>
      <w:r w:rsidRPr="00E23840">
        <w:rPr>
          <w:noProof/>
        </w:rPr>
        <w:t xml:space="preserve"> shall be set as described in </w:t>
      </w:r>
      <w:r w:rsidR="001765C8">
        <w:rPr>
          <w:noProof/>
        </w:rPr>
        <w:t>clause</w:t>
      </w:r>
      <w:r w:rsidRPr="00E23840">
        <w:rPr>
          <w:noProof/>
          <w:lang w:eastAsia="zh-CN"/>
        </w:rPr>
        <w:t> </w:t>
      </w:r>
      <w:r>
        <w:rPr>
          <w:noProof/>
        </w:rPr>
        <w:t>6.2.3</w:t>
      </w:r>
      <w:r w:rsidRPr="00E23840">
        <w:rPr>
          <w:noProof/>
        </w:rPr>
        <w:t>.</w:t>
      </w:r>
    </w:p>
    <w:p w14:paraId="720B78F1" w14:textId="77777777" w:rsidR="00742796" w:rsidRPr="00630AB6" w:rsidRDefault="00742796" w:rsidP="0041307B">
      <w:pPr>
        <w:pStyle w:val="Heading3"/>
      </w:pPr>
      <w:bookmarkStart w:id="89" w:name="_Toc74989852"/>
      <w:r w:rsidRPr="00630AB6">
        <w:t>6.2.2</w:t>
      </w:r>
      <w:r w:rsidRPr="00630AB6">
        <w:tab/>
        <w:t>Usage of HTTP</w:t>
      </w:r>
      <w:bookmarkEnd w:id="89"/>
    </w:p>
    <w:p w14:paraId="3D2BBC92" w14:textId="77777777" w:rsidR="00742796" w:rsidRPr="00630AB6" w:rsidRDefault="00742796" w:rsidP="0041307B">
      <w:pPr>
        <w:pStyle w:val="Heading4"/>
      </w:pPr>
      <w:bookmarkStart w:id="90" w:name="_Toc74989853"/>
      <w:r w:rsidRPr="00630AB6">
        <w:t>6.2.2.1</w:t>
      </w:r>
      <w:r w:rsidRPr="00630AB6">
        <w:tab/>
        <w:t>General</w:t>
      </w:r>
      <w:bookmarkEnd w:id="90"/>
    </w:p>
    <w:p w14:paraId="51EE132A" w14:textId="77777777" w:rsidR="00742796" w:rsidRPr="00630AB6" w:rsidRDefault="00742796" w:rsidP="00742796">
      <w:r w:rsidRPr="00630AB6">
        <w:t>HTTP</w:t>
      </w:r>
      <w:r w:rsidRPr="00630AB6">
        <w:rPr>
          <w:lang w:eastAsia="zh-CN"/>
        </w:rPr>
        <w:t xml:space="preserve">/2, </w:t>
      </w:r>
      <w:r w:rsidR="00DE5E65" w:rsidRPr="00630AB6">
        <w:rPr>
          <w:lang w:eastAsia="zh-CN"/>
        </w:rPr>
        <w:t>IETF</w:t>
      </w:r>
      <w:r w:rsidR="00DE5E65">
        <w:rPr>
          <w:lang w:eastAsia="zh-CN"/>
        </w:rPr>
        <w:t> </w:t>
      </w:r>
      <w:r w:rsidR="00DE5E65" w:rsidRPr="00630AB6">
        <w:rPr>
          <w:lang w:eastAsia="zh-CN"/>
        </w:rPr>
        <w:t>RFC</w:t>
      </w:r>
      <w:r w:rsidR="00DE5E65">
        <w:rPr>
          <w:lang w:eastAsia="zh-CN"/>
        </w:rPr>
        <w:t> </w:t>
      </w:r>
      <w:r w:rsidR="00DE5E65" w:rsidRPr="00630AB6">
        <w:rPr>
          <w:lang w:eastAsia="zh-CN"/>
        </w:rPr>
        <w:t>7540 </w:t>
      </w:r>
      <w:r w:rsidRPr="00630AB6">
        <w:rPr>
          <w:lang w:eastAsia="zh-CN"/>
        </w:rPr>
        <w:t>[</w:t>
      </w:r>
      <w:r w:rsidR="003F6EE2" w:rsidRPr="00630AB6">
        <w:rPr>
          <w:lang w:eastAsia="zh-CN"/>
        </w:rPr>
        <w:t>10</w:t>
      </w:r>
      <w:r w:rsidRPr="00630AB6">
        <w:rPr>
          <w:lang w:eastAsia="zh-CN"/>
        </w:rPr>
        <w:t xml:space="preserve">], </w:t>
      </w:r>
      <w:r w:rsidRPr="00630AB6">
        <w:t>shall be used as specified in clause 5 of</w:t>
      </w:r>
      <w:r w:rsidR="00DE5E65">
        <w:t xml:space="preserve"> 3GPP TS </w:t>
      </w:r>
      <w:r w:rsidR="00DE5E65" w:rsidRPr="00630AB6">
        <w:t>29.500</w:t>
      </w:r>
      <w:r w:rsidR="00DE5E65">
        <w:t> </w:t>
      </w:r>
      <w:r w:rsidR="00DE5E65" w:rsidRPr="00630AB6">
        <w:t>[</w:t>
      </w:r>
      <w:r w:rsidRPr="00630AB6">
        <w:t>4].</w:t>
      </w:r>
    </w:p>
    <w:p w14:paraId="35622234" w14:textId="77777777" w:rsidR="00742796" w:rsidRPr="00630AB6" w:rsidRDefault="00742796" w:rsidP="00742796">
      <w:pPr>
        <w:rPr>
          <w:i/>
        </w:rPr>
      </w:pPr>
      <w:r w:rsidRPr="00630AB6">
        <w:t>An OpenAPI [</w:t>
      </w:r>
      <w:r w:rsidR="00E6008C" w:rsidRPr="00630AB6">
        <w:rPr>
          <w:rFonts w:hint="eastAsia"/>
          <w:lang w:eastAsia="zh-CN"/>
        </w:rPr>
        <w:t>6</w:t>
      </w:r>
      <w:r w:rsidRPr="00630AB6">
        <w:t xml:space="preserve">] specification of HTTP messages and content bodies for the </w:t>
      </w:r>
      <w:proofErr w:type="spellStart"/>
      <w:r w:rsidRPr="00630AB6">
        <w:t>Nnssf_NSSAIAvailability</w:t>
      </w:r>
      <w:proofErr w:type="spellEnd"/>
      <w:r w:rsidRPr="00630AB6">
        <w:t xml:space="preserve"> service is specified in Annex A.</w:t>
      </w:r>
    </w:p>
    <w:p w14:paraId="10C6E69B" w14:textId="77777777" w:rsidR="00742796" w:rsidRPr="00630AB6" w:rsidRDefault="00742796" w:rsidP="0041307B">
      <w:pPr>
        <w:pStyle w:val="Heading4"/>
      </w:pPr>
      <w:bookmarkStart w:id="91" w:name="_Toc74989854"/>
      <w:r w:rsidRPr="00630AB6">
        <w:t>6.2.2.2</w:t>
      </w:r>
      <w:r w:rsidRPr="00630AB6">
        <w:tab/>
        <w:t>HTTP standard headers</w:t>
      </w:r>
      <w:bookmarkEnd w:id="91"/>
    </w:p>
    <w:p w14:paraId="39898740" w14:textId="77777777" w:rsidR="00742796" w:rsidRPr="00630AB6" w:rsidRDefault="00742796" w:rsidP="0041307B">
      <w:pPr>
        <w:pStyle w:val="Heading5"/>
        <w:rPr>
          <w:lang w:eastAsia="zh-CN"/>
        </w:rPr>
      </w:pPr>
      <w:bookmarkStart w:id="92" w:name="_Toc74989855"/>
      <w:r w:rsidRPr="00630AB6">
        <w:t>6.2.2.2.1</w:t>
      </w:r>
      <w:r w:rsidRPr="00630AB6">
        <w:rPr>
          <w:rFonts w:hint="eastAsia"/>
          <w:lang w:eastAsia="zh-CN"/>
        </w:rPr>
        <w:tab/>
      </w:r>
      <w:r w:rsidRPr="00630AB6">
        <w:rPr>
          <w:lang w:eastAsia="zh-CN"/>
        </w:rPr>
        <w:t>General</w:t>
      </w:r>
      <w:bookmarkEnd w:id="92"/>
    </w:p>
    <w:p w14:paraId="6C166BE7" w14:textId="77777777" w:rsidR="00742796" w:rsidRPr="00630AB6" w:rsidRDefault="00742796" w:rsidP="00742796">
      <w:pPr>
        <w:rPr>
          <w:lang w:eastAsia="zh-CN"/>
        </w:rPr>
      </w:pPr>
      <w:r w:rsidRPr="00630AB6">
        <w:t xml:space="preserve">See </w:t>
      </w:r>
      <w:r w:rsidR="001765C8">
        <w:t>clause</w:t>
      </w:r>
      <w:r w:rsidRPr="00630AB6">
        <w:t> 5.2.2 of</w:t>
      </w:r>
      <w:r w:rsidR="00DE5E65">
        <w:t xml:space="preserve"> 3GPP TS </w:t>
      </w:r>
      <w:r w:rsidR="00DE5E65" w:rsidRPr="00630AB6">
        <w:t>29.500</w:t>
      </w:r>
      <w:r w:rsidR="00DE5E65">
        <w:t> </w:t>
      </w:r>
      <w:r w:rsidR="00DE5E65" w:rsidRPr="00630AB6">
        <w:t>[</w:t>
      </w:r>
      <w:r w:rsidRPr="00630AB6">
        <w:t>4] for the usage of HTTP standard headers.</w:t>
      </w:r>
    </w:p>
    <w:p w14:paraId="33366BF6" w14:textId="77777777" w:rsidR="00742796" w:rsidRPr="00630AB6" w:rsidRDefault="00742796" w:rsidP="0041307B">
      <w:pPr>
        <w:pStyle w:val="Heading5"/>
      </w:pPr>
      <w:bookmarkStart w:id="93" w:name="_Toc74989856"/>
      <w:r w:rsidRPr="00630AB6">
        <w:t>6.2.2.2.2</w:t>
      </w:r>
      <w:r w:rsidRPr="00630AB6">
        <w:tab/>
        <w:t>Content type</w:t>
      </w:r>
      <w:bookmarkEnd w:id="93"/>
    </w:p>
    <w:p w14:paraId="49D89DB3" w14:textId="77777777" w:rsidR="00742796" w:rsidRPr="00630AB6" w:rsidRDefault="00742796" w:rsidP="00742796">
      <w:r w:rsidRPr="00630AB6">
        <w:t xml:space="preserve">The JSON format shall be supported. The use of JSON format shall be as specified in </w:t>
      </w:r>
      <w:r w:rsidR="001765C8">
        <w:t>clause</w:t>
      </w:r>
      <w:r w:rsidRPr="00630AB6">
        <w:t xml:space="preserve"> 5.4 of</w:t>
      </w:r>
      <w:r w:rsidR="00DE5E65">
        <w:t xml:space="preserve"> 3GPP TS </w:t>
      </w:r>
      <w:r w:rsidR="00DE5E65" w:rsidRPr="00630AB6">
        <w:t>29.500</w:t>
      </w:r>
      <w:r w:rsidR="00DE5E65">
        <w:t> </w:t>
      </w:r>
      <w:r w:rsidR="00DE5E65" w:rsidRPr="00630AB6">
        <w:t>[</w:t>
      </w:r>
      <w:r w:rsidRPr="00630AB6">
        <w:t>4].</w:t>
      </w:r>
    </w:p>
    <w:p w14:paraId="1626B3FF" w14:textId="77777777" w:rsidR="0038233B" w:rsidRPr="00630AB6" w:rsidRDefault="0038233B" w:rsidP="0038233B">
      <w:r w:rsidRPr="00630AB6">
        <w:t>The following content types shall be supported:</w:t>
      </w:r>
    </w:p>
    <w:p w14:paraId="65D3FA8D" w14:textId="77777777" w:rsidR="0038233B" w:rsidRPr="00630AB6" w:rsidRDefault="0038233B" w:rsidP="0038233B">
      <w:pPr>
        <w:pStyle w:val="B10"/>
      </w:pPr>
      <w:r w:rsidRPr="00630AB6">
        <w:t>-</w:t>
      </w:r>
      <w:r w:rsidRPr="00630AB6">
        <w:tab/>
        <w:t xml:space="preserve">JSON, as defined in </w:t>
      </w:r>
      <w:r w:rsidR="00DE5E65" w:rsidRPr="00630AB6">
        <w:rPr>
          <w:noProof/>
          <w:lang w:eastAsia="zh-CN"/>
        </w:rPr>
        <w:t>IETF</w:t>
      </w:r>
      <w:r w:rsidR="00DE5E65">
        <w:rPr>
          <w:noProof/>
          <w:lang w:eastAsia="zh-CN"/>
        </w:rPr>
        <w:t> </w:t>
      </w:r>
      <w:r w:rsidR="00DE5E65" w:rsidRPr="00630AB6">
        <w:rPr>
          <w:noProof/>
          <w:lang w:eastAsia="zh-CN"/>
        </w:rPr>
        <w:t>RFC</w:t>
      </w:r>
      <w:r w:rsidR="00DE5E65">
        <w:rPr>
          <w:noProof/>
          <w:lang w:eastAsia="zh-CN"/>
        </w:rPr>
        <w:t> </w:t>
      </w:r>
      <w:r w:rsidR="00DE5E65" w:rsidRPr="00630AB6">
        <w:rPr>
          <w:noProof/>
          <w:lang w:eastAsia="zh-CN"/>
        </w:rPr>
        <w:t>8259 </w:t>
      </w:r>
      <w:r w:rsidRPr="00630AB6">
        <w:rPr>
          <w:noProof/>
          <w:lang w:eastAsia="zh-CN"/>
        </w:rPr>
        <w:t>[</w:t>
      </w:r>
      <w:r w:rsidR="00BA3FAE" w:rsidRPr="00630AB6">
        <w:rPr>
          <w:noProof/>
          <w:lang w:eastAsia="zh-CN"/>
        </w:rPr>
        <w:t>14</w:t>
      </w:r>
      <w:r w:rsidRPr="00630AB6">
        <w:rPr>
          <w:noProof/>
          <w:lang w:eastAsia="zh-CN"/>
        </w:rPr>
        <w:t>], shall be used as content type of the HTTP bodies specified in the present specification</w:t>
      </w:r>
      <w:r w:rsidRPr="00630AB6">
        <w:t xml:space="preserve"> as indicated in </w:t>
      </w:r>
      <w:r w:rsidR="001765C8">
        <w:t>clause</w:t>
      </w:r>
      <w:r w:rsidRPr="00630AB6">
        <w:t xml:space="preserve"> 5.4 of</w:t>
      </w:r>
      <w:r w:rsidR="00DE5E65">
        <w:t xml:space="preserve"> 3GPP TS </w:t>
      </w:r>
      <w:r w:rsidR="00DE5E65" w:rsidRPr="00630AB6">
        <w:t>29.500</w:t>
      </w:r>
      <w:r w:rsidR="00DE5E65">
        <w:t> </w:t>
      </w:r>
      <w:r w:rsidR="00DE5E65" w:rsidRPr="00630AB6">
        <w:t>[</w:t>
      </w:r>
      <w:r w:rsidRPr="00630AB6">
        <w:t>4].</w:t>
      </w:r>
    </w:p>
    <w:p w14:paraId="103FE6EA" w14:textId="77777777" w:rsidR="0038233B" w:rsidRPr="00630AB6" w:rsidRDefault="0038233B" w:rsidP="0038233B">
      <w:pPr>
        <w:pStyle w:val="B10"/>
      </w:pPr>
      <w:r w:rsidRPr="00630AB6">
        <w:lastRenderedPageBreak/>
        <w:t>-</w:t>
      </w:r>
      <w:r w:rsidRPr="00630AB6">
        <w:tab/>
        <w:t>The Problem Details JSON Object (</w:t>
      </w:r>
      <w:r w:rsidR="00DE5E65" w:rsidRPr="00630AB6">
        <w:t>IETF</w:t>
      </w:r>
      <w:r w:rsidR="00DE5E65">
        <w:t> </w:t>
      </w:r>
      <w:r w:rsidR="00DE5E65" w:rsidRPr="00630AB6">
        <w:t>RFC</w:t>
      </w:r>
      <w:r w:rsidR="00DE5E65">
        <w:t> </w:t>
      </w:r>
      <w:r w:rsidR="00DE5E65" w:rsidRPr="00630AB6">
        <w:t>7807 </w:t>
      </w:r>
      <w:r w:rsidRPr="00630AB6">
        <w:t>[</w:t>
      </w:r>
      <w:r w:rsidR="00BA3FAE" w:rsidRPr="00630AB6">
        <w:t>15</w:t>
      </w:r>
      <w:r w:rsidRPr="00630AB6">
        <w:t>]). The use of the Problem Details JSON object in a HTTP response body shall be signalled by the content type "application/</w:t>
      </w:r>
      <w:proofErr w:type="spellStart"/>
      <w:r w:rsidRPr="00630AB6">
        <w:t>problem+json</w:t>
      </w:r>
      <w:proofErr w:type="spellEnd"/>
      <w:r w:rsidRPr="00630AB6">
        <w:t>".</w:t>
      </w:r>
    </w:p>
    <w:p w14:paraId="7E8A63DD" w14:textId="77777777" w:rsidR="0038233B" w:rsidRPr="00630AB6" w:rsidRDefault="0038233B" w:rsidP="0038233B">
      <w:pPr>
        <w:pStyle w:val="B10"/>
      </w:pPr>
      <w:r w:rsidRPr="00630AB6">
        <w:t>-</w:t>
      </w:r>
      <w:r w:rsidRPr="00630AB6">
        <w:tab/>
        <w:t>JSON Patch (</w:t>
      </w:r>
      <w:r w:rsidR="00DE5E65" w:rsidRPr="00630AB6">
        <w:t>IETF</w:t>
      </w:r>
      <w:r w:rsidR="00DE5E65">
        <w:t> </w:t>
      </w:r>
      <w:r w:rsidR="00DE5E65" w:rsidRPr="00630AB6">
        <w:t>RFC</w:t>
      </w:r>
      <w:r w:rsidR="00DE5E65">
        <w:t> </w:t>
      </w:r>
      <w:r w:rsidR="00DE5E65" w:rsidRPr="00630AB6">
        <w:t>6902 </w:t>
      </w:r>
      <w:r w:rsidRPr="00630AB6">
        <w:t>[8]). The use of the JSON Patch format in a HTTP request body shall be signalled by the content type "application/</w:t>
      </w:r>
      <w:proofErr w:type="spellStart"/>
      <w:r w:rsidRPr="00630AB6">
        <w:t>json-patch+json</w:t>
      </w:r>
      <w:proofErr w:type="spellEnd"/>
      <w:r w:rsidRPr="00630AB6">
        <w:t>".</w:t>
      </w:r>
    </w:p>
    <w:p w14:paraId="1E2612B8" w14:textId="77777777" w:rsidR="00D65AA5" w:rsidRPr="002857AD" w:rsidRDefault="00D65AA5" w:rsidP="00D65AA5">
      <w:pPr>
        <w:pStyle w:val="Heading5"/>
        <w:rPr>
          <w:lang w:val="en-US"/>
        </w:rPr>
      </w:pPr>
      <w:bookmarkStart w:id="94" w:name="_Toc74989857"/>
      <w:r w:rsidRPr="002857AD">
        <w:rPr>
          <w:lang w:val="en-US"/>
        </w:rPr>
        <w:t>6.</w:t>
      </w:r>
      <w:r>
        <w:rPr>
          <w:lang w:val="en-US"/>
        </w:rPr>
        <w:t>2</w:t>
      </w:r>
      <w:r w:rsidRPr="002857AD">
        <w:rPr>
          <w:lang w:val="en-US"/>
        </w:rPr>
        <w:t>.2.2.</w:t>
      </w:r>
      <w:r>
        <w:rPr>
          <w:lang w:val="en-US"/>
        </w:rPr>
        <w:t>3</w:t>
      </w:r>
      <w:r w:rsidRPr="002857AD">
        <w:rPr>
          <w:lang w:val="en-US"/>
        </w:rPr>
        <w:tab/>
      </w:r>
      <w:r>
        <w:rPr>
          <w:lang w:val="en-US"/>
        </w:rPr>
        <w:t>Accept-Encoding</w:t>
      </w:r>
      <w:bookmarkEnd w:id="94"/>
    </w:p>
    <w:p w14:paraId="35A8D305" w14:textId="77777777" w:rsidR="0038233B" w:rsidRDefault="00D65AA5" w:rsidP="00D65AA5">
      <w:pPr>
        <w:rPr>
          <w:lang w:val="en-US"/>
        </w:rPr>
      </w:pPr>
      <w:r>
        <w:rPr>
          <w:lang w:val="en-US"/>
        </w:rPr>
        <w:t xml:space="preserve">The NSSF should support </w:t>
      </w:r>
      <w:proofErr w:type="spellStart"/>
      <w:r>
        <w:rPr>
          <w:lang w:val="en-US"/>
        </w:rPr>
        <w:t>gzip</w:t>
      </w:r>
      <w:proofErr w:type="spellEnd"/>
      <w:r>
        <w:rPr>
          <w:lang w:val="en-US"/>
        </w:rPr>
        <w:t xml:space="preserve"> coding (</w:t>
      </w:r>
      <w:r>
        <w:t xml:space="preserve">see </w:t>
      </w:r>
      <w:r w:rsidR="00DE5E65">
        <w:t>IETF RFC 1952 </w:t>
      </w:r>
      <w:r>
        <w:t xml:space="preserve">[16]) in HTTP requests and responses and indicate so in the Accept-Encoding header, as described </w:t>
      </w:r>
      <w:r>
        <w:rPr>
          <w:lang w:val="en-US"/>
        </w:rPr>
        <w:t xml:space="preserve">in </w:t>
      </w:r>
      <w:r w:rsidR="001765C8">
        <w:rPr>
          <w:lang w:val="en-US"/>
        </w:rPr>
        <w:t>clause</w:t>
      </w:r>
      <w:r>
        <w:rPr>
          <w:lang w:val="en-US"/>
        </w:rPr>
        <w:t xml:space="preserve"> 6.9</w:t>
      </w:r>
      <w:r w:rsidRPr="00CE4C8F">
        <w:rPr>
          <w:lang w:val="en-US"/>
        </w:rPr>
        <w:t xml:space="preserve"> of</w:t>
      </w:r>
      <w:r w:rsidR="00DE5E65">
        <w:rPr>
          <w:lang w:val="en-US"/>
        </w:rPr>
        <w:t xml:space="preserve"> 3GPP TS </w:t>
      </w:r>
      <w:r w:rsidR="00DE5E65" w:rsidRPr="00CE4C8F">
        <w:rPr>
          <w:lang w:val="en-US"/>
        </w:rPr>
        <w:t>29.500</w:t>
      </w:r>
      <w:r w:rsidR="00DE5E65">
        <w:rPr>
          <w:lang w:val="en-US"/>
        </w:rPr>
        <w:t> </w:t>
      </w:r>
      <w:r w:rsidR="00DE5E65" w:rsidRPr="00CE4C8F">
        <w:rPr>
          <w:lang w:val="en-US"/>
        </w:rPr>
        <w:t>[</w:t>
      </w:r>
      <w:r w:rsidRPr="00CE4C8F">
        <w:rPr>
          <w:lang w:val="en-US"/>
        </w:rPr>
        <w:t>4].</w:t>
      </w:r>
    </w:p>
    <w:p w14:paraId="28B426CF" w14:textId="77777777" w:rsidR="00D65AA5" w:rsidRPr="00D65AA5" w:rsidRDefault="00D65AA5" w:rsidP="00D65AA5"/>
    <w:p w14:paraId="22418B53" w14:textId="77777777" w:rsidR="00742796" w:rsidRPr="00630AB6" w:rsidRDefault="00742796" w:rsidP="0041307B">
      <w:pPr>
        <w:pStyle w:val="Heading4"/>
      </w:pPr>
      <w:bookmarkStart w:id="95" w:name="_Toc74989858"/>
      <w:r w:rsidRPr="00630AB6">
        <w:t>6.2.2.3</w:t>
      </w:r>
      <w:r w:rsidRPr="00630AB6">
        <w:tab/>
        <w:t>HTTP custom headers</w:t>
      </w:r>
      <w:bookmarkEnd w:id="95"/>
    </w:p>
    <w:p w14:paraId="478AA480" w14:textId="77777777" w:rsidR="00742796" w:rsidRPr="00630AB6" w:rsidRDefault="00742796" w:rsidP="0041307B">
      <w:pPr>
        <w:pStyle w:val="Heading5"/>
        <w:rPr>
          <w:lang w:eastAsia="zh-CN"/>
        </w:rPr>
      </w:pPr>
      <w:bookmarkStart w:id="96" w:name="_Toc74989859"/>
      <w:r w:rsidRPr="00630AB6">
        <w:t>6.2.2.3.1</w:t>
      </w:r>
      <w:r w:rsidRPr="00630AB6">
        <w:rPr>
          <w:rFonts w:hint="eastAsia"/>
          <w:lang w:eastAsia="zh-CN"/>
        </w:rPr>
        <w:tab/>
      </w:r>
      <w:r w:rsidRPr="00630AB6">
        <w:rPr>
          <w:lang w:eastAsia="zh-CN"/>
        </w:rPr>
        <w:t>General</w:t>
      </w:r>
      <w:bookmarkEnd w:id="96"/>
    </w:p>
    <w:p w14:paraId="2CD5A8EE" w14:textId="77777777" w:rsidR="0008689A" w:rsidRPr="00630AB6" w:rsidRDefault="0008689A" w:rsidP="0008689A">
      <w:pPr>
        <w:rPr>
          <w:lang w:eastAsia="zh-CN"/>
        </w:rPr>
      </w:pPr>
      <w:r w:rsidRPr="00630AB6">
        <w:t xml:space="preserve">In this release of this specification, no custom headers specific to the </w:t>
      </w:r>
      <w:proofErr w:type="spellStart"/>
      <w:r w:rsidRPr="00630AB6">
        <w:t>Nnssf_NSSAIAvailability</w:t>
      </w:r>
      <w:proofErr w:type="spellEnd"/>
      <w:r w:rsidRPr="00630AB6">
        <w:t xml:space="preserve"> service are defined. For 3GPP specific HTTP custom headers used across all service based interfaces, see clause 5.2.3 of</w:t>
      </w:r>
      <w:r w:rsidR="00DE5E65">
        <w:t xml:space="preserve"> 3GPP TS </w:t>
      </w:r>
      <w:r w:rsidR="00DE5E65" w:rsidRPr="00630AB6">
        <w:t>29.500</w:t>
      </w:r>
      <w:r w:rsidR="00DE5E65">
        <w:t> </w:t>
      </w:r>
      <w:r w:rsidR="00DE5E65" w:rsidRPr="00630AB6">
        <w:t>[</w:t>
      </w:r>
      <w:r w:rsidRPr="00630AB6">
        <w:t>4].</w:t>
      </w:r>
    </w:p>
    <w:p w14:paraId="1BBE718E" w14:textId="77777777" w:rsidR="00742796" w:rsidRPr="00630AB6" w:rsidRDefault="00742796" w:rsidP="0041307B">
      <w:pPr>
        <w:pStyle w:val="Heading3"/>
      </w:pPr>
      <w:bookmarkStart w:id="97" w:name="_Toc74989860"/>
      <w:r w:rsidRPr="00630AB6">
        <w:t>6.2.3</w:t>
      </w:r>
      <w:r w:rsidRPr="00630AB6">
        <w:tab/>
        <w:t>Resources</w:t>
      </w:r>
      <w:bookmarkEnd w:id="97"/>
    </w:p>
    <w:p w14:paraId="741705D0" w14:textId="77777777" w:rsidR="00742796" w:rsidRPr="00630AB6" w:rsidRDefault="00742796" w:rsidP="0041307B">
      <w:pPr>
        <w:pStyle w:val="Heading4"/>
      </w:pPr>
      <w:bookmarkStart w:id="98" w:name="_Toc74989861"/>
      <w:r w:rsidRPr="00630AB6">
        <w:t>6.2.3.1</w:t>
      </w:r>
      <w:r w:rsidRPr="00630AB6">
        <w:tab/>
        <w:t>Overview</w:t>
      </w:r>
      <w:bookmarkEnd w:id="98"/>
    </w:p>
    <w:p w14:paraId="3246E35E" w14:textId="77777777" w:rsidR="00E517E8" w:rsidRDefault="00E517E8" w:rsidP="0038424D">
      <w:pPr>
        <w:pStyle w:val="TH"/>
      </w:pPr>
    </w:p>
    <w:p w14:paraId="648D48B7" w14:textId="77777777" w:rsidR="00EE1738" w:rsidRDefault="00E517E8" w:rsidP="00EE1738">
      <w:pPr>
        <w:pStyle w:val="TH"/>
      </w:pPr>
      <w:r w:rsidRPr="00630AB6">
        <w:object w:dxaOrig="8790" w:dyaOrig="5191" w14:anchorId="0745D92F">
          <v:shape id="_x0000_i1035" type="#_x0000_t75" style="width:347.9pt;height:205.45pt" o:ole="">
            <v:imagedata r:id="rId31" o:title=""/>
          </v:shape>
          <o:OLEObject Type="Embed" ProgID="Visio.Drawing.15" ShapeID="_x0000_i1035" DrawAspect="Content" ObjectID="_1685602623" r:id="rId32"/>
        </w:object>
      </w:r>
    </w:p>
    <w:p w14:paraId="1B2B7DD5" w14:textId="77777777" w:rsidR="00742796" w:rsidRPr="00630AB6" w:rsidRDefault="00EE1738" w:rsidP="00EE1738">
      <w:pPr>
        <w:pStyle w:val="TF"/>
      </w:pPr>
      <w:r>
        <w:t>F</w:t>
      </w:r>
      <w:r w:rsidR="00742796" w:rsidRPr="00630AB6">
        <w:t xml:space="preserve">igure 6.2.3.1-1: Resource URI structure of the </w:t>
      </w:r>
      <w:proofErr w:type="spellStart"/>
      <w:r w:rsidR="00742796" w:rsidRPr="00630AB6">
        <w:t>Nnssf_NSSAIAvailability</w:t>
      </w:r>
      <w:proofErr w:type="spellEnd"/>
      <w:r w:rsidR="00742796" w:rsidRPr="00630AB6">
        <w:t xml:space="preserve"> API</w:t>
      </w:r>
    </w:p>
    <w:p w14:paraId="6E8716B0" w14:textId="77777777" w:rsidR="00742796" w:rsidRPr="00630AB6" w:rsidRDefault="00742796" w:rsidP="00742796">
      <w:r w:rsidRPr="00630AB6">
        <w:t>Table 6.2.3.1-1 provides an overview of the resources and applicable HTTP methods.</w:t>
      </w:r>
    </w:p>
    <w:p w14:paraId="4F7E54A0" w14:textId="77777777" w:rsidR="00742796" w:rsidRPr="00630AB6" w:rsidRDefault="00742796" w:rsidP="0041307B">
      <w:pPr>
        <w:pStyle w:val="TH"/>
        <w:outlineLvl w:val="0"/>
      </w:pPr>
      <w:r w:rsidRPr="00630AB6">
        <w:lastRenderedPageBreak/>
        <w:t>Table 6.2.3.1-1: Resources and methods overview</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324"/>
        <w:gridCol w:w="3349"/>
        <w:gridCol w:w="957"/>
        <w:gridCol w:w="2857"/>
      </w:tblGrid>
      <w:tr w:rsidR="00742796" w:rsidRPr="00630AB6" w14:paraId="78385B36" w14:textId="77777777" w:rsidTr="00D02B3F">
        <w:trPr>
          <w:jc w:val="center"/>
        </w:trPr>
        <w:tc>
          <w:tcPr>
            <w:tcW w:w="122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C814D2D" w14:textId="77777777" w:rsidR="00742796" w:rsidRPr="00630AB6" w:rsidRDefault="00742796" w:rsidP="00822A83">
            <w:pPr>
              <w:pStyle w:val="TAH"/>
            </w:pPr>
            <w:r w:rsidRPr="00630AB6">
              <w:t>Resource name</w:t>
            </w:r>
          </w:p>
        </w:tc>
        <w:tc>
          <w:tcPr>
            <w:tcW w:w="176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77A8306" w14:textId="77777777" w:rsidR="00742796" w:rsidRPr="00630AB6" w:rsidRDefault="00742796" w:rsidP="00822A83">
            <w:pPr>
              <w:pStyle w:val="TAH"/>
            </w:pPr>
            <w:r w:rsidRPr="00630AB6">
              <w:t>Resource URI</w:t>
            </w:r>
          </w:p>
        </w:tc>
        <w:tc>
          <w:tcPr>
            <w:tcW w:w="50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201688D" w14:textId="77777777" w:rsidR="00742796" w:rsidRPr="00630AB6" w:rsidRDefault="00742796" w:rsidP="00822A83">
            <w:pPr>
              <w:pStyle w:val="TAH"/>
            </w:pPr>
            <w:r w:rsidRPr="00630AB6">
              <w:t>HTTP method or custom operation</w:t>
            </w:r>
          </w:p>
        </w:tc>
        <w:tc>
          <w:tcPr>
            <w:tcW w:w="150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B14CE3A" w14:textId="77777777" w:rsidR="00742796" w:rsidRPr="00630AB6" w:rsidRDefault="00742796" w:rsidP="00822A83">
            <w:pPr>
              <w:pStyle w:val="TAH"/>
            </w:pPr>
            <w:r w:rsidRPr="00630AB6">
              <w:t>Description</w:t>
            </w:r>
          </w:p>
        </w:tc>
      </w:tr>
      <w:tr w:rsidR="00E517E8" w:rsidRPr="00630AB6" w14:paraId="1CC445C8" w14:textId="77777777" w:rsidTr="00D02B3F">
        <w:trPr>
          <w:jc w:val="center"/>
        </w:trPr>
        <w:tc>
          <w:tcPr>
            <w:tcW w:w="1225" w:type="pct"/>
            <w:tcBorders>
              <w:top w:val="single" w:sz="4" w:space="0" w:color="auto"/>
              <w:left w:val="single" w:sz="4" w:space="0" w:color="auto"/>
              <w:right w:val="single" w:sz="4" w:space="0" w:color="auto"/>
            </w:tcBorders>
          </w:tcPr>
          <w:p w14:paraId="25102626" w14:textId="77777777" w:rsidR="00E517E8" w:rsidRPr="00630AB6" w:rsidRDefault="00E517E8" w:rsidP="00E517E8">
            <w:pPr>
              <w:pStyle w:val="TAL"/>
              <w:rPr>
                <w:lang w:eastAsia="zh-CN"/>
              </w:rPr>
            </w:pPr>
            <w:r w:rsidRPr="00630AB6">
              <w:rPr>
                <w:rFonts w:hint="eastAsia"/>
                <w:lang w:eastAsia="zh-CN"/>
              </w:rPr>
              <w:t>N</w:t>
            </w:r>
            <w:r w:rsidRPr="00630AB6">
              <w:rPr>
                <w:lang w:eastAsia="zh-CN"/>
              </w:rPr>
              <w:t>SSAI</w:t>
            </w:r>
            <w:r w:rsidRPr="00630AB6">
              <w:rPr>
                <w:rFonts w:hint="eastAsia"/>
                <w:lang w:eastAsia="zh-CN"/>
              </w:rPr>
              <w:t xml:space="preserve"> Availability Store</w:t>
            </w:r>
          </w:p>
        </w:tc>
        <w:tc>
          <w:tcPr>
            <w:tcW w:w="1765" w:type="pct"/>
            <w:tcBorders>
              <w:top w:val="single" w:sz="4" w:space="0" w:color="auto"/>
              <w:left w:val="single" w:sz="4" w:space="0" w:color="auto"/>
              <w:right w:val="single" w:sz="4" w:space="0" w:color="auto"/>
            </w:tcBorders>
          </w:tcPr>
          <w:p w14:paraId="77943946" w14:textId="77777777" w:rsidR="00E517E8" w:rsidRPr="00630AB6" w:rsidRDefault="00E517E8" w:rsidP="00E517E8">
            <w:pPr>
              <w:pStyle w:val="TAL"/>
              <w:rPr>
                <w:lang w:eastAsia="zh-CN"/>
              </w:rPr>
            </w:pPr>
            <w:r w:rsidRPr="00630AB6">
              <w:rPr>
                <w:rFonts w:hint="eastAsia"/>
                <w:lang w:eastAsia="zh-CN"/>
              </w:rPr>
              <w:t>{</w:t>
            </w:r>
            <w:proofErr w:type="spellStart"/>
            <w:r w:rsidRPr="00630AB6">
              <w:rPr>
                <w:rFonts w:hint="eastAsia"/>
                <w:lang w:eastAsia="zh-CN"/>
              </w:rPr>
              <w:t>apiRoot</w:t>
            </w:r>
            <w:proofErr w:type="spellEnd"/>
            <w:r w:rsidRPr="00630AB6">
              <w:rPr>
                <w:rFonts w:hint="eastAsia"/>
                <w:lang w:eastAsia="zh-CN"/>
              </w:rPr>
              <w:t>}/</w:t>
            </w:r>
            <w:proofErr w:type="spellStart"/>
            <w:r w:rsidRPr="00630AB6">
              <w:rPr>
                <w:rFonts w:hint="eastAsia"/>
                <w:lang w:eastAsia="zh-CN"/>
              </w:rPr>
              <w:t>nnssf</w:t>
            </w:r>
            <w:r w:rsidRPr="00630AB6">
              <w:rPr>
                <w:lang w:eastAsia="zh-CN"/>
              </w:rPr>
              <w:t>-nssai</w:t>
            </w:r>
            <w:r w:rsidRPr="00630AB6">
              <w:rPr>
                <w:rFonts w:hint="eastAsia"/>
                <w:lang w:eastAsia="zh-CN"/>
              </w:rPr>
              <w:t>availability</w:t>
            </w:r>
            <w:proofErr w:type="spellEnd"/>
            <w:r w:rsidRPr="00630AB6">
              <w:rPr>
                <w:rFonts w:hint="eastAsia"/>
                <w:lang w:eastAsia="zh-CN"/>
              </w:rPr>
              <w:t>/</w:t>
            </w:r>
          </w:p>
          <w:p w14:paraId="0C66187C" w14:textId="77777777" w:rsidR="00E517E8" w:rsidRPr="00630AB6" w:rsidRDefault="00E517E8" w:rsidP="00E517E8">
            <w:pPr>
              <w:pStyle w:val="TAL"/>
              <w:rPr>
                <w:lang w:eastAsia="zh-CN"/>
              </w:rPr>
            </w:pPr>
            <w:r w:rsidRPr="00630AB6">
              <w:rPr>
                <w:rFonts w:hint="eastAsia"/>
                <w:lang w:eastAsia="zh-CN"/>
              </w:rPr>
              <w:t>v1</w:t>
            </w:r>
            <w:r w:rsidRPr="00630AB6">
              <w:rPr>
                <w:lang w:eastAsia="zh-CN"/>
              </w:rPr>
              <w:t>/</w:t>
            </w:r>
            <w:proofErr w:type="spellStart"/>
            <w:r w:rsidRPr="00630AB6">
              <w:rPr>
                <w:lang w:eastAsia="zh-CN"/>
              </w:rPr>
              <w:t>nssai</w:t>
            </w:r>
            <w:proofErr w:type="spellEnd"/>
            <w:r w:rsidRPr="00630AB6">
              <w:rPr>
                <w:lang w:eastAsia="zh-CN"/>
              </w:rPr>
              <w:t>-availability</w:t>
            </w:r>
          </w:p>
        </w:tc>
        <w:tc>
          <w:tcPr>
            <w:tcW w:w="504" w:type="pct"/>
            <w:tcBorders>
              <w:top w:val="single" w:sz="4" w:space="0" w:color="auto"/>
              <w:left w:val="single" w:sz="4" w:space="0" w:color="auto"/>
              <w:bottom w:val="single" w:sz="4" w:space="0" w:color="auto"/>
              <w:right w:val="single" w:sz="4" w:space="0" w:color="auto"/>
            </w:tcBorders>
          </w:tcPr>
          <w:p w14:paraId="43C60FCF" w14:textId="77777777" w:rsidR="00E517E8" w:rsidRPr="00630AB6" w:rsidRDefault="00E517E8" w:rsidP="00E517E8">
            <w:pPr>
              <w:pStyle w:val="TAL"/>
              <w:rPr>
                <w:lang w:eastAsia="zh-CN"/>
              </w:rPr>
            </w:pPr>
            <w:r>
              <w:rPr>
                <w:lang w:eastAsia="zh-CN"/>
              </w:rPr>
              <w:t>OPTIONS</w:t>
            </w:r>
          </w:p>
        </w:tc>
        <w:tc>
          <w:tcPr>
            <w:tcW w:w="1506" w:type="pct"/>
            <w:tcBorders>
              <w:top w:val="single" w:sz="4" w:space="0" w:color="auto"/>
              <w:left w:val="single" w:sz="4" w:space="0" w:color="auto"/>
              <w:bottom w:val="single" w:sz="4" w:space="0" w:color="auto"/>
              <w:right w:val="single" w:sz="4" w:space="0" w:color="auto"/>
            </w:tcBorders>
          </w:tcPr>
          <w:p w14:paraId="20594BF9" w14:textId="77777777" w:rsidR="00E517E8" w:rsidRPr="00630AB6" w:rsidRDefault="00E517E8" w:rsidP="00E517E8">
            <w:pPr>
              <w:pStyle w:val="TAL"/>
            </w:pPr>
            <w:r>
              <w:t>Discover the communication options supported by the NSSF for this resource.</w:t>
            </w:r>
          </w:p>
        </w:tc>
      </w:tr>
      <w:tr w:rsidR="00E517E8" w:rsidRPr="00630AB6" w14:paraId="709F4774" w14:textId="77777777" w:rsidTr="00D02B3F">
        <w:trPr>
          <w:trHeight w:val="710"/>
          <w:jc w:val="center"/>
        </w:trPr>
        <w:tc>
          <w:tcPr>
            <w:tcW w:w="0" w:type="auto"/>
            <w:vMerge w:val="restart"/>
            <w:tcBorders>
              <w:left w:val="single" w:sz="4" w:space="0" w:color="auto"/>
              <w:right w:val="single" w:sz="4" w:space="0" w:color="auto"/>
            </w:tcBorders>
          </w:tcPr>
          <w:p w14:paraId="30B5D795" w14:textId="77777777" w:rsidR="00E517E8" w:rsidRPr="00630AB6" w:rsidRDefault="00E517E8" w:rsidP="00E517E8">
            <w:pPr>
              <w:pStyle w:val="TAL"/>
            </w:pPr>
            <w:r w:rsidRPr="00630AB6">
              <w:rPr>
                <w:rFonts w:hint="eastAsia"/>
                <w:lang w:eastAsia="zh-CN"/>
              </w:rPr>
              <w:t>N</w:t>
            </w:r>
            <w:r w:rsidRPr="00630AB6">
              <w:rPr>
                <w:lang w:eastAsia="zh-CN"/>
              </w:rPr>
              <w:t>SSAI</w:t>
            </w:r>
            <w:r w:rsidRPr="00630AB6">
              <w:rPr>
                <w:rFonts w:hint="eastAsia"/>
                <w:lang w:eastAsia="zh-CN"/>
              </w:rPr>
              <w:t xml:space="preserve"> Availability </w:t>
            </w:r>
            <w:r>
              <w:rPr>
                <w:lang w:eastAsia="zh-CN"/>
              </w:rPr>
              <w:t>Document</w:t>
            </w:r>
          </w:p>
        </w:tc>
        <w:tc>
          <w:tcPr>
            <w:tcW w:w="0" w:type="auto"/>
            <w:vMerge w:val="restart"/>
            <w:tcBorders>
              <w:left w:val="single" w:sz="4" w:space="0" w:color="auto"/>
              <w:right w:val="single" w:sz="4" w:space="0" w:color="auto"/>
            </w:tcBorders>
          </w:tcPr>
          <w:p w14:paraId="4B1C455F" w14:textId="77777777" w:rsidR="00E517E8" w:rsidRPr="00630AB6" w:rsidRDefault="00E517E8" w:rsidP="00E517E8">
            <w:pPr>
              <w:pStyle w:val="TAL"/>
              <w:rPr>
                <w:lang w:eastAsia="zh-CN"/>
              </w:rPr>
            </w:pPr>
            <w:r w:rsidRPr="00630AB6">
              <w:rPr>
                <w:rFonts w:hint="eastAsia"/>
                <w:lang w:eastAsia="zh-CN"/>
              </w:rPr>
              <w:t>{</w:t>
            </w:r>
            <w:proofErr w:type="spellStart"/>
            <w:r w:rsidRPr="00630AB6">
              <w:rPr>
                <w:rFonts w:hint="eastAsia"/>
                <w:lang w:eastAsia="zh-CN"/>
              </w:rPr>
              <w:t>apiRoot</w:t>
            </w:r>
            <w:proofErr w:type="spellEnd"/>
            <w:r w:rsidRPr="00630AB6">
              <w:rPr>
                <w:rFonts w:hint="eastAsia"/>
                <w:lang w:eastAsia="zh-CN"/>
              </w:rPr>
              <w:t>}/</w:t>
            </w:r>
            <w:proofErr w:type="spellStart"/>
            <w:r w:rsidRPr="00630AB6">
              <w:rPr>
                <w:rFonts w:hint="eastAsia"/>
                <w:lang w:eastAsia="zh-CN"/>
              </w:rPr>
              <w:t>nnssf</w:t>
            </w:r>
            <w:r w:rsidRPr="00630AB6">
              <w:rPr>
                <w:lang w:eastAsia="zh-CN"/>
              </w:rPr>
              <w:t>-nssai</w:t>
            </w:r>
            <w:r w:rsidRPr="00630AB6">
              <w:rPr>
                <w:rFonts w:hint="eastAsia"/>
                <w:lang w:eastAsia="zh-CN"/>
              </w:rPr>
              <w:t>availability</w:t>
            </w:r>
            <w:proofErr w:type="spellEnd"/>
            <w:r w:rsidRPr="00630AB6">
              <w:rPr>
                <w:rFonts w:hint="eastAsia"/>
                <w:lang w:eastAsia="zh-CN"/>
              </w:rPr>
              <w:t>/</w:t>
            </w:r>
          </w:p>
          <w:p w14:paraId="169E29FA" w14:textId="77777777" w:rsidR="00E517E8" w:rsidRPr="00630AB6" w:rsidRDefault="00E517E8" w:rsidP="00E517E8">
            <w:pPr>
              <w:pStyle w:val="TAL"/>
            </w:pPr>
            <w:r>
              <w:rPr>
                <w:lang w:eastAsia="zh-CN"/>
              </w:rPr>
              <w:t>{</w:t>
            </w:r>
            <w:proofErr w:type="spellStart"/>
            <w:r>
              <w:rPr>
                <w:lang w:eastAsia="zh-CN"/>
              </w:rPr>
              <w:t>apiVersion</w:t>
            </w:r>
            <w:proofErr w:type="spellEnd"/>
            <w:r>
              <w:rPr>
                <w:lang w:eastAsia="zh-CN"/>
              </w:rPr>
              <w:t>}</w:t>
            </w:r>
            <w:r w:rsidRPr="00630AB6">
              <w:rPr>
                <w:lang w:eastAsia="zh-CN"/>
              </w:rPr>
              <w:t>/</w:t>
            </w:r>
            <w:proofErr w:type="spellStart"/>
            <w:r w:rsidRPr="00630AB6">
              <w:rPr>
                <w:lang w:eastAsia="zh-CN"/>
              </w:rPr>
              <w:t>nssai</w:t>
            </w:r>
            <w:proofErr w:type="spellEnd"/>
            <w:r w:rsidRPr="00630AB6">
              <w:rPr>
                <w:lang w:eastAsia="zh-CN"/>
              </w:rPr>
              <w:t>-availability/{</w:t>
            </w:r>
            <w:proofErr w:type="spellStart"/>
            <w:r w:rsidRPr="00630AB6">
              <w:rPr>
                <w:lang w:eastAsia="zh-CN"/>
              </w:rPr>
              <w:t>nfId</w:t>
            </w:r>
            <w:proofErr w:type="spellEnd"/>
            <w:r w:rsidRPr="00630AB6">
              <w:rPr>
                <w:lang w:eastAsia="zh-CN"/>
              </w:rPr>
              <w:t>}</w:t>
            </w:r>
          </w:p>
        </w:tc>
        <w:tc>
          <w:tcPr>
            <w:tcW w:w="504" w:type="pct"/>
            <w:tcBorders>
              <w:top w:val="single" w:sz="4" w:space="0" w:color="auto"/>
              <w:left w:val="single" w:sz="4" w:space="0" w:color="auto"/>
              <w:right w:val="single" w:sz="4" w:space="0" w:color="auto"/>
            </w:tcBorders>
          </w:tcPr>
          <w:p w14:paraId="4CBD14D7" w14:textId="77777777" w:rsidR="00E517E8" w:rsidRPr="00630AB6" w:rsidRDefault="00E517E8" w:rsidP="00E517E8">
            <w:pPr>
              <w:pStyle w:val="TAL"/>
              <w:rPr>
                <w:lang w:eastAsia="zh-CN"/>
              </w:rPr>
            </w:pPr>
            <w:r w:rsidRPr="00630AB6">
              <w:rPr>
                <w:rFonts w:hint="eastAsia"/>
                <w:lang w:eastAsia="zh-CN"/>
              </w:rPr>
              <w:t>PUT</w:t>
            </w:r>
          </w:p>
        </w:tc>
        <w:tc>
          <w:tcPr>
            <w:tcW w:w="1506" w:type="pct"/>
            <w:tcBorders>
              <w:top w:val="single" w:sz="4" w:space="0" w:color="auto"/>
              <w:left w:val="single" w:sz="4" w:space="0" w:color="auto"/>
              <w:right w:val="single" w:sz="4" w:space="0" w:color="auto"/>
            </w:tcBorders>
          </w:tcPr>
          <w:p w14:paraId="0CD55EB7" w14:textId="77777777" w:rsidR="00E517E8" w:rsidRPr="00630AB6" w:rsidRDefault="00E517E8" w:rsidP="00E517E8">
            <w:pPr>
              <w:pStyle w:val="TAL"/>
              <w:rPr>
                <w:lang w:eastAsia="zh-CN"/>
              </w:rPr>
            </w:pPr>
            <w:r w:rsidRPr="00630AB6">
              <w:t xml:space="preserve">Updates the NSSF with the S-NSSAIs the </w:t>
            </w:r>
            <w:r w:rsidRPr="00630AB6">
              <w:rPr>
                <w:rFonts w:hint="eastAsia"/>
                <w:lang w:eastAsia="zh-CN"/>
              </w:rPr>
              <w:t>NF service consumer (e.g. AMF)</w:t>
            </w:r>
            <w:r>
              <w:rPr>
                <w:lang w:eastAsia="zh-CN"/>
              </w:rPr>
              <w:t xml:space="preserve"> </w:t>
            </w:r>
            <w:r w:rsidRPr="00630AB6">
              <w:t>supports per TA.</w:t>
            </w:r>
          </w:p>
        </w:tc>
      </w:tr>
      <w:tr w:rsidR="00E517E8" w:rsidRPr="00630AB6" w14:paraId="08513F1A" w14:textId="77777777" w:rsidTr="00D02B3F">
        <w:trPr>
          <w:trHeight w:val="710"/>
          <w:jc w:val="center"/>
        </w:trPr>
        <w:tc>
          <w:tcPr>
            <w:tcW w:w="0" w:type="auto"/>
            <w:vMerge/>
            <w:tcBorders>
              <w:left w:val="single" w:sz="4" w:space="0" w:color="auto"/>
              <w:right w:val="single" w:sz="4" w:space="0" w:color="auto"/>
            </w:tcBorders>
            <w:vAlign w:val="center"/>
          </w:tcPr>
          <w:p w14:paraId="29851717" w14:textId="77777777" w:rsidR="00E517E8" w:rsidRPr="00630AB6" w:rsidRDefault="00E517E8" w:rsidP="00E517E8">
            <w:pPr>
              <w:pStyle w:val="TAL"/>
            </w:pPr>
          </w:p>
        </w:tc>
        <w:tc>
          <w:tcPr>
            <w:tcW w:w="0" w:type="auto"/>
            <w:vMerge/>
            <w:tcBorders>
              <w:left w:val="single" w:sz="4" w:space="0" w:color="auto"/>
              <w:right w:val="single" w:sz="4" w:space="0" w:color="auto"/>
            </w:tcBorders>
            <w:vAlign w:val="center"/>
          </w:tcPr>
          <w:p w14:paraId="71D3A133" w14:textId="77777777" w:rsidR="00E517E8" w:rsidRPr="00630AB6" w:rsidRDefault="00E517E8" w:rsidP="00E517E8">
            <w:pPr>
              <w:pStyle w:val="TAL"/>
            </w:pPr>
          </w:p>
        </w:tc>
        <w:tc>
          <w:tcPr>
            <w:tcW w:w="504" w:type="pct"/>
            <w:tcBorders>
              <w:top w:val="single" w:sz="4" w:space="0" w:color="auto"/>
              <w:left w:val="single" w:sz="4" w:space="0" w:color="auto"/>
              <w:right w:val="single" w:sz="4" w:space="0" w:color="auto"/>
            </w:tcBorders>
          </w:tcPr>
          <w:p w14:paraId="5EDC052E" w14:textId="77777777" w:rsidR="00E517E8" w:rsidRPr="00630AB6" w:rsidRDefault="00E517E8" w:rsidP="00E517E8">
            <w:pPr>
              <w:pStyle w:val="TAL"/>
              <w:rPr>
                <w:lang w:eastAsia="zh-CN"/>
              </w:rPr>
            </w:pPr>
            <w:r w:rsidRPr="00630AB6">
              <w:rPr>
                <w:rFonts w:hint="eastAsia"/>
                <w:lang w:eastAsia="zh-CN"/>
              </w:rPr>
              <w:t>PATCH</w:t>
            </w:r>
          </w:p>
        </w:tc>
        <w:tc>
          <w:tcPr>
            <w:tcW w:w="1506" w:type="pct"/>
            <w:tcBorders>
              <w:top w:val="single" w:sz="4" w:space="0" w:color="auto"/>
              <w:left w:val="single" w:sz="4" w:space="0" w:color="auto"/>
              <w:right w:val="single" w:sz="4" w:space="0" w:color="auto"/>
            </w:tcBorders>
          </w:tcPr>
          <w:p w14:paraId="39BFA607" w14:textId="77777777" w:rsidR="00E517E8" w:rsidRPr="00630AB6" w:rsidRDefault="00E517E8" w:rsidP="00E517E8">
            <w:pPr>
              <w:pStyle w:val="TAL"/>
              <w:rPr>
                <w:lang w:eastAsia="zh-CN"/>
              </w:rPr>
            </w:pPr>
            <w:r w:rsidRPr="00630AB6">
              <w:t xml:space="preserve">Updates the NSSF with the S-NSSAIs the </w:t>
            </w:r>
            <w:r w:rsidRPr="00630AB6">
              <w:rPr>
                <w:rFonts w:hint="eastAsia"/>
                <w:lang w:eastAsia="zh-CN"/>
              </w:rPr>
              <w:t>NF service consumer (e.g. AMF)</w:t>
            </w:r>
            <w:r w:rsidRPr="00630AB6">
              <w:rPr>
                <w:lang w:eastAsia="zh-CN"/>
              </w:rPr>
              <w:t xml:space="preserve"> </w:t>
            </w:r>
            <w:r w:rsidRPr="00630AB6">
              <w:t>supports per TA.</w:t>
            </w:r>
          </w:p>
        </w:tc>
      </w:tr>
      <w:tr w:rsidR="00E517E8" w:rsidRPr="00630AB6" w14:paraId="20BCCB5B" w14:textId="77777777" w:rsidTr="00D02B3F">
        <w:trPr>
          <w:trHeight w:val="710"/>
          <w:jc w:val="center"/>
        </w:trPr>
        <w:tc>
          <w:tcPr>
            <w:tcW w:w="0" w:type="auto"/>
            <w:vMerge/>
            <w:tcBorders>
              <w:left w:val="single" w:sz="4" w:space="0" w:color="auto"/>
              <w:right w:val="single" w:sz="4" w:space="0" w:color="auto"/>
            </w:tcBorders>
            <w:vAlign w:val="center"/>
          </w:tcPr>
          <w:p w14:paraId="2FEE72C8" w14:textId="77777777" w:rsidR="00E517E8" w:rsidRPr="00630AB6" w:rsidRDefault="00E517E8" w:rsidP="00E517E8">
            <w:pPr>
              <w:pStyle w:val="TAL"/>
            </w:pPr>
          </w:p>
        </w:tc>
        <w:tc>
          <w:tcPr>
            <w:tcW w:w="0" w:type="auto"/>
            <w:vMerge/>
            <w:tcBorders>
              <w:left w:val="single" w:sz="4" w:space="0" w:color="auto"/>
              <w:right w:val="single" w:sz="4" w:space="0" w:color="auto"/>
            </w:tcBorders>
            <w:vAlign w:val="center"/>
          </w:tcPr>
          <w:p w14:paraId="69B62E2F" w14:textId="77777777" w:rsidR="00E517E8" w:rsidRPr="00630AB6" w:rsidRDefault="00E517E8" w:rsidP="00E517E8">
            <w:pPr>
              <w:pStyle w:val="TAL"/>
            </w:pPr>
          </w:p>
        </w:tc>
        <w:tc>
          <w:tcPr>
            <w:tcW w:w="504" w:type="pct"/>
            <w:tcBorders>
              <w:top w:val="single" w:sz="4" w:space="0" w:color="auto"/>
              <w:left w:val="single" w:sz="4" w:space="0" w:color="auto"/>
              <w:right w:val="single" w:sz="4" w:space="0" w:color="auto"/>
            </w:tcBorders>
          </w:tcPr>
          <w:p w14:paraId="0D169E83" w14:textId="77777777" w:rsidR="00E517E8" w:rsidRPr="00630AB6" w:rsidRDefault="00E517E8" w:rsidP="00E517E8">
            <w:pPr>
              <w:pStyle w:val="TAL"/>
              <w:rPr>
                <w:lang w:eastAsia="zh-CN"/>
              </w:rPr>
            </w:pPr>
            <w:r w:rsidRPr="00630AB6">
              <w:rPr>
                <w:rFonts w:hint="eastAsia"/>
                <w:lang w:eastAsia="zh-CN"/>
              </w:rPr>
              <w:t>D</w:t>
            </w:r>
            <w:r w:rsidRPr="00630AB6">
              <w:rPr>
                <w:lang w:eastAsia="zh-CN"/>
              </w:rPr>
              <w:t>ELETE</w:t>
            </w:r>
          </w:p>
        </w:tc>
        <w:tc>
          <w:tcPr>
            <w:tcW w:w="1506" w:type="pct"/>
            <w:tcBorders>
              <w:top w:val="single" w:sz="4" w:space="0" w:color="auto"/>
              <w:left w:val="single" w:sz="4" w:space="0" w:color="auto"/>
              <w:right w:val="single" w:sz="4" w:space="0" w:color="auto"/>
            </w:tcBorders>
          </w:tcPr>
          <w:p w14:paraId="37CBCE79" w14:textId="77777777" w:rsidR="00E517E8" w:rsidRPr="00630AB6" w:rsidRDefault="00E517E8" w:rsidP="00E517E8">
            <w:pPr>
              <w:pStyle w:val="TAL"/>
              <w:rPr>
                <w:lang w:eastAsia="zh-CN"/>
              </w:rPr>
            </w:pPr>
            <w:r w:rsidRPr="00630AB6">
              <w:rPr>
                <w:rFonts w:hint="eastAsia"/>
                <w:lang w:eastAsia="zh-CN"/>
              </w:rPr>
              <w:t>Del</w:t>
            </w:r>
            <w:r w:rsidRPr="00630AB6">
              <w:rPr>
                <w:lang w:eastAsia="zh-CN"/>
              </w:rPr>
              <w:t>ete the resource of the S-NSSAIs supported per TA by the NF service consumer (e.g</w:t>
            </w:r>
            <w:r w:rsidRPr="00630AB6">
              <w:rPr>
                <w:rFonts w:hint="eastAsia"/>
                <w:lang w:eastAsia="zh-CN"/>
              </w:rPr>
              <w:t>.</w:t>
            </w:r>
            <w:r w:rsidRPr="00630AB6">
              <w:rPr>
                <w:lang w:eastAsia="zh-CN"/>
              </w:rPr>
              <w:t xml:space="preserve"> AMF)</w:t>
            </w:r>
          </w:p>
        </w:tc>
      </w:tr>
      <w:tr w:rsidR="00E517E8" w:rsidRPr="00630AB6" w14:paraId="7EBCB7E1" w14:textId="77777777" w:rsidTr="00D02B3F">
        <w:trPr>
          <w:jc w:val="center"/>
        </w:trPr>
        <w:tc>
          <w:tcPr>
            <w:tcW w:w="0" w:type="auto"/>
            <w:tcBorders>
              <w:left w:val="single" w:sz="4" w:space="0" w:color="auto"/>
              <w:right w:val="single" w:sz="4" w:space="0" w:color="auto"/>
            </w:tcBorders>
            <w:vAlign w:val="center"/>
          </w:tcPr>
          <w:p w14:paraId="05D21BE8" w14:textId="77777777" w:rsidR="00E517E8" w:rsidRPr="00630AB6" w:rsidRDefault="00E517E8" w:rsidP="00E517E8">
            <w:pPr>
              <w:pStyle w:val="TAL"/>
            </w:pPr>
            <w:r w:rsidRPr="00630AB6">
              <w:rPr>
                <w:rFonts w:hint="eastAsia"/>
                <w:lang w:eastAsia="zh-CN"/>
              </w:rPr>
              <w:t xml:space="preserve">NSSAI Availability Notification </w:t>
            </w:r>
            <w:r w:rsidRPr="00630AB6">
              <w:rPr>
                <w:lang w:eastAsia="zh-CN"/>
              </w:rPr>
              <w:t>Subscriptions Collection</w:t>
            </w:r>
          </w:p>
        </w:tc>
        <w:tc>
          <w:tcPr>
            <w:tcW w:w="0" w:type="auto"/>
            <w:tcBorders>
              <w:left w:val="single" w:sz="4" w:space="0" w:color="auto"/>
              <w:right w:val="single" w:sz="4" w:space="0" w:color="auto"/>
            </w:tcBorders>
            <w:vAlign w:val="center"/>
          </w:tcPr>
          <w:p w14:paraId="68854F72" w14:textId="77777777" w:rsidR="00E517E8" w:rsidRPr="00630AB6" w:rsidRDefault="00E517E8" w:rsidP="00E517E8">
            <w:pPr>
              <w:pStyle w:val="TAL"/>
              <w:rPr>
                <w:lang w:eastAsia="zh-CN"/>
              </w:rPr>
            </w:pPr>
            <w:r w:rsidRPr="00630AB6">
              <w:rPr>
                <w:rFonts w:hint="eastAsia"/>
                <w:lang w:eastAsia="zh-CN"/>
              </w:rPr>
              <w:t>{</w:t>
            </w:r>
            <w:proofErr w:type="spellStart"/>
            <w:r w:rsidRPr="00630AB6">
              <w:rPr>
                <w:rFonts w:hint="eastAsia"/>
                <w:lang w:eastAsia="zh-CN"/>
              </w:rPr>
              <w:t>apiRoot</w:t>
            </w:r>
            <w:proofErr w:type="spellEnd"/>
            <w:r w:rsidRPr="00630AB6">
              <w:rPr>
                <w:rFonts w:hint="eastAsia"/>
                <w:lang w:eastAsia="zh-CN"/>
              </w:rPr>
              <w:t>}/</w:t>
            </w:r>
            <w:proofErr w:type="spellStart"/>
            <w:r w:rsidRPr="00630AB6">
              <w:rPr>
                <w:rFonts w:hint="eastAsia"/>
                <w:lang w:eastAsia="zh-CN"/>
              </w:rPr>
              <w:t>nnssf</w:t>
            </w:r>
            <w:r w:rsidRPr="00630AB6">
              <w:rPr>
                <w:lang w:eastAsia="zh-CN"/>
              </w:rPr>
              <w:t>-nssai</w:t>
            </w:r>
            <w:r w:rsidRPr="00630AB6">
              <w:rPr>
                <w:rFonts w:hint="eastAsia"/>
                <w:lang w:eastAsia="zh-CN"/>
              </w:rPr>
              <w:t>availability</w:t>
            </w:r>
            <w:proofErr w:type="spellEnd"/>
            <w:r w:rsidRPr="00630AB6">
              <w:rPr>
                <w:rFonts w:hint="eastAsia"/>
                <w:lang w:eastAsia="zh-CN"/>
              </w:rPr>
              <w:t>/</w:t>
            </w:r>
          </w:p>
          <w:p w14:paraId="5D45C325" w14:textId="77777777" w:rsidR="00E517E8" w:rsidRPr="00630AB6" w:rsidRDefault="00E517E8" w:rsidP="00E517E8">
            <w:pPr>
              <w:pStyle w:val="TAL"/>
            </w:pPr>
            <w:r>
              <w:rPr>
                <w:lang w:eastAsia="zh-CN"/>
              </w:rPr>
              <w:t>{</w:t>
            </w:r>
            <w:proofErr w:type="spellStart"/>
            <w:r>
              <w:rPr>
                <w:lang w:eastAsia="zh-CN"/>
              </w:rPr>
              <w:t>apiVersion</w:t>
            </w:r>
            <w:proofErr w:type="spellEnd"/>
            <w:r>
              <w:rPr>
                <w:lang w:eastAsia="zh-CN"/>
              </w:rPr>
              <w:t>}</w:t>
            </w:r>
            <w:r w:rsidRPr="00630AB6">
              <w:rPr>
                <w:lang w:eastAsia="zh-CN"/>
              </w:rPr>
              <w:t>/</w:t>
            </w:r>
            <w:proofErr w:type="spellStart"/>
            <w:r w:rsidRPr="00630AB6">
              <w:rPr>
                <w:lang w:eastAsia="zh-CN"/>
              </w:rPr>
              <w:t>nssai</w:t>
            </w:r>
            <w:proofErr w:type="spellEnd"/>
            <w:r w:rsidRPr="00630AB6">
              <w:rPr>
                <w:lang w:eastAsia="zh-CN"/>
              </w:rPr>
              <w:t>-availability/subscriptions</w:t>
            </w:r>
          </w:p>
        </w:tc>
        <w:tc>
          <w:tcPr>
            <w:tcW w:w="504" w:type="pct"/>
            <w:tcBorders>
              <w:top w:val="single" w:sz="4" w:space="0" w:color="auto"/>
              <w:left w:val="single" w:sz="4" w:space="0" w:color="auto"/>
              <w:bottom w:val="single" w:sz="4" w:space="0" w:color="auto"/>
              <w:right w:val="single" w:sz="4" w:space="0" w:color="auto"/>
            </w:tcBorders>
          </w:tcPr>
          <w:p w14:paraId="585C5083" w14:textId="77777777" w:rsidR="00E517E8" w:rsidRPr="00630AB6" w:rsidRDefault="00E517E8" w:rsidP="00E517E8">
            <w:pPr>
              <w:pStyle w:val="TAL"/>
            </w:pPr>
            <w:r w:rsidRPr="00630AB6">
              <w:rPr>
                <w:rFonts w:hint="eastAsia"/>
                <w:lang w:eastAsia="zh-CN"/>
              </w:rPr>
              <w:t>P</w:t>
            </w:r>
            <w:r w:rsidRPr="00630AB6">
              <w:rPr>
                <w:lang w:eastAsia="zh-CN"/>
              </w:rPr>
              <w:t>OST</w:t>
            </w:r>
          </w:p>
        </w:tc>
        <w:tc>
          <w:tcPr>
            <w:tcW w:w="1506" w:type="pct"/>
            <w:tcBorders>
              <w:top w:val="single" w:sz="4" w:space="0" w:color="auto"/>
              <w:left w:val="single" w:sz="4" w:space="0" w:color="auto"/>
              <w:bottom w:val="single" w:sz="4" w:space="0" w:color="auto"/>
              <w:right w:val="single" w:sz="4" w:space="0" w:color="auto"/>
            </w:tcBorders>
          </w:tcPr>
          <w:p w14:paraId="688984E8" w14:textId="77777777" w:rsidR="00E517E8" w:rsidRPr="00630AB6" w:rsidRDefault="00E517E8" w:rsidP="00E517E8">
            <w:pPr>
              <w:pStyle w:val="TAL"/>
            </w:pPr>
            <w:r w:rsidRPr="00630AB6">
              <w:rPr>
                <w:lang w:eastAsia="zh-CN"/>
              </w:rPr>
              <w:t>Create a s</w:t>
            </w:r>
            <w:r w:rsidRPr="00630AB6">
              <w:rPr>
                <w:rFonts w:hint="eastAsia"/>
                <w:lang w:eastAsia="zh-CN"/>
              </w:rPr>
              <w:t>ubscri</w:t>
            </w:r>
            <w:r w:rsidRPr="00630AB6">
              <w:rPr>
                <w:lang w:eastAsia="zh-CN"/>
              </w:rPr>
              <w:t>ption</w:t>
            </w:r>
            <w:r w:rsidRPr="00630AB6">
              <w:rPr>
                <w:rFonts w:hint="eastAsia"/>
                <w:lang w:eastAsia="zh-CN"/>
              </w:rPr>
              <w:t xml:space="preserve"> to the notification of </w:t>
            </w:r>
            <w:r w:rsidRPr="00630AB6">
              <w:rPr>
                <w:lang w:eastAsia="zh-CN"/>
              </w:rPr>
              <w:t>any changes to the NSSAI availability information.</w:t>
            </w:r>
          </w:p>
        </w:tc>
      </w:tr>
      <w:tr w:rsidR="00E517E8" w:rsidRPr="00630AB6" w14:paraId="3F2D79DC" w14:textId="77777777" w:rsidTr="00D02B3F">
        <w:trPr>
          <w:jc w:val="center"/>
        </w:trPr>
        <w:tc>
          <w:tcPr>
            <w:tcW w:w="0" w:type="auto"/>
            <w:tcBorders>
              <w:left w:val="single" w:sz="4" w:space="0" w:color="auto"/>
              <w:right w:val="single" w:sz="4" w:space="0" w:color="auto"/>
            </w:tcBorders>
            <w:vAlign w:val="center"/>
          </w:tcPr>
          <w:p w14:paraId="28E73FC1" w14:textId="77777777" w:rsidR="00E517E8" w:rsidRPr="00630AB6" w:rsidRDefault="00E517E8" w:rsidP="00E517E8">
            <w:pPr>
              <w:pStyle w:val="TAL"/>
            </w:pPr>
            <w:r w:rsidRPr="00630AB6">
              <w:rPr>
                <w:lang w:eastAsia="zh-CN"/>
              </w:rPr>
              <w:t xml:space="preserve">Individual </w:t>
            </w:r>
            <w:r w:rsidRPr="00630AB6">
              <w:rPr>
                <w:rFonts w:hint="eastAsia"/>
                <w:lang w:eastAsia="zh-CN"/>
              </w:rPr>
              <w:t xml:space="preserve">NSSAI Availability Notification </w:t>
            </w:r>
            <w:r w:rsidRPr="00630AB6">
              <w:rPr>
                <w:lang w:eastAsia="zh-CN"/>
              </w:rPr>
              <w:t>Subscriptions</w:t>
            </w:r>
          </w:p>
        </w:tc>
        <w:tc>
          <w:tcPr>
            <w:tcW w:w="0" w:type="auto"/>
            <w:tcBorders>
              <w:left w:val="single" w:sz="4" w:space="0" w:color="auto"/>
              <w:right w:val="single" w:sz="4" w:space="0" w:color="auto"/>
            </w:tcBorders>
            <w:vAlign w:val="center"/>
          </w:tcPr>
          <w:p w14:paraId="4A85A342" w14:textId="77777777" w:rsidR="00E517E8" w:rsidRPr="00630AB6" w:rsidRDefault="00E517E8" w:rsidP="00E517E8">
            <w:pPr>
              <w:pStyle w:val="TAL"/>
              <w:rPr>
                <w:lang w:eastAsia="zh-CN"/>
              </w:rPr>
            </w:pPr>
            <w:r w:rsidRPr="00630AB6">
              <w:rPr>
                <w:rFonts w:hint="eastAsia"/>
                <w:lang w:eastAsia="zh-CN"/>
              </w:rPr>
              <w:t>{</w:t>
            </w:r>
            <w:proofErr w:type="spellStart"/>
            <w:r w:rsidRPr="00630AB6">
              <w:rPr>
                <w:rFonts w:hint="eastAsia"/>
                <w:lang w:eastAsia="zh-CN"/>
              </w:rPr>
              <w:t>apiRoot</w:t>
            </w:r>
            <w:proofErr w:type="spellEnd"/>
            <w:r w:rsidRPr="00630AB6">
              <w:rPr>
                <w:rFonts w:hint="eastAsia"/>
                <w:lang w:eastAsia="zh-CN"/>
              </w:rPr>
              <w:t>}/</w:t>
            </w:r>
            <w:proofErr w:type="spellStart"/>
            <w:r w:rsidRPr="00630AB6">
              <w:rPr>
                <w:rFonts w:hint="eastAsia"/>
                <w:lang w:eastAsia="zh-CN"/>
              </w:rPr>
              <w:t>nnssf</w:t>
            </w:r>
            <w:r w:rsidRPr="00630AB6">
              <w:rPr>
                <w:lang w:eastAsia="zh-CN"/>
              </w:rPr>
              <w:t>-nssai</w:t>
            </w:r>
            <w:r w:rsidRPr="00630AB6">
              <w:rPr>
                <w:rFonts w:hint="eastAsia"/>
                <w:lang w:eastAsia="zh-CN"/>
              </w:rPr>
              <w:t>availability</w:t>
            </w:r>
            <w:proofErr w:type="spellEnd"/>
            <w:r w:rsidRPr="00630AB6">
              <w:rPr>
                <w:rFonts w:hint="eastAsia"/>
                <w:lang w:eastAsia="zh-CN"/>
              </w:rPr>
              <w:t>/</w:t>
            </w:r>
          </w:p>
          <w:p w14:paraId="03D4F425" w14:textId="77777777" w:rsidR="00E517E8" w:rsidRPr="00630AB6" w:rsidRDefault="00E517E8" w:rsidP="00E517E8">
            <w:pPr>
              <w:pStyle w:val="TAL"/>
            </w:pPr>
            <w:r>
              <w:rPr>
                <w:lang w:eastAsia="zh-CN"/>
              </w:rPr>
              <w:t>{</w:t>
            </w:r>
            <w:proofErr w:type="spellStart"/>
            <w:r>
              <w:rPr>
                <w:lang w:eastAsia="zh-CN"/>
              </w:rPr>
              <w:t>apiVersion</w:t>
            </w:r>
            <w:proofErr w:type="spellEnd"/>
            <w:r>
              <w:rPr>
                <w:lang w:eastAsia="zh-CN"/>
              </w:rPr>
              <w:t>}</w:t>
            </w:r>
            <w:r w:rsidRPr="00630AB6">
              <w:rPr>
                <w:lang w:eastAsia="zh-CN"/>
              </w:rPr>
              <w:t>/</w:t>
            </w:r>
            <w:proofErr w:type="spellStart"/>
            <w:r w:rsidRPr="00630AB6">
              <w:rPr>
                <w:lang w:eastAsia="zh-CN"/>
              </w:rPr>
              <w:t>nssai</w:t>
            </w:r>
            <w:proofErr w:type="spellEnd"/>
            <w:r w:rsidRPr="00630AB6">
              <w:rPr>
                <w:lang w:eastAsia="zh-CN"/>
              </w:rPr>
              <w:t>-availability/subscriptions/{</w:t>
            </w:r>
            <w:proofErr w:type="spellStart"/>
            <w:r w:rsidRPr="00630AB6">
              <w:rPr>
                <w:lang w:eastAsia="zh-CN"/>
              </w:rPr>
              <w:t>subscriptionId</w:t>
            </w:r>
            <w:proofErr w:type="spellEnd"/>
            <w:r w:rsidRPr="00630AB6">
              <w:rPr>
                <w:lang w:eastAsia="zh-CN"/>
              </w:rPr>
              <w:t>}</w:t>
            </w:r>
          </w:p>
        </w:tc>
        <w:tc>
          <w:tcPr>
            <w:tcW w:w="504" w:type="pct"/>
            <w:tcBorders>
              <w:top w:val="single" w:sz="4" w:space="0" w:color="auto"/>
              <w:left w:val="single" w:sz="4" w:space="0" w:color="auto"/>
              <w:bottom w:val="single" w:sz="4" w:space="0" w:color="auto"/>
              <w:right w:val="single" w:sz="4" w:space="0" w:color="auto"/>
            </w:tcBorders>
          </w:tcPr>
          <w:p w14:paraId="1BA6E8C4" w14:textId="77777777" w:rsidR="00E517E8" w:rsidRPr="00630AB6" w:rsidRDefault="00E517E8" w:rsidP="00E517E8">
            <w:pPr>
              <w:pStyle w:val="TAL"/>
            </w:pPr>
            <w:r w:rsidRPr="00630AB6">
              <w:t>DELETE</w:t>
            </w:r>
          </w:p>
        </w:tc>
        <w:tc>
          <w:tcPr>
            <w:tcW w:w="1506" w:type="pct"/>
            <w:tcBorders>
              <w:top w:val="single" w:sz="4" w:space="0" w:color="auto"/>
              <w:left w:val="single" w:sz="4" w:space="0" w:color="auto"/>
              <w:bottom w:val="single" w:sz="4" w:space="0" w:color="auto"/>
              <w:right w:val="single" w:sz="4" w:space="0" w:color="auto"/>
            </w:tcBorders>
          </w:tcPr>
          <w:p w14:paraId="6D3C58F4" w14:textId="77777777" w:rsidR="00E517E8" w:rsidRPr="00630AB6" w:rsidRDefault="00E517E8" w:rsidP="00E517E8">
            <w:pPr>
              <w:pStyle w:val="TAL"/>
            </w:pPr>
            <w:r w:rsidRPr="00630AB6">
              <w:rPr>
                <w:lang w:eastAsia="zh-CN"/>
              </w:rPr>
              <w:t>Uns</w:t>
            </w:r>
            <w:r w:rsidRPr="00630AB6">
              <w:rPr>
                <w:rFonts w:hint="eastAsia"/>
                <w:lang w:eastAsia="zh-CN"/>
              </w:rPr>
              <w:t xml:space="preserve">ubscribe to the notification of </w:t>
            </w:r>
            <w:r w:rsidRPr="00630AB6">
              <w:rPr>
                <w:lang w:eastAsia="zh-CN"/>
              </w:rPr>
              <w:t>any changes to the NSSAI availability information.</w:t>
            </w:r>
          </w:p>
        </w:tc>
      </w:tr>
    </w:tbl>
    <w:p w14:paraId="4EA8B215" w14:textId="77777777" w:rsidR="00742796" w:rsidRPr="00630AB6" w:rsidRDefault="00742796" w:rsidP="00742796"/>
    <w:p w14:paraId="38C49C35" w14:textId="77777777" w:rsidR="00742796" w:rsidRPr="00630AB6" w:rsidRDefault="00742796" w:rsidP="0041307B">
      <w:pPr>
        <w:pStyle w:val="Heading4"/>
      </w:pPr>
      <w:bookmarkStart w:id="99" w:name="_Toc74989862"/>
      <w:r w:rsidRPr="00630AB6">
        <w:t>6.2.3.2</w:t>
      </w:r>
      <w:r w:rsidRPr="00630AB6">
        <w:tab/>
        <w:t xml:space="preserve">Resource: NSSAI Availability </w:t>
      </w:r>
      <w:r w:rsidR="00E517E8" w:rsidRPr="00E517E8">
        <w:rPr>
          <w:lang w:val="fr-FR"/>
        </w:rPr>
        <w:t>Doc</w:t>
      </w:r>
      <w:r w:rsidR="00E517E8">
        <w:rPr>
          <w:lang w:val="fr-FR"/>
        </w:rPr>
        <w:t>ument</w:t>
      </w:r>
      <w:bookmarkEnd w:id="99"/>
    </w:p>
    <w:p w14:paraId="69A96927" w14:textId="77777777" w:rsidR="00742796" w:rsidRPr="00630AB6" w:rsidRDefault="00742796" w:rsidP="0041307B">
      <w:pPr>
        <w:pStyle w:val="Heading5"/>
      </w:pPr>
      <w:bookmarkStart w:id="100" w:name="_Toc74989863"/>
      <w:r w:rsidRPr="00630AB6">
        <w:t>6.2.3.2.1</w:t>
      </w:r>
      <w:r w:rsidRPr="00630AB6">
        <w:tab/>
        <w:t>Description</w:t>
      </w:r>
      <w:bookmarkEnd w:id="100"/>
    </w:p>
    <w:p w14:paraId="2333FD73" w14:textId="77777777" w:rsidR="00742796" w:rsidRPr="00630AB6" w:rsidRDefault="00742796" w:rsidP="00742796">
      <w:r w:rsidRPr="00630AB6">
        <w:t xml:space="preserve">This resource represents a </w:t>
      </w:r>
      <w:r w:rsidR="00E517E8">
        <w:t>single</w:t>
      </w:r>
      <w:r w:rsidR="00E517E8" w:rsidRPr="00630AB6">
        <w:t xml:space="preserve"> </w:t>
      </w:r>
      <w:r w:rsidRPr="00630AB6">
        <w:t xml:space="preserve"> NSSAI Availability resource.</w:t>
      </w:r>
    </w:p>
    <w:p w14:paraId="1C8ED70F" w14:textId="77777777" w:rsidR="00742796" w:rsidRPr="00630AB6" w:rsidRDefault="00742796" w:rsidP="00742796">
      <w:r w:rsidRPr="00630AB6">
        <w:t xml:space="preserve">This resource is modelled with the </w:t>
      </w:r>
      <w:r w:rsidR="00E517E8">
        <w:t>Document</w:t>
      </w:r>
      <w:r w:rsidR="00E517E8" w:rsidRPr="00630AB6">
        <w:t xml:space="preserve"> </w:t>
      </w:r>
      <w:r w:rsidRPr="00630AB6">
        <w:t xml:space="preserve">resource archetype (see </w:t>
      </w:r>
      <w:r w:rsidR="001765C8">
        <w:t>clause</w:t>
      </w:r>
      <w:r w:rsidRPr="00630AB6">
        <w:t xml:space="preserve"> C.1 of</w:t>
      </w:r>
      <w:r w:rsidR="00DE5E65">
        <w:t xml:space="preserve"> 3GPP TS </w:t>
      </w:r>
      <w:r w:rsidR="00DE5E65" w:rsidRPr="00630AB6">
        <w:t>29.501</w:t>
      </w:r>
      <w:r w:rsidR="00DE5E65">
        <w:t> </w:t>
      </w:r>
      <w:r w:rsidR="00DE5E65" w:rsidRPr="00630AB6">
        <w:t>[</w:t>
      </w:r>
      <w:r w:rsidRPr="00630AB6">
        <w:t>5]).</w:t>
      </w:r>
    </w:p>
    <w:p w14:paraId="2EDD095B" w14:textId="77777777" w:rsidR="00742796" w:rsidRPr="00630AB6" w:rsidRDefault="00742796" w:rsidP="0041307B">
      <w:pPr>
        <w:pStyle w:val="Heading5"/>
      </w:pPr>
      <w:bookmarkStart w:id="101" w:name="_Toc74989864"/>
      <w:r w:rsidRPr="00630AB6">
        <w:t>6.2.3.2.2</w:t>
      </w:r>
      <w:r w:rsidRPr="00630AB6">
        <w:tab/>
        <w:t>Resource Definition</w:t>
      </w:r>
      <w:bookmarkEnd w:id="101"/>
    </w:p>
    <w:p w14:paraId="70BCB6A8" w14:textId="77777777" w:rsidR="00742796" w:rsidRPr="00630AB6" w:rsidRDefault="00742796" w:rsidP="00742796">
      <w:r w:rsidRPr="00630AB6">
        <w:t>Resource URI: {apiRoot}/nnssf-nssaiavailability/</w:t>
      </w:r>
      <w:r w:rsidR="00B412C6" w:rsidRPr="0028664D">
        <w:t>{apiVersion}</w:t>
      </w:r>
      <w:r w:rsidRPr="00630AB6">
        <w:t>/nssai-availability/{</w:t>
      </w:r>
      <w:r w:rsidR="00126E07" w:rsidRPr="00630AB6">
        <w:rPr>
          <w:rFonts w:hint="eastAsia"/>
          <w:lang w:eastAsia="zh-CN"/>
        </w:rPr>
        <w:t>n</w:t>
      </w:r>
      <w:r w:rsidRPr="00630AB6">
        <w:t>fId}</w:t>
      </w:r>
    </w:p>
    <w:p w14:paraId="12B839A1" w14:textId="77777777" w:rsidR="00742796" w:rsidRPr="00630AB6" w:rsidRDefault="00742796" w:rsidP="00742796">
      <w:pPr>
        <w:rPr>
          <w:rFonts w:ascii="Arial" w:hAnsi="Arial" w:cs="Arial"/>
        </w:rPr>
      </w:pPr>
      <w:r w:rsidRPr="00630AB6">
        <w:t>This resource shall support the resource URI variables defined in table 6.2.3.2.2-1</w:t>
      </w:r>
      <w:r w:rsidRPr="00630AB6">
        <w:rPr>
          <w:rFonts w:ascii="Arial" w:hAnsi="Arial" w:cs="Arial"/>
        </w:rPr>
        <w:t>.</w:t>
      </w:r>
    </w:p>
    <w:p w14:paraId="40878CDC" w14:textId="77777777" w:rsidR="00742796" w:rsidRPr="00630AB6" w:rsidRDefault="00742796" w:rsidP="0041307B">
      <w:pPr>
        <w:pStyle w:val="TH"/>
        <w:outlineLvl w:val="0"/>
        <w:rPr>
          <w:rFonts w:cs="Arial"/>
        </w:rPr>
      </w:pPr>
      <w:r w:rsidRPr="00630AB6">
        <w:t>Table 6.2.3.2.2-1: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35"/>
        <w:gridCol w:w="7690"/>
      </w:tblGrid>
      <w:tr w:rsidR="00742796" w:rsidRPr="00630AB6" w14:paraId="1EE92AF8" w14:textId="77777777" w:rsidTr="00822A83">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2B33B6AE" w14:textId="77777777" w:rsidR="00742796" w:rsidRPr="00630AB6" w:rsidRDefault="00742796" w:rsidP="00822A83">
            <w:pPr>
              <w:pStyle w:val="TAH"/>
            </w:pPr>
            <w:r w:rsidRPr="00630AB6">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79F3F41E" w14:textId="77777777" w:rsidR="00742796" w:rsidRPr="00630AB6" w:rsidRDefault="00742796" w:rsidP="00822A83">
            <w:pPr>
              <w:pStyle w:val="TAH"/>
            </w:pPr>
            <w:r w:rsidRPr="00630AB6">
              <w:t>Definition</w:t>
            </w:r>
          </w:p>
        </w:tc>
      </w:tr>
      <w:tr w:rsidR="00742796" w:rsidRPr="00630AB6" w14:paraId="14E2208D" w14:textId="77777777" w:rsidTr="00822A83">
        <w:trPr>
          <w:jc w:val="center"/>
        </w:trPr>
        <w:tc>
          <w:tcPr>
            <w:tcW w:w="1005" w:type="pct"/>
            <w:tcBorders>
              <w:top w:val="single" w:sz="6" w:space="0" w:color="000000"/>
              <w:left w:val="single" w:sz="6" w:space="0" w:color="000000"/>
              <w:bottom w:val="single" w:sz="6" w:space="0" w:color="000000"/>
              <w:right w:val="single" w:sz="6" w:space="0" w:color="000000"/>
            </w:tcBorders>
          </w:tcPr>
          <w:p w14:paraId="72224089" w14:textId="77777777" w:rsidR="00742796" w:rsidRPr="00630AB6" w:rsidRDefault="00742796" w:rsidP="00822A83">
            <w:pPr>
              <w:pStyle w:val="TAL"/>
            </w:pPr>
            <w:proofErr w:type="spellStart"/>
            <w:r w:rsidRPr="00630AB6">
              <w:rPr>
                <w:rFonts w:hint="eastAsia"/>
                <w:lang w:eastAsia="zh-CN"/>
              </w:rPr>
              <w:t>apiRoot</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2712BCCF" w14:textId="77777777" w:rsidR="00742796" w:rsidRPr="00630AB6" w:rsidRDefault="00742796" w:rsidP="00822A83">
            <w:pPr>
              <w:pStyle w:val="TAL"/>
            </w:pPr>
            <w:r w:rsidRPr="00630AB6">
              <w:rPr>
                <w:rFonts w:hint="eastAsia"/>
                <w:lang w:eastAsia="zh-CN"/>
              </w:rPr>
              <w:t xml:space="preserve">See </w:t>
            </w:r>
            <w:r w:rsidR="001765C8">
              <w:rPr>
                <w:rFonts w:hint="eastAsia"/>
                <w:lang w:eastAsia="zh-CN"/>
              </w:rPr>
              <w:t>clause</w:t>
            </w:r>
            <w:r w:rsidRPr="00630AB6">
              <w:rPr>
                <w:rFonts w:hint="eastAsia"/>
                <w:lang w:eastAsia="zh-CN"/>
              </w:rPr>
              <w:t xml:space="preserve"> 6.2.1</w:t>
            </w:r>
          </w:p>
        </w:tc>
      </w:tr>
      <w:tr w:rsidR="00B412C6" w:rsidRPr="00630AB6" w14:paraId="13BA0669" w14:textId="77777777" w:rsidTr="00820A59">
        <w:trPr>
          <w:jc w:val="center"/>
        </w:trPr>
        <w:tc>
          <w:tcPr>
            <w:tcW w:w="1005" w:type="pct"/>
            <w:tcBorders>
              <w:top w:val="single" w:sz="6" w:space="0" w:color="000000"/>
              <w:left w:val="single" w:sz="6" w:space="0" w:color="000000"/>
              <w:bottom w:val="single" w:sz="6" w:space="0" w:color="000000"/>
              <w:right w:val="single" w:sz="6" w:space="0" w:color="000000"/>
            </w:tcBorders>
          </w:tcPr>
          <w:p w14:paraId="42078269" w14:textId="77777777" w:rsidR="00B412C6" w:rsidRPr="00630AB6" w:rsidRDefault="00B412C6" w:rsidP="003149C1">
            <w:pPr>
              <w:pStyle w:val="TAL"/>
              <w:rPr>
                <w:lang w:eastAsia="zh-CN"/>
              </w:rPr>
            </w:pPr>
            <w:proofErr w:type="spellStart"/>
            <w:r>
              <w:rPr>
                <w:rFonts w:hint="eastAsia"/>
                <w:lang w:eastAsia="zh-CN"/>
              </w:rPr>
              <w:t>apiVersion</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3522D109" w14:textId="77777777" w:rsidR="00B412C6" w:rsidRPr="00630AB6" w:rsidRDefault="00B412C6" w:rsidP="003149C1">
            <w:pPr>
              <w:pStyle w:val="TAL"/>
              <w:rPr>
                <w:lang w:eastAsia="zh-CN"/>
              </w:rPr>
            </w:pPr>
            <w:r w:rsidRPr="00630AB6">
              <w:rPr>
                <w:rFonts w:hint="eastAsia"/>
                <w:lang w:eastAsia="zh-CN"/>
              </w:rPr>
              <w:t xml:space="preserve">See </w:t>
            </w:r>
            <w:r w:rsidR="001765C8">
              <w:rPr>
                <w:rFonts w:hint="eastAsia"/>
                <w:lang w:eastAsia="zh-CN"/>
              </w:rPr>
              <w:t>clause</w:t>
            </w:r>
            <w:r w:rsidRPr="00630AB6">
              <w:rPr>
                <w:rFonts w:hint="eastAsia"/>
                <w:lang w:eastAsia="zh-CN"/>
              </w:rPr>
              <w:t xml:space="preserve"> 6.2.1</w:t>
            </w:r>
          </w:p>
        </w:tc>
      </w:tr>
      <w:tr w:rsidR="00742796" w:rsidRPr="00630AB6" w14:paraId="7DBA4698" w14:textId="77777777" w:rsidTr="00822A83">
        <w:trPr>
          <w:jc w:val="center"/>
        </w:trPr>
        <w:tc>
          <w:tcPr>
            <w:tcW w:w="1005" w:type="pct"/>
            <w:tcBorders>
              <w:top w:val="single" w:sz="6" w:space="0" w:color="000000"/>
              <w:left w:val="single" w:sz="6" w:space="0" w:color="000000"/>
              <w:bottom w:val="single" w:sz="6" w:space="0" w:color="000000"/>
              <w:right w:val="single" w:sz="6" w:space="0" w:color="000000"/>
            </w:tcBorders>
          </w:tcPr>
          <w:p w14:paraId="6294B033" w14:textId="77777777" w:rsidR="00742796" w:rsidRPr="00630AB6" w:rsidRDefault="00126E07" w:rsidP="00822A83">
            <w:pPr>
              <w:pStyle w:val="TAL"/>
              <w:rPr>
                <w:lang w:eastAsia="zh-CN"/>
              </w:rPr>
            </w:pPr>
            <w:proofErr w:type="spellStart"/>
            <w:r w:rsidRPr="00630AB6">
              <w:rPr>
                <w:rFonts w:hint="eastAsia"/>
                <w:lang w:eastAsia="zh-CN"/>
              </w:rPr>
              <w:t>n</w:t>
            </w:r>
            <w:r w:rsidR="00742796" w:rsidRPr="00630AB6">
              <w:rPr>
                <w:lang w:eastAsia="zh-CN"/>
              </w:rPr>
              <w:t>fId</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7D388E5B" w14:textId="77777777" w:rsidR="00742796" w:rsidRPr="00630AB6" w:rsidRDefault="00742796" w:rsidP="00822A83">
            <w:pPr>
              <w:pStyle w:val="TAL"/>
              <w:rPr>
                <w:lang w:eastAsia="zh-CN"/>
              </w:rPr>
            </w:pPr>
            <w:r w:rsidRPr="00630AB6">
              <w:rPr>
                <w:lang w:eastAsia="zh-CN"/>
              </w:rPr>
              <w:t>Represents the Identifier of the AMF for which the NSSAI Availability information is updated.</w:t>
            </w:r>
          </w:p>
        </w:tc>
      </w:tr>
    </w:tbl>
    <w:p w14:paraId="6E333A10" w14:textId="77777777" w:rsidR="00742796" w:rsidRPr="00630AB6" w:rsidRDefault="00742796" w:rsidP="00742796"/>
    <w:p w14:paraId="3E4779F7" w14:textId="77777777" w:rsidR="00742796" w:rsidRPr="00630AB6" w:rsidRDefault="00742796" w:rsidP="0041307B">
      <w:pPr>
        <w:pStyle w:val="Heading5"/>
      </w:pPr>
      <w:bookmarkStart w:id="102" w:name="_Toc74989865"/>
      <w:r w:rsidRPr="00630AB6">
        <w:t>6.2.3.2.3</w:t>
      </w:r>
      <w:r w:rsidRPr="00630AB6">
        <w:tab/>
        <w:t>Resource Standard Methods</w:t>
      </w:r>
      <w:bookmarkEnd w:id="102"/>
    </w:p>
    <w:p w14:paraId="571EBFD6" w14:textId="77777777" w:rsidR="00742796" w:rsidRPr="00630AB6" w:rsidRDefault="00742796" w:rsidP="0041307B">
      <w:pPr>
        <w:pStyle w:val="Heading6"/>
      </w:pPr>
      <w:bookmarkStart w:id="103" w:name="_Toc74989866"/>
      <w:r w:rsidRPr="00630AB6">
        <w:t>6.2.3.2.3.1</w:t>
      </w:r>
      <w:r w:rsidRPr="00630AB6">
        <w:tab/>
        <w:t>PUT</w:t>
      </w:r>
      <w:bookmarkEnd w:id="103"/>
    </w:p>
    <w:p w14:paraId="51B25D0B" w14:textId="77777777" w:rsidR="00742796" w:rsidRPr="00630AB6" w:rsidRDefault="00742796" w:rsidP="00742796">
      <w:r w:rsidRPr="00630AB6">
        <w:t>This method shall support the request data structures specified in table 6.2.3.2.3.1-1 and the response data structures and response codes specified in table 6.2.3.2.3.1-2.</w:t>
      </w:r>
    </w:p>
    <w:p w14:paraId="42A842D7" w14:textId="77777777" w:rsidR="00742796" w:rsidRPr="00630AB6" w:rsidRDefault="00742796" w:rsidP="0041307B">
      <w:pPr>
        <w:pStyle w:val="TH"/>
        <w:outlineLvl w:val="0"/>
      </w:pPr>
      <w:r w:rsidRPr="00630AB6">
        <w:t>Table 6.2.3.2.3.1-1: Data structures supported by the PUT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3"/>
        <w:gridCol w:w="421"/>
        <w:gridCol w:w="1258"/>
        <w:gridCol w:w="6347"/>
      </w:tblGrid>
      <w:tr w:rsidR="00742796" w:rsidRPr="00630AB6" w14:paraId="6023A29B" w14:textId="77777777" w:rsidTr="00822A83">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tcPr>
          <w:p w14:paraId="4C1915C2" w14:textId="77777777" w:rsidR="00742796" w:rsidRPr="00630AB6" w:rsidRDefault="00742796"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7964A3A4" w14:textId="77777777" w:rsidR="00742796" w:rsidRPr="00630AB6" w:rsidRDefault="00742796" w:rsidP="00822A83">
            <w:pPr>
              <w:pStyle w:val="TAH"/>
            </w:pPr>
            <w:r w:rsidRPr="00630AB6">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24E6C78F" w14:textId="77777777" w:rsidR="00742796" w:rsidRPr="00630AB6" w:rsidRDefault="00742796" w:rsidP="00822A83">
            <w:pPr>
              <w:pStyle w:val="TAH"/>
            </w:pPr>
            <w:r w:rsidRPr="00630AB6">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tcPr>
          <w:p w14:paraId="448291E4" w14:textId="77777777" w:rsidR="00742796" w:rsidRPr="00630AB6" w:rsidRDefault="00742796" w:rsidP="00822A83">
            <w:pPr>
              <w:pStyle w:val="TAH"/>
            </w:pPr>
            <w:r w:rsidRPr="00630AB6">
              <w:t>Description</w:t>
            </w:r>
          </w:p>
        </w:tc>
      </w:tr>
      <w:tr w:rsidR="00742796" w:rsidRPr="00630AB6" w14:paraId="69D35C10" w14:textId="77777777" w:rsidTr="00822A83">
        <w:trPr>
          <w:jc w:val="center"/>
        </w:trPr>
        <w:tc>
          <w:tcPr>
            <w:tcW w:w="1626" w:type="dxa"/>
            <w:tcBorders>
              <w:top w:val="single" w:sz="4" w:space="0" w:color="auto"/>
              <w:left w:val="single" w:sz="6" w:space="0" w:color="000000"/>
              <w:bottom w:val="single" w:sz="4" w:space="0" w:color="auto"/>
              <w:right w:val="single" w:sz="6" w:space="0" w:color="000000"/>
            </w:tcBorders>
            <w:shd w:val="clear" w:color="auto" w:fill="auto"/>
          </w:tcPr>
          <w:p w14:paraId="5221F8C9" w14:textId="77777777" w:rsidR="00742796" w:rsidRPr="00630AB6" w:rsidRDefault="00742796" w:rsidP="00822A83">
            <w:pPr>
              <w:pStyle w:val="TAL"/>
              <w:rPr>
                <w:lang w:eastAsia="zh-CN"/>
              </w:rPr>
            </w:pPr>
            <w:proofErr w:type="spellStart"/>
            <w:r w:rsidRPr="00630AB6">
              <w:rPr>
                <w:lang w:eastAsia="zh-CN"/>
              </w:rPr>
              <w:t>NSSAIAvailabilityInfo</w:t>
            </w:r>
            <w:proofErr w:type="spellEnd"/>
          </w:p>
        </w:tc>
        <w:tc>
          <w:tcPr>
            <w:tcW w:w="425" w:type="dxa"/>
            <w:tcBorders>
              <w:top w:val="single" w:sz="4" w:space="0" w:color="auto"/>
              <w:left w:val="single" w:sz="6" w:space="0" w:color="000000"/>
              <w:bottom w:val="single" w:sz="4" w:space="0" w:color="auto"/>
              <w:right w:val="single" w:sz="6" w:space="0" w:color="000000"/>
            </w:tcBorders>
          </w:tcPr>
          <w:p w14:paraId="7C52271C" w14:textId="77777777" w:rsidR="00742796" w:rsidRPr="00630AB6" w:rsidRDefault="00742796" w:rsidP="00822A83">
            <w:pPr>
              <w:pStyle w:val="TAC"/>
            </w:pPr>
            <w:r w:rsidRPr="00630AB6">
              <w:t>M</w:t>
            </w:r>
          </w:p>
        </w:tc>
        <w:tc>
          <w:tcPr>
            <w:tcW w:w="1276" w:type="dxa"/>
            <w:tcBorders>
              <w:top w:val="single" w:sz="4" w:space="0" w:color="auto"/>
              <w:left w:val="single" w:sz="6" w:space="0" w:color="000000"/>
              <w:bottom w:val="single" w:sz="4" w:space="0" w:color="auto"/>
              <w:right w:val="single" w:sz="6" w:space="0" w:color="000000"/>
            </w:tcBorders>
          </w:tcPr>
          <w:p w14:paraId="76B3532E" w14:textId="77777777" w:rsidR="00742796" w:rsidRPr="00630AB6" w:rsidRDefault="00742796" w:rsidP="00822A83">
            <w:pPr>
              <w:pStyle w:val="TAL"/>
              <w:rPr>
                <w:lang w:eastAsia="zh-CN"/>
              </w:rPr>
            </w:pPr>
            <w:r w:rsidRPr="00630AB6">
              <w:rPr>
                <w:lang w:eastAsia="zh-CN"/>
              </w:rPr>
              <w:t>1</w:t>
            </w:r>
          </w:p>
        </w:tc>
        <w:tc>
          <w:tcPr>
            <w:tcW w:w="6446" w:type="dxa"/>
            <w:tcBorders>
              <w:top w:val="single" w:sz="4" w:space="0" w:color="auto"/>
              <w:left w:val="single" w:sz="6" w:space="0" w:color="000000"/>
              <w:bottom w:val="single" w:sz="4" w:space="0" w:color="auto"/>
              <w:right w:val="single" w:sz="6" w:space="0" w:color="000000"/>
            </w:tcBorders>
            <w:shd w:val="clear" w:color="auto" w:fill="auto"/>
          </w:tcPr>
          <w:p w14:paraId="588B0F35" w14:textId="77777777" w:rsidR="00742796" w:rsidRPr="00630AB6" w:rsidRDefault="00742796" w:rsidP="002B50D2">
            <w:pPr>
              <w:pStyle w:val="TF"/>
              <w:keepNext/>
              <w:spacing w:after="0"/>
              <w:jc w:val="left"/>
              <w:rPr>
                <w:b w:val="0"/>
                <w:sz w:val="18"/>
              </w:rPr>
            </w:pPr>
            <w:r w:rsidRPr="00630AB6">
              <w:rPr>
                <w:b w:val="0"/>
                <w:sz w:val="18"/>
              </w:rPr>
              <w:t xml:space="preserve">This IE contains the information regarding the </w:t>
            </w:r>
            <w:proofErr w:type="spellStart"/>
            <w:r w:rsidRPr="00630AB6">
              <w:rPr>
                <w:b w:val="0"/>
                <w:sz w:val="18"/>
              </w:rPr>
              <w:t>NssaiAvailabilityData</w:t>
            </w:r>
            <w:proofErr w:type="spellEnd"/>
            <w:r w:rsidRPr="00630AB6">
              <w:rPr>
                <w:b w:val="0"/>
                <w:sz w:val="18"/>
              </w:rPr>
              <w:t xml:space="preserve"> for the </w:t>
            </w:r>
            <w:r w:rsidR="001767F1" w:rsidRPr="00630AB6">
              <w:rPr>
                <w:b w:val="0"/>
                <w:sz w:val="18"/>
              </w:rPr>
              <w:t>NF Service Consumer (</w:t>
            </w:r>
            <w:proofErr w:type="spellStart"/>
            <w:r w:rsidR="001767F1" w:rsidRPr="00630AB6">
              <w:rPr>
                <w:b w:val="0"/>
                <w:sz w:val="18"/>
              </w:rPr>
              <w:t>e.g</w:t>
            </w:r>
            <w:proofErr w:type="spellEnd"/>
            <w:r w:rsidR="001767F1" w:rsidRPr="00630AB6">
              <w:rPr>
                <w:b w:val="0"/>
                <w:sz w:val="18"/>
              </w:rPr>
              <w:t xml:space="preserve"> </w:t>
            </w:r>
            <w:r w:rsidRPr="00630AB6">
              <w:rPr>
                <w:b w:val="0"/>
                <w:sz w:val="18"/>
              </w:rPr>
              <w:t>AMF</w:t>
            </w:r>
            <w:r w:rsidR="001767F1" w:rsidRPr="00630AB6">
              <w:rPr>
                <w:b w:val="0"/>
                <w:sz w:val="18"/>
              </w:rPr>
              <w:t>)</w:t>
            </w:r>
            <w:r w:rsidRPr="00630AB6">
              <w:rPr>
                <w:b w:val="0"/>
                <w:sz w:val="18"/>
              </w:rPr>
              <w:t>.</w:t>
            </w:r>
          </w:p>
        </w:tc>
      </w:tr>
    </w:tbl>
    <w:p w14:paraId="6C7FBCA8" w14:textId="77777777" w:rsidR="00742796" w:rsidRPr="00630AB6" w:rsidRDefault="00742796" w:rsidP="00742796"/>
    <w:p w14:paraId="7B7579FB" w14:textId="77777777" w:rsidR="00742796" w:rsidRPr="00630AB6" w:rsidRDefault="00742796" w:rsidP="0041307B">
      <w:pPr>
        <w:pStyle w:val="TH"/>
        <w:outlineLvl w:val="0"/>
      </w:pPr>
      <w:r w:rsidRPr="00630AB6">
        <w:lastRenderedPageBreak/>
        <w:t>Table 6.2.3.2.3.1-2: Data structures supported by the PUT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433"/>
        <w:gridCol w:w="1250"/>
        <w:gridCol w:w="1123"/>
        <w:gridCol w:w="5234"/>
      </w:tblGrid>
      <w:tr w:rsidR="00742796" w:rsidRPr="00630AB6" w14:paraId="271467B2" w14:textId="77777777" w:rsidTr="002B50B3">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64D58340" w14:textId="77777777" w:rsidR="00742796" w:rsidRPr="00630AB6" w:rsidRDefault="00742796" w:rsidP="00822A83">
            <w:pPr>
              <w:pStyle w:val="TAH"/>
            </w:pPr>
            <w:r w:rsidRPr="00630AB6">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6E190BD5" w14:textId="77777777" w:rsidR="00742796" w:rsidRPr="00630AB6" w:rsidRDefault="00742796" w:rsidP="00822A83">
            <w:pPr>
              <w:pStyle w:val="TAH"/>
            </w:pPr>
            <w:r w:rsidRPr="00630AB6">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51E7E58F" w14:textId="77777777" w:rsidR="00742796" w:rsidRPr="00630AB6" w:rsidRDefault="00742796" w:rsidP="00822A83">
            <w:pPr>
              <w:pStyle w:val="TAH"/>
            </w:pPr>
            <w:r w:rsidRPr="00630AB6">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485E9077" w14:textId="77777777" w:rsidR="00742796" w:rsidRPr="00630AB6" w:rsidRDefault="00742796" w:rsidP="00822A83">
            <w:pPr>
              <w:pStyle w:val="TAH"/>
            </w:pPr>
            <w:r w:rsidRPr="00630AB6">
              <w:t>Response</w:t>
            </w:r>
          </w:p>
          <w:p w14:paraId="6ED9062F" w14:textId="77777777" w:rsidR="00742796" w:rsidRPr="00630AB6" w:rsidRDefault="00742796" w:rsidP="00822A83">
            <w:pPr>
              <w:pStyle w:val="TAH"/>
            </w:pPr>
            <w:r w:rsidRPr="00630AB6">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16CF3AEE" w14:textId="77777777" w:rsidR="00742796" w:rsidRPr="00630AB6" w:rsidRDefault="00742796" w:rsidP="00822A83">
            <w:pPr>
              <w:pStyle w:val="TAH"/>
            </w:pPr>
            <w:r w:rsidRPr="00630AB6">
              <w:t>Description</w:t>
            </w:r>
          </w:p>
        </w:tc>
      </w:tr>
      <w:tr w:rsidR="00742796" w:rsidRPr="00630AB6" w14:paraId="0B04BF09" w14:textId="77777777" w:rsidTr="002B50B3">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54DAEA16" w14:textId="77777777" w:rsidR="00742796" w:rsidRPr="00630AB6" w:rsidRDefault="00126E07" w:rsidP="00822A83">
            <w:pPr>
              <w:pStyle w:val="TAL"/>
              <w:rPr>
                <w:lang w:eastAsia="zh-CN"/>
              </w:rPr>
            </w:pPr>
            <w:proofErr w:type="spellStart"/>
            <w:r w:rsidRPr="00630AB6">
              <w:t>Authorized</w:t>
            </w:r>
            <w:r w:rsidR="00742796" w:rsidRPr="00630AB6">
              <w:t>NssaiAvailability</w:t>
            </w:r>
            <w:r w:rsidR="00394A66" w:rsidRPr="00630AB6">
              <w:rPr>
                <w:rFonts w:hint="eastAsia"/>
                <w:lang w:eastAsia="zh-CN"/>
              </w:rPr>
              <w:t>Info</w:t>
            </w:r>
            <w:proofErr w:type="spellEnd"/>
          </w:p>
        </w:tc>
        <w:tc>
          <w:tcPr>
            <w:tcW w:w="225" w:type="pct"/>
            <w:tcBorders>
              <w:top w:val="single" w:sz="4" w:space="0" w:color="auto"/>
              <w:left w:val="single" w:sz="6" w:space="0" w:color="000000"/>
              <w:bottom w:val="single" w:sz="4" w:space="0" w:color="auto"/>
              <w:right w:val="single" w:sz="6" w:space="0" w:color="000000"/>
            </w:tcBorders>
          </w:tcPr>
          <w:p w14:paraId="6D532056" w14:textId="77777777" w:rsidR="00742796" w:rsidRPr="00630AB6" w:rsidRDefault="00394A66" w:rsidP="00822A83">
            <w:pPr>
              <w:pStyle w:val="TAC"/>
              <w:rPr>
                <w:lang w:eastAsia="zh-CN"/>
              </w:rPr>
            </w:pPr>
            <w:r w:rsidRPr="00630AB6">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290C74FC" w14:textId="77777777" w:rsidR="00742796" w:rsidRPr="00630AB6" w:rsidRDefault="00742796" w:rsidP="00394A66">
            <w:pPr>
              <w:pStyle w:val="TAL"/>
              <w:rPr>
                <w:lang w:eastAsia="zh-CN"/>
              </w:rPr>
            </w:pPr>
            <w:r w:rsidRPr="00630AB6">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5DF0B732" w14:textId="77777777" w:rsidR="00742796" w:rsidRPr="00630AB6" w:rsidRDefault="00742796" w:rsidP="00822A83">
            <w:pPr>
              <w:pStyle w:val="TAL"/>
              <w:rPr>
                <w:lang w:eastAsia="zh-CN"/>
              </w:rPr>
            </w:pPr>
            <w:r w:rsidRPr="00630AB6">
              <w:rPr>
                <w:rFonts w:hint="eastAsia"/>
                <w:lang w:eastAsia="zh-CN"/>
              </w:rPr>
              <w:t>20</w:t>
            </w:r>
            <w:r w:rsidRPr="00630AB6">
              <w:rPr>
                <w:lang w:eastAsia="zh-CN"/>
              </w:rPr>
              <w:t>0</w:t>
            </w:r>
            <w:r w:rsidRPr="00630AB6">
              <w:rPr>
                <w:rFonts w:hint="eastAsia"/>
                <w:lang w:eastAsia="zh-CN"/>
              </w:rPr>
              <w:t xml:space="preserve"> </w:t>
            </w:r>
            <w:r w:rsidRPr="00630AB6">
              <w:rPr>
                <w:lang w:eastAsia="zh-CN"/>
              </w:rPr>
              <w:t>OK</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76B0D639" w14:textId="77777777" w:rsidR="00742796" w:rsidRPr="00630AB6" w:rsidRDefault="00742796" w:rsidP="00822A83">
            <w:pPr>
              <w:pStyle w:val="TF"/>
              <w:jc w:val="left"/>
              <w:rPr>
                <w:b w:val="0"/>
                <w:sz w:val="18"/>
                <w:lang w:eastAsia="zh-CN"/>
              </w:rPr>
            </w:pPr>
            <w:r w:rsidRPr="00630AB6">
              <w:rPr>
                <w:rFonts w:hint="eastAsia"/>
                <w:b w:val="0"/>
                <w:sz w:val="18"/>
                <w:lang w:eastAsia="zh-CN"/>
              </w:rPr>
              <w:t>This case represents a successful update</w:t>
            </w:r>
            <w:r w:rsidRPr="00630AB6">
              <w:rPr>
                <w:b w:val="0"/>
                <w:sz w:val="18"/>
                <w:lang w:eastAsia="zh-CN"/>
              </w:rPr>
              <w:t xml:space="preserve"> of the NSSF </w:t>
            </w:r>
            <w:r w:rsidRPr="00630AB6">
              <w:rPr>
                <w:b w:val="0"/>
                <w:sz w:val="18"/>
              </w:rPr>
              <w:t>with the S-NSSAIs the AMF supports per TA</w:t>
            </w:r>
            <w:r w:rsidRPr="00630AB6">
              <w:rPr>
                <w:b w:val="0"/>
                <w:sz w:val="18"/>
                <w:lang w:eastAsia="zh-CN"/>
              </w:rPr>
              <w:t>.</w:t>
            </w:r>
          </w:p>
          <w:p w14:paraId="79173979" w14:textId="77777777" w:rsidR="00742796" w:rsidRPr="00630AB6" w:rsidRDefault="00394A66" w:rsidP="002B50D2">
            <w:pPr>
              <w:pStyle w:val="TF"/>
              <w:jc w:val="left"/>
            </w:pPr>
            <w:r w:rsidRPr="00630AB6">
              <w:rPr>
                <w:rFonts w:hint="eastAsia"/>
                <w:b w:val="0"/>
                <w:sz w:val="18"/>
                <w:lang w:eastAsia="zh-CN"/>
              </w:rPr>
              <w:t>T</w:t>
            </w:r>
            <w:r w:rsidR="00742796" w:rsidRPr="00630AB6">
              <w:rPr>
                <w:b w:val="0"/>
                <w:sz w:val="18"/>
                <w:lang w:eastAsia="zh-CN"/>
              </w:rPr>
              <w:t xml:space="preserve">he authorized NSSAI availability (i.e. </w:t>
            </w:r>
            <w:r w:rsidR="001767F1" w:rsidRPr="00630AB6">
              <w:rPr>
                <w:b w:val="0"/>
                <w:sz w:val="18"/>
                <w:lang w:eastAsia="zh-CN"/>
              </w:rPr>
              <w:t xml:space="preserve">S-NSSAIs available per TA (unrestricted) and </w:t>
            </w:r>
            <w:r w:rsidR="00742796" w:rsidRPr="00630AB6">
              <w:rPr>
                <w:b w:val="0"/>
                <w:sz w:val="18"/>
                <w:lang w:eastAsia="zh-CN"/>
              </w:rPr>
              <w:t xml:space="preserve">any S-NSSAIs restricted per PLMN </w:t>
            </w:r>
            <w:r w:rsidR="001767F1" w:rsidRPr="00630AB6">
              <w:rPr>
                <w:b w:val="0"/>
                <w:sz w:val="18"/>
                <w:lang w:eastAsia="zh-CN"/>
              </w:rPr>
              <w:t xml:space="preserve">in that TA </w:t>
            </w:r>
            <w:r w:rsidR="00742796" w:rsidRPr="00630AB6">
              <w:rPr>
                <w:b w:val="0"/>
                <w:sz w:val="18"/>
                <w:lang w:eastAsia="zh-CN"/>
              </w:rPr>
              <w:t xml:space="preserve">in the serving PLMN of the UE) </w:t>
            </w:r>
            <w:r w:rsidRPr="00630AB6">
              <w:rPr>
                <w:rFonts w:hint="eastAsia"/>
                <w:b w:val="0"/>
                <w:sz w:val="18"/>
                <w:lang w:eastAsia="zh-CN"/>
              </w:rPr>
              <w:t xml:space="preserve">information </w:t>
            </w:r>
            <w:r w:rsidR="00742796" w:rsidRPr="00630AB6">
              <w:rPr>
                <w:rFonts w:hint="eastAsia"/>
                <w:b w:val="0"/>
                <w:sz w:val="18"/>
                <w:lang w:eastAsia="zh-CN"/>
              </w:rPr>
              <w:t>shall</w:t>
            </w:r>
            <w:r w:rsidR="00742796" w:rsidRPr="00630AB6">
              <w:rPr>
                <w:b w:val="0"/>
                <w:sz w:val="18"/>
                <w:lang w:eastAsia="zh-CN"/>
              </w:rPr>
              <w:t xml:space="preserve"> </w:t>
            </w:r>
            <w:r w:rsidRPr="00630AB6">
              <w:rPr>
                <w:rFonts w:hint="eastAsia"/>
                <w:b w:val="0"/>
                <w:sz w:val="18"/>
                <w:lang w:eastAsia="zh-CN"/>
              </w:rPr>
              <w:t xml:space="preserve">be </w:t>
            </w:r>
            <w:r w:rsidR="00742796" w:rsidRPr="00630AB6">
              <w:rPr>
                <w:b w:val="0"/>
                <w:sz w:val="18"/>
                <w:lang w:eastAsia="zh-CN"/>
              </w:rPr>
              <w:t>return</w:t>
            </w:r>
            <w:r w:rsidRPr="00630AB6">
              <w:rPr>
                <w:rFonts w:hint="eastAsia"/>
                <w:b w:val="0"/>
                <w:sz w:val="18"/>
                <w:lang w:eastAsia="zh-CN"/>
              </w:rPr>
              <w:t>ed</w:t>
            </w:r>
            <w:r w:rsidR="00742796" w:rsidRPr="00630AB6">
              <w:rPr>
                <w:b w:val="0"/>
                <w:sz w:val="18"/>
                <w:lang w:eastAsia="zh-CN"/>
              </w:rPr>
              <w:t xml:space="preserve"> in the response payload body.</w:t>
            </w:r>
          </w:p>
        </w:tc>
      </w:tr>
      <w:tr w:rsidR="002B50B3" w:rsidRPr="00630AB6" w14:paraId="7698B9AE" w14:textId="77777777" w:rsidTr="002B50B3">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50217B49" w14:textId="77777777" w:rsidR="002B50B3" w:rsidRPr="00630AB6" w:rsidRDefault="002B50B3" w:rsidP="008C0438">
            <w:pPr>
              <w:pStyle w:val="TAL"/>
            </w:pPr>
            <w:proofErr w:type="spellStart"/>
            <w:r w:rsidRPr="00630AB6">
              <w:rPr>
                <w:rFonts w:hint="eastAsia"/>
              </w:rPr>
              <w:t>ProblemDetails</w:t>
            </w:r>
            <w:proofErr w:type="spellEnd"/>
          </w:p>
        </w:tc>
        <w:tc>
          <w:tcPr>
            <w:tcW w:w="225" w:type="pct"/>
            <w:tcBorders>
              <w:top w:val="single" w:sz="4" w:space="0" w:color="auto"/>
              <w:left w:val="single" w:sz="6" w:space="0" w:color="000000"/>
              <w:bottom w:val="single" w:sz="4" w:space="0" w:color="auto"/>
              <w:right w:val="single" w:sz="6" w:space="0" w:color="000000"/>
            </w:tcBorders>
          </w:tcPr>
          <w:p w14:paraId="2F837025" w14:textId="77777777" w:rsidR="002B50B3" w:rsidRPr="00630AB6" w:rsidRDefault="002B50B3" w:rsidP="008C0438">
            <w:pPr>
              <w:pStyle w:val="TAC"/>
              <w:rPr>
                <w:lang w:eastAsia="zh-CN"/>
              </w:rPr>
            </w:pPr>
            <w:r w:rsidRPr="00630AB6">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60720000" w14:textId="77777777" w:rsidR="002B50B3" w:rsidRPr="00630AB6" w:rsidRDefault="002B50B3" w:rsidP="008C0438">
            <w:pPr>
              <w:pStyle w:val="TAL"/>
              <w:rPr>
                <w:lang w:eastAsia="zh-CN"/>
              </w:rPr>
            </w:pPr>
            <w:r w:rsidRPr="00630AB6">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1076E18F" w14:textId="77777777" w:rsidR="002B50B3" w:rsidRPr="00630AB6" w:rsidRDefault="002B50B3" w:rsidP="008C0438">
            <w:pPr>
              <w:pStyle w:val="TAL"/>
              <w:rPr>
                <w:lang w:eastAsia="zh-CN"/>
              </w:rPr>
            </w:pPr>
            <w:r w:rsidRPr="00630AB6">
              <w:rPr>
                <w:rFonts w:hint="eastAsia"/>
                <w:lang w:eastAsia="zh-CN"/>
              </w:rPr>
              <w:t>403 Forbidden</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3BB7F175" w14:textId="77777777" w:rsidR="002B50B3" w:rsidRPr="00630AB6" w:rsidRDefault="002B50B3" w:rsidP="00DE6817">
            <w:pPr>
              <w:pStyle w:val="TF"/>
              <w:jc w:val="left"/>
              <w:rPr>
                <w:b w:val="0"/>
                <w:sz w:val="18"/>
                <w:lang w:eastAsia="zh-CN"/>
              </w:rPr>
            </w:pPr>
            <w:r w:rsidRPr="00630AB6">
              <w:rPr>
                <w:rFonts w:hint="eastAsia"/>
                <w:b w:val="0"/>
                <w:sz w:val="18"/>
                <w:lang w:eastAsia="zh-CN"/>
              </w:rPr>
              <w:t xml:space="preserve">This represents the case, when </w:t>
            </w:r>
            <w:r w:rsidRPr="00630AB6">
              <w:rPr>
                <w:b w:val="0"/>
                <w:sz w:val="18"/>
                <w:lang w:eastAsia="zh-CN"/>
              </w:rPr>
              <w:t>the NF service consumer is not authorized to update the NSSAI availability information or the TAI/S</w:t>
            </w:r>
            <w:r w:rsidR="001767F1" w:rsidRPr="00630AB6">
              <w:rPr>
                <w:b w:val="0"/>
                <w:sz w:val="18"/>
                <w:lang w:eastAsia="zh-CN"/>
              </w:rPr>
              <w:t>-</w:t>
            </w:r>
            <w:r w:rsidRPr="00630AB6">
              <w:rPr>
                <w:b w:val="0"/>
                <w:sz w:val="18"/>
                <w:lang w:eastAsia="zh-CN"/>
              </w:rPr>
              <w:t>NSSAI information provided is not supported in the PLMN. The "cause" attribute shall be set to:</w:t>
            </w:r>
          </w:p>
          <w:p w14:paraId="1AB6EC6C" w14:textId="77777777" w:rsidR="002B50B3" w:rsidRPr="00630AB6" w:rsidRDefault="002B50B3" w:rsidP="00DE6817">
            <w:pPr>
              <w:pStyle w:val="B10"/>
            </w:pPr>
            <w:r w:rsidRPr="00630AB6">
              <w:t>-</w:t>
            </w:r>
            <w:r w:rsidRPr="00630AB6">
              <w:tab/>
            </w:r>
            <w:r w:rsidRPr="00630AB6">
              <w:rPr>
                <w:rFonts w:ascii="Arial" w:hAnsi="Arial"/>
                <w:sz w:val="18"/>
                <w:lang w:eastAsia="zh-CN"/>
              </w:rPr>
              <w:t>"SNSSAI_NOT_SUPPORTED", if the S</w:t>
            </w:r>
            <w:r w:rsidR="001767F1" w:rsidRPr="00630AB6">
              <w:rPr>
                <w:rFonts w:ascii="Arial" w:hAnsi="Arial"/>
                <w:sz w:val="18"/>
                <w:lang w:eastAsia="zh-CN"/>
              </w:rPr>
              <w:t>-</w:t>
            </w:r>
            <w:r w:rsidRPr="00630AB6">
              <w:rPr>
                <w:rFonts w:ascii="Arial" w:hAnsi="Arial"/>
                <w:sz w:val="18"/>
                <w:lang w:eastAsia="zh-CN"/>
              </w:rPr>
              <w:t>NSSAI provided is not supported in the PLMN.</w:t>
            </w:r>
          </w:p>
        </w:tc>
      </w:tr>
      <w:tr w:rsidR="002B50B3" w:rsidRPr="00630AB6" w14:paraId="60AC4E5C" w14:textId="77777777" w:rsidTr="002B50B3">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5C184F3B" w14:textId="77777777" w:rsidR="002B50B3" w:rsidRPr="00630AB6" w:rsidRDefault="002B50B3" w:rsidP="008C0438">
            <w:pPr>
              <w:pStyle w:val="TAL"/>
            </w:pPr>
            <w:proofErr w:type="spellStart"/>
            <w:r w:rsidRPr="00630AB6">
              <w:rPr>
                <w:rFonts w:hint="eastAsia"/>
              </w:rPr>
              <w:t>ProblemDetails</w:t>
            </w:r>
            <w:proofErr w:type="spellEnd"/>
          </w:p>
        </w:tc>
        <w:tc>
          <w:tcPr>
            <w:tcW w:w="225" w:type="pct"/>
            <w:tcBorders>
              <w:top w:val="single" w:sz="4" w:space="0" w:color="auto"/>
              <w:left w:val="single" w:sz="6" w:space="0" w:color="000000"/>
              <w:bottom w:val="single" w:sz="4" w:space="0" w:color="auto"/>
              <w:right w:val="single" w:sz="6" w:space="0" w:color="000000"/>
            </w:tcBorders>
          </w:tcPr>
          <w:p w14:paraId="2BA47090" w14:textId="77777777" w:rsidR="002B50B3" w:rsidRPr="00630AB6" w:rsidRDefault="002B50B3" w:rsidP="008C0438">
            <w:pPr>
              <w:pStyle w:val="TAC"/>
            </w:pPr>
            <w:r w:rsidRPr="00630AB6">
              <w:t>M</w:t>
            </w:r>
          </w:p>
        </w:tc>
        <w:tc>
          <w:tcPr>
            <w:tcW w:w="649" w:type="pct"/>
            <w:tcBorders>
              <w:top w:val="single" w:sz="4" w:space="0" w:color="auto"/>
              <w:left w:val="single" w:sz="6" w:space="0" w:color="000000"/>
              <w:bottom w:val="single" w:sz="4" w:space="0" w:color="auto"/>
              <w:right w:val="single" w:sz="6" w:space="0" w:color="000000"/>
            </w:tcBorders>
          </w:tcPr>
          <w:p w14:paraId="5E7F0DE4" w14:textId="77777777" w:rsidR="002B50B3" w:rsidRPr="00630AB6" w:rsidRDefault="002B50B3" w:rsidP="008C0438">
            <w:pPr>
              <w:pStyle w:val="TAL"/>
            </w:pPr>
            <w:r w:rsidRPr="00630AB6">
              <w:t>1</w:t>
            </w:r>
          </w:p>
        </w:tc>
        <w:tc>
          <w:tcPr>
            <w:tcW w:w="583" w:type="pct"/>
            <w:tcBorders>
              <w:top w:val="single" w:sz="4" w:space="0" w:color="auto"/>
              <w:left w:val="single" w:sz="6" w:space="0" w:color="000000"/>
              <w:bottom w:val="single" w:sz="4" w:space="0" w:color="auto"/>
              <w:right w:val="single" w:sz="6" w:space="0" w:color="000000"/>
            </w:tcBorders>
          </w:tcPr>
          <w:p w14:paraId="4B44CBE7" w14:textId="77777777" w:rsidR="002B50B3" w:rsidRPr="00630AB6" w:rsidRDefault="002B50B3" w:rsidP="008C0438">
            <w:pPr>
              <w:pStyle w:val="TAL"/>
            </w:pPr>
            <w:r w:rsidRPr="00630AB6">
              <w:t>404 Not Found</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294F4239" w14:textId="77777777" w:rsidR="002B50B3" w:rsidRPr="00630AB6" w:rsidRDefault="002B50B3" w:rsidP="008C0438">
            <w:pPr>
              <w:pStyle w:val="TAL"/>
            </w:pPr>
            <w:r w:rsidRPr="00630AB6">
              <w:t>This represents the case when the resource related to the NF Id for which the NSSAI availability information is updated is unavailable.</w:t>
            </w:r>
          </w:p>
        </w:tc>
      </w:tr>
    </w:tbl>
    <w:p w14:paraId="4D470E77" w14:textId="77777777" w:rsidR="0038424D" w:rsidRPr="00630AB6" w:rsidRDefault="0038424D" w:rsidP="0038424D"/>
    <w:p w14:paraId="3A02CC6A" w14:textId="77777777" w:rsidR="00394A66" w:rsidRPr="00630AB6" w:rsidRDefault="00394A66" w:rsidP="00394A66">
      <w:pPr>
        <w:pStyle w:val="Heading6"/>
      </w:pPr>
      <w:bookmarkStart w:id="104" w:name="_Toc74989867"/>
      <w:r w:rsidRPr="00630AB6">
        <w:t>6.2.3.2.3.2</w:t>
      </w:r>
      <w:r w:rsidRPr="00630AB6">
        <w:tab/>
        <w:t>PATCH</w:t>
      </w:r>
      <w:bookmarkEnd w:id="104"/>
    </w:p>
    <w:p w14:paraId="1868C88A" w14:textId="77777777" w:rsidR="00394A66" w:rsidRPr="00630AB6" w:rsidRDefault="00394A66" w:rsidP="00394A66">
      <w:r w:rsidRPr="00630AB6">
        <w:t>This method shall support the request data structures specified in table 6.2.3.2.3.2-1 and the response data structures and response codes specified in table 6.2.3.2.3.2-2.</w:t>
      </w:r>
    </w:p>
    <w:p w14:paraId="06E21B4C" w14:textId="77777777" w:rsidR="00394A66" w:rsidRPr="00630AB6" w:rsidRDefault="00394A66" w:rsidP="00394A66">
      <w:pPr>
        <w:pStyle w:val="TH"/>
      </w:pPr>
      <w:r w:rsidRPr="00630AB6">
        <w:t>Table 6.2.3.2.3.2-1: Data structures supported by the PATCH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3"/>
        <w:gridCol w:w="421"/>
        <w:gridCol w:w="1258"/>
        <w:gridCol w:w="6347"/>
      </w:tblGrid>
      <w:tr w:rsidR="00394A66" w:rsidRPr="00630AB6" w14:paraId="1DFB1859" w14:textId="77777777" w:rsidTr="00870C57">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tcPr>
          <w:p w14:paraId="2B3DD8D3" w14:textId="77777777" w:rsidR="00394A66" w:rsidRPr="00630AB6" w:rsidRDefault="00394A66" w:rsidP="00870C57">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7EB3E28D" w14:textId="77777777" w:rsidR="00394A66" w:rsidRPr="00630AB6" w:rsidRDefault="00394A66" w:rsidP="00870C57">
            <w:pPr>
              <w:pStyle w:val="TAH"/>
            </w:pPr>
            <w:r w:rsidRPr="00630AB6">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56073B80" w14:textId="77777777" w:rsidR="00394A66" w:rsidRPr="00630AB6" w:rsidRDefault="00394A66" w:rsidP="00870C57">
            <w:pPr>
              <w:pStyle w:val="TAH"/>
            </w:pPr>
            <w:r w:rsidRPr="00630AB6">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tcPr>
          <w:p w14:paraId="6E827623" w14:textId="77777777" w:rsidR="00394A66" w:rsidRPr="00630AB6" w:rsidRDefault="00394A66" w:rsidP="00870C57">
            <w:pPr>
              <w:pStyle w:val="TAH"/>
            </w:pPr>
            <w:r w:rsidRPr="00630AB6">
              <w:t>Description</w:t>
            </w:r>
          </w:p>
        </w:tc>
      </w:tr>
      <w:tr w:rsidR="00394A66" w:rsidRPr="00630AB6" w14:paraId="27B00C03" w14:textId="77777777" w:rsidTr="00870C57">
        <w:trPr>
          <w:jc w:val="center"/>
        </w:trPr>
        <w:tc>
          <w:tcPr>
            <w:tcW w:w="1626" w:type="dxa"/>
            <w:tcBorders>
              <w:top w:val="single" w:sz="4" w:space="0" w:color="auto"/>
              <w:left w:val="single" w:sz="6" w:space="0" w:color="000000"/>
              <w:bottom w:val="single" w:sz="4" w:space="0" w:color="auto"/>
              <w:right w:val="single" w:sz="6" w:space="0" w:color="000000"/>
            </w:tcBorders>
            <w:shd w:val="clear" w:color="auto" w:fill="auto"/>
          </w:tcPr>
          <w:p w14:paraId="44E1DD15" w14:textId="77777777" w:rsidR="00394A66" w:rsidRPr="00630AB6" w:rsidRDefault="00394A66" w:rsidP="00870C57">
            <w:pPr>
              <w:pStyle w:val="TAL"/>
              <w:rPr>
                <w:lang w:eastAsia="zh-CN"/>
              </w:rPr>
            </w:pPr>
            <w:proofErr w:type="spellStart"/>
            <w:r w:rsidRPr="00630AB6">
              <w:rPr>
                <w:lang w:eastAsia="zh-CN"/>
              </w:rPr>
              <w:t>PatchDocument</w:t>
            </w:r>
            <w:proofErr w:type="spellEnd"/>
          </w:p>
        </w:tc>
        <w:tc>
          <w:tcPr>
            <w:tcW w:w="425" w:type="dxa"/>
            <w:tcBorders>
              <w:top w:val="single" w:sz="4" w:space="0" w:color="auto"/>
              <w:left w:val="single" w:sz="6" w:space="0" w:color="000000"/>
              <w:bottom w:val="single" w:sz="4" w:space="0" w:color="auto"/>
              <w:right w:val="single" w:sz="6" w:space="0" w:color="000000"/>
            </w:tcBorders>
          </w:tcPr>
          <w:p w14:paraId="27EB44CC" w14:textId="77777777" w:rsidR="00394A66" w:rsidRPr="00630AB6" w:rsidRDefault="00394A66" w:rsidP="00870C57">
            <w:pPr>
              <w:pStyle w:val="TAC"/>
            </w:pPr>
            <w:r w:rsidRPr="00630AB6">
              <w:t>M</w:t>
            </w:r>
          </w:p>
        </w:tc>
        <w:tc>
          <w:tcPr>
            <w:tcW w:w="1276" w:type="dxa"/>
            <w:tcBorders>
              <w:top w:val="single" w:sz="4" w:space="0" w:color="auto"/>
              <w:left w:val="single" w:sz="6" w:space="0" w:color="000000"/>
              <w:bottom w:val="single" w:sz="4" w:space="0" w:color="auto"/>
              <w:right w:val="single" w:sz="6" w:space="0" w:color="000000"/>
            </w:tcBorders>
          </w:tcPr>
          <w:p w14:paraId="07BB1B9B" w14:textId="77777777" w:rsidR="00394A66" w:rsidRPr="00630AB6" w:rsidRDefault="00394A66" w:rsidP="00870C57">
            <w:pPr>
              <w:pStyle w:val="TAL"/>
              <w:rPr>
                <w:lang w:eastAsia="zh-CN"/>
              </w:rPr>
            </w:pPr>
            <w:r w:rsidRPr="00630AB6">
              <w:rPr>
                <w:lang w:eastAsia="zh-CN"/>
              </w:rPr>
              <w:t>1</w:t>
            </w:r>
          </w:p>
        </w:tc>
        <w:tc>
          <w:tcPr>
            <w:tcW w:w="6446" w:type="dxa"/>
            <w:tcBorders>
              <w:top w:val="single" w:sz="4" w:space="0" w:color="auto"/>
              <w:left w:val="single" w:sz="6" w:space="0" w:color="000000"/>
              <w:bottom w:val="single" w:sz="4" w:space="0" w:color="auto"/>
              <w:right w:val="single" w:sz="6" w:space="0" w:color="000000"/>
            </w:tcBorders>
            <w:shd w:val="clear" w:color="auto" w:fill="auto"/>
          </w:tcPr>
          <w:p w14:paraId="301EC674" w14:textId="77777777" w:rsidR="00394A66" w:rsidRPr="00630AB6" w:rsidRDefault="00394A66" w:rsidP="00B7289A">
            <w:pPr>
              <w:pStyle w:val="TF"/>
              <w:jc w:val="left"/>
              <w:rPr>
                <w:b w:val="0"/>
                <w:sz w:val="18"/>
              </w:rPr>
            </w:pPr>
            <w:r w:rsidRPr="00630AB6">
              <w:rPr>
                <w:b w:val="0"/>
                <w:sz w:val="18"/>
              </w:rPr>
              <w:t xml:space="preserve">This IE contains the information regarding the JSON patch instructions for updating the </w:t>
            </w:r>
            <w:proofErr w:type="spellStart"/>
            <w:r w:rsidR="00B7289A" w:rsidRPr="00112F53">
              <w:rPr>
                <w:b w:val="0"/>
                <w:sz w:val="18"/>
              </w:rPr>
              <w:t>supportedSnssai</w:t>
            </w:r>
            <w:proofErr w:type="spellEnd"/>
            <w:r w:rsidR="00B7289A">
              <w:rPr>
                <w:b w:val="0"/>
                <w:sz w:val="18"/>
              </w:rPr>
              <w:t xml:space="preserve">(s) in </w:t>
            </w:r>
            <w:proofErr w:type="spellStart"/>
            <w:r w:rsidRPr="00630AB6">
              <w:rPr>
                <w:b w:val="0"/>
                <w:sz w:val="18"/>
              </w:rPr>
              <w:t>NssaiAvailability</w:t>
            </w:r>
            <w:r w:rsidRPr="00630AB6">
              <w:rPr>
                <w:rFonts w:hint="eastAsia"/>
                <w:b w:val="0"/>
                <w:sz w:val="18"/>
                <w:lang w:eastAsia="zh-CN"/>
              </w:rPr>
              <w:t>I</w:t>
            </w:r>
            <w:r w:rsidRPr="00630AB6">
              <w:rPr>
                <w:b w:val="0"/>
                <w:sz w:val="18"/>
              </w:rPr>
              <w:t>nfo</w:t>
            </w:r>
            <w:proofErr w:type="spellEnd"/>
            <w:r w:rsidRPr="00630AB6">
              <w:rPr>
                <w:b w:val="0"/>
                <w:sz w:val="18"/>
              </w:rPr>
              <w:t>.</w:t>
            </w:r>
          </w:p>
        </w:tc>
      </w:tr>
    </w:tbl>
    <w:p w14:paraId="27C98796" w14:textId="77777777" w:rsidR="00394A66" w:rsidRPr="00630AB6" w:rsidRDefault="00394A66" w:rsidP="00394A66"/>
    <w:p w14:paraId="79635DAE" w14:textId="77777777" w:rsidR="00394A66" w:rsidRPr="00630AB6" w:rsidRDefault="00394A66" w:rsidP="00394A66">
      <w:pPr>
        <w:pStyle w:val="TH"/>
      </w:pPr>
      <w:r w:rsidRPr="00630AB6">
        <w:t>Table 6.2.3.2.3.2-2: Data structures supported by the PATCH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433"/>
        <w:gridCol w:w="1250"/>
        <w:gridCol w:w="1123"/>
        <w:gridCol w:w="5234"/>
      </w:tblGrid>
      <w:tr w:rsidR="00394A66" w:rsidRPr="00630AB6" w14:paraId="544A3570" w14:textId="77777777" w:rsidTr="00870C57">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740DD465" w14:textId="77777777" w:rsidR="00394A66" w:rsidRPr="00630AB6" w:rsidRDefault="00394A66" w:rsidP="00870C57">
            <w:pPr>
              <w:pStyle w:val="TAH"/>
            </w:pPr>
            <w:r w:rsidRPr="00630AB6">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519A0E04" w14:textId="77777777" w:rsidR="00394A66" w:rsidRPr="00630AB6" w:rsidRDefault="00394A66" w:rsidP="00870C57">
            <w:pPr>
              <w:pStyle w:val="TAH"/>
            </w:pPr>
            <w:r w:rsidRPr="00630AB6">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1E189BE0" w14:textId="77777777" w:rsidR="00394A66" w:rsidRPr="00630AB6" w:rsidRDefault="00394A66" w:rsidP="00870C57">
            <w:pPr>
              <w:pStyle w:val="TAH"/>
            </w:pPr>
            <w:r w:rsidRPr="00630AB6">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3120B3D9" w14:textId="77777777" w:rsidR="00394A66" w:rsidRPr="00630AB6" w:rsidRDefault="00394A66" w:rsidP="00870C57">
            <w:pPr>
              <w:pStyle w:val="TAH"/>
            </w:pPr>
            <w:r w:rsidRPr="00630AB6">
              <w:t>Response</w:t>
            </w:r>
          </w:p>
          <w:p w14:paraId="4EA04CA5" w14:textId="77777777" w:rsidR="00394A66" w:rsidRPr="00630AB6" w:rsidRDefault="00394A66" w:rsidP="00870C57">
            <w:pPr>
              <w:pStyle w:val="TAH"/>
            </w:pPr>
            <w:r w:rsidRPr="00630AB6">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76A93459" w14:textId="77777777" w:rsidR="00394A66" w:rsidRPr="00630AB6" w:rsidRDefault="00394A66" w:rsidP="00870C57">
            <w:pPr>
              <w:pStyle w:val="TAH"/>
            </w:pPr>
            <w:r w:rsidRPr="00630AB6">
              <w:t>Description</w:t>
            </w:r>
          </w:p>
        </w:tc>
      </w:tr>
      <w:tr w:rsidR="00394A66" w:rsidRPr="00630AB6" w14:paraId="6C84F2E5" w14:textId="77777777" w:rsidTr="00870C5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3DF0F450" w14:textId="77777777" w:rsidR="00394A66" w:rsidRPr="00630AB6" w:rsidRDefault="00394A66" w:rsidP="00870C57">
            <w:pPr>
              <w:pStyle w:val="TAL"/>
            </w:pPr>
            <w:proofErr w:type="spellStart"/>
            <w:r w:rsidRPr="00630AB6">
              <w:t>AuthorizedNssaiAvailability</w:t>
            </w:r>
            <w:r w:rsidRPr="00630AB6">
              <w:rPr>
                <w:rFonts w:hint="eastAsia"/>
                <w:lang w:eastAsia="zh-CN"/>
              </w:rPr>
              <w:t>I</w:t>
            </w:r>
            <w:r w:rsidRPr="00630AB6">
              <w:t>nfo</w:t>
            </w:r>
            <w:proofErr w:type="spellEnd"/>
          </w:p>
        </w:tc>
        <w:tc>
          <w:tcPr>
            <w:tcW w:w="225" w:type="pct"/>
            <w:tcBorders>
              <w:top w:val="single" w:sz="4" w:space="0" w:color="auto"/>
              <w:left w:val="single" w:sz="6" w:space="0" w:color="000000"/>
              <w:bottom w:val="single" w:sz="4" w:space="0" w:color="auto"/>
              <w:right w:val="single" w:sz="6" w:space="0" w:color="000000"/>
            </w:tcBorders>
          </w:tcPr>
          <w:p w14:paraId="5FD966BF" w14:textId="77777777" w:rsidR="00394A66" w:rsidRPr="00630AB6" w:rsidRDefault="00394A66" w:rsidP="00870C57">
            <w:pPr>
              <w:pStyle w:val="TAC"/>
              <w:rPr>
                <w:lang w:eastAsia="zh-CN"/>
              </w:rPr>
            </w:pPr>
            <w:r w:rsidRPr="00630AB6">
              <w:rPr>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32478461" w14:textId="77777777" w:rsidR="00394A66" w:rsidRPr="00630AB6" w:rsidRDefault="00394A66" w:rsidP="00870C57">
            <w:pPr>
              <w:pStyle w:val="TAL"/>
              <w:rPr>
                <w:lang w:eastAsia="zh-CN"/>
              </w:rPr>
            </w:pPr>
            <w:r w:rsidRPr="00630AB6">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7CAE52A7" w14:textId="77777777" w:rsidR="00394A66" w:rsidRPr="00630AB6" w:rsidRDefault="00394A66" w:rsidP="00870C57">
            <w:pPr>
              <w:pStyle w:val="TAL"/>
              <w:rPr>
                <w:lang w:eastAsia="zh-CN"/>
              </w:rPr>
            </w:pPr>
            <w:r w:rsidRPr="00630AB6">
              <w:rPr>
                <w:rFonts w:hint="eastAsia"/>
                <w:lang w:eastAsia="zh-CN"/>
              </w:rPr>
              <w:t>20</w:t>
            </w:r>
            <w:r w:rsidRPr="00630AB6">
              <w:rPr>
                <w:lang w:eastAsia="zh-CN"/>
              </w:rPr>
              <w:t>0</w:t>
            </w:r>
            <w:r w:rsidRPr="00630AB6">
              <w:rPr>
                <w:rFonts w:hint="eastAsia"/>
                <w:lang w:eastAsia="zh-CN"/>
              </w:rPr>
              <w:t xml:space="preserve"> </w:t>
            </w:r>
            <w:r w:rsidRPr="00630AB6">
              <w:rPr>
                <w:lang w:eastAsia="zh-CN"/>
              </w:rPr>
              <w:t>OK</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46A5D391" w14:textId="77777777" w:rsidR="00394A66" w:rsidRPr="00630AB6" w:rsidRDefault="00394A66" w:rsidP="00870C57">
            <w:pPr>
              <w:pStyle w:val="TF"/>
              <w:jc w:val="left"/>
              <w:rPr>
                <w:b w:val="0"/>
                <w:sz w:val="18"/>
                <w:lang w:eastAsia="zh-CN"/>
              </w:rPr>
            </w:pPr>
            <w:r w:rsidRPr="00630AB6">
              <w:rPr>
                <w:rFonts w:hint="eastAsia"/>
                <w:b w:val="0"/>
                <w:sz w:val="18"/>
                <w:lang w:eastAsia="zh-CN"/>
              </w:rPr>
              <w:t>This case represents a successful update</w:t>
            </w:r>
            <w:r w:rsidRPr="00630AB6">
              <w:rPr>
                <w:b w:val="0"/>
                <w:sz w:val="18"/>
                <w:lang w:eastAsia="zh-CN"/>
              </w:rPr>
              <w:t xml:space="preserve"> of the NSSF </w:t>
            </w:r>
            <w:r w:rsidRPr="00630AB6">
              <w:rPr>
                <w:b w:val="0"/>
                <w:sz w:val="18"/>
              </w:rPr>
              <w:t>with the S-NSSAIs the AMF supports per TA</w:t>
            </w:r>
            <w:r w:rsidRPr="00630AB6">
              <w:rPr>
                <w:b w:val="0"/>
                <w:sz w:val="18"/>
                <w:lang w:eastAsia="zh-CN"/>
              </w:rPr>
              <w:t>.</w:t>
            </w:r>
          </w:p>
          <w:p w14:paraId="62B2481A" w14:textId="77777777" w:rsidR="00394A66" w:rsidRPr="00630AB6" w:rsidRDefault="00394A66" w:rsidP="002B50D2">
            <w:pPr>
              <w:pStyle w:val="TF"/>
              <w:jc w:val="left"/>
            </w:pPr>
            <w:r w:rsidRPr="00630AB6">
              <w:rPr>
                <w:b w:val="0"/>
                <w:sz w:val="18"/>
                <w:lang w:eastAsia="zh-CN"/>
              </w:rPr>
              <w:t xml:space="preserve">If the authorized NSSAI availability (i.e. </w:t>
            </w:r>
            <w:r w:rsidR="001767F1" w:rsidRPr="00630AB6">
              <w:rPr>
                <w:b w:val="0"/>
                <w:sz w:val="18"/>
                <w:lang w:eastAsia="zh-CN"/>
              </w:rPr>
              <w:t xml:space="preserve">S-NSSAIs available per TA (unrestricted) and </w:t>
            </w:r>
            <w:r w:rsidRPr="00630AB6">
              <w:rPr>
                <w:b w:val="0"/>
                <w:sz w:val="18"/>
                <w:lang w:eastAsia="zh-CN"/>
              </w:rPr>
              <w:t xml:space="preserve">any S-NSSAIs restricted per PLMN </w:t>
            </w:r>
            <w:r w:rsidR="001767F1" w:rsidRPr="00630AB6">
              <w:rPr>
                <w:b w:val="0"/>
                <w:sz w:val="18"/>
                <w:lang w:eastAsia="zh-CN"/>
              </w:rPr>
              <w:t xml:space="preserve">in that TA </w:t>
            </w:r>
            <w:r w:rsidRPr="00630AB6">
              <w:rPr>
                <w:b w:val="0"/>
                <w:sz w:val="18"/>
                <w:lang w:eastAsia="zh-CN"/>
              </w:rPr>
              <w:t xml:space="preserve">in the serving PLMN of the UE) is changed, the NSSF </w:t>
            </w:r>
            <w:r w:rsidRPr="00630AB6">
              <w:rPr>
                <w:rFonts w:hint="eastAsia"/>
                <w:b w:val="0"/>
                <w:sz w:val="18"/>
                <w:lang w:eastAsia="zh-CN"/>
              </w:rPr>
              <w:t>shall</w:t>
            </w:r>
            <w:r w:rsidRPr="00630AB6">
              <w:rPr>
                <w:b w:val="0"/>
                <w:sz w:val="18"/>
                <w:lang w:eastAsia="zh-CN"/>
              </w:rPr>
              <w:t xml:space="preserve"> return a data structure of type "</w:t>
            </w:r>
            <w:proofErr w:type="spellStart"/>
            <w:r w:rsidRPr="00630AB6">
              <w:rPr>
                <w:b w:val="0"/>
                <w:sz w:val="18"/>
                <w:lang w:eastAsia="zh-CN"/>
              </w:rPr>
              <w:t>AuthorizedNssaiAvailabilityInfo</w:t>
            </w:r>
            <w:proofErr w:type="spellEnd"/>
            <w:r w:rsidRPr="00630AB6">
              <w:rPr>
                <w:b w:val="0"/>
                <w:sz w:val="18"/>
                <w:lang w:eastAsia="zh-CN"/>
              </w:rPr>
              <w:t>" in the response payload body.</w:t>
            </w:r>
          </w:p>
        </w:tc>
      </w:tr>
      <w:tr w:rsidR="002B50B3" w:rsidRPr="00630AB6" w14:paraId="549AA361" w14:textId="77777777" w:rsidTr="002B50B3">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43673925" w14:textId="77777777" w:rsidR="002B50B3" w:rsidRPr="00630AB6" w:rsidRDefault="002B50B3" w:rsidP="008C0438">
            <w:pPr>
              <w:pStyle w:val="TAL"/>
            </w:pPr>
            <w:proofErr w:type="spellStart"/>
            <w:r w:rsidRPr="00630AB6">
              <w:rPr>
                <w:rFonts w:hint="eastAsia"/>
              </w:rPr>
              <w:t>ProblemDetails</w:t>
            </w:r>
            <w:proofErr w:type="spellEnd"/>
          </w:p>
        </w:tc>
        <w:tc>
          <w:tcPr>
            <w:tcW w:w="225" w:type="pct"/>
            <w:tcBorders>
              <w:top w:val="single" w:sz="4" w:space="0" w:color="auto"/>
              <w:left w:val="single" w:sz="6" w:space="0" w:color="000000"/>
              <w:bottom w:val="single" w:sz="4" w:space="0" w:color="auto"/>
              <w:right w:val="single" w:sz="6" w:space="0" w:color="000000"/>
            </w:tcBorders>
          </w:tcPr>
          <w:p w14:paraId="6A082751" w14:textId="77777777" w:rsidR="002B50B3" w:rsidRPr="00630AB6" w:rsidRDefault="002B50B3" w:rsidP="008C0438">
            <w:pPr>
              <w:pStyle w:val="TAC"/>
              <w:rPr>
                <w:lang w:eastAsia="zh-CN"/>
              </w:rPr>
            </w:pPr>
            <w:r w:rsidRPr="00630AB6">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55D93753" w14:textId="77777777" w:rsidR="002B50B3" w:rsidRPr="00630AB6" w:rsidRDefault="002B50B3" w:rsidP="008C0438">
            <w:pPr>
              <w:pStyle w:val="TAL"/>
              <w:rPr>
                <w:lang w:eastAsia="zh-CN"/>
              </w:rPr>
            </w:pPr>
            <w:r w:rsidRPr="00630AB6">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092C5062" w14:textId="77777777" w:rsidR="002B50B3" w:rsidRPr="00630AB6" w:rsidRDefault="002B50B3" w:rsidP="008C0438">
            <w:pPr>
              <w:pStyle w:val="TAL"/>
              <w:rPr>
                <w:lang w:eastAsia="zh-CN"/>
              </w:rPr>
            </w:pPr>
            <w:r w:rsidRPr="00630AB6">
              <w:rPr>
                <w:rFonts w:hint="eastAsia"/>
                <w:lang w:eastAsia="zh-CN"/>
              </w:rPr>
              <w:t>403 Forbidden</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0414824B" w14:textId="77777777" w:rsidR="002B50B3" w:rsidRPr="00630AB6" w:rsidRDefault="002B50B3" w:rsidP="008C0438">
            <w:pPr>
              <w:pStyle w:val="TF"/>
              <w:jc w:val="left"/>
              <w:rPr>
                <w:b w:val="0"/>
                <w:sz w:val="18"/>
                <w:lang w:eastAsia="zh-CN"/>
              </w:rPr>
            </w:pPr>
            <w:r w:rsidRPr="00630AB6">
              <w:rPr>
                <w:rFonts w:hint="eastAsia"/>
                <w:b w:val="0"/>
                <w:sz w:val="18"/>
                <w:lang w:eastAsia="zh-CN"/>
              </w:rPr>
              <w:t xml:space="preserve">This represents the case, when </w:t>
            </w:r>
            <w:r w:rsidRPr="00630AB6">
              <w:rPr>
                <w:b w:val="0"/>
                <w:sz w:val="18"/>
                <w:lang w:eastAsia="zh-CN"/>
              </w:rPr>
              <w:t>the NF service consumer is not authorized to update the NSSAI availability information or the S</w:t>
            </w:r>
            <w:r w:rsidR="001767F1" w:rsidRPr="00630AB6">
              <w:rPr>
                <w:b w:val="0"/>
                <w:sz w:val="18"/>
                <w:lang w:eastAsia="zh-CN"/>
              </w:rPr>
              <w:t>-</w:t>
            </w:r>
            <w:r w:rsidRPr="00630AB6">
              <w:rPr>
                <w:b w:val="0"/>
                <w:sz w:val="18"/>
                <w:lang w:eastAsia="zh-CN"/>
              </w:rPr>
              <w:t>NSSAI information provided is not supported in the PLMN. The "cause" attribute shall be set to:</w:t>
            </w:r>
          </w:p>
          <w:p w14:paraId="21D71DB0" w14:textId="77777777" w:rsidR="002B50B3" w:rsidRPr="00630AB6" w:rsidRDefault="002B50B3" w:rsidP="002B50B3">
            <w:pPr>
              <w:pStyle w:val="TF"/>
              <w:rPr>
                <w:b w:val="0"/>
                <w:sz w:val="18"/>
                <w:lang w:eastAsia="zh-CN"/>
              </w:rPr>
            </w:pPr>
            <w:r w:rsidRPr="00630AB6">
              <w:rPr>
                <w:b w:val="0"/>
                <w:sz w:val="18"/>
                <w:lang w:eastAsia="zh-CN"/>
              </w:rPr>
              <w:t>-</w:t>
            </w:r>
            <w:r w:rsidRPr="00630AB6">
              <w:rPr>
                <w:b w:val="0"/>
                <w:sz w:val="18"/>
                <w:lang w:eastAsia="zh-CN"/>
              </w:rPr>
              <w:tab/>
              <w:t>"SNSSAI_NOT_SUPPORTED", if the S</w:t>
            </w:r>
            <w:r w:rsidR="001767F1" w:rsidRPr="00630AB6">
              <w:rPr>
                <w:b w:val="0"/>
                <w:sz w:val="18"/>
                <w:lang w:eastAsia="zh-CN"/>
              </w:rPr>
              <w:t>-</w:t>
            </w:r>
            <w:r w:rsidRPr="00630AB6">
              <w:rPr>
                <w:b w:val="0"/>
                <w:sz w:val="18"/>
                <w:lang w:eastAsia="zh-CN"/>
              </w:rPr>
              <w:t>NSSAI provided is not supported in the PLMN.</w:t>
            </w:r>
          </w:p>
        </w:tc>
      </w:tr>
      <w:tr w:rsidR="002B50B3" w:rsidRPr="00630AB6" w14:paraId="7F9E3CF6" w14:textId="77777777" w:rsidTr="002B50B3">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4B7AB427" w14:textId="77777777" w:rsidR="002B50B3" w:rsidRPr="00630AB6" w:rsidRDefault="002B50B3" w:rsidP="008C0438">
            <w:pPr>
              <w:pStyle w:val="TAL"/>
            </w:pPr>
            <w:proofErr w:type="spellStart"/>
            <w:r w:rsidRPr="00630AB6">
              <w:rPr>
                <w:rFonts w:hint="eastAsia"/>
              </w:rPr>
              <w:t>ProblemDetails</w:t>
            </w:r>
            <w:proofErr w:type="spellEnd"/>
          </w:p>
        </w:tc>
        <w:tc>
          <w:tcPr>
            <w:tcW w:w="225" w:type="pct"/>
            <w:tcBorders>
              <w:top w:val="single" w:sz="4" w:space="0" w:color="auto"/>
              <w:left w:val="single" w:sz="6" w:space="0" w:color="000000"/>
              <w:bottom w:val="single" w:sz="4" w:space="0" w:color="auto"/>
              <w:right w:val="single" w:sz="6" w:space="0" w:color="000000"/>
            </w:tcBorders>
          </w:tcPr>
          <w:p w14:paraId="3D5E15EF" w14:textId="77777777" w:rsidR="002B50B3" w:rsidRPr="00630AB6" w:rsidRDefault="002B50B3" w:rsidP="008C0438">
            <w:pPr>
              <w:pStyle w:val="TAC"/>
              <w:rPr>
                <w:lang w:eastAsia="zh-CN"/>
              </w:rPr>
            </w:pPr>
            <w:r w:rsidRPr="00630AB6">
              <w:rPr>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5D7C3C87" w14:textId="77777777" w:rsidR="002B50B3" w:rsidRPr="00630AB6" w:rsidRDefault="002B50B3" w:rsidP="008C0438">
            <w:pPr>
              <w:pStyle w:val="TAL"/>
              <w:rPr>
                <w:lang w:eastAsia="zh-CN"/>
              </w:rPr>
            </w:pPr>
            <w:r w:rsidRPr="00630AB6">
              <w:rPr>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022AE48F" w14:textId="77777777" w:rsidR="002B50B3" w:rsidRPr="00630AB6" w:rsidRDefault="002B50B3" w:rsidP="008C0438">
            <w:pPr>
              <w:pStyle w:val="TAL"/>
              <w:rPr>
                <w:lang w:eastAsia="zh-CN"/>
              </w:rPr>
            </w:pPr>
            <w:r w:rsidRPr="00630AB6">
              <w:rPr>
                <w:lang w:eastAsia="zh-CN"/>
              </w:rPr>
              <w:t>404 Not Found</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428EE970" w14:textId="77777777" w:rsidR="002B50B3" w:rsidRPr="00630AB6" w:rsidRDefault="002B50B3" w:rsidP="008C0438">
            <w:pPr>
              <w:pStyle w:val="TF"/>
              <w:jc w:val="left"/>
              <w:rPr>
                <w:b w:val="0"/>
                <w:sz w:val="18"/>
                <w:lang w:eastAsia="zh-CN"/>
              </w:rPr>
            </w:pPr>
            <w:r w:rsidRPr="00630AB6">
              <w:rPr>
                <w:b w:val="0"/>
                <w:sz w:val="18"/>
                <w:lang w:eastAsia="zh-CN"/>
              </w:rPr>
              <w:t>This represents the case when the resource related to the NF Id for which the NSSAI availability information is updated is unavailable.</w:t>
            </w:r>
          </w:p>
        </w:tc>
      </w:tr>
    </w:tbl>
    <w:p w14:paraId="7495A0F3" w14:textId="77777777" w:rsidR="00394A66" w:rsidRPr="00630AB6" w:rsidRDefault="00394A66" w:rsidP="00394A66"/>
    <w:p w14:paraId="2B4C8696" w14:textId="77777777" w:rsidR="00174A8E" w:rsidRPr="00630AB6" w:rsidRDefault="00174A8E" w:rsidP="0041307B">
      <w:pPr>
        <w:pStyle w:val="Heading6"/>
      </w:pPr>
      <w:bookmarkStart w:id="105" w:name="_Toc74989868"/>
      <w:r w:rsidRPr="00630AB6">
        <w:lastRenderedPageBreak/>
        <w:t>6.2.3.2.3.</w:t>
      </w:r>
      <w:r w:rsidR="00394A66" w:rsidRPr="00630AB6">
        <w:rPr>
          <w:rFonts w:hint="eastAsia"/>
          <w:lang w:eastAsia="zh-CN"/>
        </w:rPr>
        <w:t>3</w:t>
      </w:r>
      <w:r w:rsidRPr="00630AB6">
        <w:tab/>
        <w:t>DELETE</w:t>
      </w:r>
      <w:bookmarkEnd w:id="105"/>
    </w:p>
    <w:p w14:paraId="31D3E928" w14:textId="77777777" w:rsidR="00174A8E" w:rsidRPr="00630AB6" w:rsidRDefault="00174A8E" w:rsidP="00174A8E">
      <w:r w:rsidRPr="00630AB6">
        <w:t>This method shall support the request data structures specified in table 6.2.3.2.3.</w:t>
      </w:r>
      <w:r w:rsidR="00394A66" w:rsidRPr="00630AB6">
        <w:rPr>
          <w:rFonts w:hint="eastAsia"/>
          <w:lang w:eastAsia="zh-CN"/>
        </w:rPr>
        <w:t>3</w:t>
      </w:r>
      <w:r w:rsidRPr="00630AB6">
        <w:t>-1 and the response data structures and response codes specified in table 6.2.3.2.3.</w:t>
      </w:r>
      <w:r w:rsidR="00394A66" w:rsidRPr="00630AB6">
        <w:rPr>
          <w:rFonts w:hint="eastAsia"/>
          <w:lang w:eastAsia="zh-CN"/>
        </w:rPr>
        <w:t>3</w:t>
      </w:r>
      <w:r w:rsidRPr="00630AB6">
        <w:t>-2.</w:t>
      </w:r>
    </w:p>
    <w:p w14:paraId="29A47402" w14:textId="77777777" w:rsidR="00174A8E" w:rsidRPr="00630AB6" w:rsidRDefault="00174A8E" w:rsidP="0041307B">
      <w:pPr>
        <w:pStyle w:val="TH"/>
        <w:outlineLvl w:val="0"/>
      </w:pPr>
      <w:r w:rsidRPr="00630AB6">
        <w:t>Table 6.2.3.2.3.</w:t>
      </w:r>
      <w:r w:rsidR="00394A66" w:rsidRPr="00630AB6">
        <w:rPr>
          <w:rFonts w:hint="eastAsia"/>
          <w:lang w:eastAsia="zh-CN"/>
        </w:rPr>
        <w:t>3</w:t>
      </w:r>
      <w:r w:rsidRPr="00630AB6">
        <w:t>-1: Data structures supported by the DELETE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3"/>
        <w:gridCol w:w="421"/>
        <w:gridCol w:w="1258"/>
        <w:gridCol w:w="6347"/>
      </w:tblGrid>
      <w:tr w:rsidR="00174A8E" w:rsidRPr="00630AB6" w14:paraId="32591EA6" w14:textId="77777777" w:rsidTr="00723EE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tcPr>
          <w:p w14:paraId="2503275A" w14:textId="77777777" w:rsidR="00174A8E" w:rsidRPr="00630AB6" w:rsidRDefault="00174A8E" w:rsidP="00723EEE">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05096B22" w14:textId="77777777" w:rsidR="00174A8E" w:rsidRPr="00630AB6" w:rsidRDefault="00174A8E" w:rsidP="00723EEE">
            <w:pPr>
              <w:pStyle w:val="TAH"/>
            </w:pPr>
            <w:r w:rsidRPr="00630AB6">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555FBD1C" w14:textId="77777777" w:rsidR="00174A8E" w:rsidRPr="00630AB6" w:rsidRDefault="00174A8E" w:rsidP="00723EEE">
            <w:pPr>
              <w:pStyle w:val="TAH"/>
            </w:pPr>
            <w:r w:rsidRPr="00630AB6">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tcPr>
          <w:p w14:paraId="54E6B922" w14:textId="77777777" w:rsidR="00174A8E" w:rsidRPr="00630AB6" w:rsidRDefault="00174A8E" w:rsidP="00723EEE">
            <w:pPr>
              <w:pStyle w:val="TAH"/>
            </w:pPr>
            <w:r w:rsidRPr="00630AB6">
              <w:t>Description</w:t>
            </w:r>
          </w:p>
        </w:tc>
      </w:tr>
      <w:tr w:rsidR="00174A8E" w:rsidRPr="00630AB6" w14:paraId="49716E09" w14:textId="77777777" w:rsidTr="00723EEE">
        <w:trPr>
          <w:jc w:val="center"/>
        </w:trPr>
        <w:tc>
          <w:tcPr>
            <w:tcW w:w="1626" w:type="dxa"/>
            <w:tcBorders>
              <w:top w:val="single" w:sz="4" w:space="0" w:color="auto"/>
              <w:left w:val="single" w:sz="6" w:space="0" w:color="000000"/>
              <w:bottom w:val="single" w:sz="4" w:space="0" w:color="auto"/>
              <w:right w:val="single" w:sz="6" w:space="0" w:color="000000"/>
            </w:tcBorders>
            <w:shd w:val="clear" w:color="auto" w:fill="auto"/>
          </w:tcPr>
          <w:p w14:paraId="1FF9A338" w14:textId="77777777" w:rsidR="00174A8E" w:rsidRPr="00630AB6" w:rsidRDefault="00174A8E" w:rsidP="00723EEE">
            <w:pPr>
              <w:pStyle w:val="TAL"/>
              <w:rPr>
                <w:lang w:eastAsia="zh-CN"/>
              </w:rPr>
            </w:pPr>
            <w:r w:rsidRPr="00630AB6">
              <w:rPr>
                <w:lang w:eastAsia="zh-CN"/>
              </w:rPr>
              <w:t>n/a</w:t>
            </w:r>
          </w:p>
        </w:tc>
        <w:tc>
          <w:tcPr>
            <w:tcW w:w="425" w:type="dxa"/>
            <w:tcBorders>
              <w:top w:val="single" w:sz="4" w:space="0" w:color="auto"/>
              <w:left w:val="single" w:sz="6" w:space="0" w:color="000000"/>
              <w:bottom w:val="single" w:sz="4" w:space="0" w:color="auto"/>
              <w:right w:val="single" w:sz="6" w:space="0" w:color="000000"/>
            </w:tcBorders>
          </w:tcPr>
          <w:p w14:paraId="46F757D0" w14:textId="77777777" w:rsidR="00174A8E" w:rsidRPr="00630AB6" w:rsidRDefault="00174A8E" w:rsidP="00723EEE">
            <w:pPr>
              <w:pStyle w:val="TAC"/>
            </w:pPr>
          </w:p>
        </w:tc>
        <w:tc>
          <w:tcPr>
            <w:tcW w:w="1276" w:type="dxa"/>
            <w:tcBorders>
              <w:top w:val="single" w:sz="4" w:space="0" w:color="auto"/>
              <w:left w:val="single" w:sz="6" w:space="0" w:color="000000"/>
              <w:bottom w:val="single" w:sz="4" w:space="0" w:color="auto"/>
              <w:right w:val="single" w:sz="6" w:space="0" w:color="000000"/>
            </w:tcBorders>
          </w:tcPr>
          <w:p w14:paraId="19F09072" w14:textId="77777777" w:rsidR="00174A8E" w:rsidRPr="00630AB6" w:rsidRDefault="00174A8E" w:rsidP="00723EEE">
            <w:pPr>
              <w:pStyle w:val="TAL"/>
              <w:rPr>
                <w:lang w:eastAsia="zh-CN"/>
              </w:rPr>
            </w:pPr>
          </w:p>
        </w:tc>
        <w:tc>
          <w:tcPr>
            <w:tcW w:w="6446" w:type="dxa"/>
            <w:tcBorders>
              <w:top w:val="single" w:sz="4" w:space="0" w:color="auto"/>
              <w:left w:val="single" w:sz="6" w:space="0" w:color="000000"/>
              <w:bottom w:val="single" w:sz="4" w:space="0" w:color="auto"/>
              <w:right w:val="single" w:sz="6" w:space="0" w:color="000000"/>
            </w:tcBorders>
            <w:shd w:val="clear" w:color="auto" w:fill="auto"/>
          </w:tcPr>
          <w:p w14:paraId="3CE21CA3" w14:textId="77777777" w:rsidR="00174A8E" w:rsidRPr="00630AB6" w:rsidRDefault="00174A8E" w:rsidP="00723EEE">
            <w:pPr>
              <w:pStyle w:val="TF"/>
              <w:keepNext/>
              <w:spacing w:after="0"/>
              <w:jc w:val="left"/>
              <w:rPr>
                <w:b w:val="0"/>
                <w:sz w:val="18"/>
              </w:rPr>
            </w:pPr>
          </w:p>
        </w:tc>
      </w:tr>
    </w:tbl>
    <w:p w14:paraId="1F971A6D" w14:textId="77777777" w:rsidR="00174A8E" w:rsidRPr="00630AB6" w:rsidRDefault="00174A8E" w:rsidP="00174A8E"/>
    <w:p w14:paraId="02DD8232" w14:textId="77777777" w:rsidR="00174A8E" w:rsidRPr="00630AB6" w:rsidRDefault="00174A8E" w:rsidP="0041307B">
      <w:pPr>
        <w:pStyle w:val="TH"/>
        <w:outlineLvl w:val="0"/>
      </w:pPr>
      <w:r w:rsidRPr="00630AB6">
        <w:t>Table 6.2.3.2.3.</w:t>
      </w:r>
      <w:r w:rsidR="00394A66" w:rsidRPr="00630AB6">
        <w:rPr>
          <w:rFonts w:hint="eastAsia"/>
          <w:lang w:eastAsia="zh-CN"/>
        </w:rPr>
        <w:t>3</w:t>
      </w:r>
      <w:r w:rsidRPr="00630AB6">
        <w:t>-2: Data structures supported by the DELETE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433"/>
        <w:gridCol w:w="1250"/>
        <w:gridCol w:w="1123"/>
        <w:gridCol w:w="5234"/>
      </w:tblGrid>
      <w:tr w:rsidR="00174A8E" w:rsidRPr="00630AB6" w14:paraId="6D7F45D5" w14:textId="77777777" w:rsidTr="00723EE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06D86D4B" w14:textId="77777777" w:rsidR="00174A8E" w:rsidRPr="00630AB6" w:rsidRDefault="00174A8E" w:rsidP="00723EEE">
            <w:pPr>
              <w:pStyle w:val="TAH"/>
            </w:pPr>
            <w:r w:rsidRPr="00630AB6">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37E58168" w14:textId="77777777" w:rsidR="00174A8E" w:rsidRPr="00630AB6" w:rsidRDefault="00174A8E" w:rsidP="00723EEE">
            <w:pPr>
              <w:pStyle w:val="TAH"/>
            </w:pPr>
            <w:r w:rsidRPr="00630AB6">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7AA25539" w14:textId="77777777" w:rsidR="00174A8E" w:rsidRPr="00630AB6" w:rsidRDefault="00174A8E" w:rsidP="00723EEE">
            <w:pPr>
              <w:pStyle w:val="TAH"/>
            </w:pPr>
            <w:r w:rsidRPr="00630AB6">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40AC768D" w14:textId="77777777" w:rsidR="00174A8E" w:rsidRPr="00630AB6" w:rsidRDefault="00174A8E" w:rsidP="00723EEE">
            <w:pPr>
              <w:pStyle w:val="TAH"/>
            </w:pPr>
            <w:r w:rsidRPr="00630AB6">
              <w:t>Response</w:t>
            </w:r>
          </w:p>
          <w:p w14:paraId="334CC907" w14:textId="77777777" w:rsidR="00174A8E" w:rsidRPr="00630AB6" w:rsidRDefault="00174A8E" w:rsidP="00723EEE">
            <w:pPr>
              <w:pStyle w:val="TAH"/>
            </w:pPr>
            <w:r w:rsidRPr="00630AB6">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23C8E82A" w14:textId="77777777" w:rsidR="00174A8E" w:rsidRPr="00630AB6" w:rsidRDefault="00174A8E" w:rsidP="00723EEE">
            <w:pPr>
              <w:pStyle w:val="TAH"/>
            </w:pPr>
            <w:r w:rsidRPr="00630AB6">
              <w:t>Description</w:t>
            </w:r>
          </w:p>
        </w:tc>
      </w:tr>
      <w:tr w:rsidR="00174A8E" w:rsidRPr="00630AB6" w14:paraId="1EAE5D7E" w14:textId="77777777" w:rsidTr="00723EEE">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46A6ED85" w14:textId="77777777" w:rsidR="00174A8E" w:rsidRPr="00630AB6" w:rsidRDefault="00174A8E" w:rsidP="00723EEE">
            <w:pPr>
              <w:pStyle w:val="TAL"/>
              <w:rPr>
                <w:lang w:eastAsia="zh-CN"/>
              </w:rPr>
            </w:pPr>
            <w:r w:rsidRPr="00630AB6">
              <w:rPr>
                <w:rFonts w:hint="eastAsia"/>
                <w:lang w:eastAsia="zh-CN"/>
              </w:rPr>
              <w:t>n/a</w:t>
            </w:r>
          </w:p>
        </w:tc>
        <w:tc>
          <w:tcPr>
            <w:tcW w:w="225" w:type="pct"/>
            <w:tcBorders>
              <w:top w:val="single" w:sz="4" w:space="0" w:color="auto"/>
              <w:left w:val="single" w:sz="6" w:space="0" w:color="000000"/>
              <w:bottom w:val="single" w:sz="4" w:space="0" w:color="auto"/>
              <w:right w:val="single" w:sz="6" w:space="0" w:color="000000"/>
            </w:tcBorders>
          </w:tcPr>
          <w:p w14:paraId="0CF2EBF3" w14:textId="77777777" w:rsidR="00174A8E" w:rsidRPr="00630AB6" w:rsidRDefault="00174A8E" w:rsidP="00723EEE">
            <w:pPr>
              <w:pStyle w:val="TAC"/>
              <w:rPr>
                <w:lang w:eastAsia="zh-CN"/>
              </w:rPr>
            </w:pPr>
          </w:p>
        </w:tc>
        <w:tc>
          <w:tcPr>
            <w:tcW w:w="649" w:type="pct"/>
            <w:tcBorders>
              <w:top w:val="single" w:sz="4" w:space="0" w:color="auto"/>
              <w:left w:val="single" w:sz="6" w:space="0" w:color="000000"/>
              <w:bottom w:val="single" w:sz="4" w:space="0" w:color="auto"/>
              <w:right w:val="single" w:sz="6" w:space="0" w:color="000000"/>
            </w:tcBorders>
          </w:tcPr>
          <w:p w14:paraId="5E527A94" w14:textId="77777777" w:rsidR="00174A8E" w:rsidRPr="00630AB6" w:rsidRDefault="00174A8E" w:rsidP="00723EEE">
            <w:pPr>
              <w:pStyle w:val="TAL"/>
              <w:rPr>
                <w:lang w:eastAsia="zh-CN"/>
              </w:rPr>
            </w:pPr>
          </w:p>
        </w:tc>
        <w:tc>
          <w:tcPr>
            <w:tcW w:w="583" w:type="pct"/>
            <w:tcBorders>
              <w:top w:val="single" w:sz="4" w:space="0" w:color="auto"/>
              <w:left w:val="single" w:sz="6" w:space="0" w:color="000000"/>
              <w:bottom w:val="single" w:sz="4" w:space="0" w:color="auto"/>
              <w:right w:val="single" w:sz="6" w:space="0" w:color="000000"/>
            </w:tcBorders>
          </w:tcPr>
          <w:p w14:paraId="1D356D8A" w14:textId="77777777" w:rsidR="00174A8E" w:rsidRPr="00630AB6" w:rsidRDefault="00174A8E" w:rsidP="00723EEE">
            <w:pPr>
              <w:pStyle w:val="TAL"/>
              <w:rPr>
                <w:lang w:eastAsia="zh-CN"/>
              </w:rPr>
            </w:pPr>
            <w:r w:rsidRPr="00630AB6">
              <w:rPr>
                <w:lang w:eastAsia="zh-CN"/>
              </w:rPr>
              <w:t>204 No Content</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25B7FE95" w14:textId="77777777" w:rsidR="00174A8E" w:rsidRPr="00630AB6" w:rsidRDefault="00174A8E" w:rsidP="00723EEE">
            <w:pPr>
              <w:pStyle w:val="TF"/>
              <w:jc w:val="left"/>
              <w:rPr>
                <w:b w:val="0"/>
              </w:rPr>
            </w:pPr>
          </w:p>
        </w:tc>
      </w:tr>
      <w:tr w:rsidR="002B50B3" w:rsidRPr="00630AB6" w14:paraId="0C9CAD21" w14:textId="77777777" w:rsidTr="008C04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22456991" w14:textId="77777777" w:rsidR="002B50B3" w:rsidRPr="00630AB6" w:rsidRDefault="002B50B3" w:rsidP="008C0438">
            <w:pPr>
              <w:pStyle w:val="TAL"/>
            </w:pPr>
            <w:proofErr w:type="spellStart"/>
            <w:r w:rsidRPr="00630AB6">
              <w:rPr>
                <w:rFonts w:hint="eastAsia"/>
              </w:rPr>
              <w:t>ProblemDetails</w:t>
            </w:r>
            <w:proofErr w:type="spellEnd"/>
          </w:p>
        </w:tc>
        <w:tc>
          <w:tcPr>
            <w:tcW w:w="225" w:type="pct"/>
            <w:tcBorders>
              <w:top w:val="single" w:sz="4" w:space="0" w:color="auto"/>
              <w:left w:val="single" w:sz="6" w:space="0" w:color="000000"/>
              <w:bottom w:val="single" w:sz="4" w:space="0" w:color="auto"/>
              <w:right w:val="single" w:sz="6" w:space="0" w:color="000000"/>
            </w:tcBorders>
          </w:tcPr>
          <w:p w14:paraId="5BEF9B64" w14:textId="77777777" w:rsidR="002B50B3" w:rsidRPr="00630AB6" w:rsidRDefault="002B50B3" w:rsidP="008C0438">
            <w:pPr>
              <w:pStyle w:val="TAC"/>
              <w:rPr>
                <w:lang w:eastAsia="zh-CN"/>
              </w:rPr>
            </w:pPr>
            <w:r w:rsidRPr="00630AB6">
              <w:t>M</w:t>
            </w:r>
          </w:p>
        </w:tc>
        <w:tc>
          <w:tcPr>
            <w:tcW w:w="649" w:type="pct"/>
            <w:tcBorders>
              <w:top w:val="single" w:sz="4" w:space="0" w:color="auto"/>
              <w:left w:val="single" w:sz="6" w:space="0" w:color="000000"/>
              <w:bottom w:val="single" w:sz="4" w:space="0" w:color="auto"/>
              <w:right w:val="single" w:sz="6" w:space="0" w:color="000000"/>
            </w:tcBorders>
          </w:tcPr>
          <w:p w14:paraId="1229429E" w14:textId="77777777" w:rsidR="002B50B3" w:rsidRPr="00630AB6" w:rsidRDefault="002B50B3" w:rsidP="008C0438">
            <w:pPr>
              <w:pStyle w:val="TAL"/>
              <w:rPr>
                <w:lang w:eastAsia="zh-CN"/>
              </w:rPr>
            </w:pPr>
            <w:r w:rsidRPr="00630AB6">
              <w:t>1</w:t>
            </w:r>
          </w:p>
        </w:tc>
        <w:tc>
          <w:tcPr>
            <w:tcW w:w="583" w:type="pct"/>
            <w:tcBorders>
              <w:top w:val="single" w:sz="4" w:space="0" w:color="auto"/>
              <w:left w:val="single" w:sz="6" w:space="0" w:color="000000"/>
              <w:bottom w:val="single" w:sz="4" w:space="0" w:color="auto"/>
              <w:right w:val="single" w:sz="6" w:space="0" w:color="000000"/>
            </w:tcBorders>
          </w:tcPr>
          <w:p w14:paraId="53ED6178" w14:textId="77777777" w:rsidR="002B50B3" w:rsidRPr="00630AB6" w:rsidRDefault="002B50B3" w:rsidP="008C0438">
            <w:pPr>
              <w:pStyle w:val="TAL"/>
              <w:rPr>
                <w:lang w:eastAsia="zh-CN"/>
              </w:rPr>
            </w:pPr>
            <w:r w:rsidRPr="00630AB6">
              <w:t>404 Not Found</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54C109AA" w14:textId="77777777" w:rsidR="002B50B3" w:rsidRPr="00630AB6" w:rsidRDefault="002B50B3" w:rsidP="008C0438">
            <w:pPr>
              <w:pStyle w:val="TF"/>
              <w:jc w:val="left"/>
              <w:rPr>
                <w:b w:val="0"/>
                <w:sz w:val="18"/>
                <w:lang w:eastAsia="zh-CN"/>
              </w:rPr>
            </w:pPr>
            <w:r w:rsidRPr="00630AB6">
              <w:rPr>
                <w:b w:val="0"/>
                <w:sz w:val="18"/>
              </w:rPr>
              <w:t>This represents the case when the resource related to the NF Id for which the NSSAI availability information is updated is unavailable.</w:t>
            </w:r>
          </w:p>
        </w:tc>
      </w:tr>
    </w:tbl>
    <w:p w14:paraId="71AA93D1" w14:textId="77777777" w:rsidR="00D24D31" w:rsidRPr="00630AB6" w:rsidRDefault="00D24D31" w:rsidP="00D24D31"/>
    <w:p w14:paraId="37F5A80C" w14:textId="77777777" w:rsidR="00534BBE" w:rsidRPr="00630AB6" w:rsidRDefault="00534BBE" w:rsidP="0041307B">
      <w:pPr>
        <w:pStyle w:val="Heading4"/>
      </w:pPr>
      <w:bookmarkStart w:id="106" w:name="_Toc74989869"/>
      <w:r w:rsidRPr="00630AB6">
        <w:t>6.2.3.3</w:t>
      </w:r>
      <w:r w:rsidRPr="00630AB6">
        <w:tab/>
        <w:t>Resource: NSSAI Availability Notification Subscriptions Collection</w:t>
      </w:r>
      <w:bookmarkEnd w:id="106"/>
    </w:p>
    <w:p w14:paraId="663C9638" w14:textId="77777777" w:rsidR="00534BBE" w:rsidRPr="00630AB6" w:rsidRDefault="00534BBE" w:rsidP="0041307B">
      <w:pPr>
        <w:pStyle w:val="Heading5"/>
      </w:pPr>
      <w:bookmarkStart w:id="107" w:name="_Toc74989870"/>
      <w:r w:rsidRPr="00630AB6">
        <w:t>6.2.3.3.1</w:t>
      </w:r>
      <w:r w:rsidRPr="00630AB6">
        <w:tab/>
        <w:t>Description</w:t>
      </w:r>
      <w:bookmarkEnd w:id="107"/>
    </w:p>
    <w:p w14:paraId="3D5BD595" w14:textId="77777777" w:rsidR="00534BBE" w:rsidRPr="00630AB6" w:rsidRDefault="00534BBE" w:rsidP="00534BBE">
      <w:r w:rsidRPr="00630AB6">
        <w:t>This resource represents the collection of NSSAI Availability Notification Subscriptions in the NSSF.</w:t>
      </w:r>
    </w:p>
    <w:p w14:paraId="071D9CE9" w14:textId="77777777" w:rsidR="00534BBE" w:rsidRPr="00630AB6" w:rsidRDefault="00534BBE" w:rsidP="00534BBE">
      <w:r w:rsidRPr="00630AB6">
        <w:t xml:space="preserve">This resource is modelled with the Collection resource archetype (see </w:t>
      </w:r>
      <w:r w:rsidR="001765C8">
        <w:t>clause</w:t>
      </w:r>
      <w:r w:rsidRPr="00630AB6">
        <w:t xml:space="preserve"> C.2 of</w:t>
      </w:r>
      <w:r w:rsidR="00DE5E65">
        <w:t xml:space="preserve"> 3GPP TS </w:t>
      </w:r>
      <w:r w:rsidR="00DE5E65" w:rsidRPr="00630AB6">
        <w:t>29.501</w:t>
      </w:r>
      <w:r w:rsidR="00DE5E65">
        <w:t> </w:t>
      </w:r>
      <w:r w:rsidR="00DE5E65" w:rsidRPr="00630AB6">
        <w:t>[</w:t>
      </w:r>
      <w:r w:rsidRPr="00630AB6">
        <w:t>5]).</w:t>
      </w:r>
    </w:p>
    <w:p w14:paraId="161939B7" w14:textId="77777777" w:rsidR="00534BBE" w:rsidRPr="00630AB6" w:rsidRDefault="00534BBE" w:rsidP="0041307B">
      <w:pPr>
        <w:pStyle w:val="Heading5"/>
      </w:pPr>
      <w:bookmarkStart w:id="108" w:name="_Toc74989871"/>
      <w:r w:rsidRPr="00630AB6">
        <w:t>6.2.3.3.2</w:t>
      </w:r>
      <w:r w:rsidRPr="00630AB6">
        <w:tab/>
        <w:t>Resource Definition</w:t>
      </w:r>
      <w:bookmarkEnd w:id="108"/>
    </w:p>
    <w:p w14:paraId="60C7D541" w14:textId="77777777" w:rsidR="00534BBE" w:rsidRPr="00630AB6" w:rsidRDefault="00534BBE" w:rsidP="00534BBE">
      <w:r w:rsidRPr="00630AB6">
        <w:t>Resource URI: {apiRoot}/nnssf-nssaiavailability/</w:t>
      </w:r>
      <w:r w:rsidR="00B412C6">
        <w:t>{apiVersion}</w:t>
      </w:r>
      <w:r w:rsidRPr="00630AB6">
        <w:t>/nssai-availability/subscriptions</w:t>
      </w:r>
    </w:p>
    <w:p w14:paraId="6D4D0C28" w14:textId="77777777" w:rsidR="00534BBE" w:rsidRPr="00630AB6" w:rsidRDefault="00534BBE" w:rsidP="00534BBE">
      <w:pPr>
        <w:rPr>
          <w:rFonts w:ascii="Arial" w:hAnsi="Arial" w:cs="Arial"/>
        </w:rPr>
      </w:pPr>
      <w:r w:rsidRPr="00630AB6">
        <w:t>This resource shall support the resource URI variables defined in table 6.2.3.3.2-1</w:t>
      </w:r>
      <w:r w:rsidRPr="00630AB6">
        <w:rPr>
          <w:rFonts w:ascii="Arial" w:hAnsi="Arial" w:cs="Arial"/>
        </w:rPr>
        <w:t>.</w:t>
      </w:r>
    </w:p>
    <w:p w14:paraId="3FD849CD" w14:textId="77777777" w:rsidR="00534BBE" w:rsidRPr="00630AB6" w:rsidRDefault="00534BBE" w:rsidP="0041307B">
      <w:pPr>
        <w:pStyle w:val="TH"/>
        <w:outlineLvl w:val="0"/>
        <w:rPr>
          <w:rFonts w:cs="Arial"/>
        </w:rPr>
      </w:pPr>
      <w:r w:rsidRPr="00630AB6">
        <w:t>Table 6.2.3.3.2-1: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35"/>
        <w:gridCol w:w="7690"/>
      </w:tblGrid>
      <w:tr w:rsidR="00534BBE" w:rsidRPr="00630AB6" w14:paraId="3A257D57" w14:textId="77777777" w:rsidTr="0053094F">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67940D45" w14:textId="77777777" w:rsidR="00534BBE" w:rsidRPr="00630AB6" w:rsidRDefault="00534BBE" w:rsidP="0053094F">
            <w:pPr>
              <w:pStyle w:val="TAH"/>
            </w:pPr>
            <w:r w:rsidRPr="00630AB6">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35CDFB11" w14:textId="77777777" w:rsidR="00534BBE" w:rsidRPr="00630AB6" w:rsidRDefault="00534BBE" w:rsidP="0053094F">
            <w:pPr>
              <w:pStyle w:val="TAH"/>
            </w:pPr>
            <w:r w:rsidRPr="00630AB6">
              <w:t>Definition</w:t>
            </w:r>
          </w:p>
        </w:tc>
      </w:tr>
      <w:tr w:rsidR="00534BBE" w:rsidRPr="00630AB6" w14:paraId="456D449B" w14:textId="77777777" w:rsidTr="0053094F">
        <w:trPr>
          <w:jc w:val="center"/>
        </w:trPr>
        <w:tc>
          <w:tcPr>
            <w:tcW w:w="1005" w:type="pct"/>
            <w:tcBorders>
              <w:top w:val="single" w:sz="6" w:space="0" w:color="000000"/>
              <w:left w:val="single" w:sz="6" w:space="0" w:color="000000"/>
              <w:bottom w:val="single" w:sz="6" w:space="0" w:color="000000"/>
              <w:right w:val="single" w:sz="6" w:space="0" w:color="000000"/>
            </w:tcBorders>
          </w:tcPr>
          <w:p w14:paraId="4B4634FE" w14:textId="77777777" w:rsidR="00534BBE" w:rsidRPr="00630AB6" w:rsidRDefault="00534BBE" w:rsidP="0053094F">
            <w:pPr>
              <w:pStyle w:val="TAL"/>
            </w:pPr>
            <w:proofErr w:type="spellStart"/>
            <w:r w:rsidRPr="00630AB6">
              <w:rPr>
                <w:rFonts w:hint="eastAsia"/>
                <w:lang w:eastAsia="zh-CN"/>
              </w:rPr>
              <w:t>apiRoot</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5F6BCB90" w14:textId="77777777" w:rsidR="00534BBE" w:rsidRPr="00630AB6" w:rsidRDefault="00534BBE" w:rsidP="0053094F">
            <w:pPr>
              <w:pStyle w:val="TAL"/>
            </w:pPr>
            <w:r w:rsidRPr="00630AB6">
              <w:rPr>
                <w:rFonts w:hint="eastAsia"/>
                <w:lang w:eastAsia="zh-CN"/>
              </w:rPr>
              <w:t xml:space="preserve">See </w:t>
            </w:r>
            <w:r w:rsidR="001765C8">
              <w:rPr>
                <w:rFonts w:hint="eastAsia"/>
                <w:lang w:eastAsia="zh-CN"/>
              </w:rPr>
              <w:t>clause</w:t>
            </w:r>
            <w:r w:rsidRPr="00630AB6">
              <w:rPr>
                <w:rFonts w:hint="eastAsia"/>
                <w:lang w:eastAsia="zh-CN"/>
              </w:rPr>
              <w:t xml:space="preserve"> 6.2.1</w:t>
            </w:r>
          </w:p>
        </w:tc>
      </w:tr>
      <w:tr w:rsidR="00B412C6" w:rsidRPr="00630AB6" w14:paraId="1008A4D5" w14:textId="77777777" w:rsidTr="00820A59">
        <w:trPr>
          <w:jc w:val="center"/>
        </w:trPr>
        <w:tc>
          <w:tcPr>
            <w:tcW w:w="1005" w:type="pct"/>
            <w:tcBorders>
              <w:top w:val="single" w:sz="6" w:space="0" w:color="000000"/>
              <w:left w:val="single" w:sz="6" w:space="0" w:color="000000"/>
              <w:bottom w:val="single" w:sz="6" w:space="0" w:color="000000"/>
              <w:right w:val="single" w:sz="6" w:space="0" w:color="000000"/>
            </w:tcBorders>
          </w:tcPr>
          <w:p w14:paraId="0BEDBA5D" w14:textId="77777777" w:rsidR="00B412C6" w:rsidRPr="00630AB6" w:rsidRDefault="00B412C6" w:rsidP="003149C1">
            <w:pPr>
              <w:pStyle w:val="TAL"/>
              <w:rPr>
                <w:lang w:eastAsia="zh-CN"/>
              </w:rPr>
            </w:pPr>
            <w:proofErr w:type="spellStart"/>
            <w:r>
              <w:rPr>
                <w:rFonts w:hint="eastAsia"/>
                <w:lang w:eastAsia="zh-CN"/>
              </w:rPr>
              <w:t>apiVersion</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3A134346" w14:textId="77777777" w:rsidR="00B412C6" w:rsidRPr="00630AB6" w:rsidRDefault="00B412C6" w:rsidP="003149C1">
            <w:pPr>
              <w:pStyle w:val="TAL"/>
              <w:rPr>
                <w:lang w:eastAsia="zh-CN"/>
              </w:rPr>
            </w:pPr>
            <w:r w:rsidRPr="00630AB6">
              <w:rPr>
                <w:rFonts w:hint="eastAsia"/>
                <w:lang w:eastAsia="zh-CN"/>
              </w:rPr>
              <w:t xml:space="preserve">See </w:t>
            </w:r>
            <w:r w:rsidR="001765C8">
              <w:rPr>
                <w:rFonts w:hint="eastAsia"/>
                <w:lang w:eastAsia="zh-CN"/>
              </w:rPr>
              <w:t>clause</w:t>
            </w:r>
            <w:r w:rsidRPr="00630AB6">
              <w:rPr>
                <w:rFonts w:hint="eastAsia"/>
                <w:lang w:eastAsia="zh-CN"/>
              </w:rPr>
              <w:t xml:space="preserve"> 6.2.1</w:t>
            </w:r>
          </w:p>
        </w:tc>
      </w:tr>
    </w:tbl>
    <w:p w14:paraId="36A82F09" w14:textId="77777777" w:rsidR="00534BBE" w:rsidRPr="00630AB6" w:rsidRDefault="00534BBE" w:rsidP="00534BBE"/>
    <w:p w14:paraId="6D2133D3" w14:textId="77777777" w:rsidR="00534BBE" w:rsidRPr="00630AB6" w:rsidRDefault="00534BBE" w:rsidP="0041307B">
      <w:pPr>
        <w:pStyle w:val="Heading5"/>
      </w:pPr>
      <w:bookmarkStart w:id="109" w:name="_Toc74989872"/>
      <w:r w:rsidRPr="00630AB6">
        <w:t>6.2.3.3.3</w:t>
      </w:r>
      <w:r w:rsidRPr="00630AB6">
        <w:tab/>
        <w:t>Resource Standard Methods</w:t>
      </w:r>
      <w:bookmarkEnd w:id="109"/>
    </w:p>
    <w:p w14:paraId="2DCE1167" w14:textId="77777777" w:rsidR="00534BBE" w:rsidRPr="00630AB6" w:rsidRDefault="00534BBE" w:rsidP="0041307B">
      <w:pPr>
        <w:pStyle w:val="Heading6"/>
      </w:pPr>
      <w:bookmarkStart w:id="110" w:name="_Toc74989873"/>
      <w:r w:rsidRPr="00630AB6">
        <w:t>6.2.3.3.3.1</w:t>
      </w:r>
      <w:r w:rsidRPr="00630AB6">
        <w:tab/>
        <w:t>POST</w:t>
      </w:r>
      <w:bookmarkEnd w:id="110"/>
    </w:p>
    <w:p w14:paraId="557E57AF" w14:textId="77777777" w:rsidR="00534BBE" w:rsidRPr="00630AB6" w:rsidRDefault="00534BBE" w:rsidP="00534BBE">
      <w:r w:rsidRPr="00630AB6">
        <w:t>This method shall support the request data structures specified in table 6.2.3.3.3.1-1 and the response data structures and response codes specified in table 6.2.3.3.3.1-2.</w:t>
      </w:r>
    </w:p>
    <w:p w14:paraId="6AF6C869" w14:textId="77777777" w:rsidR="00534BBE" w:rsidRPr="00630AB6" w:rsidRDefault="00534BBE" w:rsidP="0041307B">
      <w:pPr>
        <w:pStyle w:val="TH"/>
        <w:outlineLvl w:val="0"/>
      </w:pPr>
      <w:r w:rsidRPr="00630AB6">
        <w:t>Table 6.2.3.3.3.1-1: Data structures supported by the POST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3"/>
        <w:gridCol w:w="421"/>
        <w:gridCol w:w="1258"/>
        <w:gridCol w:w="6347"/>
      </w:tblGrid>
      <w:tr w:rsidR="00534BBE" w:rsidRPr="00630AB6" w14:paraId="27C645E0" w14:textId="77777777" w:rsidTr="0053094F">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tcPr>
          <w:p w14:paraId="18735D4E" w14:textId="77777777" w:rsidR="00534BBE" w:rsidRPr="00630AB6" w:rsidRDefault="00534BBE" w:rsidP="0053094F">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1CCF483D" w14:textId="77777777" w:rsidR="00534BBE" w:rsidRPr="00630AB6" w:rsidRDefault="00534BBE" w:rsidP="0053094F">
            <w:pPr>
              <w:pStyle w:val="TAH"/>
            </w:pPr>
            <w:r w:rsidRPr="00630AB6">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571309E6" w14:textId="77777777" w:rsidR="00534BBE" w:rsidRPr="00630AB6" w:rsidRDefault="00534BBE" w:rsidP="0053094F">
            <w:pPr>
              <w:pStyle w:val="TAH"/>
            </w:pPr>
            <w:r w:rsidRPr="00630AB6">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tcPr>
          <w:p w14:paraId="106FB02C" w14:textId="77777777" w:rsidR="00534BBE" w:rsidRPr="00630AB6" w:rsidRDefault="00534BBE" w:rsidP="0053094F">
            <w:pPr>
              <w:pStyle w:val="TAH"/>
            </w:pPr>
            <w:r w:rsidRPr="00630AB6">
              <w:t>Description</w:t>
            </w:r>
          </w:p>
        </w:tc>
      </w:tr>
      <w:tr w:rsidR="00534BBE" w:rsidRPr="00630AB6" w14:paraId="7348DD1C" w14:textId="77777777" w:rsidTr="0053094F">
        <w:trPr>
          <w:jc w:val="center"/>
        </w:trPr>
        <w:tc>
          <w:tcPr>
            <w:tcW w:w="1626" w:type="dxa"/>
            <w:tcBorders>
              <w:top w:val="single" w:sz="4" w:space="0" w:color="auto"/>
              <w:left w:val="single" w:sz="6" w:space="0" w:color="000000"/>
              <w:bottom w:val="single" w:sz="4" w:space="0" w:color="auto"/>
              <w:right w:val="single" w:sz="6" w:space="0" w:color="000000"/>
            </w:tcBorders>
            <w:shd w:val="clear" w:color="auto" w:fill="auto"/>
          </w:tcPr>
          <w:p w14:paraId="7C737D8F" w14:textId="77777777" w:rsidR="00534BBE" w:rsidRPr="00630AB6" w:rsidRDefault="00534BBE" w:rsidP="0053094F">
            <w:pPr>
              <w:pStyle w:val="TAL"/>
              <w:rPr>
                <w:lang w:eastAsia="zh-CN"/>
              </w:rPr>
            </w:pPr>
            <w:proofErr w:type="spellStart"/>
            <w:r w:rsidRPr="00630AB6">
              <w:rPr>
                <w:lang w:eastAsia="zh-CN"/>
              </w:rPr>
              <w:t>NssfEventSubscriptionCreateData</w:t>
            </w:r>
            <w:proofErr w:type="spellEnd"/>
          </w:p>
        </w:tc>
        <w:tc>
          <w:tcPr>
            <w:tcW w:w="425" w:type="dxa"/>
            <w:tcBorders>
              <w:top w:val="single" w:sz="4" w:space="0" w:color="auto"/>
              <w:left w:val="single" w:sz="6" w:space="0" w:color="000000"/>
              <w:bottom w:val="single" w:sz="4" w:space="0" w:color="auto"/>
              <w:right w:val="single" w:sz="6" w:space="0" w:color="000000"/>
            </w:tcBorders>
          </w:tcPr>
          <w:p w14:paraId="75A4D952" w14:textId="77777777" w:rsidR="00534BBE" w:rsidRPr="00630AB6" w:rsidRDefault="00534BBE" w:rsidP="0053094F">
            <w:pPr>
              <w:pStyle w:val="TAC"/>
            </w:pPr>
            <w:r w:rsidRPr="00630AB6">
              <w:t>M</w:t>
            </w:r>
          </w:p>
        </w:tc>
        <w:tc>
          <w:tcPr>
            <w:tcW w:w="1276" w:type="dxa"/>
            <w:tcBorders>
              <w:top w:val="single" w:sz="4" w:space="0" w:color="auto"/>
              <w:left w:val="single" w:sz="6" w:space="0" w:color="000000"/>
              <w:bottom w:val="single" w:sz="4" w:space="0" w:color="auto"/>
              <w:right w:val="single" w:sz="6" w:space="0" w:color="000000"/>
            </w:tcBorders>
          </w:tcPr>
          <w:p w14:paraId="50322117" w14:textId="77777777" w:rsidR="00534BBE" w:rsidRPr="00630AB6" w:rsidRDefault="00534BBE" w:rsidP="0053094F">
            <w:pPr>
              <w:pStyle w:val="TAL"/>
              <w:rPr>
                <w:lang w:eastAsia="zh-CN"/>
              </w:rPr>
            </w:pPr>
            <w:r w:rsidRPr="00630AB6">
              <w:rPr>
                <w:lang w:eastAsia="zh-CN"/>
              </w:rPr>
              <w:t>1</w:t>
            </w:r>
          </w:p>
        </w:tc>
        <w:tc>
          <w:tcPr>
            <w:tcW w:w="6446" w:type="dxa"/>
            <w:tcBorders>
              <w:top w:val="single" w:sz="4" w:space="0" w:color="auto"/>
              <w:left w:val="single" w:sz="6" w:space="0" w:color="000000"/>
              <w:bottom w:val="single" w:sz="4" w:space="0" w:color="auto"/>
              <w:right w:val="single" w:sz="6" w:space="0" w:color="000000"/>
            </w:tcBorders>
            <w:shd w:val="clear" w:color="auto" w:fill="auto"/>
          </w:tcPr>
          <w:p w14:paraId="2E2C4467" w14:textId="77777777" w:rsidR="00534BBE" w:rsidRPr="00630AB6" w:rsidRDefault="00534BBE" w:rsidP="0053094F">
            <w:pPr>
              <w:pStyle w:val="TF"/>
              <w:keepNext/>
              <w:spacing w:after="0"/>
              <w:jc w:val="left"/>
              <w:rPr>
                <w:b w:val="0"/>
                <w:sz w:val="18"/>
              </w:rPr>
            </w:pPr>
            <w:r w:rsidRPr="00630AB6">
              <w:rPr>
                <w:b w:val="0"/>
                <w:sz w:val="18"/>
              </w:rPr>
              <w:t xml:space="preserve">This IE contains the information regarding the </w:t>
            </w:r>
            <w:proofErr w:type="spellStart"/>
            <w:r w:rsidRPr="00630AB6">
              <w:rPr>
                <w:b w:val="0"/>
                <w:sz w:val="18"/>
              </w:rPr>
              <w:t>SubscriptionData</w:t>
            </w:r>
            <w:proofErr w:type="spellEnd"/>
            <w:r w:rsidRPr="00630AB6">
              <w:rPr>
                <w:b w:val="0"/>
                <w:sz w:val="18"/>
              </w:rPr>
              <w:t xml:space="preserve"> for the AMF to notify any changes to the NSSAI availability information.</w:t>
            </w:r>
          </w:p>
        </w:tc>
      </w:tr>
    </w:tbl>
    <w:p w14:paraId="4D577621" w14:textId="77777777" w:rsidR="00534BBE" w:rsidRPr="00630AB6" w:rsidRDefault="00534BBE" w:rsidP="00534BBE"/>
    <w:p w14:paraId="2F5BACAD" w14:textId="77777777" w:rsidR="00534BBE" w:rsidRPr="00630AB6" w:rsidRDefault="00534BBE" w:rsidP="0041307B">
      <w:pPr>
        <w:pStyle w:val="TH"/>
        <w:outlineLvl w:val="0"/>
      </w:pPr>
      <w:r w:rsidRPr="00630AB6">
        <w:lastRenderedPageBreak/>
        <w:t>Table 6.2.3.3.3.1-2: Data structures supported by the POST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433"/>
        <w:gridCol w:w="1250"/>
        <w:gridCol w:w="1123"/>
        <w:gridCol w:w="5234"/>
      </w:tblGrid>
      <w:tr w:rsidR="00534BBE" w:rsidRPr="00630AB6" w14:paraId="0ED20A3F" w14:textId="77777777" w:rsidTr="0053094F">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6AFC36C5" w14:textId="77777777" w:rsidR="00534BBE" w:rsidRPr="00630AB6" w:rsidRDefault="00534BBE" w:rsidP="0053094F">
            <w:pPr>
              <w:pStyle w:val="TAH"/>
            </w:pPr>
            <w:r w:rsidRPr="00630AB6">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68CE202C" w14:textId="77777777" w:rsidR="00534BBE" w:rsidRPr="00630AB6" w:rsidRDefault="00534BBE" w:rsidP="0053094F">
            <w:pPr>
              <w:pStyle w:val="TAH"/>
            </w:pPr>
            <w:r w:rsidRPr="00630AB6">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46B51485" w14:textId="77777777" w:rsidR="00534BBE" w:rsidRPr="00630AB6" w:rsidRDefault="00534BBE" w:rsidP="0053094F">
            <w:pPr>
              <w:pStyle w:val="TAH"/>
            </w:pPr>
            <w:r w:rsidRPr="00630AB6">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2BE118AC" w14:textId="77777777" w:rsidR="00534BBE" w:rsidRPr="00630AB6" w:rsidRDefault="00534BBE" w:rsidP="0053094F">
            <w:pPr>
              <w:pStyle w:val="TAH"/>
            </w:pPr>
            <w:r w:rsidRPr="00630AB6">
              <w:t>Response</w:t>
            </w:r>
          </w:p>
          <w:p w14:paraId="757C369A" w14:textId="77777777" w:rsidR="00534BBE" w:rsidRPr="00630AB6" w:rsidRDefault="00534BBE" w:rsidP="0053094F">
            <w:pPr>
              <w:pStyle w:val="TAH"/>
            </w:pPr>
            <w:r w:rsidRPr="00630AB6">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3947B406" w14:textId="77777777" w:rsidR="00534BBE" w:rsidRPr="00630AB6" w:rsidRDefault="00534BBE" w:rsidP="0053094F">
            <w:pPr>
              <w:pStyle w:val="TAH"/>
            </w:pPr>
            <w:r w:rsidRPr="00630AB6">
              <w:t>Description</w:t>
            </w:r>
          </w:p>
        </w:tc>
      </w:tr>
      <w:tr w:rsidR="00534BBE" w:rsidRPr="00630AB6" w14:paraId="5CBA4F44" w14:textId="77777777" w:rsidTr="0053094F">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2ADFD1FA" w14:textId="77777777" w:rsidR="00534BBE" w:rsidRPr="00630AB6" w:rsidRDefault="00534BBE" w:rsidP="0053094F">
            <w:pPr>
              <w:pStyle w:val="TAL"/>
            </w:pPr>
            <w:proofErr w:type="spellStart"/>
            <w:r w:rsidRPr="00630AB6">
              <w:rPr>
                <w:lang w:eastAsia="zh-CN"/>
              </w:rPr>
              <w:t>NssfEventSubscriptionCreatedData</w:t>
            </w:r>
            <w:proofErr w:type="spellEnd"/>
          </w:p>
          <w:p w14:paraId="67873B69" w14:textId="77777777" w:rsidR="00534BBE" w:rsidRPr="00630AB6" w:rsidRDefault="00534BBE" w:rsidP="0053094F">
            <w:pPr>
              <w:pStyle w:val="TAL"/>
            </w:pPr>
          </w:p>
        </w:tc>
        <w:tc>
          <w:tcPr>
            <w:tcW w:w="225" w:type="pct"/>
            <w:tcBorders>
              <w:top w:val="single" w:sz="4" w:space="0" w:color="auto"/>
              <w:left w:val="single" w:sz="6" w:space="0" w:color="000000"/>
              <w:bottom w:val="single" w:sz="4" w:space="0" w:color="auto"/>
              <w:right w:val="single" w:sz="6" w:space="0" w:color="000000"/>
            </w:tcBorders>
          </w:tcPr>
          <w:p w14:paraId="49FF11F2" w14:textId="77777777" w:rsidR="00534BBE" w:rsidRPr="00630AB6" w:rsidRDefault="00534BBE" w:rsidP="0053094F">
            <w:pPr>
              <w:pStyle w:val="TAC"/>
              <w:rPr>
                <w:lang w:eastAsia="zh-CN"/>
              </w:rPr>
            </w:pPr>
            <w:r w:rsidRPr="00630AB6">
              <w:rPr>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596052D8" w14:textId="77777777" w:rsidR="00534BBE" w:rsidRPr="00630AB6" w:rsidRDefault="00534BBE" w:rsidP="0053094F">
            <w:pPr>
              <w:pStyle w:val="TAL"/>
              <w:rPr>
                <w:lang w:eastAsia="zh-CN"/>
              </w:rPr>
            </w:pPr>
            <w:r w:rsidRPr="00630AB6">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5F5711D1" w14:textId="77777777" w:rsidR="00534BBE" w:rsidRPr="00630AB6" w:rsidRDefault="00534BBE" w:rsidP="0053094F">
            <w:pPr>
              <w:pStyle w:val="TAL"/>
              <w:rPr>
                <w:lang w:eastAsia="zh-CN"/>
              </w:rPr>
            </w:pPr>
            <w:r w:rsidRPr="00630AB6">
              <w:rPr>
                <w:rFonts w:hint="eastAsia"/>
                <w:lang w:eastAsia="zh-CN"/>
              </w:rPr>
              <w:t>20</w:t>
            </w:r>
            <w:r w:rsidRPr="00630AB6">
              <w:rPr>
                <w:lang w:eastAsia="zh-CN"/>
              </w:rPr>
              <w:t>1</w:t>
            </w:r>
            <w:r w:rsidRPr="00630AB6">
              <w:rPr>
                <w:rFonts w:hint="eastAsia"/>
                <w:lang w:eastAsia="zh-CN"/>
              </w:rPr>
              <w:t xml:space="preserve"> </w:t>
            </w:r>
            <w:r w:rsidRPr="00630AB6">
              <w:rPr>
                <w:lang w:eastAsia="zh-CN"/>
              </w:rPr>
              <w:t>Created</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2A53679A" w14:textId="77777777" w:rsidR="00534BBE" w:rsidRPr="00630AB6" w:rsidRDefault="00534BBE" w:rsidP="0053094F">
            <w:pPr>
              <w:pStyle w:val="TF"/>
              <w:jc w:val="left"/>
            </w:pPr>
            <w:r w:rsidRPr="00630AB6">
              <w:rPr>
                <w:rFonts w:hint="eastAsia"/>
                <w:b w:val="0"/>
                <w:sz w:val="18"/>
                <w:lang w:eastAsia="zh-CN"/>
              </w:rPr>
              <w:t xml:space="preserve">This case represents a successful </w:t>
            </w:r>
            <w:r w:rsidRPr="00630AB6">
              <w:rPr>
                <w:b w:val="0"/>
                <w:sz w:val="18"/>
                <w:lang w:eastAsia="zh-CN"/>
              </w:rPr>
              <w:t xml:space="preserve">creation of subscription to the change of </w:t>
            </w:r>
            <w:r w:rsidRPr="00630AB6">
              <w:rPr>
                <w:b w:val="0"/>
                <w:sz w:val="18"/>
              </w:rPr>
              <w:t>NSSAI availability information.</w:t>
            </w:r>
          </w:p>
        </w:tc>
      </w:tr>
      <w:tr w:rsidR="002B50B3" w:rsidRPr="00630AB6" w14:paraId="65E350A9" w14:textId="77777777" w:rsidTr="0053094F">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727FD91D" w14:textId="77777777" w:rsidR="002B50B3" w:rsidRPr="00630AB6" w:rsidRDefault="002B50B3" w:rsidP="002B50B3">
            <w:pPr>
              <w:pStyle w:val="TAL"/>
              <w:rPr>
                <w:lang w:eastAsia="zh-CN"/>
              </w:rPr>
            </w:pPr>
            <w:proofErr w:type="spellStart"/>
            <w:r w:rsidRPr="00630AB6">
              <w:rPr>
                <w:rFonts w:hint="eastAsia"/>
              </w:rPr>
              <w:t>ProblemDetails</w:t>
            </w:r>
            <w:proofErr w:type="spellEnd"/>
          </w:p>
        </w:tc>
        <w:tc>
          <w:tcPr>
            <w:tcW w:w="225" w:type="pct"/>
            <w:tcBorders>
              <w:top w:val="single" w:sz="4" w:space="0" w:color="auto"/>
              <w:left w:val="single" w:sz="6" w:space="0" w:color="000000"/>
              <w:bottom w:val="single" w:sz="4" w:space="0" w:color="auto"/>
              <w:right w:val="single" w:sz="6" w:space="0" w:color="000000"/>
            </w:tcBorders>
          </w:tcPr>
          <w:p w14:paraId="2DB91F94" w14:textId="77777777" w:rsidR="002B50B3" w:rsidRPr="00630AB6" w:rsidRDefault="002B50B3" w:rsidP="002B50B3">
            <w:pPr>
              <w:pStyle w:val="TAC"/>
              <w:rPr>
                <w:lang w:eastAsia="zh-CN"/>
              </w:rPr>
            </w:pPr>
            <w:r w:rsidRPr="00630AB6">
              <w:rPr>
                <w:rFonts w:hint="eastAsia"/>
                <w:lang w:eastAsia="zh-CN"/>
              </w:rPr>
              <w:t>M</w:t>
            </w:r>
          </w:p>
        </w:tc>
        <w:tc>
          <w:tcPr>
            <w:tcW w:w="649" w:type="pct"/>
            <w:tcBorders>
              <w:top w:val="single" w:sz="4" w:space="0" w:color="auto"/>
              <w:left w:val="single" w:sz="6" w:space="0" w:color="000000"/>
              <w:bottom w:val="single" w:sz="4" w:space="0" w:color="auto"/>
              <w:right w:val="single" w:sz="6" w:space="0" w:color="000000"/>
            </w:tcBorders>
          </w:tcPr>
          <w:p w14:paraId="31FD35ED" w14:textId="77777777" w:rsidR="002B50B3" w:rsidRPr="00630AB6" w:rsidRDefault="002B50B3" w:rsidP="002B50B3">
            <w:pPr>
              <w:pStyle w:val="TAL"/>
              <w:rPr>
                <w:lang w:eastAsia="zh-CN"/>
              </w:rPr>
            </w:pPr>
            <w:r w:rsidRPr="00630AB6">
              <w:rPr>
                <w:rFonts w:hint="eastAsia"/>
                <w:lang w:eastAsia="zh-CN"/>
              </w:rPr>
              <w:t>1</w:t>
            </w:r>
          </w:p>
        </w:tc>
        <w:tc>
          <w:tcPr>
            <w:tcW w:w="583" w:type="pct"/>
            <w:tcBorders>
              <w:top w:val="single" w:sz="4" w:space="0" w:color="auto"/>
              <w:left w:val="single" w:sz="6" w:space="0" w:color="000000"/>
              <w:bottom w:val="single" w:sz="4" w:space="0" w:color="auto"/>
              <w:right w:val="single" w:sz="6" w:space="0" w:color="000000"/>
            </w:tcBorders>
          </w:tcPr>
          <w:p w14:paraId="5A0A91AC" w14:textId="77777777" w:rsidR="002B50B3" w:rsidRPr="00630AB6" w:rsidRDefault="002B50B3" w:rsidP="002B50B3">
            <w:pPr>
              <w:pStyle w:val="TAL"/>
              <w:rPr>
                <w:lang w:eastAsia="zh-CN"/>
              </w:rPr>
            </w:pPr>
            <w:r w:rsidRPr="00630AB6">
              <w:rPr>
                <w:rFonts w:hint="eastAsia"/>
                <w:lang w:eastAsia="zh-CN"/>
              </w:rPr>
              <w:t>403 Forbidden</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628365C0" w14:textId="77777777" w:rsidR="002B50B3" w:rsidRPr="00630AB6" w:rsidRDefault="002B50B3" w:rsidP="002B50B3">
            <w:pPr>
              <w:pStyle w:val="TF"/>
              <w:jc w:val="left"/>
              <w:rPr>
                <w:b w:val="0"/>
                <w:sz w:val="18"/>
                <w:lang w:eastAsia="zh-CN"/>
              </w:rPr>
            </w:pPr>
            <w:r w:rsidRPr="00630AB6">
              <w:rPr>
                <w:rFonts w:hint="eastAsia"/>
                <w:b w:val="0"/>
                <w:sz w:val="18"/>
                <w:lang w:eastAsia="zh-CN"/>
              </w:rPr>
              <w:t xml:space="preserve">This represents the case, when </w:t>
            </w:r>
            <w:r w:rsidRPr="00630AB6">
              <w:rPr>
                <w:b w:val="0"/>
                <w:sz w:val="18"/>
                <w:lang w:eastAsia="zh-CN"/>
              </w:rPr>
              <w:t>the NF service consumer is not authorized to subscribe for the NSSAI availability information notification.</w:t>
            </w:r>
          </w:p>
        </w:tc>
      </w:tr>
      <w:tr w:rsidR="002B50B3" w:rsidRPr="00630AB6" w14:paraId="7E085725" w14:textId="77777777" w:rsidTr="0053094F">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5C9A6266" w14:textId="77777777" w:rsidR="002B50B3" w:rsidRPr="00630AB6" w:rsidRDefault="002B50B3" w:rsidP="002B50B3">
            <w:pPr>
              <w:pStyle w:val="TAL"/>
            </w:pPr>
            <w:proofErr w:type="spellStart"/>
            <w:r w:rsidRPr="00630AB6">
              <w:rPr>
                <w:rFonts w:hint="eastAsia"/>
              </w:rPr>
              <w:t>ProblemDetails</w:t>
            </w:r>
            <w:proofErr w:type="spellEnd"/>
          </w:p>
        </w:tc>
        <w:tc>
          <w:tcPr>
            <w:tcW w:w="225" w:type="pct"/>
            <w:tcBorders>
              <w:top w:val="single" w:sz="4" w:space="0" w:color="auto"/>
              <w:left w:val="single" w:sz="6" w:space="0" w:color="000000"/>
              <w:bottom w:val="single" w:sz="4" w:space="0" w:color="auto"/>
              <w:right w:val="single" w:sz="6" w:space="0" w:color="000000"/>
            </w:tcBorders>
          </w:tcPr>
          <w:p w14:paraId="29BDB853" w14:textId="77777777" w:rsidR="002B50B3" w:rsidRPr="00630AB6" w:rsidRDefault="002B50B3" w:rsidP="002B50B3">
            <w:pPr>
              <w:pStyle w:val="TAC"/>
              <w:rPr>
                <w:lang w:eastAsia="zh-CN"/>
              </w:rPr>
            </w:pPr>
            <w:r w:rsidRPr="00630AB6">
              <w:t>M</w:t>
            </w:r>
          </w:p>
        </w:tc>
        <w:tc>
          <w:tcPr>
            <w:tcW w:w="649" w:type="pct"/>
            <w:tcBorders>
              <w:top w:val="single" w:sz="4" w:space="0" w:color="auto"/>
              <w:left w:val="single" w:sz="6" w:space="0" w:color="000000"/>
              <w:bottom w:val="single" w:sz="4" w:space="0" w:color="auto"/>
              <w:right w:val="single" w:sz="6" w:space="0" w:color="000000"/>
            </w:tcBorders>
          </w:tcPr>
          <w:p w14:paraId="6E5516C0" w14:textId="77777777" w:rsidR="002B50B3" w:rsidRPr="00630AB6" w:rsidRDefault="002B50B3" w:rsidP="002B50B3">
            <w:pPr>
              <w:pStyle w:val="TAL"/>
              <w:rPr>
                <w:lang w:eastAsia="zh-CN"/>
              </w:rPr>
            </w:pPr>
            <w:r w:rsidRPr="00630AB6">
              <w:t>1</w:t>
            </w:r>
          </w:p>
        </w:tc>
        <w:tc>
          <w:tcPr>
            <w:tcW w:w="583" w:type="pct"/>
            <w:tcBorders>
              <w:top w:val="single" w:sz="4" w:space="0" w:color="auto"/>
              <w:left w:val="single" w:sz="6" w:space="0" w:color="000000"/>
              <w:bottom w:val="single" w:sz="4" w:space="0" w:color="auto"/>
              <w:right w:val="single" w:sz="6" w:space="0" w:color="000000"/>
            </w:tcBorders>
          </w:tcPr>
          <w:p w14:paraId="5156B258" w14:textId="77777777" w:rsidR="002B50B3" w:rsidRPr="00630AB6" w:rsidRDefault="002B50B3" w:rsidP="002B50B3">
            <w:pPr>
              <w:pStyle w:val="TAL"/>
              <w:rPr>
                <w:lang w:eastAsia="zh-CN"/>
              </w:rPr>
            </w:pPr>
            <w:r w:rsidRPr="00630AB6">
              <w:t>404 Not Found</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0604B7B5" w14:textId="77777777" w:rsidR="002B50B3" w:rsidRPr="00630AB6" w:rsidRDefault="002B50B3" w:rsidP="002B50B3">
            <w:pPr>
              <w:pStyle w:val="TF"/>
              <w:jc w:val="left"/>
              <w:rPr>
                <w:b w:val="0"/>
                <w:sz w:val="18"/>
                <w:lang w:eastAsia="zh-CN"/>
              </w:rPr>
            </w:pPr>
            <w:r w:rsidRPr="00630AB6">
              <w:rPr>
                <w:b w:val="0"/>
                <w:sz w:val="18"/>
                <w:lang w:eastAsia="zh-CN"/>
              </w:rPr>
              <w:t>This represents the case when the subscriptions collection resource does not exist at the NSSF..</w:t>
            </w:r>
          </w:p>
        </w:tc>
      </w:tr>
    </w:tbl>
    <w:p w14:paraId="21040FB8" w14:textId="77777777" w:rsidR="00D24D31" w:rsidRPr="00630AB6" w:rsidRDefault="00D24D31" w:rsidP="00D24D31"/>
    <w:p w14:paraId="33DBC143" w14:textId="77777777" w:rsidR="00534BBE" w:rsidRPr="00630AB6" w:rsidRDefault="00534BBE" w:rsidP="0041307B">
      <w:pPr>
        <w:pStyle w:val="Heading4"/>
      </w:pPr>
      <w:bookmarkStart w:id="111" w:name="_Toc74989874"/>
      <w:r w:rsidRPr="00630AB6">
        <w:t>6.2.3.4</w:t>
      </w:r>
      <w:r w:rsidRPr="00630AB6">
        <w:tab/>
        <w:t>Resource: Individual NSSAI Availability Notification Subscriptions</w:t>
      </w:r>
      <w:bookmarkEnd w:id="111"/>
    </w:p>
    <w:p w14:paraId="109202C1" w14:textId="77777777" w:rsidR="00534BBE" w:rsidRPr="00630AB6" w:rsidRDefault="00534BBE" w:rsidP="0041307B">
      <w:pPr>
        <w:pStyle w:val="Heading5"/>
      </w:pPr>
      <w:bookmarkStart w:id="112" w:name="_Toc74989875"/>
      <w:r w:rsidRPr="00630AB6">
        <w:t>6.2.3.4.1</w:t>
      </w:r>
      <w:r w:rsidRPr="00630AB6">
        <w:tab/>
        <w:t>Description</w:t>
      </w:r>
      <w:bookmarkEnd w:id="112"/>
    </w:p>
    <w:p w14:paraId="4C8070AB" w14:textId="77777777" w:rsidR="00534BBE" w:rsidRPr="00630AB6" w:rsidRDefault="00534BBE" w:rsidP="00534BBE">
      <w:r w:rsidRPr="00630AB6">
        <w:t>This resource represents an Individual NSSAI Availability Notification Subscriptions resources generated by the NSSF.</w:t>
      </w:r>
    </w:p>
    <w:p w14:paraId="766F1FB1" w14:textId="77777777" w:rsidR="00534BBE" w:rsidRPr="00630AB6" w:rsidRDefault="00534BBE" w:rsidP="00534BBE">
      <w:r w:rsidRPr="00630AB6">
        <w:t xml:space="preserve">This resource is modelled with the Document resource archetype (see </w:t>
      </w:r>
      <w:r w:rsidR="001765C8">
        <w:t>clause</w:t>
      </w:r>
      <w:r w:rsidRPr="00630AB6">
        <w:t xml:space="preserve"> C.1 of</w:t>
      </w:r>
      <w:r w:rsidR="00DE5E65">
        <w:t xml:space="preserve"> 3GPP TS </w:t>
      </w:r>
      <w:r w:rsidR="00DE5E65" w:rsidRPr="00630AB6">
        <w:t>29.501</w:t>
      </w:r>
      <w:r w:rsidR="00DE5E65">
        <w:t> </w:t>
      </w:r>
      <w:r w:rsidR="00DE5E65" w:rsidRPr="00630AB6">
        <w:t>[</w:t>
      </w:r>
      <w:r w:rsidRPr="00630AB6">
        <w:t>5]).</w:t>
      </w:r>
    </w:p>
    <w:p w14:paraId="201FC5C2" w14:textId="77777777" w:rsidR="00534BBE" w:rsidRPr="00630AB6" w:rsidRDefault="00534BBE" w:rsidP="0041307B">
      <w:pPr>
        <w:pStyle w:val="Heading5"/>
      </w:pPr>
      <w:bookmarkStart w:id="113" w:name="_Toc74989876"/>
      <w:r w:rsidRPr="00630AB6">
        <w:t>6.2.3.4.2</w:t>
      </w:r>
      <w:r w:rsidRPr="00630AB6">
        <w:tab/>
        <w:t>Resource Definition</w:t>
      </w:r>
      <w:bookmarkEnd w:id="113"/>
    </w:p>
    <w:p w14:paraId="7DF27213" w14:textId="77777777" w:rsidR="00534BBE" w:rsidRPr="00630AB6" w:rsidRDefault="00534BBE" w:rsidP="00534BBE">
      <w:r w:rsidRPr="00630AB6">
        <w:t>Resource URI: {apiRoot}/nnssf-nssaiavailability/</w:t>
      </w:r>
      <w:r w:rsidR="00B412C6">
        <w:t>{apiVersion}</w:t>
      </w:r>
      <w:r w:rsidRPr="00630AB6">
        <w:t>/nssai-availability/subscriptions/{subscriptionId}</w:t>
      </w:r>
    </w:p>
    <w:p w14:paraId="590F317F" w14:textId="77777777" w:rsidR="00534BBE" w:rsidRPr="00630AB6" w:rsidRDefault="00534BBE" w:rsidP="00534BBE">
      <w:pPr>
        <w:rPr>
          <w:rFonts w:ascii="Arial" w:hAnsi="Arial" w:cs="Arial"/>
        </w:rPr>
      </w:pPr>
      <w:r w:rsidRPr="00630AB6">
        <w:t>This resource shall support the resource URI variables defined in table 6.2.3.4.2-1</w:t>
      </w:r>
      <w:r w:rsidRPr="00630AB6">
        <w:rPr>
          <w:rFonts w:ascii="Arial" w:hAnsi="Arial" w:cs="Arial"/>
        </w:rPr>
        <w:t>.</w:t>
      </w:r>
    </w:p>
    <w:p w14:paraId="36EAB2DF" w14:textId="77777777" w:rsidR="00534BBE" w:rsidRPr="00630AB6" w:rsidRDefault="00534BBE" w:rsidP="0041307B">
      <w:pPr>
        <w:pStyle w:val="TH"/>
        <w:outlineLvl w:val="0"/>
        <w:rPr>
          <w:rFonts w:cs="Arial"/>
        </w:rPr>
      </w:pPr>
      <w:r w:rsidRPr="00630AB6">
        <w:t>Table 6.2.3.3.2-1: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35"/>
        <w:gridCol w:w="7690"/>
      </w:tblGrid>
      <w:tr w:rsidR="00534BBE" w:rsidRPr="00630AB6" w14:paraId="5D044106" w14:textId="77777777" w:rsidTr="0053094F">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64DCF7C4" w14:textId="77777777" w:rsidR="00534BBE" w:rsidRPr="00630AB6" w:rsidRDefault="00534BBE" w:rsidP="0053094F">
            <w:pPr>
              <w:pStyle w:val="TAH"/>
            </w:pPr>
            <w:r w:rsidRPr="00630AB6">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0C1A037B" w14:textId="77777777" w:rsidR="00534BBE" w:rsidRPr="00630AB6" w:rsidRDefault="00534BBE" w:rsidP="0053094F">
            <w:pPr>
              <w:pStyle w:val="TAH"/>
            </w:pPr>
            <w:r w:rsidRPr="00630AB6">
              <w:t>Definition</w:t>
            </w:r>
          </w:p>
        </w:tc>
      </w:tr>
      <w:tr w:rsidR="00534BBE" w:rsidRPr="00630AB6" w14:paraId="570246B1" w14:textId="77777777" w:rsidTr="0053094F">
        <w:trPr>
          <w:jc w:val="center"/>
        </w:trPr>
        <w:tc>
          <w:tcPr>
            <w:tcW w:w="1005" w:type="pct"/>
            <w:tcBorders>
              <w:top w:val="single" w:sz="6" w:space="0" w:color="000000"/>
              <w:left w:val="single" w:sz="6" w:space="0" w:color="000000"/>
              <w:bottom w:val="single" w:sz="6" w:space="0" w:color="000000"/>
              <w:right w:val="single" w:sz="6" w:space="0" w:color="000000"/>
            </w:tcBorders>
          </w:tcPr>
          <w:p w14:paraId="073F7DFE" w14:textId="77777777" w:rsidR="00534BBE" w:rsidRPr="00630AB6" w:rsidRDefault="00534BBE" w:rsidP="0053094F">
            <w:pPr>
              <w:pStyle w:val="TAL"/>
            </w:pPr>
            <w:proofErr w:type="spellStart"/>
            <w:r w:rsidRPr="00630AB6">
              <w:rPr>
                <w:rFonts w:hint="eastAsia"/>
                <w:lang w:eastAsia="zh-CN"/>
              </w:rPr>
              <w:t>apiRoot</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29D12196" w14:textId="77777777" w:rsidR="00534BBE" w:rsidRPr="00630AB6" w:rsidRDefault="00534BBE" w:rsidP="0053094F">
            <w:pPr>
              <w:pStyle w:val="TAL"/>
            </w:pPr>
            <w:r w:rsidRPr="00630AB6">
              <w:rPr>
                <w:rFonts w:hint="eastAsia"/>
                <w:lang w:eastAsia="zh-CN"/>
              </w:rPr>
              <w:t xml:space="preserve">See </w:t>
            </w:r>
            <w:r w:rsidR="001765C8">
              <w:rPr>
                <w:rFonts w:hint="eastAsia"/>
                <w:lang w:eastAsia="zh-CN"/>
              </w:rPr>
              <w:t>clause</w:t>
            </w:r>
            <w:r w:rsidRPr="00630AB6">
              <w:rPr>
                <w:rFonts w:hint="eastAsia"/>
                <w:lang w:eastAsia="zh-CN"/>
              </w:rPr>
              <w:t xml:space="preserve"> 6.2.1</w:t>
            </w:r>
          </w:p>
        </w:tc>
      </w:tr>
      <w:tr w:rsidR="00B412C6" w:rsidRPr="00630AB6" w14:paraId="097DBD79" w14:textId="77777777" w:rsidTr="0053094F">
        <w:trPr>
          <w:jc w:val="center"/>
        </w:trPr>
        <w:tc>
          <w:tcPr>
            <w:tcW w:w="1005" w:type="pct"/>
            <w:tcBorders>
              <w:top w:val="single" w:sz="6" w:space="0" w:color="000000"/>
              <w:left w:val="single" w:sz="6" w:space="0" w:color="000000"/>
              <w:bottom w:val="single" w:sz="6" w:space="0" w:color="000000"/>
              <w:right w:val="single" w:sz="6" w:space="0" w:color="000000"/>
            </w:tcBorders>
          </w:tcPr>
          <w:p w14:paraId="0D5ECDEB" w14:textId="77777777" w:rsidR="00B412C6" w:rsidRPr="00630AB6" w:rsidRDefault="00B412C6" w:rsidP="00B412C6">
            <w:pPr>
              <w:pStyle w:val="TAL"/>
              <w:rPr>
                <w:lang w:eastAsia="zh-CN"/>
              </w:rPr>
            </w:pPr>
            <w:proofErr w:type="spellStart"/>
            <w:r>
              <w:rPr>
                <w:rFonts w:hint="eastAsia"/>
                <w:lang w:eastAsia="zh-CN"/>
              </w:rPr>
              <w:t>apiVersion</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090E6D24" w14:textId="77777777" w:rsidR="00B412C6" w:rsidRPr="00630AB6" w:rsidRDefault="00B412C6" w:rsidP="00B412C6">
            <w:pPr>
              <w:pStyle w:val="TAL"/>
              <w:rPr>
                <w:lang w:eastAsia="zh-CN"/>
              </w:rPr>
            </w:pPr>
            <w:r w:rsidRPr="009563AB">
              <w:rPr>
                <w:lang w:eastAsia="zh-CN"/>
              </w:rPr>
              <w:t xml:space="preserve">See </w:t>
            </w:r>
            <w:r w:rsidR="001765C8">
              <w:rPr>
                <w:lang w:eastAsia="zh-CN"/>
              </w:rPr>
              <w:t>clause</w:t>
            </w:r>
            <w:r w:rsidRPr="009563AB">
              <w:rPr>
                <w:lang w:eastAsia="zh-CN"/>
              </w:rPr>
              <w:t xml:space="preserve"> 6.2.1</w:t>
            </w:r>
          </w:p>
        </w:tc>
      </w:tr>
      <w:tr w:rsidR="00B412C6" w:rsidRPr="00630AB6" w14:paraId="44C8739D" w14:textId="77777777" w:rsidTr="0053094F">
        <w:trPr>
          <w:jc w:val="center"/>
        </w:trPr>
        <w:tc>
          <w:tcPr>
            <w:tcW w:w="1005" w:type="pct"/>
            <w:tcBorders>
              <w:top w:val="single" w:sz="6" w:space="0" w:color="000000"/>
              <w:left w:val="single" w:sz="6" w:space="0" w:color="000000"/>
              <w:bottom w:val="single" w:sz="6" w:space="0" w:color="000000"/>
              <w:right w:val="single" w:sz="6" w:space="0" w:color="000000"/>
            </w:tcBorders>
          </w:tcPr>
          <w:p w14:paraId="37DA71B2" w14:textId="77777777" w:rsidR="00B412C6" w:rsidRPr="00630AB6" w:rsidRDefault="00B412C6" w:rsidP="00B412C6">
            <w:pPr>
              <w:pStyle w:val="TAL"/>
              <w:rPr>
                <w:lang w:eastAsia="zh-CN"/>
              </w:rPr>
            </w:pPr>
            <w:proofErr w:type="spellStart"/>
            <w:r w:rsidRPr="00630AB6">
              <w:rPr>
                <w:rFonts w:hint="eastAsia"/>
                <w:lang w:eastAsia="zh-CN"/>
              </w:rPr>
              <w:t>subscriptionId</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52488FFB" w14:textId="77777777" w:rsidR="00B412C6" w:rsidRPr="00630AB6" w:rsidRDefault="00B412C6" w:rsidP="00B412C6">
            <w:pPr>
              <w:pStyle w:val="TF"/>
              <w:jc w:val="left"/>
              <w:rPr>
                <w:b w:val="0"/>
                <w:sz w:val="18"/>
                <w:lang w:eastAsia="zh-CN"/>
              </w:rPr>
            </w:pPr>
            <w:r w:rsidRPr="00630AB6">
              <w:rPr>
                <w:b w:val="0"/>
                <w:sz w:val="18"/>
                <w:lang w:eastAsia="zh-CN"/>
              </w:rPr>
              <w:t>Represents the Identifier of the subscription.</w:t>
            </w:r>
          </w:p>
        </w:tc>
      </w:tr>
    </w:tbl>
    <w:p w14:paraId="5908294C" w14:textId="77777777" w:rsidR="00534BBE" w:rsidRPr="00630AB6" w:rsidRDefault="00534BBE" w:rsidP="00534BBE"/>
    <w:p w14:paraId="29252B97" w14:textId="77777777" w:rsidR="00534BBE" w:rsidRPr="00630AB6" w:rsidRDefault="00534BBE" w:rsidP="0041307B">
      <w:pPr>
        <w:pStyle w:val="Heading5"/>
      </w:pPr>
      <w:bookmarkStart w:id="114" w:name="_Toc74989877"/>
      <w:r w:rsidRPr="00630AB6">
        <w:t>6.2.3.4.3</w:t>
      </w:r>
      <w:r w:rsidRPr="00630AB6">
        <w:tab/>
        <w:t>Resource Standard Methods</w:t>
      </w:r>
      <w:bookmarkEnd w:id="114"/>
    </w:p>
    <w:p w14:paraId="120617AD" w14:textId="77777777" w:rsidR="00534BBE" w:rsidRPr="00630AB6" w:rsidRDefault="00534BBE" w:rsidP="0041307B">
      <w:pPr>
        <w:pStyle w:val="Heading6"/>
      </w:pPr>
      <w:bookmarkStart w:id="115" w:name="_Toc74989878"/>
      <w:r w:rsidRPr="00630AB6">
        <w:t>6.2.3.4.3.1</w:t>
      </w:r>
      <w:r w:rsidR="00630AB6">
        <w:tab/>
      </w:r>
      <w:r w:rsidRPr="00630AB6">
        <w:t>DELETE</w:t>
      </w:r>
      <w:bookmarkEnd w:id="115"/>
    </w:p>
    <w:p w14:paraId="0EC6F6D5" w14:textId="77777777" w:rsidR="00534BBE" w:rsidRPr="00630AB6" w:rsidRDefault="00534BBE" w:rsidP="00534BBE">
      <w:r w:rsidRPr="00630AB6">
        <w:t>This method shall support the request data structures specified in table 6.2.3.4.3.2-1 and the response data structures and response codes specified in table 6.2.3.4.3.2-2.</w:t>
      </w:r>
    </w:p>
    <w:p w14:paraId="01F7F896" w14:textId="77777777" w:rsidR="00534BBE" w:rsidRPr="00630AB6" w:rsidRDefault="00534BBE" w:rsidP="0041307B">
      <w:pPr>
        <w:pStyle w:val="TH"/>
        <w:outlineLvl w:val="0"/>
      </w:pPr>
      <w:r w:rsidRPr="00630AB6">
        <w:t>Table 6.2.3.3.3.2-1: Data structures supported by the DELETE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3"/>
        <w:gridCol w:w="421"/>
        <w:gridCol w:w="1258"/>
        <w:gridCol w:w="6347"/>
      </w:tblGrid>
      <w:tr w:rsidR="00534BBE" w:rsidRPr="00630AB6" w14:paraId="6527F684" w14:textId="77777777" w:rsidTr="0053094F">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tcPr>
          <w:p w14:paraId="2108569B" w14:textId="77777777" w:rsidR="00534BBE" w:rsidRPr="00630AB6" w:rsidRDefault="00534BBE" w:rsidP="0053094F">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57EF300E" w14:textId="77777777" w:rsidR="00534BBE" w:rsidRPr="00630AB6" w:rsidRDefault="00534BBE" w:rsidP="0053094F">
            <w:pPr>
              <w:pStyle w:val="TAH"/>
            </w:pPr>
            <w:r w:rsidRPr="00630AB6">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0E137F53" w14:textId="77777777" w:rsidR="00534BBE" w:rsidRPr="00630AB6" w:rsidRDefault="00534BBE" w:rsidP="0053094F">
            <w:pPr>
              <w:pStyle w:val="TAH"/>
            </w:pPr>
            <w:r w:rsidRPr="00630AB6">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tcPr>
          <w:p w14:paraId="1D085EC2" w14:textId="77777777" w:rsidR="00534BBE" w:rsidRPr="00630AB6" w:rsidRDefault="00534BBE" w:rsidP="0053094F">
            <w:pPr>
              <w:pStyle w:val="TAH"/>
            </w:pPr>
            <w:r w:rsidRPr="00630AB6">
              <w:t>Description</w:t>
            </w:r>
          </w:p>
        </w:tc>
      </w:tr>
      <w:tr w:rsidR="00534BBE" w:rsidRPr="00630AB6" w14:paraId="08C36FB5" w14:textId="77777777" w:rsidTr="0053094F">
        <w:trPr>
          <w:jc w:val="center"/>
        </w:trPr>
        <w:tc>
          <w:tcPr>
            <w:tcW w:w="1626" w:type="dxa"/>
            <w:tcBorders>
              <w:top w:val="single" w:sz="4" w:space="0" w:color="auto"/>
              <w:left w:val="single" w:sz="6" w:space="0" w:color="000000"/>
              <w:bottom w:val="single" w:sz="4" w:space="0" w:color="auto"/>
              <w:right w:val="single" w:sz="6" w:space="0" w:color="000000"/>
            </w:tcBorders>
            <w:shd w:val="clear" w:color="auto" w:fill="auto"/>
          </w:tcPr>
          <w:p w14:paraId="49290F14" w14:textId="77777777" w:rsidR="00534BBE" w:rsidRPr="00630AB6" w:rsidRDefault="00534BBE" w:rsidP="0053094F">
            <w:pPr>
              <w:pStyle w:val="TAL"/>
              <w:rPr>
                <w:lang w:eastAsia="zh-CN"/>
              </w:rPr>
            </w:pPr>
            <w:r w:rsidRPr="00630AB6">
              <w:rPr>
                <w:rFonts w:hint="eastAsia"/>
                <w:lang w:eastAsia="zh-CN"/>
              </w:rPr>
              <w:t>N/A</w:t>
            </w:r>
          </w:p>
        </w:tc>
        <w:tc>
          <w:tcPr>
            <w:tcW w:w="425" w:type="dxa"/>
            <w:tcBorders>
              <w:top w:val="single" w:sz="4" w:space="0" w:color="auto"/>
              <w:left w:val="single" w:sz="6" w:space="0" w:color="000000"/>
              <w:bottom w:val="single" w:sz="4" w:space="0" w:color="auto"/>
              <w:right w:val="single" w:sz="6" w:space="0" w:color="000000"/>
            </w:tcBorders>
          </w:tcPr>
          <w:p w14:paraId="47344609" w14:textId="77777777" w:rsidR="00534BBE" w:rsidRPr="00630AB6" w:rsidRDefault="00534BBE" w:rsidP="0053094F">
            <w:pPr>
              <w:pStyle w:val="TAC"/>
            </w:pPr>
          </w:p>
        </w:tc>
        <w:tc>
          <w:tcPr>
            <w:tcW w:w="1276" w:type="dxa"/>
            <w:tcBorders>
              <w:top w:val="single" w:sz="4" w:space="0" w:color="auto"/>
              <w:left w:val="single" w:sz="6" w:space="0" w:color="000000"/>
              <w:bottom w:val="single" w:sz="4" w:space="0" w:color="auto"/>
              <w:right w:val="single" w:sz="6" w:space="0" w:color="000000"/>
            </w:tcBorders>
          </w:tcPr>
          <w:p w14:paraId="3B6FA3F5" w14:textId="77777777" w:rsidR="00534BBE" w:rsidRPr="00630AB6" w:rsidRDefault="00534BBE" w:rsidP="0053094F">
            <w:pPr>
              <w:pStyle w:val="TAL"/>
              <w:rPr>
                <w:lang w:eastAsia="zh-CN"/>
              </w:rPr>
            </w:pPr>
          </w:p>
        </w:tc>
        <w:tc>
          <w:tcPr>
            <w:tcW w:w="6446" w:type="dxa"/>
            <w:tcBorders>
              <w:top w:val="single" w:sz="4" w:space="0" w:color="auto"/>
              <w:left w:val="single" w:sz="6" w:space="0" w:color="000000"/>
              <w:bottom w:val="single" w:sz="4" w:space="0" w:color="auto"/>
              <w:right w:val="single" w:sz="6" w:space="0" w:color="000000"/>
            </w:tcBorders>
            <w:shd w:val="clear" w:color="auto" w:fill="auto"/>
          </w:tcPr>
          <w:p w14:paraId="44F1BBEE" w14:textId="77777777" w:rsidR="00534BBE" w:rsidRPr="00630AB6" w:rsidRDefault="00534BBE" w:rsidP="0053094F">
            <w:pPr>
              <w:pStyle w:val="TF"/>
              <w:keepNext/>
              <w:spacing w:after="0"/>
              <w:jc w:val="left"/>
              <w:rPr>
                <w:b w:val="0"/>
                <w:sz w:val="18"/>
              </w:rPr>
            </w:pPr>
          </w:p>
        </w:tc>
      </w:tr>
    </w:tbl>
    <w:p w14:paraId="4CA128DA" w14:textId="77777777" w:rsidR="00534BBE" w:rsidRPr="00630AB6" w:rsidRDefault="00534BBE" w:rsidP="00534BBE"/>
    <w:p w14:paraId="5DA91294" w14:textId="77777777" w:rsidR="00534BBE" w:rsidRPr="00630AB6" w:rsidRDefault="00534BBE" w:rsidP="0041307B">
      <w:pPr>
        <w:pStyle w:val="TH"/>
        <w:outlineLvl w:val="0"/>
      </w:pPr>
      <w:r w:rsidRPr="00630AB6">
        <w:lastRenderedPageBreak/>
        <w:t>Table 6.2.3.4.3.2-2: Data structures supported by the DELETE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433"/>
        <w:gridCol w:w="1250"/>
        <w:gridCol w:w="1123"/>
        <w:gridCol w:w="5234"/>
      </w:tblGrid>
      <w:tr w:rsidR="00534BBE" w:rsidRPr="00630AB6" w14:paraId="6274A2DC" w14:textId="77777777" w:rsidTr="0053094F">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3A3A9A5F" w14:textId="77777777" w:rsidR="00534BBE" w:rsidRPr="00630AB6" w:rsidRDefault="00534BBE" w:rsidP="0053094F">
            <w:pPr>
              <w:pStyle w:val="TAH"/>
            </w:pPr>
            <w:r w:rsidRPr="00630AB6">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754109D9" w14:textId="77777777" w:rsidR="00534BBE" w:rsidRPr="00630AB6" w:rsidRDefault="00534BBE" w:rsidP="0053094F">
            <w:pPr>
              <w:pStyle w:val="TAH"/>
            </w:pPr>
            <w:r w:rsidRPr="00630AB6">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5B23B3C8" w14:textId="77777777" w:rsidR="00534BBE" w:rsidRPr="00630AB6" w:rsidRDefault="00534BBE" w:rsidP="0053094F">
            <w:pPr>
              <w:pStyle w:val="TAH"/>
            </w:pPr>
            <w:r w:rsidRPr="00630AB6">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03B4D381" w14:textId="77777777" w:rsidR="00534BBE" w:rsidRPr="00630AB6" w:rsidRDefault="00534BBE" w:rsidP="0053094F">
            <w:pPr>
              <w:pStyle w:val="TAH"/>
            </w:pPr>
            <w:r w:rsidRPr="00630AB6">
              <w:t>Response</w:t>
            </w:r>
          </w:p>
          <w:p w14:paraId="4B22B927" w14:textId="77777777" w:rsidR="00534BBE" w:rsidRPr="00630AB6" w:rsidRDefault="00534BBE" w:rsidP="0053094F">
            <w:pPr>
              <w:pStyle w:val="TAH"/>
            </w:pPr>
            <w:r w:rsidRPr="00630AB6">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0E25FD57" w14:textId="77777777" w:rsidR="00534BBE" w:rsidRPr="00630AB6" w:rsidRDefault="00534BBE" w:rsidP="0053094F">
            <w:pPr>
              <w:pStyle w:val="TAH"/>
            </w:pPr>
            <w:r w:rsidRPr="00630AB6">
              <w:t>Description</w:t>
            </w:r>
          </w:p>
        </w:tc>
      </w:tr>
      <w:tr w:rsidR="00534BBE" w:rsidRPr="00630AB6" w14:paraId="689509A7" w14:textId="77777777" w:rsidTr="0053094F">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2F98AADD" w14:textId="77777777" w:rsidR="00534BBE" w:rsidRPr="00630AB6" w:rsidRDefault="00534BBE" w:rsidP="0053094F">
            <w:pPr>
              <w:pStyle w:val="TAL"/>
            </w:pPr>
            <w:r w:rsidRPr="00630AB6">
              <w:t>N/A</w:t>
            </w:r>
          </w:p>
        </w:tc>
        <w:tc>
          <w:tcPr>
            <w:tcW w:w="225" w:type="pct"/>
            <w:tcBorders>
              <w:top w:val="single" w:sz="4" w:space="0" w:color="auto"/>
              <w:left w:val="single" w:sz="6" w:space="0" w:color="000000"/>
              <w:bottom w:val="single" w:sz="4" w:space="0" w:color="auto"/>
              <w:right w:val="single" w:sz="6" w:space="0" w:color="000000"/>
            </w:tcBorders>
          </w:tcPr>
          <w:p w14:paraId="0EDFAB11" w14:textId="77777777" w:rsidR="00534BBE" w:rsidRPr="00630AB6" w:rsidRDefault="00534BBE" w:rsidP="0053094F">
            <w:pPr>
              <w:pStyle w:val="TAC"/>
              <w:rPr>
                <w:lang w:eastAsia="zh-CN"/>
              </w:rPr>
            </w:pPr>
          </w:p>
        </w:tc>
        <w:tc>
          <w:tcPr>
            <w:tcW w:w="649" w:type="pct"/>
            <w:tcBorders>
              <w:top w:val="single" w:sz="4" w:space="0" w:color="auto"/>
              <w:left w:val="single" w:sz="6" w:space="0" w:color="000000"/>
              <w:bottom w:val="single" w:sz="4" w:space="0" w:color="auto"/>
              <w:right w:val="single" w:sz="6" w:space="0" w:color="000000"/>
            </w:tcBorders>
          </w:tcPr>
          <w:p w14:paraId="35B2694B" w14:textId="77777777" w:rsidR="00534BBE" w:rsidRPr="00630AB6" w:rsidRDefault="00534BBE" w:rsidP="0053094F">
            <w:pPr>
              <w:pStyle w:val="TAL"/>
              <w:rPr>
                <w:lang w:eastAsia="zh-CN"/>
              </w:rPr>
            </w:pPr>
          </w:p>
        </w:tc>
        <w:tc>
          <w:tcPr>
            <w:tcW w:w="583" w:type="pct"/>
            <w:tcBorders>
              <w:top w:val="single" w:sz="4" w:space="0" w:color="auto"/>
              <w:left w:val="single" w:sz="6" w:space="0" w:color="000000"/>
              <w:bottom w:val="single" w:sz="4" w:space="0" w:color="auto"/>
              <w:right w:val="single" w:sz="6" w:space="0" w:color="000000"/>
            </w:tcBorders>
          </w:tcPr>
          <w:p w14:paraId="187E2BFA" w14:textId="77777777" w:rsidR="00534BBE" w:rsidRPr="00630AB6" w:rsidRDefault="00534BBE" w:rsidP="0053094F">
            <w:pPr>
              <w:pStyle w:val="TF"/>
              <w:rPr>
                <w:lang w:eastAsia="zh-CN"/>
              </w:rPr>
            </w:pPr>
            <w:r w:rsidRPr="00630AB6">
              <w:rPr>
                <w:rFonts w:hint="eastAsia"/>
                <w:b w:val="0"/>
                <w:sz w:val="18"/>
              </w:rPr>
              <w:t>20</w:t>
            </w:r>
            <w:r w:rsidRPr="00630AB6">
              <w:rPr>
                <w:b w:val="0"/>
                <w:sz w:val="18"/>
              </w:rPr>
              <w:t>4</w:t>
            </w:r>
            <w:r w:rsidRPr="00630AB6">
              <w:rPr>
                <w:rFonts w:hint="eastAsia"/>
                <w:b w:val="0"/>
                <w:sz w:val="18"/>
              </w:rPr>
              <w:t xml:space="preserve"> </w:t>
            </w:r>
            <w:r w:rsidRPr="00630AB6">
              <w:rPr>
                <w:b w:val="0"/>
                <w:sz w:val="18"/>
              </w:rPr>
              <w:t>NO Content</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3B69E578" w14:textId="77777777" w:rsidR="00534BBE" w:rsidRPr="00630AB6" w:rsidRDefault="00534BBE" w:rsidP="0053094F">
            <w:pPr>
              <w:pStyle w:val="TF"/>
              <w:jc w:val="left"/>
            </w:pPr>
            <w:r w:rsidRPr="00630AB6">
              <w:rPr>
                <w:rFonts w:hint="eastAsia"/>
                <w:b w:val="0"/>
                <w:sz w:val="18"/>
                <w:lang w:eastAsia="zh-CN"/>
              </w:rPr>
              <w:t>This case represents a successful</w:t>
            </w:r>
            <w:r w:rsidRPr="00630AB6">
              <w:rPr>
                <w:b w:val="0"/>
                <w:sz w:val="18"/>
                <w:lang w:eastAsia="zh-CN"/>
              </w:rPr>
              <w:t xml:space="preserve"> deletion of the subscription.</w:t>
            </w:r>
          </w:p>
        </w:tc>
      </w:tr>
      <w:tr w:rsidR="002B50B3" w:rsidRPr="00630AB6" w14:paraId="5E08899E" w14:textId="77777777" w:rsidTr="008C04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38A03C70" w14:textId="77777777" w:rsidR="002B50B3" w:rsidRPr="00630AB6" w:rsidRDefault="002B50B3" w:rsidP="008C0438">
            <w:pPr>
              <w:pStyle w:val="TAL"/>
            </w:pPr>
            <w:proofErr w:type="spellStart"/>
            <w:r w:rsidRPr="00630AB6">
              <w:rPr>
                <w:rFonts w:hint="eastAsia"/>
              </w:rPr>
              <w:t>ProblemDetails</w:t>
            </w:r>
            <w:proofErr w:type="spellEnd"/>
          </w:p>
        </w:tc>
        <w:tc>
          <w:tcPr>
            <w:tcW w:w="225" w:type="pct"/>
            <w:tcBorders>
              <w:top w:val="single" w:sz="4" w:space="0" w:color="auto"/>
              <w:left w:val="single" w:sz="6" w:space="0" w:color="000000"/>
              <w:bottom w:val="single" w:sz="4" w:space="0" w:color="auto"/>
              <w:right w:val="single" w:sz="6" w:space="0" w:color="000000"/>
            </w:tcBorders>
          </w:tcPr>
          <w:p w14:paraId="763B5652" w14:textId="77777777" w:rsidR="002B50B3" w:rsidRPr="00630AB6" w:rsidRDefault="002B50B3" w:rsidP="008C0438">
            <w:pPr>
              <w:pStyle w:val="TAC"/>
              <w:rPr>
                <w:lang w:eastAsia="zh-CN"/>
              </w:rPr>
            </w:pPr>
            <w:r w:rsidRPr="00630AB6">
              <w:t>M</w:t>
            </w:r>
          </w:p>
        </w:tc>
        <w:tc>
          <w:tcPr>
            <w:tcW w:w="649" w:type="pct"/>
            <w:tcBorders>
              <w:top w:val="single" w:sz="4" w:space="0" w:color="auto"/>
              <w:left w:val="single" w:sz="6" w:space="0" w:color="000000"/>
              <w:bottom w:val="single" w:sz="4" w:space="0" w:color="auto"/>
              <w:right w:val="single" w:sz="6" w:space="0" w:color="000000"/>
            </w:tcBorders>
          </w:tcPr>
          <w:p w14:paraId="5D6B8C7C" w14:textId="77777777" w:rsidR="002B50B3" w:rsidRPr="00630AB6" w:rsidRDefault="002B50B3" w:rsidP="008C0438">
            <w:pPr>
              <w:pStyle w:val="TAL"/>
              <w:rPr>
                <w:lang w:eastAsia="zh-CN"/>
              </w:rPr>
            </w:pPr>
            <w:r w:rsidRPr="00630AB6">
              <w:t>1</w:t>
            </w:r>
          </w:p>
        </w:tc>
        <w:tc>
          <w:tcPr>
            <w:tcW w:w="583" w:type="pct"/>
            <w:tcBorders>
              <w:top w:val="single" w:sz="4" w:space="0" w:color="auto"/>
              <w:left w:val="single" w:sz="6" w:space="0" w:color="000000"/>
              <w:bottom w:val="single" w:sz="4" w:space="0" w:color="auto"/>
              <w:right w:val="single" w:sz="6" w:space="0" w:color="000000"/>
            </w:tcBorders>
          </w:tcPr>
          <w:p w14:paraId="01F96544" w14:textId="77777777" w:rsidR="002B50B3" w:rsidRPr="00630AB6" w:rsidRDefault="002B50B3" w:rsidP="008C0438">
            <w:pPr>
              <w:pStyle w:val="TAL"/>
              <w:rPr>
                <w:lang w:eastAsia="zh-CN"/>
              </w:rPr>
            </w:pPr>
            <w:r w:rsidRPr="00630AB6">
              <w:t>404 Not Found</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57AE8A9D" w14:textId="77777777" w:rsidR="002B50B3" w:rsidRPr="00630AB6" w:rsidRDefault="002B50B3" w:rsidP="00DE6817">
            <w:pPr>
              <w:pStyle w:val="TF"/>
              <w:jc w:val="left"/>
              <w:rPr>
                <w:b w:val="0"/>
                <w:sz w:val="18"/>
                <w:lang w:eastAsia="zh-CN"/>
              </w:rPr>
            </w:pPr>
            <w:r w:rsidRPr="00630AB6">
              <w:rPr>
                <w:b w:val="0"/>
                <w:sz w:val="18"/>
              </w:rPr>
              <w:t>This represents the case when the subscription resource is unavailable.</w:t>
            </w:r>
          </w:p>
        </w:tc>
      </w:tr>
    </w:tbl>
    <w:p w14:paraId="0894686A" w14:textId="77777777" w:rsidR="00D02B3F" w:rsidRDefault="00D02B3F" w:rsidP="00C00BCA">
      <w:pPr>
        <w:rPr>
          <w:lang w:eastAsia="zh-CN"/>
        </w:rPr>
      </w:pPr>
    </w:p>
    <w:p w14:paraId="40766135" w14:textId="77777777" w:rsidR="00E517E8" w:rsidRPr="00630AB6" w:rsidRDefault="00E517E8" w:rsidP="00E517E8">
      <w:pPr>
        <w:pStyle w:val="Heading4"/>
      </w:pPr>
      <w:bookmarkStart w:id="116" w:name="_Toc74989879"/>
      <w:r w:rsidRPr="00630AB6">
        <w:t>6.2.3.</w:t>
      </w:r>
      <w:r>
        <w:t>5</w:t>
      </w:r>
      <w:r w:rsidRPr="00630AB6">
        <w:tab/>
        <w:t>Resource: NSSAI Availability Store</w:t>
      </w:r>
      <w:bookmarkEnd w:id="116"/>
    </w:p>
    <w:p w14:paraId="187BF8A9" w14:textId="77777777" w:rsidR="00E517E8" w:rsidRPr="00630AB6" w:rsidRDefault="00E517E8" w:rsidP="00E517E8">
      <w:pPr>
        <w:pStyle w:val="Heading5"/>
      </w:pPr>
      <w:bookmarkStart w:id="117" w:name="_Toc74989880"/>
      <w:r w:rsidRPr="00630AB6">
        <w:t>6.2.3.</w:t>
      </w:r>
      <w:r>
        <w:t>5</w:t>
      </w:r>
      <w:r w:rsidRPr="00630AB6">
        <w:t>.1</w:t>
      </w:r>
      <w:r w:rsidRPr="00630AB6">
        <w:tab/>
        <w:t>Description</w:t>
      </w:r>
      <w:bookmarkEnd w:id="117"/>
    </w:p>
    <w:p w14:paraId="66FF2D08" w14:textId="77777777" w:rsidR="00E517E8" w:rsidRPr="00630AB6" w:rsidRDefault="00E517E8" w:rsidP="00E517E8">
      <w:r w:rsidRPr="00630AB6">
        <w:t>This resource represents a collection of NSSAI Availability resources.</w:t>
      </w:r>
    </w:p>
    <w:p w14:paraId="666F6A3D" w14:textId="77777777" w:rsidR="00E517E8" w:rsidRPr="00630AB6" w:rsidRDefault="00E517E8" w:rsidP="00E517E8">
      <w:r w:rsidRPr="00630AB6">
        <w:t xml:space="preserve">This resource is modelled with the Store resource archetype (see </w:t>
      </w:r>
      <w:r w:rsidR="001765C8">
        <w:t>clause</w:t>
      </w:r>
      <w:r w:rsidRPr="00630AB6">
        <w:t xml:space="preserve"> C.1 of</w:t>
      </w:r>
      <w:r w:rsidR="00DE5E65">
        <w:t xml:space="preserve"> 3GPP TS </w:t>
      </w:r>
      <w:r w:rsidR="00DE5E65" w:rsidRPr="00630AB6">
        <w:t>29.501</w:t>
      </w:r>
      <w:r w:rsidR="00DE5E65">
        <w:t> </w:t>
      </w:r>
      <w:r w:rsidR="00DE5E65" w:rsidRPr="00630AB6">
        <w:t>[</w:t>
      </w:r>
      <w:r w:rsidRPr="00630AB6">
        <w:t>5]).</w:t>
      </w:r>
    </w:p>
    <w:p w14:paraId="5B4B9A4C" w14:textId="77777777" w:rsidR="00E517E8" w:rsidRPr="00630AB6" w:rsidRDefault="00E517E8" w:rsidP="00E517E8">
      <w:pPr>
        <w:pStyle w:val="Heading5"/>
      </w:pPr>
      <w:bookmarkStart w:id="118" w:name="_Toc74989881"/>
      <w:r w:rsidRPr="00630AB6">
        <w:t>6.2.3.</w:t>
      </w:r>
      <w:r>
        <w:t>5</w:t>
      </w:r>
      <w:r w:rsidRPr="00630AB6">
        <w:t>.2</w:t>
      </w:r>
      <w:r w:rsidRPr="00630AB6">
        <w:tab/>
        <w:t>Resource Definition</w:t>
      </w:r>
      <w:bookmarkEnd w:id="118"/>
    </w:p>
    <w:p w14:paraId="7E6B4446" w14:textId="77777777" w:rsidR="00E517E8" w:rsidRPr="00630AB6" w:rsidRDefault="00E517E8" w:rsidP="00E517E8">
      <w:r w:rsidRPr="00630AB6">
        <w:t>Resource URI: {</w:t>
      </w:r>
      <w:proofErr w:type="spellStart"/>
      <w:r w:rsidRPr="00630AB6">
        <w:t>apiRoot</w:t>
      </w:r>
      <w:proofErr w:type="spellEnd"/>
      <w:r w:rsidRPr="00630AB6">
        <w:t>}/</w:t>
      </w:r>
      <w:proofErr w:type="spellStart"/>
      <w:r w:rsidRPr="00630AB6">
        <w:t>nnssf-nssaiavailability</w:t>
      </w:r>
      <w:proofErr w:type="spellEnd"/>
      <w:r w:rsidRPr="00630AB6">
        <w:t>/v1/</w:t>
      </w:r>
      <w:proofErr w:type="spellStart"/>
      <w:r w:rsidRPr="00630AB6">
        <w:t>nssai</w:t>
      </w:r>
      <w:proofErr w:type="spellEnd"/>
      <w:r w:rsidRPr="00630AB6">
        <w:t>-availability</w:t>
      </w:r>
    </w:p>
    <w:p w14:paraId="74273C7E" w14:textId="77777777" w:rsidR="00E517E8" w:rsidRPr="00630AB6" w:rsidRDefault="00E517E8" w:rsidP="00E517E8">
      <w:pPr>
        <w:rPr>
          <w:rFonts w:ascii="Arial" w:hAnsi="Arial" w:cs="Arial"/>
        </w:rPr>
      </w:pPr>
      <w:r w:rsidRPr="00630AB6">
        <w:t>This resource shall support the resource URI variables defined in table 6.2.3.</w:t>
      </w:r>
      <w:r>
        <w:t>5</w:t>
      </w:r>
      <w:r w:rsidRPr="00630AB6">
        <w:t>.2-1</w:t>
      </w:r>
      <w:r w:rsidRPr="00630AB6">
        <w:rPr>
          <w:rFonts w:ascii="Arial" w:hAnsi="Arial" w:cs="Arial"/>
        </w:rPr>
        <w:t>.</w:t>
      </w:r>
    </w:p>
    <w:p w14:paraId="2048B2C6" w14:textId="77777777" w:rsidR="00E517E8" w:rsidRPr="00630AB6" w:rsidRDefault="00E517E8" w:rsidP="00E517E8">
      <w:pPr>
        <w:pStyle w:val="TH"/>
        <w:outlineLvl w:val="0"/>
        <w:rPr>
          <w:rFonts w:cs="Arial"/>
        </w:rPr>
      </w:pPr>
      <w:r w:rsidRPr="00630AB6">
        <w:t>Table 6.2.3.</w:t>
      </w:r>
      <w:r>
        <w:t>5</w:t>
      </w:r>
      <w:r w:rsidRPr="00630AB6">
        <w:t>.2-1: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35"/>
        <w:gridCol w:w="7690"/>
      </w:tblGrid>
      <w:tr w:rsidR="00E517E8" w:rsidRPr="00630AB6" w14:paraId="1DEC685A" w14:textId="77777777" w:rsidTr="00EE1738">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1FFF194B" w14:textId="77777777" w:rsidR="00E517E8" w:rsidRPr="00630AB6" w:rsidRDefault="00E517E8" w:rsidP="00EE1738">
            <w:pPr>
              <w:pStyle w:val="TAH"/>
            </w:pPr>
            <w:r w:rsidRPr="00630AB6">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187A110A" w14:textId="77777777" w:rsidR="00E517E8" w:rsidRPr="00630AB6" w:rsidRDefault="00E517E8" w:rsidP="00EE1738">
            <w:pPr>
              <w:pStyle w:val="TAH"/>
            </w:pPr>
            <w:r w:rsidRPr="00630AB6">
              <w:t>Definition</w:t>
            </w:r>
          </w:p>
        </w:tc>
      </w:tr>
      <w:tr w:rsidR="00E517E8" w:rsidRPr="00630AB6" w14:paraId="08BF7274" w14:textId="77777777" w:rsidTr="00EE1738">
        <w:trPr>
          <w:jc w:val="center"/>
        </w:trPr>
        <w:tc>
          <w:tcPr>
            <w:tcW w:w="1005" w:type="pct"/>
            <w:tcBorders>
              <w:top w:val="single" w:sz="6" w:space="0" w:color="000000"/>
              <w:left w:val="single" w:sz="6" w:space="0" w:color="000000"/>
              <w:bottom w:val="single" w:sz="6" w:space="0" w:color="000000"/>
              <w:right w:val="single" w:sz="6" w:space="0" w:color="000000"/>
            </w:tcBorders>
          </w:tcPr>
          <w:p w14:paraId="116C159F" w14:textId="77777777" w:rsidR="00E517E8" w:rsidRPr="00630AB6" w:rsidRDefault="00E517E8" w:rsidP="00EE1738">
            <w:pPr>
              <w:pStyle w:val="TAL"/>
            </w:pPr>
            <w:proofErr w:type="spellStart"/>
            <w:r w:rsidRPr="00630AB6">
              <w:rPr>
                <w:rFonts w:hint="eastAsia"/>
                <w:lang w:eastAsia="zh-CN"/>
              </w:rPr>
              <w:t>apiRoot</w:t>
            </w:r>
            <w:proofErr w:type="spellEnd"/>
          </w:p>
        </w:tc>
        <w:tc>
          <w:tcPr>
            <w:tcW w:w="3995" w:type="pct"/>
            <w:tcBorders>
              <w:top w:val="single" w:sz="6" w:space="0" w:color="000000"/>
              <w:left w:val="single" w:sz="6" w:space="0" w:color="000000"/>
              <w:bottom w:val="single" w:sz="6" w:space="0" w:color="000000"/>
              <w:right w:val="single" w:sz="6" w:space="0" w:color="000000"/>
            </w:tcBorders>
            <w:vAlign w:val="center"/>
          </w:tcPr>
          <w:p w14:paraId="7A862ED4" w14:textId="77777777" w:rsidR="00E517E8" w:rsidRPr="00630AB6" w:rsidRDefault="00E517E8" w:rsidP="00EE1738">
            <w:pPr>
              <w:pStyle w:val="TAL"/>
            </w:pPr>
            <w:r w:rsidRPr="00630AB6">
              <w:rPr>
                <w:rFonts w:hint="eastAsia"/>
                <w:lang w:eastAsia="zh-CN"/>
              </w:rPr>
              <w:t xml:space="preserve">See </w:t>
            </w:r>
            <w:r w:rsidR="001765C8">
              <w:rPr>
                <w:rFonts w:hint="eastAsia"/>
                <w:lang w:eastAsia="zh-CN"/>
              </w:rPr>
              <w:t>clause</w:t>
            </w:r>
            <w:r w:rsidRPr="00630AB6">
              <w:rPr>
                <w:rFonts w:hint="eastAsia"/>
                <w:lang w:eastAsia="zh-CN"/>
              </w:rPr>
              <w:t xml:space="preserve"> 6.2.1</w:t>
            </w:r>
          </w:p>
        </w:tc>
      </w:tr>
    </w:tbl>
    <w:p w14:paraId="3396944C" w14:textId="77777777" w:rsidR="00E517E8" w:rsidRPr="00630AB6" w:rsidRDefault="00E517E8" w:rsidP="00E517E8"/>
    <w:p w14:paraId="32C3FE61" w14:textId="77777777" w:rsidR="00E517E8" w:rsidRPr="00630AB6" w:rsidRDefault="00E517E8" w:rsidP="00E517E8">
      <w:pPr>
        <w:pStyle w:val="Heading5"/>
      </w:pPr>
      <w:bookmarkStart w:id="119" w:name="_Toc74989882"/>
      <w:r w:rsidRPr="00630AB6">
        <w:t>6.2.3.</w:t>
      </w:r>
      <w:r>
        <w:t>5</w:t>
      </w:r>
      <w:r w:rsidRPr="00630AB6">
        <w:t>.3</w:t>
      </w:r>
      <w:r w:rsidRPr="00630AB6">
        <w:tab/>
        <w:t>Resource Standard Methods</w:t>
      </w:r>
      <w:bookmarkEnd w:id="119"/>
    </w:p>
    <w:p w14:paraId="24028FC1" w14:textId="77777777" w:rsidR="00E517E8" w:rsidRPr="00630AB6" w:rsidRDefault="00E517E8" w:rsidP="00E517E8">
      <w:pPr>
        <w:pStyle w:val="Heading6"/>
      </w:pPr>
      <w:bookmarkStart w:id="120" w:name="_Toc74989883"/>
      <w:r w:rsidRPr="00630AB6">
        <w:t>6.2.3.</w:t>
      </w:r>
      <w:r>
        <w:t>5</w:t>
      </w:r>
      <w:r w:rsidRPr="00630AB6">
        <w:t>.3.1</w:t>
      </w:r>
      <w:r w:rsidRPr="00630AB6">
        <w:tab/>
      </w:r>
      <w:r>
        <w:t>OPTIONS</w:t>
      </w:r>
      <w:bookmarkEnd w:id="120"/>
    </w:p>
    <w:p w14:paraId="1151A1A7" w14:textId="77777777" w:rsidR="00E517E8" w:rsidRPr="002857AD" w:rsidRDefault="00E517E8" w:rsidP="00E517E8">
      <w:r w:rsidRPr="002857AD">
        <w:t xml:space="preserve">This method </w:t>
      </w:r>
      <w:r>
        <w:t xml:space="preserve">queries the communication options supported by the NSSF (see </w:t>
      </w:r>
      <w:r w:rsidR="001765C8">
        <w:t>clause</w:t>
      </w:r>
      <w:r>
        <w:t xml:space="preserve"> 6.x </w:t>
      </w:r>
      <w:r w:rsidRPr="008F2F3C">
        <w:t>of</w:t>
      </w:r>
      <w:r w:rsidR="00DE5E65">
        <w:t xml:space="preserve"> 3GPP TS </w:t>
      </w:r>
      <w:r w:rsidR="00DE5E65" w:rsidRPr="008F2F3C">
        <w:t>29.5</w:t>
      </w:r>
      <w:r w:rsidR="00DE5E65">
        <w:t>00 </w:t>
      </w:r>
      <w:r w:rsidR="00DE5E65" w:rsidRPr="008F2F3C">
        <w:t>[</w:t>
      </w:r>
      <w:r>
        <w:t>4</w:t>
      </w:r>
      <w:r w:rsidRPr="008F2F3C">
        <w:t>]</w:t>
      </w:r>
      <w:r>
        <w:t>)</w:t>
      </w:r>
      <w:r w:rsidRPr="002857AD">
        <w:t>. This method shall support the URI query parameters specified in table 6.1.3.</w:t>
      </w:r>
      <w:r>
        <w:t>5</w:t>
      </w:r>
      <w:r w:rsidRPr="002857AD">
        <w:t>.3.</w:t>
      </w:r>
      <w:r>
        <w:t>1</w:t>
      </w:r>
      <w:r w:rsidRPr="002857AD">
        <w:t>-1.</w:t>
      </w:r>
    </w:p>
    <w:p w14:paraId="03B34289" w14:textId="77777777" w:rsidR="00E517E8" w:rsidRPr="002857AD" w:rsidRDefault="00E517E8" w:rsidP="00E517E8">
      <w:pPr>
        <w:pStyle w:val="TH"/>
        <w:rPr>
          <w:rFonts w:cs="Arial"/>
        </w:rPr>
      </w:pPr>
      <w:r w:rsidRPr="002857AD">
        <w:t>Table 6.</w:t>
      </w:r>
      <w:r>
        <w:t>2</w:t>
      </w:r>
      <w:r w:rsidRPr="002857AD">
        <w:t>.3.</w:t>
      </w:r>
      <w:r>
        <w:t>5</w:t>
      </w:r>
      <w:r w:rsidRPr="002857AD">
        <w:t>.3.</w:t>
      </w:r>
      <w:r>
        <w:t>1</w:t>
      </w:r>
      <w:r w:rsidRPr="002857AD">
        <w:t xml:space="preserve">-1: URI query parameters supported by the </w:t>
      </w:r>
      <w:r>
        <w:t>OPTIONS</w:t>
      </w:r>
      <w:r w:rsidRPr="002857AD">
        <w:t xml:space="preserve"> method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8"/>
        <w:gridCol w:w="1410"/>
        <w:gridCol w:w="1150"/>
        <w:gridCol w:w="1681"/>
        <w:gridCol w:w="3800"/>
      </w:tblGrid>
      <w:tr w:rsidR="00E517E8" w:rsidRPr="002857AD" w14:paraId="5BAC9256" w14:textId="77777777" w:rsidTr="00EE1738">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0F0C4476" w14:textId="77777777" w:rsidR="00E517E8" w:rsidRPr="002857AD" w:rsidRDefault="00E517E8" w:rsidP="00EE1738">
            <w:pPr>
              <w:pStyle w:val="TAH"/>
            </w:pPr>
            <w:r w:rsidRPr="002857AD">
              <w:t>Name</w:t>
            </w:r>
          </w:p>
        </w:tc>
        <w:tc>
          <w:tcPr>
            <w:tcW w:w="732" w:type="pct"/>
            <w:tcBorders>
              <w:top w:val="single" w:sz="4" w:space="0" w:color="auto"/>
              <w:left w:val="single" w:sz="4" w:space="0" w:color="auto"/>
              <w:bottom w:val="single" w:sz="4" w:space="0" w:color="auto"/>
              <w:right w:val="single" w:sz="4" w:space="0" w:color="auto"/>
            </w:tcBorders>
            <w:shd w:val="clear" w:color="auto" w:fill="C0C0C0"/>
          </w:tcPr>
          <w:p w14:paraId="64AB094E" w14:textId="77777777" w:rsidR="00E517E8" w:rsidRPr="002857AD" w:rsidRDefault="00E517E8" w:rsidP="00EE1738">
            <w:pPr>
              <w:pStyle w:val="TAH"/>
            </w:pPr>
            <w:r w:rsidRPr="002857AD">
              <w:t>Data type</w:t>
            </w:r>
          </w:p>
        </w:tc>
        <w:tc>
          <w:tcPr>
            <w:tcW w:w="597" w:type="pct"/>
            <w:tcBorders>
              <w:top w:val="single" w:sz="4" w:space="0" w:color="auto"/>
              <w:left w:val="single" w:sz="4" w:space="0" w:color="auto"/>
              <w:bottom w:val="single" w:sz="4" w:space="0" w:color="auto"/>
              <w:right w:val="single" w:sz="4" w:space="0" w:color="auto"/>
            </w:tcBorders>
            <w:shd w:val="clear" w:color="auto" w:fill="C0C0C0"/>
          </w:tcPr>
          <w:p w14:paraId="1090D626" w14:textId="77777777" w:rsidR="00E517E8" w:rsidRPr="002857AD" w:rsidRDefault="00E517E8" w:rsidP="00EE1738">
            <w:pPr>
              <w:pStyle w:val="TAH"/>
            </w:pPr>
            <w:r w:rsidRPr="002857AD">
              <w:t>P</w:t>
            </w:r>
          </w:p>
        </w:tc>
        <w:tc>
          <w:tcPr>
            <w:tcW w:w="873" w:type="pct"/>
            <w:tcBorders>
              <w:top w:val="single" w:sz="4" w:space="0" w:color="auto"/>
              <w:left w:val="single" w:sz="4" w:space="0" w:color="auto"/>
              <w:bottom w:val="single" w:sz="4" w:space="0" w:color="auto"/>
              <w:right w:val="single" w:sz="4" w:space="0" w:color="auto"/>
            </w:tcBorders>
            <w:shd w:val="clear" w:color="auto" w:fill="C0C0C0"/>
          </w:tcPr>
          <w:p w14:paraId="1F7416FF" w14:textId="77777777" w:rsidR="00E517E8" w:rsidRPr="002857AD" w:rsidRDefault="00E517E8" w:rsidP="00EE1738">
            <w:pPr>
              <w:pStyle w:val="TAH"/>
            </w:pPr>
            <w:r w:rsidRPr="002857AD">
              <w:t>Cardinality</w:t>
            </w:r>
          </w:p>
        </w:tc>
        <w:tc>
          <w:tcPr>
            <w:tcW w:w="1973" w:type="pct"/>
            <w:tcBorders>
              <w:top w:val="single" w:sz="4" w:space="0" w:color="auto"/>
              <w:left w:val="single" w:sz="4" w:space="0" w:color="auto"/>
              <w:bottom w:val="single" w:sz="4" w:space="0" w:color="auto"/>
              <w:right w:val="single" w:sz="4" w:space="0" w:color="auto"/>
            </w:tcBorders>
            <w:shd w:val="clear" w:color="auto" w:fill="C0C0C0"/>
            <w:vAlign w:val="center"/>
          </w:tcPr>
          <w:p w14:paraId="43A2E80A" w14:textId="77777777" w:rsidR="00E517E8" w:rsidRPr="002857AD" w:rsidRDefault="00E517E8" w:rsidP="00EE1738">
            <w:pPr>
              <w:pStyle w:val="TAH"/>
            </w:pPr>
            <w:r w:rsidRPr="002857AD">
              <w:t>Description</w:t>
            </w:r>
          </w:p>
        </w:tc>
      </w:tr>
      <w:tr w:rsidR="00E517E8" w:rsidRPr="002857AD" w14:paraId="145E7DDD" w14:textId="77777777" w:rsidTr="00EE17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0676CAC2" w14:textId="77777777" w:rsidR="00E517E8" w:rsidRPr="002857AD" w:rsidRDefault="00E517E8" w:rsidP="00EE1738">
            <w:pPr>
              <w:pStyle w:val="TAL"/>
            </w:pPr>
            <w:r>
              <w:t>n/a</w:t>
            </w:r>
          </w:p>
        </w:tc>
        <w:tc>
          <w:tcPr>
            <w:tcW w:w="732" w:type="pct"/>
            <w:tcBorders>
              <w:top w:val="single" w:sz="4" w:space="0" w:color="auto"/>
              <w:left w:val="single" w:sz="6" w:space="0" w:color="000000"/>
              <w:bottom w:val="single" w:sz="4" w:space="0" w:color="auto"/>
              <w:right w:val="single" w:sz="6" w:space="0" w:color="000000"/>
            </w:tcBorders>
          </w:tcPr>
          <w:p w14:paraId="164D1BF7" w14:textId="77777777" w:rsidR="00E517E8" w:rsidRPr="002857AD" w:rsidRDefault="00E517E8" w:rsidP="00EE1738">
            <w:pPr>
              <w:pStyle w:val="TAL"/>
            </w:pPr>
          </w:p>
        </w:tc>
        <w:tc>
          <w:tcPr>
            <w:tcW w:w="597" w:type="pct"/>
            <w:tcBorders>
              <w:top w:val="single" w:sz="4" w:space="0" w:color="auto"/>
              <w:left w:val="single" w:sz="6" w:space="0" w:color="000000"/>
              <w:bottom w:val="single" w:sz="4" w:space="0" w:color="auto"/>
              <w:right w:val="single" w:sz="6" w:space="0" w:color="000000"/>
            </w:tcBorders>
          </w:tcPr>
          <w:p w14:paraId="2736A202" w14:textId="77777777" w:rsidR="00E517E8" w:rsidRPr="002857AD" w:rsidRDefault="00E517E8" w:rsidP="00EE1738">
            <w:pPr>
              <w:pStyle w:val="TAC"/>
            </w:pPr>
          </w:p>
        </w:tc>
        <w:tc>
          <w:tcPr>
            <w:tcW w:w="873" w:type="pct"/>
            <w:tcBorders>
              <w:top w:val="single" w:sz="4" w:space="0" w:color="auto"/>
              <w:left w:val="single" w:sz="6" w:space="0" w:color="000000"/>
              <w:bottom w:val="single" w:sz="4" w:space="0" w:color="auto"/>
              <w:right w:val="single" w:sz="6" w:space="0" w:color="000000"/>
            </w:tcBorders>
          </w:tcPr>
          <w:p w14:paraId="75F1E0F1" w14:textId="77777777" w:rsidR="00E517E8" w:rsidRPr="002857AD" w:rsidRDefault="00E517E8" w:rsidP="00EE1738">
            <w:pPr>
              <w:pStyle w:val="TAL"/>
            </w:pPr>
          </w:p>
        </w:tc>
        <w:tc>
          <w:tcPr>
            <w:tcW w:w="1973" w:type="pct"/>
            <w:tcBorders>
              <w:top w:val="single" w:sz="4" w:space="0" w:color="auto"/>
              <w:left w:val="single" w:sz="6" w:space="0" w:color="000000"/>
              <w:bottom w:val="single" w:sz="4" w:space="0" w:color="auto"/>
              <w:right w:val="single" w:sz="6" w:space="0" w:color="000000"/>
            </w:tcBorders>
            <w:shd w:val="clear" w:color="auto" w:fill="auto"/>
            <w:vAlign w:val="center"/>
          </w:tcPr>
          <w:p w14:paraId="5B4F82EC" w14:textId="77777777" w:rsidR="00E517E8" w:rsidRPr="002857AD" w:rsidRDefault="00E517E8" w:rsidP="00EE1738">
            <w:pPr>
              <w:pStyle w:val="TAL"/>
            </w:pPr>
          </w:p>
        </w:tc>
      </w:tr>
    </w:tbl>
    <w:p w14:paraId="080F50DE" w14:textId="77777777" w:rsidR="00E517E8" w:rsidRPr="002857AD" w:rsidRDefault="00E517E8" w:rsidP="00E517E8"/>
    <w:p w14:paraId="4E9E165C" w14:textId="77777777" w:rsidR="00E517E8" w:rsidRPr="002857AD" w:rsidRDefault="00E517E8" w:rsidP="00E517E8">
      <w:r w:rsidRPr="002857AD">
        <w:t>This method shall support the request data structures specified in table 6.</w:t>
      </w:r>
      <w:r>
        <w:t>2</w:t>
      </w:r>
      <w:r w:rsidRPr="002857AD">
        <w:t>.3.</w:t>
      </w:r>
      <w:r>
        <w:t>5</w:t>
      </w:r>
      <w:r w:rsidRPr="002857AD">
        <w:t>.3.</w:t>
      </w:r>
      <w:r>
        <w:t>1</w:t>
      </w:r>
      <w:r w:rsidRPr="002857AD">
        <w:t>-2 and the response data structures and response codes specified in table 6.</w:t>
      </w:r>
      <w:r>
        <w:t>2</w:t>
      </w:r>
      <w:r w:rsidRPr="002857AD">
        <w:t>.3.</w:t>
      </w:r>
      <w:r>
        <w:t>5</w:t>
      </w:r>
      <w:r w:rsidRPr="002857AD">
        <w:t>.3.</w:t>
      </w:r>
      <w:r>
        <w:t>2</w:t>
      </w:r>
      <w:r w:rsidRPr="002857AD">
        <w:t>-3.</w:t>
      </w:r>
    </w:p>
    <w:p w14:paraId="21CCACBA" w14:textId="77777777" w:rsidR="00E517E8" w:rsidRPr="002857AD" w:rsidRDefault="00E517E8" w:rsidP="00E517E8">
      <w:pPr>
        <w:pStyle w:val="TH"/>
      </w:pPr>
      <w:r w:rsidRPr="002857AD">
        <w:t>Table 6.</w:t>
      </w:r>
      <w:r>
        <w:t>2</w:t>
      </w:r>
      <w:r w:rsidRPr="002857AD">
        <w:t>.3.</w:t>
      </w:r>
      <w:r>
        <w:t>5</w:t>
      </w:r>
      <w:r w:rsidRPr="002857AD">
        <w:t xml:space="preserve">.3.1-2: Data structures supported by the </w:t>
      </w:r>
      <w:r>
        <w:t>OPTIONS</w:t>
      </w:r>
      <w:r w:rsidRPr="002857AD">
        <w:t xml:space="preserve">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4"/>
        <w:gridCol w:w="947"/>
        <w:gridCol w:w="3280"/>
        <w:gridCol w:w="3798"/>
      </w:tblGrid>
      <w:tr w:rsidR="00E517E8" w:rsidRPr="002857AD" w14:paraId="51E55096" w14:textId="77777777" w:rsidTr="00EE1738">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tcPr>
          <w:p w14:paraId="440B253A" w14:textId="77777777" w:rsidR="00E517E8" w:rsidRPr="002857AD" w:rsidRDefault="00E517E8" w:rsidP="00EE1738">
            <w:pPr>
              <w:pStyle w:val="TAH"/>
            </w:pPr>
            <w:r w:rsidRPr="002857AD">
              <w:t>Data type</w:t>
            </w:r>
          </w:p>
        </w:tc>
        <w:tc>
          <w:tcPr>
            <w:tcW w:w="960" w:type="dxa"/>
            <w:tcBorders>
              <w:top w:val="single" w:sz="4" w:space="0" w:color="auto"/>
              <w:left w:val="single" w:sz="4" w:space="0" w:color="auto"/>
              <w:bottom w:val="single" w:sz="4" w:space="0" w:color="auto"/>
              <w:right w:val="single" w:sz="4" w:space="0" w:color="auto"/>
            </w:tcBorders>
            <w:shd w:val="clear" w:color="auto" w:fill="C0C0C0"/>
          </w:tcPr>
          <w:p w14:paraId="7A9FEABF" w14:textId="77777777" w:rsidR="00E517E8" w:rsidRPr="002857AD" w:rsidRDefault="00E517E8" w:rsidP="00EE1738">
            <w:pPr>
              <w:pStyle w:val="TAH"/>
            </w:pPr>
            <w:r w:rsidRPr="002857AD">
              <w:t>P</w:t>
            </w:r>
          </w:p>
        </w:tc>
        <w:tc>
          <w:tcPr>
            <w:tcW w:w="3331" w:type="dxa"/>
            <w:tcBorders>
              <w:top w:val="single" w:sz="4" w:space="0" w:color="auto"/>
              <w:left w:val="single" w:sz="4" w:space="0" w:color="auto"/>
              <w:bottom w:val="single" w:sz="4" w:space="0" w:color="auto"/>
              <w:right w:val="single" w:sz="4" w:space="0" w:color="auto"/>
            </w:tcBorders>
            <w:shd w:val="clear" w:color="auto" w:fill="C0C0C0"/>
          </w:tcPr>
          <w:p w14:paraId="63FDA8EE" w14:textId="77777777" w:rsidR="00E517E8" w:rsidRPr="002857AD" w:rsidRDefault="00E517E8" w:rsidP="00EE1738">
            <w:pPr>
              <w:pStyle w:val="TAH"/>
            </w:pPr>
            <w:r w:rsidRPr="002857AD">
              <w:t>Cardinality</w:t>
            </w:r>
          </w:p>
        </w:tc>
        <w:tc>
          <w:tcPr>
            <w:tcW w:w="3857" w:type="dxa"/>
            <w:tcBorders>
              <w:top w:val="single" w:sz="4" w:space="0" w:color="auto"/>
              <w:left w:val="single" w:sz="4" w:space="0" w:color="auto"/>
              <w:bottom w:val="single" w:sz="4" w:space="0" w:color="auto"/>
              <w:right w:val="single" w:sz="4" w:space="0" w:color="auto"/>
            </w:tcBorders>
            <w:shd w:val="clear" w:color="auto" w:fill="C0C0C0"/>
            <w:vAlign w:val="center"/>
          </w:tcPr>
          <w:p w14:paraId="1546A2EE" w14:textId="77777777" w:rsidR="00E517E8" w:rsidRPr="002857AD" w:rsidRDefault="00E517E8" w:rsidP="00EE1738">
            <w:pPr>
              <w:pStyle w:val="TAH"/>
            </w:pPr>
            <w:r w:rsidRPr="002857AD">
              <w:t>Description</w:t>
            </w:r>
          </w:p>
        </w:tc>
      </w:tr>
      <w:tr w:rsidR="00E517E8" w:rsidRPr="002857AD" w14:paraId="043105EB" w14:textId="77777777" w:rsidTr="00EE1738">
        <w:trPr>
          <w:jc w:val="center"/>
        </w:trPr>
        <w:tc>
          <w:tcPr>
            <w:tcW w:w="1627" w:type="dxa"/>
            <w:tcBorders>
              <w:top w:val="single" w:sz="4" w:space="0" w:color="auto"/>
              <w:left w:val="single" w:sz="6" w:space="0" w:color="000000"/>
              <w:bottom w:val="single" w:sz="6" w:space="0" w:color="000000"/>
              <w:right w:val="single" w:sz="6" w:space="0" w:color="000000"/>
            </w:tcBorders>
            <w:shd w:val="clear" w:color="auto" w:fill="auto"/>
          </w:tcPr>
          <w:p w14:paraId="6551794F" w14:textId="77777777" w:rsidR="00E517E8" w:rsidRPr="002857AD" w:rsidRDefault="00E517E8" w:rsidP="00EE1738">
            <w:pPr>
              <w:pStyle w:val="TAL"/>
            </w:pPr>
            <w:r w:rsidRPr="002857AD">
              <w:t>n/a</w:t>
            </w:r>
          </w:p>
        </w:tc>
        <w:tc>
          <w:tcPr>
            <w:tcW w:w="960" w:type="dxa"/>
            <w:tcBorders>
              <w:top w:val="single" w:sz="4" w:space="0" w:color="auto"/>
              <w:left w:val="single" w:sz="6" w:space="0" w:color="000000"/>
              <w:bottom w:val="single" w:sz="6" w:space="0" w:color="000000"/>
              <w:right w:val="single" w:sz="6" w:space="0" w:color="000000"/>
            </w:tcBorders>
          </w:tcPr>
          <w:p w14:paraId="01A7BE58" w14:textId="77777777" w:rsidR="00E517E8" w:rsidRPr="002857AD" w:rsidRDefault="00E517E8" w:rsidP="00EE1738">
            <w:pPr>
              <w:pStyle w:val="TAC"/>
            </w:pPr>
          </w:p>
        </w:tc>
        <w:tc>
          <w:tcPr>
            <w:tcW w:w="3331" w:type="dxa"/>
            <w:tcBorders>
              <w:top w:val="single" w:sz="4" w:space="0" w:color="auto"/>
              <w:left w:val="single" w:sz="6" w:space="0" w:color="000000"/>
              <w:bottom w:val="single" w:sz="6" w:space="0" w:color="000000"/>
              <w:right w:val="single" w:sz="6" w:space="0" w:color="000000"/>
            </w:tcBorders>
          </w:tcPr>
          <w:p w14:paraId="1B3DE600" w14:textId="77777777" w:rsidR="00E517E8" w:rsidRPr="002857AD" w:rsidRDefault="00E517E8" w:rsidP="00EE1738">
            <w:pPr>
              <w:pStyle w:val="TAL"/>
            </w:pPr>
          </w:p>
        </w:tc>
        <w:tc>
          <w:tcPr>
            <w:tcW w:w="3857" w:type="dxa"/>
            <w:tcBorders>
              <w:top w:val="single" w:sz="4" w:space="0" w:color="auto"/>
              <w:left w:val="single" w:sz="6" w:space="0" w:color="000000"/>
              <w:bottom w:val="single" w:sz="6" w:space="0" w:color="000000"/>
              <w:right w:val="single" w:sz="6" w:space="0" w:color="000000"/>
            </w:tcBorders>
            <w:shd w:val="clear" w:color="auto" w:fill="auto"/>
          </w:tcPr>
          <w:p w14:paraId="30AD520A" w14:textId="77777777" w:rsidR="00E517E8" w:rsidRPr="002857AD" w:rsidRDefault="00E517E8" w:rsidP="00EE1738">
            <w:pPr>
              <w:pStyle w:val="TAL"/>
            </w:pPr>
          </w:p>
        </w:tc>
      </w:tr>
    </w:tbl>
    <w:p w14:paraId="67BCADA5" w14:textId="77777777" w:rsidR="00E517E8" w:rsidRPr="002857AD" w:rsidRDefault="00E517E8" w:rsidP="00E517E8"/>
    <w:p w14:paraId="4C5E8E03" w14:textId="77777777" w:rsidR="00E517E8" w:rsidRPr="002857AD" w:rsidRDefault="00E517E8" w:rsidP="00E517E8">
      <w:pPr>
        <w:pStyle w:val="TH"/>
      </w:pPr>
      <w:r w:rsidRPr="002857AD">
        <w:lastRenderedPageBreak/>
        <w:t>Table 6.</w:t>
      </w:r>
      <w:r>
        <w:t>2</w:t>
      </w:r>
      <w:r w:rsidRPr="002857AD">
        <w:t>.3.</w:t>
      </w:r>
      <w:r>
        <w:t>5</w:t>
      </w:r>
      <w:r w:rsidRPr="002857AD">
        <w:t xml:space="preserve">.3.1-3: Data structures supported by the </w:t>
      </w:r>
      <w:r>
        <w:t>OPTIONS</w:t>
      </w:r>
      <w:r w:rsidRPr="002857AD">
        <w:t xml:space="preserve">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961"/>
        <w:gridCol w:w="1419"/>
        <w:gridCol w:w="1860"/>
        <w:gridCol w:w="3800"/>
      </w:tblGrid>
      <w:tr w:rsidR="00E517E8" w:rsidRPr="002857AD" w14:paraId="34734549" w14:textId="77777777" w:rsidTr="00EE1738">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627ADD02" w14:textId="77777777" w:rsidR="00E517E8" w:rsidRPr="002857AD" w:rsidRDefault="00E517E8" w:rsidP="00EE1738">
            <w:pPr>
              <w:pStyle w:val="TAH"/>
            </w:pPr>
            <w:r w:rsidRPr="002857AD">
              <w:t>Data type</w:t>
            </w:r>
          </w:p>
        </w:tc>
        <w:tc>
          <w:tcPr>
            <w:tcW w:w="499" w:type="pct"/>
            <w:tcBorders>
              <w:top w:val="single" w:sz="4" w:space="0" w:color="auto"/>
              <w:left w:val="single" w:sz="4" w:space="0" w:color="auto"/>
              <w:bottom w:val="single" w:sz="4" w:space="0" w:color="auto"/>
              <w:right w:val="single" w:sz="4" w:space="0" w:color="auto"/>
            </w:tcBorders>
            <w:shd w:val="clear" w:color="auto" w:fill="C0C0C0"/>
          </w:tcPr>
          <w:p w14:paraId="1E7D805A" w14:textId="77777777" w:rsidR="00E517E8" w:rsidRPr="002857AD" w:rsidRDefault="00E517E8" w:rsidP="00EE1738">
            <w:pPr>
              <w:pStyle w:val="TAH"/>
            </w:pPr>
            <w:r w:rsidRPr="002857AD">
              <w:t>P</w:t>
            </w:r>
          </w:p>
        </w:tc>
        <w:tc>
          <w:tcPr>
            <w:tcW w:w="737" w:type="pct"/>
            <w:tcBorders>
              <w:top w:val="single" w:sz="4" w:space="0" w:color="auto"/>
              <w:left w:val="single" w:sz="4" w:space="0" w:color="auto"/>
              <w:bottom w:val="single" w:sz="4" w:space="0" w:color="auto"/>
              <w:right w:val="single" w:sz="4" w:space="0" w:color="auto"/>
            </w:tcBorders>
            <w:shd w:val="clear" w:color="auto" w:fill="C0C0C0"/>
          </w:tcPr>
          <w:p w14:paraId="4FB1C261" w14:textId="77777777" w:rsidR="00E517E8" w:rsidRPr="002857AD" w:rsidRDefault="00E517E8" w:rsidP="00EE1738">
            <w:pPr>
              <w:pStyle w:val="TAH"/>
            </w:pPr>
            <w:r w:rsidRPr="002857AD">
              <w:t>Cardinality</w:t>
            </w:r>
          </w:p>
        </w:tc>
        <w:tc>
          <w:tcPr>
            <w:tcW w:w="966" w:type="pct"/>
            <w:tcBorders>
              <w:top w:val="single" w:sz="4" w:space="0" w:color="auto"/>
              <w:left w:val="single" w:sz="4" w:space="0" w:color="auto"/>
              <w:bottom w:val="single" w:sz="4" w:space="0" w:color="auto"/>
              <w:right w:val="single" w:sz="4" w:space="0" w:color="auto"/>
            </w:tcBorders>
            <w:shd w:val="clear" w:color="auto" w:fill="C0C0C0"/>
          </w:tcPr>
          <w:p w14:paraId="717ADA3A" w14:textId="77777777" w:rsidR="00E517E8" w:rsidRPr="002857AD" w:rsidRDefault="00E517E8" w:rsidP="00EE1738">
            <w:pPr>
              <w:pStyle w:val="TAH"/>
            </w:pPr>
            <w:r w:rsidRPr="002857AD">
              <w:t>Response</w:t>
            </w:r>
          </w:p>
          <w:p w14:paraId="1112DEDB" w14:textId="77777777" w:rsidR="00E517E8" w:rsidRPr="002857AD" w:rsidRDefault="00E517E8" w:rsidP="00EE1738">
            <w:pPr>
              <w:pStyle w:val="TAH"/>
            </w:pPr>
            <w:r w:rsidRPr="002857AD">
              <w:t>codes</w:t>
            </w:r>
          </w:p>
        </w:tc>
        <w:tc>
          <w:tcPr>
            <w:tcW w:w="1973" w:type="pct"/>
            <w:tcBorders>
              <w:top w:val="single" w:sz="4" w:space="0" w:color="auto"/>
              <w:left w:val="single" w:sz="4" w:space="0" w:color="auto"/>
              <w:bottom w:val="single" w:sz="4" w:space="0" w:color="auto"/>
              <w:right w:val="single" w:sz="4" w:space="0" w:color="auto"/>
            </w:tcBorders>
            <w:shd w:val="clear" w:color="auto" w:fill="C0C0C0"/>
          </w:tcPr>
          <w:p w14:paraId="1BFC2DBC" w14:textId="77777777" w:rsidR="00E517E8" w:rsidRPr="002857AD" w:rsidRDefault="00E517E8" w:rsidP="00EE1738">
            <w:pPr>
              <w:pStyle w:val="TAH"/>
            </w:pPr>
            <w:r w:rsidRPr="002857AD">
              <w:t>Description</w:t>
            </w:r>
          </w:p>
        </w:tc>
      </w:tr>
      <w:tr w:rsidR="00E517E8" w:rsidRPr="002857AD" w14:paraId="7A9BCD5F" w14:textId="77777777" w:rsidTr="00EE17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4535E001" w14:textId="77777777" w:rsidR="00E517E8" w:rsidRPr="002857AD" w:rsidRDefault="00E517E8" w:rsidP="00EE1738">
            <w:pPr>
              <w:pStyle w:val="TAL"/>
            </w:pPr>
            <w:r>
              <w:t>n/a</w:t>
            </w:r>
          </w:p>
        </w:tc>
        <w:tc>
          <w:tcPr>
            <w:tcW w:w="499" w:type="pct"/>
            <w:tcBorders>
              <w:top w:val="single" w:sz="4" w:space="0" w:color="auto"/>
              <w:left w:val="single" w:sz="6" w:space="0" w:color="000000"/>
              <w:bottom w:val="single" w:sz="4" w:space="0" w:color="auto"/>
              <w:right w:val="single" w:sz="6" w:space="0" w:color="000000"/>
            </w:tcBorders>
          </w:tcPr>
          <w:p w14:paraId="3EDF6213" w14:textId="77777777" w:rsidR="00E517E8" w:rsidRPr="002857AD" w:rsidRDefault="00E517E8" w:rsidP="00EE1738">
            <w:pPr>
              <w:pStyle w:val="TAC"/>
            </w:pPr>
            <w:r w:rsidRPr="002857AD">
              <w:t>M</w:t>
            </w:r>
          </w:p>
        </w:tc>
        <w:tc>
          <w:tcPr>
            <w:tcW w:w="737" w:type="pct"/>
            <w:tcBorders>
              <w:top w:val="single" w:sz="4" w:space="0" w:color="auto"/>
              <w:left w:val="single" w:sz="6" w:space="0" w:color="000000"/>
              <w:bottom w:val="single" w:sz="4" w:space="0" w:color="auto"/>
              <w:right w:val="single" w:sz="6" w:space="0" w:color="000000"/>
            </w:tcBorders>
          </w:tcPr>
          <w:p w14:paraId="1AC25955" w14:textId="77777777" w:rsidR="00E517E8" w:rsidRPr="002857AD" w:rsidRDefault="00E517E8" w:rsidP="00EE1738">
            <w:pPr>
              <w:pStyle w:val="TAL"/>
            </w:pPr>
            <w:r w:rsidRPr="002857AD">
              <w:t>1</w:t>
            </w:r>
          </w:p>
        </w:tc>
        <w:tc>
          <w:tcPr>
            <w:tcW w:w="966" w:type="pct"/>
            <w:tcBorders>
              <w:top w:val="single" w:sz="4" w:space="0" w:color="auto"/>
              <w:left w:val="single" w:sz="6" w:space="0" w:color="000000"/>
              <w:bottom w:val="single" w:sz="4" w:space="0" w:color="auto"/>
              <w:right w:val="single" w:sz="6" w:space="0" w:color="000000"/>
            </w:tcBorders>
          </w:tcPr>
          <w:p w14:paraId="2CE9D0F8" w14:textId="77777777" w:rsidR="00E517E8" w:rsidRPr="002857AD" w:rsidRDefault="00E517E8" w:rsidP="00EE1738">
            <w:pPr>
              <w:pStyle w:val="TAL"/>
            </w:pPr>
            <w:r w:rsidRPr="002857AD">
              <w:t>200 OK</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210291B0" w14:textId="77777777" w:rsidR="00E517E8" w:rsidRPr="002857AD" w:rsidRDefault="00E517E8" w:rsidP="00EE1738">
            <w:pPr>
              <w:pStyle w:val="TAL"/>
            </w:pPr>
          </w:p>
        </w:tc>
      </w:tr>
      <w:tr w:rsidR="00E517E8" w:rsidRPr="002857AD" w14:paraId="5417A4B0" w14:textId="77777777" w:rsidTr="00EE17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4622BDCE" w14:textId="77777777" w:rsidR="00E517E8" w:rsidRPr="002857AD" w:rsidRDefault="00E517E8" w:rsidP="00EE1738">
            <w:pPr>
              <w:pStyle w:val="TAL"/>
            </w:pPr>
            <w:proofErr w:type="spellStart"/>
            <w:r>
              <w:t>ProblemDetails</w:t>
            </w:r>
            <w:proofErr w:type="spellEnd"/>
          </w:p>
        </w:tc>
        <w:tc>
          <w:tcPr>
            <w:tcW w:w="499" w:type="pct"/>
            <w:tcBorders>
              <w:top w:val="single" w:sz="4" w:space="0" w:color="auto"/>
              <w:left w:val="single" w:sz="6" w:space="0" w:color="000000"/>
              <w:bottom w:val="single" w:sz="4" w:space="0" w:color="auto"/>
              <w:right w:val="single" w:sz="6" w:space="0" w:color="000000"/>
            </w:tcBorders>
          </w:tcPr>
          <w:p w14:paraId="3DD87143" w14:textId="77777777" w:rsidR="00E517E8" w:rsidRPr="002857AD" w:rsidRDefault="00E517E8" w:rsidP="00EE1738">
            <w:pPr>
              <w:pStyle w:val="TAC"/>
            </w:pPr>
            <w:r w:rsidRPr="002857AD">
              <w:t>M</w:t>
            </w:r>
          </w:p>
        </w:tc>
        <w:tc>
          <w:tcPr>
            <w:tcW w:w="737" w:type="pct"/>
            <w:tcBorders>
              <w:top w:val="single" w:sz="4" w:space="0" w:color="auto"/>
              <w:left w:val="single" w:sz="6" w:space="0" w:color="000000"/>
              <w:bottom w:val="single" w:sz="4" w:space="0" w:color="auto"/>
              <w:right w:val="single" w:sz="6" w:space="0" w:color="000000"/>
            </w:tcBorders>
          </w:tcPr>
          <w:p w14:paraId="337DE09F" w14:textId="77777777" w:rsidR="00E517E8" w:rsidRPr="002857AD" w:rsidRDefault="00E517E8" w:rsidP="00EE1738">
            <w:pPr>
              <w:pStyle w:val="TAL"/>
            </w:pPr>
            <w:r w:rsidRPr="002857AD">
              <w:t>1</w:t>
            </w:r>
          </w:p>
        </w:tc>
        <w:tc>
          <w:tcPr>
            <w:tcW w:w="966" w:type="pct"/>
            <w:tcBorders>
              <w:top w:val="single" w:sz="4" w:space="0" w:color="auto"/>
              <w:left w:val="single" w:sz="6" w:space="0" w:color="000000"/>
              <w:bottom w:val="single" w:sz="4" w:space="0" w:color="auto"/>
              <w:right w:val="single" w:sz="6" w:space="0" w:color="000000"/>
            </w:tcBorders>
          </w:tcPr>
          <w:p w14:paraId="7F1EFFF6" w14:textId="77777777" w:rsidR="00E517E8" w:rsidRPr="002857AD" w:rsidRDefault="00E517E8" w:rsidP="00EE1738">
            <w:pPr>
              <w:pStyle w:val="TAL"/>
            </w:pPr>
            <w:r w:rsidRPr="000B63FD">
              <w:t>405 Method Not Allowed</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634E7627" w14:textId="77777777" w:rsidR="00E517E8" w:rsidRPr="002857AD" w:rsidRDefault="00E517E8" w:rsidP="00EE1738">
            <w:pPr>
              <w:pStyle w:val="TAL"/>
            </w:pPr>
          </w:p>
        </w:tc>
      </w:tr>
      <w:tr w:rsidR="00E517E8" w:rsidRPr="002857AD" w14:paraId="228AE313" w14:textId="77777777" w:rsidTr="00EE1738">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14:paraId="2A15CAB5" w14:textId="77777777" w:rsidR="00E517E8" w:rsidRDefault="00E517E8" w:rsidP="00EE1738">
            <w:pPr>
              <w:pStyle w:val="TAL"/>
            </w:pPr>
            <w:proofErr w:type="spellStart"/>
            <w:r>
              <w:t>ProblemDetails</w:t>
            </w:r>
            <w:proofErr w:type="spellEnd"/>
          </w:p>
        </w:tc>
        <w:tc>
          <w:tcPr>
            <w:tcW w:w="499" w:type="pct"/>
            <w:tcBorders>
              <w:top w:val="single" w:sz="4" w:space="0" w:color="auto"/>
              <w:left w:val="single" w:sz="6" w:space="0" w:color="000000"/>
              <w:bottom w:val="single" w:sz="4" w:space="0" w:color="auto"/>
              <w:right w:val="single" w:sz="6" w:space="0" w:color="000000"/>
            </w:tcBorders>
          </w:tcPr>
          <w:p w14:paraId="210E4245" w14:textId="77777777" w:rsidR="00E517E8" w:rsidRPr="002857AD" w:rsidRDefault="00E517E8" w:rsidP="00EE1738">
            <w:pPr>
              <w:pStyle w:val="TAC"/>
            </w:pPr>
            <w:r w:rsidRPr="002857AD">
              <w:t>M</w:t>
            </w:r>
          </w:p>
        </w:tc>
        <w:tc>
          <w:tcPr>
            <w:tcW w:w="737" w:type="pct"/>
            <w:tcBorders>
              <w:top w:val="single" w:sz="4" w:space="0" w:color="auto"/>
              <w:left w:val="single" w:sz="6" w:space="0" w:color="000000"/>
              <w:bottom w:val="single" w:sz="4" w:space="0" w:color="auto"/>
              <w:right w:val="single" w:sz="6" w:space="0" w:color="000000"/>
            </w:tcBorders>
          </w:tcPr>
          <w:p w14:paraId="3B11139A" w14:textId="77777777" w:rsidR="00E517E8" w:rsidRPr="002857AD" w:rsidRDefault="00E517E8" w:rsidP="00EE1738">
            <w:pPr>
              <w:pStyle w:val="TAL"/>
            </w:pPr>
            <w:r w:rsidRPr="002857AD">
              <w:t>1</w:t>
            </w:r>
          </w:p>
        </w:tc>
        <w:tc>
          <w:tcPr>
            <w:tcW w:w="966" w:type="pct"/>
            <w:tcBorders>
              <w:top w:val="single" w:sz="4" w:space="0" w:color="auto"/>
              <w:left w:val="single" w:sz="6" w:space="0" w:color="000000"/>
              <w:bottom w:val="single" w:sz="4" w:space="0" w:color="auto"/>
              <w:right w:val="single" w:sz="6" w:space="0" w:color="000000"/>
            </w:tcBorders>
          </w:tcPr>
          <w:p w14:paraId="1929E02D" w14:textId="77777777" w:rsidR="00E517E8" w:rsidRDefault="00E517E8" w:rsidP="00EE1738">
            <w:pPr>
              <w:pStyle w:val="TAL"/>
            </w:pPr>
            <w:r w:rsidRPr="000B63FD">
              <w:t>501 Not Implemented</w:t>
            </w:r>
          </w:p>
        </w:tc>
        <w:tc>
          <w:tcPr>
            <w:tcW w:w="1973" w:type="pct"/>
            <w:tcBorders>
              <w:top w:val="single" w:sz="4" w:space="0" w:color="auto"/>
              <w:left w:val="single" w:sz="6" w:space="0" w:color="000000"/>
              <w:bottom w:val="single" w:sz="4" w:space="0" w:color="auto"/>
              <w:right w:val="single" w:sz="6" w:space="0" w:color="000000"/>
            </w:tcBorders>
            <w:shd w:val="clear" w:color="auto" w:fill="auto"/>
          </w:tcPr>
          <w:p w14:paraId="7689E108" w14:textId="77777777" w:rsidR="00E517E8" w:rsidRPr="002857AD" w:rsidRDefault="00E517E8" w:rsidP="00EE1738">
            <w:pPr>
              <w:pStyle w:val="TAL"/>
            </w:pPr>
          </w:p>
        </w:tc>
      </w:tr>
      <w:tr w:rsidR="00E517E8" w:rsidRPr="002857AD" w14:paraId="453AA5C1" w14:textId="77777777" w:rsidTr="00EE1738">
        <w:trPr>
          <w:jc w:val="center"/>
        </w:trPr>
        <w:tc>
          <w:tcPr>
            <w:tcW w:w="5000" w:type="pct"/>
            <w:gridSpan w:val="5"/>
            <w:tcBorders>
              <w:top w:val="single" w:sz="4" w:space="0" w:color="auto"/>
              <w:left w:val="single" w:sz="6" w:space="0" w:color="000000"/>
              <w:bottom w:val="single" w:sz="4" w:space="0" w:color="auto"/>
              <w:right w:val="single" w:sz="6" w:space="0" w:color="000000"/>
            </w:tcBorders>
            <w:shd w:val="clear" w:color="auto" w:fill="auto"/>
          </w:tcPr>
          <w:p w14:paraId="45360A6C" w14:textId="77777777" w:rsidR="00E517E8" w:rsidRPr="002857AD" w:rsidRDefault="00E517E8" w:rsidP="00EE1738">
            <w:pPr>
              <w:pStyle w:val="TAN"/>
            </w:pPr>
            <w:r w:rsidRPr="000B71E3">
              <w:t>NOTE:</w:t>
            </w:r>
            <w:r>
              <w:tab/>
            </w:r>
            <w:r>
              <w:rPr>
                <w:noProof/>
              </w:rPr>
              <w:t xml:space="preserve">The mandatory </w:t>
            </w:r>
            <w:r w:rsidRPr="005A14CD">
              <w:t xml:space="preserve">HTTP </w:t>
            </w:r>
            <w:r>
              <w:t xml:space="preserve">error </w:t>
            </w:r>
            <w:r w:rsidRPr="005A14CD">
              <w:t>status code</w:t>
            </w:r>
            <w:r>
              <w:t>s</w:t>
            </w:r>
            <w:r w:rsidRPr="005A14CD">
              <w:t xml:space="preserve"> </w:t>
            </w:r>
            <w:r>
              <w:t xml:space="preserve">for the OPTIONS method listed in Table </w:t>
            </w:r>
            <w:r w:rsidRPr="0047713D">
              <w:t>5.</w:t>
            </w:r>
            <w:r>
              <w:t>2</w:t>
            </w:r>
            <w:r w:rsidRPr="0047713D">
              <w:t>.</w:t>
            </w:r>
            <w:r w:rsidRPr="003D55CE">
              <w:t>7</w:t>
            </w:r>
            <w:r>
              <w:t>.1-1</w:t>
            </w:r>
            <w:r w:rsidRPr="00E6372D">
              <w:t xml:space="preserve"> </w:t>
            </w:r>
            <w:r w:rsidRPr="008F2F3C">
              <w:t>of 3GPP TS 29.5</w:t>
            </w:r>
            <w:r>
              <w:t>00</w:t>
            </w:r>
            <w:r w:rsidRPr="008F2F3C">
              <w:t> [</w:t>
            </w:r>
            <w:r>
              <w:t>4</w:t>
            </w:r>
            <w:r w:rsidRPr="008F2F3C">
              <w:t>]</w:t>
            </w:r>
            <w:r>
              <w:t xml:space="preserve"> other than those specified in the table above also apply, with a </w:t>
            </w:r>
            <w:proofErr w:type="spellStart"/>
            <w:r>
              <w:t>ProblemDetails</w:t>
            </w:r>
            <w:proofErr w:type="spellEnd"/>
            <w:r>
              <w:t xml:space="preserve"> data type (see </w:t>
            </w:r>
            <w:r w:rsidR="001765C8">
              <w:t>clause</w:t>
            </w:r>
            <w:r>
              <w:t xml:space="preserve"> </w:t>
            </w:r>
            <w:r w:rsidRPr="0047713D">
              <w:t>5.</w:t>
            </w:r>
            <w:r>
              <w:t>2</w:t>
            </w:r>
            <w:r w:rsidRPr="0047713D">
              <w:t>.</w:t>
            </w:r>
            <w:r w:rsidRPr="003D55CE">
              <w:t>7</w:t>
            </w:r>
            <w:r w:rsidRPr="00E6372D">
              <w:t xml:space="preserve"> </w:t>
            </w:r>
            <w:r w:rsidRPr="008F2F3C">
              <w:t>of 3GPP TS 29.5</w:t>
            </w:r>
            <w:r>
              <w:t>00</w:t>
            </w:r>
            <w:r w:rsidRPr="008F2F3C">
              <w:t> [</w:t>
            </w:r>
            <w:r>
              <w:t>4</w:t>
            </w:r>
            <w:r w:rsidRPr="008F2F3C">
              <w:t>]</w:t>
            </w:r>
            <w:r>
              <w:t>).</w:t>
            </w:r>
          </w:p>
        </w:tc>
      </w:tr>
    </w:tbl>
    <w:p w14:paraId="75F5B2C1" w14:textId="77777777" w:rsidR="00E517E8" w:rsidRPr="00E517E8" w:rsidRDefault="00E517E8" w:rsidP="00C00BCA">
      <w:pPr>
        <w:rPr>
          <w:lang w:eastAsia="zh-CN"/>
        </w:rPr>
      </w:pPr>
    </w:p>
    <w:p w14:paraId="6DD7878D" w14:textId="77777777" w:rsidR="00742796" w:rsidRPr="00630AB6" w:rsidRDefault="00742796" w:rsidP="0041307B">
      <w:pPr>
        <w:pStyle w:val="Heading3"/>
      </w:pPr>
      <w:bookmarkStart w:id="121" w:name="_Toc74989884"/>
      <w:r w:rsidRPr="00630AB6">
        <w:t>6.2.4</w:t>
      </w:r>
      <w:r w:rsidRPr="00630AB6">
        <w:tab/>
        <w:t>Custom Operations without associated resources</w:t>
      </w:r>
      <w:bookmarkEnd w:id="121"/>
    </w:p>
    <w:p w14:paraId="00782CBB" w14:textId="77777777" w:rsidR="00BF6297" w:rsidRPr="00630AB6" w:rsidRDefault="00BF6297" w:rsidP="00DE6817">
      <w:r w:rsidRPr="00630AB6">
        <w:rPr>
          <w:rFonts w:hint="eastAsia"/>
        </w:rPr>
        <w:t xml:space="preserve">There are no custom operations without associated resources for the </w:t>
      </w:r>
      <w:proofErr w:type="spellStart"/>
      <w:r w:rsidRPr="00630AB6">
        <w:rPr>
          <w:rFonts w:hint="eastAsia"/>
        </w:rPr>
        <w:t>Nnssf_NSSAIAvailability</w:t>
      </w:r>
      <w:proofErr w:type="spellEnd"/>
      <w:r w:rsidRPr="00630AB6">
        <w:rPr>
          <w:rFonts w:hint="eastAsia"/>
        </w:rPr>
        <w:t xml:space="preserve"> service in this </w:t>
      </w:r>
      <w:r w:rsidRPr="00630AB6">
        <w:t>version of the API</w:t>
      </w:r>
      <w:r w:rsidRPr="00630AB6">
        <w:rPr>
          <w:rFonts w:hint="eastAsia"/>
        </w:rPr>
        <w:t>.</w:t>
      </w:r>
    </w:p>
    <w:p w14:paraId="1D58A2D4" w14:textId="77777777" w:rsidR="00742796" w:rsidRPr="00630AB6" w:rsidRDefault="00742796" w:rsidP="0041307B">
      <w:pPr>
        <w:pStyle w:val="Heading3"/>
      </w:pPr>
      <w:bookmarkStart w:id="122" w:name="_Toc74989885"/>
      <w:r w:rsidRPr="00630AB6">
        <w:t>6.2.5</w:t>
      </w:r>
      <w:r w:rsidRPr="00630AB6">
        <w:tab/>
        <w:t>Notifications</w:t>
      </w:r>
      <w:bookmarkEnd w:id="122"/>
    </w:p>
    <w:p w14:paraId="6C6B6EE3" w14:textId="77777777" w:rsidR="00742796" w:rsidRPr="00630AB6" w:rsidRDefault="00742796" w:rsidP="0041307B">
      <w:pPr>
        <w:pStyle w:val="Heading4"/>
      </w:pPr>
      <w:bookmarkStart w:id="123" w:name="_Toc74989886"/>
      <w:r w:rsidRPr="00630AB6">
        <w:t>6.2.5.1</w:t>
      </w:r>
      <w:r w:rsidRPr="00630AB6">
        <w:tab/>
        <w:t>General</w:t>
      </w:r>
      <w:bookmarkEnd w:id="123"/>
    </w:p>
    <w:p w14:paraId="7089F7EE" w14:textId="77777777" w:rsidR="00742796" w:rsidRPr="00630AB6" w:rsidRDefault="00742796" w:rsidP="00742796">
      <w:r w:rsidRPr="00630AB6">
        <w:t xml:space="preserve">This </w:t>
      </w:r>
      <w:r w:rsidR="001765C8">
        <w:t>clause</w:t>
      </w:r>
      <w:r w:rsidRPr="00630AB6">
        <w:t xml:space="preserve"> specifies the notifications provided by the </w:t>
      </w:r>
      <w:proofErr w:type="spellStart"/>
      <w:r w:rsidRPr="00630AB6">
        <w:t>Nnssf_NSSAIAvailability</w:t>
      </w:r>
      <w:proofErr w:type="spellEnd"/>
      <w:r w:rsidRPr="00630AB6">
        <w:t xml:space="preserve"> service.</w:t>
      </w:r>
    </w:p>
    <w:p w14:paraId="77F9589F" w14:textId="77777777" w:rsidR="00742796" w:rsidRPr="00630AB6" w:rsidRDefault="00742796" w:rsidP="0041307B">
      <w:pPr>
        <w:pStyle w:val="Heading4"/>
      </w:pPr>
      <w:bookmarkStart w:id="124" w:name="_Toc74989887"/>
      <w:r w:rsidRPr="00630AB6">
        <w:t>6.2.5.2</w:t>
      </w:r>
      <w:r w:rsidRPr="00630AB6">
        <w:tab/>
      </w:r>
      <w:r w:rsidRPr="00630AB6">
        <w:rPr>
          <w:rFonts w:hint="eastAsia"/>
          <w:lang w:eastAsia="zh-CN"/>
        </w:rPr>
        <w:t>N</w:t>
      </w:r>
      <w:r w:rsidRPr="00630AB6">
        <w:rPr>
          <w:lang w:eastAsia="zh-CN"/>
        </w:rPr>
        <w:t>SSAI</w:t>
      </w:r>
      <w:r w:rsidRPr="00630AB6">
        <w:rPr>
          <w:rFonts w:hint="eastAsia"/>
          <w:lang w:eastAsia="zh-CN"/>
        </w:rPr>
        <w:t xml:space="preserve"> Availability </w:t>
      </w:r>
      <w:r w:rsidRPr="00630AB6">
        <w:rPr>
          <w:lang w:eastAsia="zh-CN"/>
        </w:rPr>
        <w:t>Notification</w:t>
      </w:r>
      <w:bookmarkEnd w:id="124"/>
    </w:p>
    <w:p w14:paraId="33C9D302" w14:textId="77777777" w:rsidR="00742796" w:rsidRPr="00630AB6" w:rsidRDefault="00742796" w:rsidP="0041307B">
      <w:pPr>
        <w:pStyle w:val="Heading5"/>
      </w:pPr>
      <w:bookmarkStart w:id="125" w:name="_Toc74989888"/>
      <w:r w:rsidRPr="00630AB6">
        <w:t>6.2.5.2.1</w:t>
      </w:r>
      <w:r w:rsidRPr="00630AB6">
        <w:tab/>
        <w:t>Description</w:t>
      </w:r>
      <w:bookmarkEnd w:id="125"/>
    </w:p>
    <w:p w14:paraId="60B0C852" w14:textId="77777777" w:rsidR="00742796" w:rsidRPr="00630AB6" w:rsidRDefault="00742796" w:rsidP="00742796">
      <w:r w:rsidRPr="00630AB6">
        <w:t>If the NF Service Consumer (e.g</w:t>
      </w:r>
      <w:r w:rsidR="002913D4" w:rsidRPr="00630AB6">
        <w:rPr>
          <w:rFonts w:hint="eastAsia"/>
          <w:lang w:eastAsia="zh-CN"/>
        </w:rPr>
        <w:t>.</w:t>
      </w:r>
      <w:r w:rsidRPr="00630AB6">
        <w:t xml:space="preserve"> AMF) has provided the </w:t>
      </w:r>
      <w:proofErr w:type="spellStart"/>
      <w:r w:rsidRPr="00630AB6">
        <w:t>callback</w:t>
      </w:r>
      <w:proofErr w:type="spellEnd"/>
      <w:r w:rsidRPr="00630AB6">
        <w:t xml:space="preserve"> URI for getting notified about the NSSAI availability information, the NSSF shall notify the NF Service Consumer whenever the NSSAI availability information is updated.</w:t>
      </w:r>
    </w:p>
    <w:p w14:paraId="7901CE66" w14:textId="77777777" w:rsidR="00742796" w:rsidRPr="00630AB6" w:rsidRDefault="00742796" w:rsidP="0041307B">
      <w:pPr>
        <w:pStyle w:val="Heading5"/>
      </w:pPr>
      <w:bookmarkStart w:id="126" w:name="_Toc74989889"/>
      <w:r w:rsidRPr="00630AB6">
        <w:t>6.2.5.2.2</w:t>
      </w:r>
      <w:r w:rsidRPr="00630AB6">
        <w:tab/>
        <w:t>Notification Definition</w:t>
      </w:r>
      <w:bookmarkEnd w:id="126"/>
    </w:p>
    <w:p w14:paraId="55580C60" w14:textId="77777777" w:rsidR="00742796" w:rsidRPr="00630AB6" w:rsidRDefault="00742796" w:rsidP="00742796">
      <w:r w:rsidRPr="00630AB6">
        <w:t xml:space="preserve">Resource URI: </w:t>
      </w:r>
      <w:r w:rsidRPr="00630AB6">
        <w:rPr>
          <w:rFonts w:hint="eastAsia"/>
          <w:lang w:eastAsia="zh-CN"/>
        </w:rPr>
        <w:t>{</w:t>
      </w:r>
      <w:proofErr w:type="spellStart"/>
      <w:r w:rsidR="001767F1" w:rsidRPr="00630AB6">
        <w:rPr>
          <w:lang w:eastAsia="zh-CN"/>
        </w:rPr>
        <w:t>n</w:t>
      </w:r>
      <w:r w:rsidRPr="00630AB6">
        <w:rPr>
          <w:rFonts w:hint="eastAsia"/>
          <w:lang w:eastAsia="zh-CN"/>
        </w:rPr>
        <w:t>fN</w:t>
      </w:r>
      <w:r w:rsidRPr="00630AB6">
        <w:rPr>
          <w:lang w:eastAsia="zh-CN"/>
        </w:rPr>
        <w:t>ssai</w:t>
      </w:r>
      <w:r w:rsidRPr="00630AB6">
        <w:rPr>
          <w:rFonts w:hint="eastAsia"/>
          <w:lang w:eastAsia="zh-CN"/>
        </w:rPr>
        <w:t>Availability</w:t>
      </w:r>
      <w:r w:rsidRPr="00630AB6">
        <w:rPr>
          <w:lang w:eastAsia="zh-CN"/>
        </w:rPr>
        <w:t>Uri</w:t>
      </w:r>
      <w:proofErr w:type="spellEnd"/>
      <w:r w:rsidRPr="00630AB6">
        <w:rPr>
          <w:lang w:eastAsia="zh-CN"/>
        </w:rPr>
        <w:t>}</w:t>
      </w:r>
    </w:p>
    <w:p w14:paraId="2DDF9951" w14:textId="77777777" w:rsidR="00742796" w:rsidRPr="00630AB6" w:rsidRDefault="00742796" w:rsidP="00742796">
      <w:r w:rsidRPr="00630AB6">
        <w:t>This resource URI is provided by the NF Service Consumer (e.g</w:t>
      </w:r>
      <w:r w:rsidR="002913D4" w:rsidRPr="00630AB6">
        <w:rPr>
          <w:rFonts w:hint="eastAsia"/>
          <w:lang w:eastAsia="zh-CN"/>
        </w:rPr>
        <w:t>.</w:t>
      </w:r>
      <w:r w:rsidRPr="00630AB6">
        <w:t xml:space="preserve"> AMF) during NSSAI Availability Information update invoked by the NF Service Consumer.</w:t>
      </w:r>
    </w:p>
    <w:p w14:paraId="7609751D" w14:textId="77777777" w:rsidR="00742796" w:rsidRPr="00630AB6" w:rsidRDefault="00742796" w:rsidP="0041307B">
      <w:pPr>
        <w:pStyle w:val="TH"/>
        <w:outlineLvl w:val="0"/>
      </w:pPr>
      <w:r w:rsidRPr="00630AB6">
        <w:t>Table 6.2.5.2.2-1: Resources and methods overview</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540"/>
        <w:gridCol w:w="2848"/>
        <w:gridCol w:w="957"/>
        <w:gridCol w:w="3142"/>
      </w:tblGrid>
      <w:tr w:rsidR="00742796" w:rsidRPr="00630AB6" w14:paraId="59C2F38E" w14:textId="77777777" w:rsidTr="00822A83">
        <w:trPr>
          <w:jc w:val="center"/>
        </w:trPr>
        <w:tc>
          <w:tcPr>
            <w:tcW w:w="134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3DEDEAE" w14:textId="77777777" w:rsidR="00742796" w:rsidRPr="00630AB6" w:rsidRDefault="00742796" w:rsidP="00822A83">
            <w:pPr>
              <w:pStyle w:val="TAH"/>
            </w:pPr>
            <w:r w:rsidRPr="00630AB6">
              <w:t>Resource name</w:t>
            </w:r>
          </w:p>
        </w:tc>
        <w:tc>
          <w:tcPr>
            <w:tcW w:w="1503"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811B0DE" w14:textId="77777777" w:rsidR="00742796" w:rsidRPr="00630AB6" w:rsidRDefault="00742796" w:rsidP="00822A83">
            <w:pPr>
              <w:pStyle w:val="TAH"/>
            </w:pPr>
            <w:r w:rsidRPr="00630AB6">
              <w:t>Resource URI</w:t>
            </w:r>
          </w:p>
        </w:tc>
        <w:tc>
          <w:tcPr>
            <w:tcW w:w="49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9BB37EC" w14:textId="77777777" w:rsidR="00742796" w:rsidRPr="00630AB6" w:rsidRDefault="00742796" w:rsidP="00822A83">
            <w:pPr>
              <w:pStyle w:val="TAH"/>
            </w:pPr>
            <w:r w:rsidRPr="00630AB6">
              <w:t>HTTP method or custom operation</w:t>
            </w:r>
          </w:p>
        </w:tc>
        <w:tc>
          <w:tcPr>
            <w:tcW w:w="1658"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E5D3B90" w14:textId="77777777" w:rsidR="00742796" w:rsidRPr="00630AB6" w:rsidRDefault="00742796" w:rsidP="00822A83">
            <w:pPr>
              <w:pStyle w:val="TAH"/>
            </w:pPr>
            <w:r w:rsidRPr="00630AB6">
              <w:t>Description</w:t>
            </w:r>
          </w:p>
        </w:tc>
      </w:tr>
      <w:tr w:rsidR="00742796" w:rsidRPr="00630AB6" w14:paraId="655F29DF" w14:textId="77777777" w:rsidTr="00822A83">
        <w:trPr>
          <w:jc w:val="center"/>
        </w:trPr>
        <w:tc>
          <w:tcPr>
            <w:tcW w:w="0" w:type="auto"/>
            <w:tcBorders>
              <w:left w:val="single" w:sz="4" w:space="0" w:color="auto"/>
              <w:right w:val="single" w:sz="4" w:space="0" w:color="auto"/>
            </w:tcBorders>
            <w:vAlign w:val="center"/>
          </w:tcPr>
          <w:p w14:paraId="27066C53" w14:textId="77777777" w:rsidR="00742796" w:rsidRPr="00630AB6" w:rsidRDefault="00742796" w:rsidP="00822A83">
            <w:pPr>
              <w:pStyle w:val="TAL"/>
              <w:rPr>
                <w:lang w:eastAsia="zh-CN"/>
              </w:rPr>
            </w:pPr>
            <w:r w:rsidRPr="00630AB6">
              <w:rPr>
                <w:lang w:eastAsia="zh-CN"/>
              </w:rPr>
              <w:t>NSSAI</w:t>
            </w:r>
            <w:r w:rsidRPr="00630AB6">
              <w:rPr>
                <w:rFonts w:hint="eastAsia"/>
                <w:lang w:eastAsia="zh-CN"/>
              </w:rPr>
              <w:t xml:space="preserve"> Availability </w:t>
            </w:r>
            <w:r w:rsidRPr="00630AB6">
              <w:rPr>
                <w:lang w:eastAsia="zh-CN"/>
              </w:rPr>
              <w:t xml:space="preserve">Notification </w:t>
            </w:r>
            <w:proofErr w:type="spellStart"/>
            <w:r w:rsidRPr="00630AB6">
              <w:rPr>
                <w:lang w:eastAsia="zh-CN"/>
              </w:rPr>
              <w:t>Callback</w:t>
            </w:r>
            <w:proofErr w:type="spellEnd"/>
          </w:p>
        </w:tc>
        <w:tc>
          <w:tcPr>
            <w:tcW w:w="0" w:type="auto"/>
            <w:tcBorders>
              <w:left w:val="single" w:sz="4" w:space="0" w:color="auto"/>
              <w:right w:val="single" w:sz="4" w:space="0" w:color="auto"/>
            </w:tcBorders>
            <w:vAlign w:val="center"/>
          </w:tcPr>
          <w:p w14:paraId="3C76688C" w14:textId="77777777" w:rsidR="00742796" w:rsidRPr="00630AB6" w:rsidRDefault="00742796" w:rsidP="00822A83">
            <w:pPr>
              <w:pStyle w:val="TAL"/>
              <w:rPr>
                <w:lang w:eastAsia="zh-CN"/>
              </w:rPr>
            </w:pPr>
            <w:r w:rsidRPr="00630AB6">
              <w:rPr>
                <w:rFonts w:hint="eastAsia"/>
                <w:lang w:eastAsia="zh-CN"/>
              </w:rPr>
              <w:t>{</w:t>
            </w:r>
            <w:proofErr w:type="spellStart"/>
            <w:r w:rsidR="00534BBE" w:rsidRPr="00630AB6">
              <w:rPr>
                <w:rFonts w:hint="eastAsia"/>
                <w:lang w:eastAsia="zh-CN"/>
              </w:rPr>
              <w:t>n</w:t>
            </w:r>
            <w:r w:rsidRPr="00630AB6">
              <w:rPr>
                <w:rFonts w:hint="eastAsia"/>
                <w:lang w:eastAsia="zh-CN"/>
              </w:rPr>
              <w:t>f</w:t>
            </w:r>
            <w:r w:rsidRPr="00630AB6">
              <w:rPr>
                <w:lang w:eastAsia="zh-CN"/>
              </w:rPr>
              <w:t>Nssai</w:t>
            </w:r>
            <w:r w:rsidRPr="00630AB6">
              <w:rPr>
                <w:rFonts w:hint="eastAsia"/>
                <w:lang w:eastAsia="zh-CN"/>
              </w:rPr>
              <w:t>Availability</w:t>
            </w:r>
            <w:r w:rsidRPr="00630AB6">
              <w:rPr>
                <w:lang w:eastAsia="zh-CN"/>
              </w:rPr>
              <w:t>Uri</w:t>
            </w:r>
            <w:proofErr w:type="spellEnd"/>
            <w:r w:rsidRPr="00630AB6">
              <w:rPr>
                <w:lang w:eastAsia="zh-CN"/>
              </w:rPr>
              <w:t>}</w:t>
            </w:r>
          </w:p>
        </w:tc>
        <w:tc>
          <w:tcPr>
            <w:tcW w:w="497" w:type="pct"/>
            <w:tcBorders>
              <w:top w:val="single" w:sz="4" w:space="0" w:color="auto"/>
              <w:left w:val="single" w:sz="4" w:space="0" w:color="auto"/>
              <w:bottom w:val="single" w:sz="4" w:space="0" w:color="auto"/>
              <w:right w:val="single" w:sz="4" w:space="0" w:color="auto"/>
            </w:tcBorders>
          </w:tcPr>
          <w:p w14:paraId="259585C6" w14:textId="77777777" w:rsidR="00742796" w:rsidRPr="00630AB6" w:rsidRDefault="00742796" w:rsidP="00822A83">
            <w:pPr>
              <w:pStyle w:val="TAL"/>
              <w:rPr>
                <w:lang w:eastAsia="zh-CN"/>
              </w:rPr>
            </w:pPr>
            <w:r w:rsidRPr="00630AB6">
              <w:rPr>
                <w:rFonts w:hint="eastAsia"/>
                <w:lang w:eastAsia="zh-CN"/>
              </w:rPr>
              <w:t>POST</w:t>
            </w:r>
          </w:p>
        </w:tc>
        <w:tc>
          <w:tcPr>
            <w:tcW w:w="1658" w:type="pct"/>
            <w:tcBorders>
              <w:top w:val="single" w:sz="4" w:space="0" w:color="auto"/>
              <w:left w:val="single" w:sz="4" w:space="0" w:color="auto"/>
              <w:bottom w:val="single" w:sz="4" w:space="0" w:color="auto"/>
              <w:right w:val="single" w:sz="4" w:space="0" w:color="auto"/>
            </w:tcBorders>
          </w:tcPr>
          <w:p w14:paraId="7439B845" w14:textId="77777777" w:rsidR="00742796" w:rsidRPr="00630AB6" w:rsidRDefault="00742796" w:rsidP="00822A83">
            <w:pPr>
              <w:pStyle w:val="TAL"/>
            </w:pPr>
            <w:r w:rsidRPr="00630AB6">
              <w:t xml:space="preserve">The NSSF uses this </w:t>
            </w:r>
            <w:proofErr w:type="spellStart"/>
            <w:r w:rsidRPr="00630AB6">
              <w:t>callback</w:t>
            </w:r>
            <w:proofErr w:type="spellEnd"/>
            <w:r w:rsidRPr="00630AB6">
              <w:t xml:space="preserve"> URI to Update the AMF with any S-NSSAIs restricted per TA in the serving PLMN of the UE.</w:t>
            </w:r>
          </w:p>
        </w:tc>
      </w:tr>
    </w:tbl>
    <w:p w14:paraId="0ED64521" w14:textId="77777777" w:rsidR="00742796" w:rsidRPr="00630AB6" w:rsidRDefault="00742796" w:rsidP="00742796"/>
    <w:p w14:paraId="4D26B2CB" w14:textId="77777777" w:rsidR="00742796" w:rsidRPr="00630AB6" w:rsidRDefault="00742796" w:rsidP="0041307B">
      <w:pPr>
        <w:pStyle w:val="Heading5"/>
      </w:pPr>
      <w:bookmarkStart w:id="127" w:name="_Toc74989890"/>
      <w:r w:rsidRPr="00630AB6">
        <w:t>6.2.5.2.3</w:t>
      </w:r>
      <w:r w:rsidRPr="00630AB6">
        <w:tab/>
        <w:t>Notification Standard Methods</w:t>
      </w:r>
      <w:bookmarkEnd w:id="127"/>
    </w:p>
    <w:p w14:paraId="60A5EB3D" w14:textId="77777777" w:rsidR="00742796" w:rsidRPr="00630AB6" w:rsidRDefault="00742796" w:rsidP="0041307B">
      <w:pPr>
        <w:pStyle w:val="Heading6"/>
      </w:pPr>
      <w:bookmarkStart w:id="128" w:name="_Toc74989891"/>
      <w:r w:rsidRPr="00630AB6">
        <w:t>6.2.5.2.3.1</w:t>
      </w:r>
      <w:r w:rsidRPr="00630AB6">
        <w:tab/>
        <w:t>POST</w:t>
      </w:r>
      <w:bookmarkEnd w:id="128"/>
    </w:p>
    <w:p w14:paraId="583E66AA" w14:textId="77777777" w:rsidR="00742796" w:rsidRPr="00630AB6" w:rsidRDefault="00742796" w:rsidP="00742796">
      <w:r w:rsidRPr="00630AB6">
        <w:t>This method shall support the request data structures specified in table 6.2.5.2.3.1-1 and the response data structures and response codes specified in table 6.2.5.2.3.1-2.</w:t>
      </w:r>
    </w:p>
    <w:p w14:paraId="6CF569FD" w14:textId="77777777" w:rsidR="00742796" w:rsidRPr="00630AB6" w:rsidRDefault="00742796" w:rsidP="0041307B">
      <w:pPr>
        <w:pStyle w:val="TH"/>
        <w:outlineLvl w:val="0"/>
      </w:pPr>
      <w:r w:rsidRPr="00630AB6">
        <w:lastRenderedPageBreak/>
        <w:t>Table 6.2.5.2.3.1-1: Data structures supported by the POST Request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03"/>
        <w:gridCol w:w="421"/>
        <w:gridCol w:w="1258"/>
        <w:gridCol w:w="6347"/>
      </w:tblGrid>
      <w:tr w:rsidR="00742796" w:rsidRPr="00630AB6" w14:paraId="52879193" w14:textId="77777777" w:rsidTr="00822A83">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tcPr>
          <w:p w14:paraId="1DEFEDC6" w14:textId="77777777" w:rsidR="00742796" w:rsidRPr="00630AB6" w:rsidRDefault="00742796"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188176E9" w14:textId="77777777" w:rsidR="00742796" w:rsidRPr="00630AB6" w:rsidRDefault="00742796" w:rsidP="00822A83">
            <w:pPr>
              <w:pStyle w:val="TAH"/>
            </w:pPr>
            <w:r w:rsidRPr="00630AB6">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14:paraId="39BB820A" w14:textId="77777777" w:rsidR="00742796" w:rsidRPr="00630AB6" w:rsidRDefault="00742796" w:rsidP="00822A83">
            <w:pPr>
              <w:pStyle w:val="TAH"/>
            </w:pPr>
            <w:r w:rsidRPr="00630AB6">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tcPr>
          <w:p w14:paraId="697898B7" w14:textId="77777777" w:rsidR="00742796" w:rsidRPr="00630AB6" w:rsidRDefault="00742796" w:rsidP="00822A83">
            <w:pPr>
              <w:pStyle w:val="TAH"/>
            </w:pPr>
            <w:r w:rsidRPr="00630AB6">
              <w:t>Description</w:t>
            </w:r>
          </w:p>
        </w:tc>
      </w:tr>
      <w:tr w:rsidR="00742796" w:rsidRPr="00630AB6" w14:paraId="21F549E0" w14:textId="77777777" w:rsidTr="00822A83">
        <w:trPr>
          <w:jc w:val="center"/>
        </w:trPr>
        <w:tc>
          <w:tcPr>
            <w:tcW w:w="1627" w:type="dxa"/>
            <w:tcBorders>
              <w:top w:val="single" w:sz="4" w:space="0" w:color="auto"/>
              <w:left w:val="single" w:sz="6" w:space="0" w:color="000000"/>
              <w:bottom w:val="single" w:sz="6" w:space="0" w:color="000000"/>
              <w:right w:val="single" w:sz="6" w:space="0" w:color="000000"/>
            </w:tcBorders>
            <w:shd w:val="clear" w:color="auto" w:fill="auto"/>
          </w:tcPr>
          <w:p w14:paraId="35E8A03A" w14:textId="77777777" w:rsidR="00742796" w:rsidRPr="00630AB6" w:rsidRDefault="00534BBE" w:rsidP="00822A83">
            <w:pPr>
              <w:pStyle w:val="TAL"/>
              <w:rPr>
                <w:lang w:eastAsia="zh-CN"/>
              </w:rPr>
            </w:pPr>
            <w:proofErr w:type="spellStart"/>
            <w:r w:rsidRPr="00630AB6">
              <w:rPr>
                <w:lang w:eastAsia="zh-CN"/>
              </w:rPr>
              <w:t>NssfEventNotification</w:t>
            </w:r>
            <w:proofErr w:type="spellEnd"/>
          </w:p>
        </w:tc>
        <w:tc>
          <w:tcPr>
            <w:tcW w:w="425" w:type="dxa"/>
            <w:tcBorders>
              <w:top w:val="single" w:sz="4" w:space="0" w:color="auto"/>
              <w:left w:val="single" w:sz="6" w:space="0" w:color="000000"/>
              <w:bottom w:val="single" w:sz="6" w:space="0" w:color="000000"/>
              <w:right w:val="single" w:sz="6" w:space="0" w:color="000000"/>
            </w:tcBorders>
          </w:tcPr>
          <w:p w14:paraId="38579328" w14:textId="77777777" w:rsidR="00742796" w:rsidRPr="00630AB6" w:rsidRDefault="00742796" w:rsidP="00822A83">
            <w:pPr>
              <w:pStyle w:val="TAC"/>
            </w:pPr>
            <w:r w:rsidRPr="00630AB6">
              <w:t>M</w:t>
            </w:r>
          </w:p>
        </w:tc>
        <w:tc>
          <w:tcPr>
            <w:tcW w:w="1276" w:type="dxa"/>
            <w:tcBorders>
              <w:top w:val="single" w:sz="4" w:space="0" w:color="auto"/>
              <w:left w:val="single" w:sz="6" w:space="0" w:color="000000"/>
              <w:bottom w:val="single" w:sz="6" w:space="0" w:color="000000"/>
              <w:right w:val="single" w:sz="6" w:space="0" w:color="000000"/>
            </w:tcBorders>
          </w:tcPr>
          <w:p w14:paraId="12B54751" w14:textId="77777777" w:rsidR="00742796" w:rsidRPr="00630AB6" w:rsidRDefault="00742796" w:rsidP="00534BBE">
            <w:pPr>
              <w:pStyle w:val="TAL"/>
              <w:rPr>
                <w:lang w:eastAsia="zh-CN"/>
              </w:rPr>
            </w:pPr>
            <w:r w:rsidRPr="00630AB6">
              <w:rPr>
                <w:rFonts w:hint="eastAsia"/>
                <w:lang w:eastAsia="zh-CN"/>
              </w:rPr>
              <w:t>1</w:t>
            </w:r>
          </w:p>
        </w:tc>
        <w:tc>
          <w:tcPr>
            <w:tcW w:w="6447" w:type="dxa"/>
            <w:tcBorders>
              <w:top w:val="single" w:sz="4" w:space="0" w:color="auto"/>
              <w:left w:val="single" w:sz="6" w:space="0" w:color="000000"/>
              <w:bottom w:val="single" w:sz="6" w:space="0" w:color="000000"/>
              <w:right w:val="single" w:sz="6" w:space="0" w:color="000000"/>
            </w:tcBorders>
            <w:shd w:val="clear" w:color="auto" w:fill="auto"/>
          </w:tcPr>
          <w:p w14:paraId="4F7DA379" w14:textId="77777777" w:rsidR="00742796" w:rsidRPr="00630AB6" w:rsidRDefault="00742796" w:rsidP="00822A83">
            <w:pPr>
              <w:pStyle w:val="TF"/>
              <w:keepNext/>
              <w:spacing w:after="0"/>
              <w:jc w:val="left"/>
            </w:pPr>
            <w:r w:rsidRPr="00630AB6">
              <w:rPr>
                <w:b w:val="0"/>
                <w:sz w:val="18"/>
              </w:rPr>
              <w:t xml:space="preserve">Representation of the data to be sent to the </w:t>
            </w:r>
            <w:r w:rsidR="00534BBE" w:rsidRPr="00630AB6">
              <w:rPr>
                <w:b w:val="0"/>
                <w:sz w:val="18"/>
              </w:rPr>
              <w:t>NF service consumer (e.g</w:t>
            </w:r>
            <w:r w:rsidR="002913D4" w:rsidRPr="00630AB6">
              <w:rPr>
                <w:rFonts w:hint="eastAsia"/>
                <w:b w:val="0"/>
                <w:sz w:val="18"/>
                <w:lang w:eastAsia="zh-CN"/>
              </w:rPr>
              <w:t>.</w:t>
            </w:r>
            <w:r w:rsidR="00534BBE" w:rsidRPr="00630AB6">
              <w:rPr>
                <w:b w:val="0"/>
                <w:sz w:val="18"/>
              </w:rPr>
              <w:t xml:space="preserve"> AMF)</w:t>
            </w:r>
            <w:r w:rsidRPr="00630AB6">
              <w:rPr>
                <w:b w:val="0"/>
                <w:sz w:val="18"/>
              </w:rPr>
              <w:t>to update</w:t>
            </w:r>
            <w:r w:rsidR="00534BBE" w:rsidRPr="00630AB6">
              <w:rPr>
                <w:rFonts w:hint="eastAsia"/>
                <w:b w:val="0"/>
                <w:sz w:val="18"/>
                <w:lang w:eastAsia="zh-CN"/>
              </w:rPr>
              <w:t xml:space="preserve"> </w:t>
            </w:r>
            <w:r w:rsidR="00534BBE" w:rsidRPr="00630AB6">
              <w:rPr>
                <w:b w:val="0"/>
                <w:sz w:val="18"/>
              </w:rPr>
              <w:t>NSSAI availability information</w:t>
            </w:r>
            <w:r w:rsidRPr="00630AB6">
              <w:rPr>
                <w:b w:val="0"/>
                <w:sz w:val="18"/>
              </w:rPr>
              <w:t>, authorized by the NSSF in the serving PLMN.</w:t>
            </w:r>
          </w:p>
        </w:tc>
      </w:tr>
    </w:tbl>
    <w:p w14:paraId="5A1FE5F3" w14:textId="77777777" w:rsidR="00742796" w:rsidRPr="00630AB6" w:rsidRDefault="00742796" w:rsidP="00742796"/>
    <w:p w14:paraId="14C5715F" w14:textId="77777777" w:rsidR="00742796" w:rsidRPr="00630AB6" w:rsidRDefault="00742796" w:rsidP="0041307B">
      <w:pPr>
        <w:pStyle w:val="TH"/>
        <w:outlineLvl w:val="0"/>
      </w:pPr>
      <w:r w:rsidRPr="00630AB6">
        <w:t>Table 6.2.5.2.3.1-2: Data structures supported by the POST Response Body 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589"/>
        <w:gridCol w:w="433"/>
        <w:gridCol w:w="1250"/>
        <w:gridCol w:w="1123"/>
        <w:gridCol w:w="5234"/>
      </w:tblGrid>
      <w:tr w:rsidR="00742796" w:rsidRPr="00630AB6" w14:paraId="37D81C15" w14:textId="77777777" w:rsidTr="00822A83">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14:paraId="759B1809" w14:textId="77777777" w:rsidR="00742796" w:rsidRPr="00630AB6" w:rsidRDefault="00742796" w:rsidP="00822A83">
            <w:pPr>
              <w:pStyle w:val="TAH"/>
            </w:pPr>
            <w:r w:rsidRPr="00630AB6">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14:paraId="59F5F8E5" w14:textId="77777777" w:rsidR="00742796" w:rsidRPr="00630AB6" w:rsidRDefault="00742796" w:rsidP="00822A83">
            <w:pPr>
              <w:pStyle w:val="TAH"/>
            </w:pPr>
            <w:r w:rsidRPr="00630AB6">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14:paraId="4C5A4B1F" w14:textId="77777777" w:rsidR="00742796" w:rsidRPr="00630AB6" w:rsidRDefault="00742796" w:rsidP="00822A83">
            <w:pPr>
              <w:pStyle w:val="TAH"/>
            </w:pPr>
            <w:r w:rsidRPr="00630AB6">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14:paraId="3F00CD9C" w14:textId="77777777" w:rsidR="00742796" w:rsidRPr="00630AB6" w:rsidRDefault="00742796" w:rsidP="00822A83">
            <w:pPr>
              <w:pStyle w:val="TAH"/>
            </w:pPr>
            <w:r w:rsidRPr="00630AB6">
              <w:t>Response</w:t>
            </w:r>
          </w:p>
          <w:p w14:paraId="1CDCC259" w14:textId="77777777" w:rsidR="00742796" w:rsidRPr="00630AB6" w:rsidRDefault="00742796" w:rsidP="00822A83">
            <w:pPr>
              <w:pStyle w:val="TAH"/>
            </w:pPr>
            <w:r w:rsidRPr="00630AB6">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14:paraId="5C18A0A7" w14:textId="77777777" w:rsidR="00742796" w:rsidRPr="00630AB6" w:rsidRDefault="00742796" w:rsidP="00822A83">
            <w:pPr>
              <w:pStyle w:val="TAH"/>
            </w:pPr>
            <w:r w:rsidRPr="00630AB6">
              <w:t>Description</w:t>
            </w:r>
          </w:p>
        </w:tc>
      </w:tr>
      <w:tr w:rsidR="00742796" w:rsidRPr="00630AB6" w14:paraId="6CFF3DFB" w14:textId="77777777" w:rsidTr="00822A83">
        <w:trPr>
          <w:jc w:val="center"/>
        </w:trPr>
        <w:tc>
          <w:tcPr>
            <w:tcW w:w="825" w:type="pct"/>
            <w:tcBorders>
              <w:top w:val="single" w:sz="4" w:space="0" w:color="auto"/>
              <w:left w:val="single" w:sz="6" w:space="0" w:color="000000"/>
              <w:right w:val="single" w:sz="6" w:space="0" w:color="000000"/>
            </w:tcBorders>
            <w:shd w:val="clear" w:color="auto" w:fill="auto"/>
          </w:tcPr>
          <w:p w14:paraId="78BA1D4E" w14:textId="77777777" w:rsidR="00742796" w:rsidRPr="00630AB6" w:rsidRDefault="00742796" w:rsidP="00822A83">
            <w:pPr>
              <w:pStyle w:val="TAL"/>
            </w:pPr>
            <w:r w:rsidRPr="00630AB6">
              <w:t>n/a</w:t>
            </w:r>
          </w:p>
        </w:tc>
        <w:tc>
          <w:tcPr>
            <w:tcW w:w="225" w:type="pct"/>
            <w:tcBorders>
              <w:top w:val="single" w:sz="4" w:space="0" w:color="auto"/>
              <w:left w:val="single" w:sz="6" w:space="0" w:color="000000"/>
              <w:right w:val="single" w:sz="6" w:space="0" w:color="000000"/>
            </w:tcBorders>
          </w:tcPr>
          <w:p w14:paraId="170324B6" w14:textId="77777777" w:rsidR="00742796" w:rsidRPr="00630AB6" w:rsidRDefault="00742796" w:rsidP="00822A83">
            <w:pPr>
              <w:pStyle w:val="TAC"/>
              <w:rPr>
                <w:lang w:eastAsia="zh-CN"/>
              </w:rPr>
            </w:pPr>
          </w:p>
        </w:tc>
        <w:tc>
          <w:tcPr>
            <w:tcW w:w="649" w:type="pct"/>
            <w:tcBorders>
              <w:top w:val="single" w:sz="4" w:space="0" w:color="auto"/>
              <w:left w:val="single" w:sz="6" w:space="0" w:color="000000"/>
              <w:right w:val="single" w:sz="6" w:space="0" w:color="000000"/>
            </w:tcBorders>
          </w:tcPr>
          <w:p w14:paraId="6EA418D4" w14:textId="77777777" w:rsidR="00742796" w:rsidRPr="00630AB6" w:rsidRDefault="00742796" w:rsidP="00822A83">
            <w:pPr>
              <w:pStyle w:val="TAL"/>
              <w:rPr>
                <w:lang w:eastAsia="zh-CN"/>
              </w:rPr>
            </w:pPr>
          </w:p>
        </w:tc>
        <w:tc>
          <w:tcPr>
            <w:tcW w:w="583" w:type="pct"/>
            <w:tcBorders>
              <w:top w:val="single" w:sz="4" w:space="0" w:color="auto"/>
              <w:left w:val="single" w:sz="6" w:space="0" w:color="000000"/>
              <w:bottom w:val="single" w:sz="4" w:space="0" w:color="auto"/>
              <w:right w:val="single" w:sz="6" w:space="0" w:color="000000"/>
            </w:tcBorders>
          </w:tcPr>
          <w:p w14:paraId="28597E7E" w14:textId="77777777" w:rsidR="00742796" w:rsidRPr="00630AB6" w:rsidRDefault="00742796" w:rsidP="00DE6817">
            <w:pPr>
              <w:pStyle w:val="TAL"/>
              <w:rPr>
                <w:lang w:eastAsia="zh-CN"/>
              </w:rPr>
            </w:pPr>
            <w:r w:rsidRPr="00630AB6">
              <w:rPr>
                <w:rFonts w:hint="eastAsia"/>
                <w:lang w:eastAsia="zh-CN"/>
              </w:rPr>
              <w:t>20</w:t>
            </w:r>
            <w:r w:rsidR="002B50B3" w:rsidRPr="00630AB6">
              <w:rPr>
                <w:lang w:eastAsia="zh-CN"/>
              </w:rPr>
              <w:t>4</w:t>
            </w:r>
            <w:r w:rsidRPr="00630AB6">
              <w:rPr>
                <w:rFonts w:hint="eastAsia"/>
                <w:lang w:eastAsia="zh-CN"/>
              </w:rPr>
              <w:t xml:space="preserve"> </w:t>
            </w:r>
            <w:r w:rsidR="002B50B3" w:rsidRPr="00630AB6">
              <w:rPr>
                <w:lang w:eastAsia="zh-CN"/>
              </w:rPr>
              <w:t>No Content</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14:paraId="0C567CD2" w14:textId="77777777" w:rsidR="00742796" w:rsidRPr="00630AB6" w:rsidRDefault="00742796" w:rsidP="00822A83">
            <w:pPr>
              <w:pStyle w:val="TF"/>
              <w:jc w:val="left"/>
            </w:pPr>
            <w:r w:rsidRPr="00630AB6">
              <w:rPr>
                <w:rFonts w:hint="eastAsia"/>
                <w:b w:val="0"/>
                <w:sz w:val="18"/>
                <w:lang w:eastAsia="zh-CN"/>
              </w:rPr>
              <w:t>This case represents a successful update</w:t>
            </w:r>
            <w:r w:rsidRPr="00630AB6">
              <w:rPr>
                <w:b w:val="0"/>
                <w:sz w:val="18"/>
                <w:lang w:eastAsia="zh-CN"/>
              </w:rPr>
              <w:t xml:space="preserve"> of the </w:t>
            </w:r>
            <w:r w:rsidR="00534BBE" w:rsidRPr="00630AB6">
              <w:rPr>
                <w:b w:val="0"/>
                <w:sz w:val="18"/>
                <w:lang w:eastAsia="zh-CN"/>
              </w:rPr>
              <w:t>NF service consumer (e.g</w:t>
            </w:r>
            <w:r w:rsidR="002913D4" w:rsidRPr="00630AB6">
              <w:rPr>
                <w:rFonts w:hint="eastAsia"/>
                <w:b w:val="0"/>
                <w:sz w:val="18"/>
                <w:lang w:eastAsia="zh-CN"/>
              </w:rPr>
              <w:t>.</w:t>
            </w:r>
            <w:r w:rsidR="00534BBE" w:rsidRPr="00630AB6">
              <w:rPr>
                <w:b w:val="0"/>
                <w:sz w:val="18"/>
                <w:lang w:eastAsia="zh-CN"/>
              </w:rPr>
              <w:t xml:space="preserve"> AMF)</w:t>
            </w:r>
            <w:r w:rsidRPr="00630AB6">
              <w:rPr>
                <w:b w:val="0"/>
                <w:sz w:val="18"/>
              </w:rPr>
              <w:t xml:space="preserve">with </w:t>
            </w:r>
            <w:r w:rsidR="00534BBE" w:rsidRPr="00630AB6">
              <w:rPr>
                <w:b w:val="0"/>
                <w:sz w:val="18"/>
              </w:rPr>
              <w:t>NSSAI availability information</w:t>
            </w:r>
            <w:r w:rsidRPr="00630AB6">
              <w:rPr>
                <w:b w:val="0"/>
                <w:sz w:val="18"/>
              </w:rPr>
              <w:t>.</w:t>
            </w:r>
            <w:r w:rsidRPr="00630AB6">
              <w:t xml:space="preserve"> </w:t>
            </w:r>
          </w:p>
        </w:tc>
      </w:tr>
    </w:tbl>
    <w:p w14:paraId="16F9C125" w14:textId="77777777" w:rsidR="0038424D" w:rsidRPr="00630AB6" w:rsidRDefault="0038424D" w:rsidP="00742796"/>
    <w:p w14:paraId="06735EC5" w14:textId="77777777" w:rsidR="00742796" w:rsidRPr="00630AB6" w:rsidRDefault="00742796" w:rsidP="0041307B">
      <w:pPr>
        <w:pStyle w:val="Heading3"/>
      </w:pPr>
      <w:bookmarkStart w:id="129" w:name="_Toc74989892"/>
      <w:r w:rsidRPr="00630AB6">
        <w:t>6.2.6</w:t>
      </w:r>
      <w:r w:rsidRPr="00630AB6">
        <w:tab/>
        <w:t>Data Model</w:t>
      </w:r>
      <w:bookmarkEnd w:id="129"/>
    </w:p>
    <w:p w14:paraId="13075322" w14:textId="77777777" w:rsidR="00742796" w:rsidRPr="00630AB6" w:rsidRDefault="00742796" w:rsidP="0041307B">
      <w:pPr>
        <w:pStyle w:val="Heading4"/>
      </w:pPr>
      <w:bookmarkStart w:id="130" w:name="_Toc74989893"/>
      <w:r w:rsidRPr="00630AB6">
        <w:t>6.2.6.1</w:t>
      </w:r>
      <w:r w:rsidRPr="00630AB6">
        <w:tab/>
        <w:t>General</w:t>
      </w:r>
      <w:bookmarkEnd w:id="130"/>
    </w:p>
    <w:p w14:paraId="1B0CEF3C" w14:textId="77777777" w:rsidR="00742796" w:rsidRPr="00630AB6" w:rsidRDefault="00742796" w:rsidP="00742796">
      <w:r w:rsidRPr="00630AB6">
        <w:t xml:space="preserve">This </w:t>
      </w:r>
      <w:r w:rsidR="001765C8">
        <w:t>clause</w:t>
      </w:r>
      <w:r w:rsidRPr="00630AB6">
        <w:t xml:space="preserve"> specifies the application data model supported by the API.</w:t>
      </w:r>
    </w:p>
    <w:p w14:paraId="5A4286E5" w14:textId="77777777" w:rsidR="00742796" w:rsidRPr="00630AB6" w:rsidRDefault="00742796" w:rsidP="00742796">
      <w:r w:rsidRPr="00630AB6">
        <w:t xml:space="preserve">Table 6.2.6.1-1 specifies the data types defined for the </w:t>
      </w:r>
      <w:proofErr w:type="spellStart"/>
      <w:r w:rsidRPr="00630AB6">
        <w:t>Nnssf_NSSAIAvailability</w:t>
      </w:r>
      <w:proofErr w:type="spellEnd"/>
      <w:r w:rsidRPr="00630AB6">
        <w:t xml:space="preserve"> service based interface protocol.</w:t>
      </w:r>
    </w:p>
    <w:p w14:paraId="453DDE93" w14:textId="77777777" w:rsidR="00742796" w:rsidRPr="00630AB6" w:rsidRDefault="00742796" w:rsidP="0041307B">
      <w:pPr>
        <w:pStyle w:val="TH"/>
        <w:outlineLvl w:val="0"/>
      </w:pPr>
      <w:r w:rsidRPr="00630AB6">
        <w:t xml:space="preserve">Table 6.2.6.1-1: </w:t>
      </w:r>
      <w:proofErr w:type="spellStart"/>
      <w:r w:rsidRPr="00630AB6">
        <w:t>Nnssf_NSSAIAvailability</w:t>
      </w:r>
      <w:proofErr w:type="spellEnd"/>
      <w:r w:rsidRPr="00630AB6">
        <w:t xml:space="preserve"> specific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968"/>
        <w:gridCol w:w="1552"/>
        <w:gridCol w:w="4654"/>
      </w:tblGrid>
      <w:tr w:rsidR="00742796" w:rsidRPr="00630AB6" w14:paraId="59A5D767"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shd w:val="clear" w:color="auto" w:fill="C0C0C0"/>
            <w:hideMark/>
          </w:tcPr>
          <w:p w14:paraId="71909001" w14:textId="77777777" w:rsidR="00742796" w:rsidRPr="00630AB6" w:rsidRDefault="00742796" w:rsidP="00822A83">
            <w:pPr>
              <w:pStyle w:val="TAH"/>
            </w:pPr>
            <w:r w:rsidRPr="00630AB6">
              <w:t>Data type</w:t>
            </w:r>
          </w:p>
        </w:tc>
        <w:tc>
          <w:tcPr>
            <w:tcW w:w="1595" w:type="dxa"/>
            <w:tcBorders>
              <w:top w:val="single" w:sz="4" w:space="0" w:color="auto"/>
              <w:left w:val="single" w:sz="4" w:space="0" w:color="auto"/>
              <w:bottom w:val="single" w:sz="4" w:space="0" w:color="auto"/>
              <w:right w:val="single" w:sz="4" w:space="0" w:color="auto"/>
            </w:tcBorders>
            <w:shd w:val="clear" w:color="auto" w:fill="C0C0C0"/>
          </w:tcPr>
          <w:p w14:paraId="51F17810" w14:textId="77777777" w:rsidR="00742796" w:rsidRPr="00630AB6" w:rsidRDefault="00EE1738" w:rsidP="00822A83">
            <w:pPr>
              <w:pStyle w:val="TAH"/>
            </w:pPr>
            <w:r>
              <w:t>Clause</w:t>
            </w:r>
            <w:r w:rsidR="00742796" w:rsidRPr="00630AB6">
              <w:t xml:space="preserve"> defined</w:t>
            </w:r>
          </w:p>
        </w:tc>
        <w:tc>
          <w:tcPr>
            <w:tcW w:w="4902" w:type="dxa"/>
            <w:tcBorders>
              <w:top w:val="single" w:sz="4" w:space="0" w:color="auto"/>
              <w:left w:val="single" w:sz="4" w:space="0" w:color="auto"/>
              <w:bottom w:val="single" w:sz="4" w:space="0" w:color="auto"/>
              <w:right w:val="single" w:sz="4" w:space="0" w:color="auto"/>
            </w:tcBorders>
            <w:shd w:val="clear" w:color="auto" w:fill="C0C0C0"/>
            <w:hideMark/>
          </w:tcPr>
          <w:p w14:paraId="3797E7D6" w14:textId="77777777" w:rsidR="00742796" w:rsidRPr="00630AB6" w:rsidRDefault="00742796" w:rsidP="00822A83">
            <w:pPr>
              <w:pStyle w:val="TAH"/>
            </w:pPr>
            <w:r w:rsidRPr="00630AB6">
              <w:t>Description</w:t>
            </w:r>
          </w:p>
        </w:tc>
      </w:tr>
      <w:tr w:rsidR="00742796" w:rsidRPr="00630AB6" w14:paraId="6817B266"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4A458261" w14:textId="77777777" w:rsidR="00742796" w:rsidRPr="00630AB6" w:rsidRDefault="00742796" w:rsidP="00822A83">
            <w:pPr>
              <w:pStyle w:val="TAL"/>
            </w:pPr>
            <w:proofErr w:type="spellStart"/>
            <w:r w:rsidRPr="00630AB6">
              <w:rPr>
                <w:lang w:eastAsia="zh-CN"/>
              </w:rPr>
              <w:t>N</w:t>
            </w:r>
            <w:r w:rsidR="0038233B" w:rsidRPr="00630AB6">
              <w:rPr>
                <w:lang w:eastAsia="zh-CN"/>
              </w:rPr>
              <w:t>ssai</w:t>
            </w:r>
            <w:r w:rsidRPr="00630AB6">
              <w:rPr>
                <w:lang w:eastAsia="zh-CN"/>
              </w:rPr>
              <w:t>AvailabilityInfo</w:t>
            </w:r>
            <w:proofErr w:type="spellEnd"/>
          </w:p>
        </w:tc>
        <w:tc>
          <w:tcPr>
            <w:tcW w:w="1595" w:type="dxa"/>
            <w:tcBorders>
              <w:top w:val="single" w:sz="4" w:space="0" w:color="auto"/>
              <w:left w:val="single" w:sz="4" w:space="0" w:color="auto"/>
              <w:bottom w:val="single" w:sz="4" w:space="0" w:color="auto"/>
              <w:right w:val="single" w:sz="4" w:space="0" w:color="auto"/>
            </w:tcBorders>
          </w:tcPr>
          <w:p w14:paraId="67A795A8" w14:textId="77777777" w:rsidR="00742796" w:rsidRPr="00630AB6" w:rsidRDefault="00742796" w:rsidP="00822A83">
            <w:pPr>
              <w:pStyle w:val="TAL"/>
              <w:rPr>
                <w:lang w:eastAsia="zh-CN"/>
              </w:rPr>
            </w:pPr>
            <w:r w:rsidRPr="00630AB6">
              <w:rPr>
                <w:lang w:eastAsia="zh-CN"/>
              </w:rPr>
              <w:t>6.2.6.2.2</w:t>
            </w:r>
          </w:p>
        </w:tc>
        <w:tc>
          <w:tcPr>
            <w:tcW w:w="4902" w:type="dxa"/>
            <w:tcBorders>
              <w:top w:val="single" w:sz="4" w:space="0" w:color="auto"/>
              <w:left w:val="single" w:sz="4" w:space="0" w:color="auto"/>
              <w:bottom w:val="single" w:sz="4" w:space="0" w:color="auto"/>
              <w:right w:val="single" w:sz="4" w:space="0" w:color="auto"/>
            </w:tcBorders>
          </w:tcPr>
          <w:p w14:paraId="232546BE" w14:textId="77777777" w:rsidR="00742796" w:rsidRPr="00630AB6" w:rsidRDefault="00742796" w:rsidP="00822A83">
            <w:pPr>
              <w:pStyle w:val="TAL"/>
              <w:rPr>
                <w:rFonts w:cs="Arial"/>
                <w:szCs w:val="18"/>
              </w:rPr>
            </w:pPr>
            <w:r w:rsidRPr="00630AB6">
              <w:rPr>
                <w:rFonts w:cs="Arial"/>
                <w:szCs w:val="18"/>
              </w:rPr>
              <w:t xml:space="preserve">This contains the </w:t>
            </w:r>
            <w:proofErr w:type="spellStart"/>
            <w:r w:rsidRPr="00630AB6">
              <w:rPr>
                <w:rFonts w:cs="Arial"/>
                <w:szCs w:val="18"/>
              </w:rPr>
              <w:t>Nssai</w:t>
            </w:r>
            <w:proofErr w:type="spellEnd"/>
            <w:r w:rsidRPr="00630AB6">
              <w:rPr>
                <w:rFonts w:cs="Arial"/>
                <w:szCs w:val="18"/>
              </w:rPr>
              <w:t xml:space="preserve"> availability information requested by the AMF.</w:t>
            </w:r>
          </w:p>
        </w:tc>
      </w:tr>
      <w:tr w:rsidR="00742796" w:rsidRPr="00630AB6" w14:paraId="6D2F4FE8"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7023E8EA" w14:textId="77777777" w:rsidR="00742796" w:rsidRPr="00630AB6" w:rsidRDefault="00360E6B" w:rsidP="00822A83">
            <w:pPr>
              <w:pStyle w:val="TAL"/>
            </w:pPr>
            <w:proofErr w:type="spellStart"/>
            <w:r w:rsidRPr="00630AB6">
              <w:rPr>
                <w:rFonts w:hint="eastAsia"/>
                <w:lang w:eastAsia="zh-CN"/>
              </w:rPr>
              <w:t>Supported</w:t>
            </w:r>
            <w:r w:rsidR="00742796" w:rsidRPr="00630AB6">
              <w:t>NssaiAvailabilityData</w:t>
            </w:r>
            <w:proofErr w:type="spellEnd"/>
          </w:p>
        </w:tc>
        <w:tc>
          <w:tcPr>
            <w:tcW w:w="1595" w:type="dxa"/>
            <w:tcBorders>
              <w:top w:val="single" w:sz="4" w:space="0" w:color="auto"/>
              <w:left w:val="single" w:sz="4" w:space="0" w:color="auto"/>
              <w:bottom w:val="single" w:sz="4" w:space="0" w:color="auto"/>
              <w:right w:val="single" w:sz="4" w:space="0" w:color="auto"/>
            </w:tcBorders>
          </w:tcPr>
          <w:p w14:paraId="2CAB4E7F" w14:textId="77777777" w:rsidR="00742796" w:rsidRPr="00630AB6" w:rsidRDefault="00742796" w:rsidP="00822A83">
            <w:pPr>
              <w:pStyle w:val="TAL"/>
              <w:rPr>
                <w:lang w:eastAsia="zh-CN"/>
              </w:rPr>
            </w:pPr>
            <w:r w:rsidRPr="00630AB6">
              <w:rPr>
                <w:rFonts w:hint="eastAsia"/>
                <w:lang w:eastAsia="zh-CN"/>
              </w:rPr>
              <w:t>6.2.6.2.</w:t>
            </w:r>
            <w:r w:rsidRPr="00630AB6">
              <w:rPr>
                <w:lang w:eastAsia="zh-CN"/>
              </w:rPr>
              <w:t>3</w:t>
            </w:r>
          </w:p>
        </w:tc>
        <w:tc>
          <w:tcPr>
            <w:tcW w:w="4902" w:type="dxa"/>
            <w:tcBorders>
              <w:top w:val="single" w:sz="4" w:space="0" w:color="auto"/>
              <w:left w:val="single" w:sz="4" w:space="0" w:color="auto"/>
              <w:bottom w:val="single" w:sz="4" w:space="0" w:color="auto"/>
              <w:right w:val="single" w:sz="4" w:space="0" w:color="auto"/>
            </w:tcBorders>
          </w:tcPr>
          <w:p w14:paraId="42EF30C8" w14:textId="77777777" w:rsidR="00742796" w:rsidRPr="00630AB6" w:rsidRDefault="00742796" w:rsidP="00822A83">
            <w:pPr>
              <w:pStyle w:val="TAL"/>
              <w:rPr>
                <w:rFonts w:cs="Arial"/>
                <w:szCs w:val="18"/>
              </w:rPr>
            </w:pPr>
            <w:r w:rsidRPr="00630AB6">
              <w:rPr>
                <w:rFonts w:cs="Arial"/>
                <w:szCs w:val="18"/>
              </w:rPr>
              <w:t xml:space="preserve">This contains the </w:t>
            </w:r>
            <w:proofErr w:type="spellStart"/>
            <w:r w:rsidRPr="00630AB6">
              <w:rPr>
                <w:rFonts w:cs="Arial"/>
                <w:szCs w:val="18"/>
              </w:rPr>
              <w:t>Nssai</w:t>
            </w:r>
            <w:proofErr w:type="spellEnd"/>
            <w:r w:rsidRPr="00630AB6">
              <w:rPr>
                <w:rFonts w:cs="Arial"/>
                <w:szCs w:val="18"/>
              </w:rPr>
              <w:t xml:space="preserve"> availability data information</w:t>
            </w:r>
            <w:r w:rsidR="00360E6B" w:rsidRPr="00630AB6">
              <w:rPr>
                <w:rFonts w:cs="Arial" w:hint="eastAsia"/>
                <w:szCs w:val="18"/>
                <w:lang w:eastAsia="zh-CN"/>
              </w:rPr>
              <w:t xml:space="preserve"> </w:t>
            </w:r>
            <w:r w:rsidR="00360E6B" w:rsidRPr="00630AB6">
              <w:rPr>
                <w:rFonts w:cs="Arial"/>
                <w:szCs w:val="18"/>
              </w:rPr>
              <w:t>per TA supported by the AMF</w:t>
            </w:r>
            <w:r w:rsidRPr="00630AB6">
              <w:rPr>
                <w:rFonts w:cs="Arial"/>
                <w:szCs w:val="18"/>
              </w:rPr>
              <w:t>.</w:t>
            </w:r>
          </w:p>
        </w:tc>
      </w:tr>
      <w:tr w:rsidR="00360E6B" w:rsidRPr="00630AB6" w14:paraId="4FC7B252"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4B195CA9" w14:textId="77777777" w:rsidR="00360E6B" w:rsidRPr="00630AB6" w:rsidRDefault="00360E6B" w:rsidP="00822A83">
            <w:pPr>
              <w:pStyle w:val="TAL"/>
            </w:pPr>
            <w:proofErr w:type="spellStart"/>
            <w:r w:rsidRPr="00630AB6">
              <w:t>AuthorizedNssaiAvailabilityData</w:t>
            </w:r>
            <w:proofErr w:type="spellEnd"/>
          </w:p>
        </w:tc>
        <w:tc>
          <w:tcPr>
            <w:tcW w:w="1595" w:type="dxa"/>
            <w:tcBorders>
              <w:top w:val="single" w:sz="4" w:space="0" w:color="auto"/>
              <w:left w:val="single" w:sz="4" w:space="0" w:color="auto"/>
              <w:bottom w:val="single" w:sz="4" w:space="0" w:color="auto"/>
              <w:right w:val="single" w:sz="4" w:space="0" w:color="auto"/>
            </w:tcBorders>
          </w:tcPr>
          <w:p w14:paraId="27049018" w14:textId="77777777" w:rsidR="00360E6B" w:rsidRPr="00630AB6" w:rsidRDefault="00360E6B" w:rsidP="00822A83">
            <w:pPr>
              <w:pStyle w:val="TAL"/>
              <w:rPr>
                <w:lang w:eastAsia="zh-CN"/>
              </w:rPr>
            </w:pPr>
            <w:r w:rsidRPr="00630AB6">
              <w:rPr>
                <w:rFonts w:hint="eastAsia"/>
                <w:lang w:eastAsia="zh-CN"/>
              </w:rPr>
              <w:t>6.2.6.2.</w:t>
            </w:r>
            <w:r w:rsidRPr="00630AB6">
              <w:rPr>
                <w:lang w:eastAsia="zh-CN"/>
              </w:rPr>
              <w:t>4</w:t>
            </w:r>
          </w:p>
        </w:tc>
        <w:tc>
          <w:tcPr>
            <w:tcW w:w="4902" w:type="dxa"/>
            <w:tcBorders>
              <w:top w:val="single" w:sz="4" w:space="0" w:color="auto"/>
              <w:left w:val="single" w:sz="4" w:space="0" w:color="auto"/>
              <w:bottom w:val="single" w:sz="4" w:space="0" w:color="auto"/>
              <w:right w:val="single" w:sz="4" w:space="0" w:color="auto"/>
            </w:tcBorders>
          </w:tcPr>
          <w:p w14:paraId="7518B43E" w14:textId="77777777" w:rsidR="00360E6B" w:rsidRPr="00630AB6" w:rsidRDefault="00360E6B" w:rsidP="00822A83">
            <w:pPr>
              <w:pStyle w:val="TAL"/>
              <w:rPr>
                <w:rFonts w:cs="Arial"/>
                <w:szCs w:val="18"/>
              </w:rPr>
            </w:pPr>
            <w:r w:rsidRPr="00630AB6">
              <w:rPr>
                <w:rFonts w:cs="Arial"/>
                <w:szCs w:val="18"/>
              </w:rPr>
              <w:t xml:space="preserve">This contains the </w:t>
            </w:r>
            <w:proofErr w:type="spellStart"/>
            <w:r w:rsidRPr="00630AB6">
              <w:rPr>
                <w:rFonts w:cs="Arial"/>
                <w:szCs w:val="18"/>
              </w:rPr>
              <w:t>Nssai</w:t>
            </w:r>
            <w:proofErr w:type="spellEnd"/>
            <w:r w:rsidRPr="00630AB6">
              <w:rPr>
                <w:rFonts w:cs="Arial"/>
                <w:szCs w:val="18"/>
              </w:rPr>
              <w:t xml:space="preserve"> availability data information per TA authorized by the NSSF</w:t>
            </w:r>
          </w:p>
        </w:tc>
      </w:tr>
      <w:tr w:rsidR="00742796" w:rsidRPr="00630AB6" w14:paraId="7F5B7C76"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3B10E11C" w14:textId="77777777" w:rsidR="00742796" w:rsidRPr="00630AB6" w:rsidRDefault="00742796" w:rsidP="00360E6B">
            <w:pPr>
              <w:pStyle w:val="TAL"/>
            </w:pPr>
            <w:proofErr w:type="spellStart"/>
            <w:r w:rsidRPr="00630AB6">
              <w:t>RestrictedS</w:t>
            </w:r>
            <w:r w:rsidR="00360E6B" w:rsidRPr="00630AB6">
              <w:rPr>
                <w:rFonts w:hint="eastAsia"/>
                <w:lang w:eastAsia="zh-CN"/>
              </w:rPr>
              <w:t>n</w:t>
            </w:r>
            <w:r w:rsidRPr="00630AB6">
              <w:t>ssai</w:t>
            </w:r>
            <w:proofErr w:type="spellEnd"/>
          </w:p>
        </w:tc>
        <w:tc>
          <w:tcPr>
            <w:tcW w:w="1595" w:type="dxa"/>
            <w:tcBorders>
              <w:top w:val="single" w:sz="4" w:space="0" w:color="auto"/>
              <w:left w:val="single" w:sz="4" w:space="0" w:color="auto"/>
              <w:bottom w:val="single" w:sz="4" w:space="0" w:color="auto"/>
              <w:right w:val="single" w:sz="4" w:space="0" w:color="auto"/>
            </w:tcBorders>
          </w:tcPr>
          <w:p w14:paraId="1198C98A" w14:textId="77777777" w:rsidR="00742796" w:rsidRPr="00630AB6" w:rsidRDefault="00742796" w:rsidP="00822A83">
            <w:pPr>
              <w:pStyle w:val="TAL"/>
            </w:pPr>
            <w:r w:rsidRPr="00630AB6">
              <w:rPr>
                <w:rFonts w:hint="eastAsia"/>
                <w:lang w:eastAsia="zh-CN"/>
              </w:rPr>
              <w:t>6.2.6.2.</w:t>
            </w:r>
            <w:r w:rsidR="00360E6B" w:rsidRPr="00630AB6">
              <w:rPr>
                <w:rFonts w:hint="eastAsia"/>
                <w:lang w:eastAsia="zh-CN"/>
              </w:rPr>
              <w:t>5</w:t>
            </w:r>
          </w:p>
        </w:tc>
        <w:tc>
          <w:tcPr>
            <w:tcW w:w="4902" w:type="dxa"/>
            <w:tcBorders>
              <w:top w:val="single" w:sz="4" w:space="0" w:color="auto"/>
              <w:left w:val="single" w:sz="4" w:space="0" w:color="auto"/>
              <w:bottom w:val="single" w:sz="4" w:space="0" w:color="auto"/>
              <w:right w:val="single" w:sz="4" w:space="0" w:color="auto"/>
            </w:tcBorders>
          </w:tcPr>
          <w:p w14:paraId="2D7868DC" w14:textId="77777777" w:rsidR="00742796" w:rsidRPr="00630AB6" w:rsidRDefault="00742796" w:rsidP="00822A83">
            <w:pPr>
              <w:pStyle w:val="TAL"/>
              <w:rPr>
                <w:rFonts w:cs="Arial"/>
                <w:szCs w:val="18"/>
              </w:rPr>
            </w:pPr>
            <w:r w:rsidRPr="00630AB6">
              <w:rPr>
                <w:rFonts w:cs="Arial"/>
                <w:szCs w:val="18"/>
              </w:rPr>
              <w:t xml:space="preserve">This contains the restricted </w:t>
            </w:r>
            <w:proofErr w:type="spellStart"/>
            <w:r w:rsidRPr="00630AB6">
              <w:rPr>
                <w:rFonts w:cs="Arial"/>
                <w:szCs w:val="18"/>
              </w:rPr>
              <w:t>SNssai</w:t>
            </w:r>
            <w:proofErr w:type="spellEnd"/>
            <w:r w:rsidRPr="00630AB6">
              <w:rPr>
                <w:rFonts w:cs="Arial"/>
                <w:szCs w:val="18"/>
              </w:rPr>
              <w:t xml:space="preserve"> information per PLMN.</w:t>
            </w:r>
          </w:p>
        </w:tc>
      </w:tr>
      <w:tr w:rsidR="00360E6B" w:rsidRPr="00630AB6" w14:paraId="257AA462"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73C2B213" w14:textId="77777777" w:rsidR="00360E6B" w:rsidRPr="00630AB6" w:rsidRDefault="00360E6B" w:rsidP="00360E6B">
            <w:pPr>
              <w:pStyle w:val="TAL"/>
            </w:pPr>
            <w:proofErr w:type="spellStart"/>
            <w:r w:rsidRPr="00630AB6">
              <w:t>AuthorizedNssaiAvailabilityInfo</w:t>
            </w:r>
            <w:proofErr w:type="spellEnd"/>
          </w:p>
        </w:tc>
        <w:tc>
          <w:tcPr>
            <w:tcW w:w="1595" w:type="dxa"/>
            <w:tcBorders>
              <w:top w:val="single" w:sz="4" w:space="0" w:color="auto"/>
              <w:left w:val="single" w:sz="4" w:space="0" w:color="auto"/>
              <w:bottom w:val="single" w:sz="4" w:space="0" w:color="auto"/>
              <w:right w:val="single" w:sz="4" w:space="0" w:color="auto"/>
            </w:tcBorders>
          </w:tcPr>
          <w:p w14:paraId="0F3682CF" w14:textId="77777777" w:rsidR="00360E6B" w:rsidRPr="00630AB6" w:rsidRDefault="00360E6B" w:rsidP="00822A83">
            <w:pPr>
              <w:pStyle w:val="TAL"/>
              <w:rPr>
                <w:lang w:eastAsia="zh-CN"/>
              </w:rPr>
            </w:pPr>
            <w:r w:rsidRPr="00630AB6">
              <w:rPr>
                <w:rFonts w:hint="eastAsia"/>
                <w:lang w:eastAsia="zh-CN"/>
              </w:rPr>
              <w:t>6.2.6.2.</w:t>
            </w:r>
            <w:r w:rsidRPr="00630AB6">
              <w:rPr>
                <w:lang w:eastAsia="zh-CN"/>
              </w:rPr>
              <w:t>6</w:t>
            </w:r>
          </w:p>
        </w:tc>
        <w:tc>
          <w:tcPr>
            <w:tcW w:w="4902" w:type="dxa"/>
            <w:tcBorders>
              <w:top w:val="single" w:sz="4" w:space="0" w:color="auto"/>
              <w:left w:val="single" w:sz="4" w:space="0" w:color="auto"/>
              <w:bottom w:val="single" w:sz="4" w:space="0" w:color="auto"/>
              <w:right w:val="single" w:sz="4" w:space="0" w:color="auto"/>
            </w:tcBorders>
          </w:tcPr>
          <w:p w14:paraId="3944F513" w14:textId="77777777" w:rsidR="00360E6B" w:rsidRPr="00630AB6" w:rsidRDefault="00360E6B" w:rsidP="00822A83">
            <w:pPr>
              <w:pStyle w:val="TAL"/>
              <w:rPr>
                <w:rFonts w:cs="Arial"/>
                <w:szCs w:val="18"/>
              </w:rPr>
            </w:pPr>
            <w:r w:rsidRPr="00630AB6">
              <w:rPr>
                <w:rFonts w:cs="Arial"/>
                <w:szCs w:val="18"/>
              </w:rPr>
              <w:t xml:space="preserve">This contains the </w:t>
            </w:r>
            <w:proofErr w:type="spellStart"/>
            <w:r w:rsidRPr="00630AB6">
              <w:rPr>
                <w:rFonts w:cs="Arial"/>
                <w:szCs w:val="18"/>
              </w:rPr>
              <w:t>Nssai</w:t>
            </w:r>
            <w:proofErr w:type="spellEnd"/>
            <w:r w:rsidRPr="00630AB6">
              <w:rPr>
                <w:rFonts w:cs="Arial"/>
                <w:szCs w:val="18"/>
              </w:rPr>
              <w:t xml:space="preserve"> availability data information authorized by the NSSF</w:t>
            </w:r>
          </w:p>
        </w:tc>
      </w:tr>
      <w:tr w:rsidR="00360E6B" w:rsidRPr="00630AB6" w14:paraId="1B345016"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6D010C34" w14:textId="77777777" w:rsidR="00360E6B" w:rsidRPr="00630AB6" w:rsidRDefault="00360E6B" w:rsidP="00870C57">
            <w:pPr>
              <w:pStyle w:val="TAL"/>
            </w:pPr>
          </w:p>
          <w:p w14:paraId="5C3E2777" w14:textId="77777777" w:rsidR="00360E6B" w:rsidRPr="00630AB6" w:rsidRDefault="00360E6B" w:rsidP="00360E6B">
            <w:pPr>
              <w:pStyle w:val="TAL"/>
            </w:pPr>
            <w:proofErr w:type="spellStart"/>
            <w:r w:rsidRPr="00630AB6">
              <w:t>PatchDocument</w:t>
            </w:r>
            <w:proofErr w:type="spellEnd"/>
          </w:p>
        </w:tc>
        <w:tc>
          <w:tcPr>
            <w:tcW w:w="1595" w:type="dxa"/>
            <w:tcBorders>
              <w:top w:val="single" w:sz="4" w:space="0" w:color="auto"/>
              <w:left w:val="single" w:sz="4" w:space="0" w:color="auto"/>
              <w:bottom w:val="single" w:sz="4" w:space="0" w:color="auto"/>
              <w:right w:val="single" w:sz="4" w:space="0" w:color="auto"/>
            </w:tcBorders>
          </w:tcPr>
          <w:p w14:paraId="577CF4BE" w14:textId="77777777" w:rsidR="00360E6B" w:rsidRPr="00630AB6" w:rsidRDefault="00360E6B" w:rsidP="00822A83">
            <w:pPr>
              <w:pStyle w:val="TAL"/>
              <w:rPr>
                <w:lang w:eastAsia="zh-CN"/>
              </w:rPr>
            </w:pPr>
            <w:r w:rsidRPr="00630AB6">
              <w:rPr>
                <w:rFonts w:hint="eastAsia"/>
                <w:lang w:eastAsia="zh-CN"/>
              </w:rPr>
              <w:t>6.2.6.2.</w:t>
            </w:r>
            <w:r w:rsidRPr="00630AB6">
              <w:rPr>
                <w:lang w:eastAsia="zh-CN"/>
              </w:rPr>
              <w:t>7</w:t>
            </w:r>
          </w:p>
        </w:tc>
        <w:tc>
          <w:tcPr>
            <w:tcW w:w="4902" w:type="dxa"/>
            <w:tcBorders>
              <w:top w:val="single" w:sz="4" w:space="0" w:color="auto"/>
              <w:left w:val="single" w:sz="4" w:space="0" w:color="auto"/>
              <w:bottom w:val="single" w:sz="4" w:space="0" w:color="auto"/>
              <w:right w:val="single" w:sz="4" w:space="0" w:color="auto"/>
            </w:tcBorders>
          </w:tcPr>
          <w:p w14:paraId="6FC6082B" w14:textId="77777777" w:rsidR="00360E6B" w:rsidRPr="00630AB6" w:rsidRDefault="00360E6B" w:rsidP="00822A83">
            <w:pPr>
              <w:pStyle w:val="TAL"/>
              <w:rPr>
                <w:rFonts w:cs="Arial"/>
                <w:szCs w:val="18"/>
              </w:rPr>
            </w:pPr>
            <w:r w:rsidRPr="00630AB6">
              <w:rPr>
                <w:rFonts w:cs="Arial"/>
                <w:szCs w:val="18"/>
              </w:rPr>
              <w:t xml:space="preserve">This contains the JSON Patch instructions for updating the </w:t>
            </w:r>
            <w:proofErr w:type="spellStart"/>
            <w:r w:rsidRPr="00630AB6">
              <w:rPr>
                <w:rFonts w:cs="Arial"/>
                <w:szCs w:val="18"/>
              </w:rPr>
              <w:t>Nssai</w:t>
            </w:r>
            <w:proofErr w:type="spellEnd"/>
            <w:r w:rsidRPr="00630AB6">
              <w:rPr>
                <w:rFonts w:cs="Arial"/>
                <w:szCs w:val="18"/>
              </w:rPr>
              <w:t xml:space="preserve"> availability data information at the NSSF.</w:t>
            </w:r>
          </w:p>
        </w:tc>
      </w:tr>
      <w:tr w:rsidR="00360E6B" w:rsidRPr="00630AB6" w14:paraId="77B47B44"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40F11636" w14:textId="77777777" w:rsidR="00360E6B" w:rsidRPr="00630AB6" w:rsidRDefault="00360E6B" w:rsidP="00360E6B">
            <w:pPr>
              <w:pStyle w:val="TAL"/>
            </w:pPr>
            <w:proofErr w:type="spellStart"/>
            <w:r w:rsidRPr="00630AB6">
              <w:t>NssfEventSubscriptionCreateData</w:t>
            </w:r>
            <w:proofErr w:type="spellEnd"/>
          </w:p>
        </w:tc>
        <w:tc>
          <w:tcPr>
            <w:tcW w:w="1595" w:type="dxa"/>
            <w:tcBorders>
              <w:top w:val="single" w:sz="4" w:space="0" w:color="auto"/>
              <w:left w:val="single" w:sz="4" w:space="0" w:color="auto"/>
              <w:bottom w:val="single" w:sz="4" w:space="0" w:color="auto"/>
              <w:right w:val="single" w:sz="4" w:space="0" w:color="auto"/>
            </w:tcBorders>
          </w:tcPr>
          <w:p w14:paraId="7BEDF49F" w14:textId="77777777" w:rsidR="00360E6B" w:rsidRPr="00630AB6" w:rsidRDefault="00360E6B" w:rsidP="00822A83">
            <w:pPr>
              <w:pStyle w:val="TAL"/>
              <w:rPr>
                <w:lang w:eastAsia="zh-CN"/>
              </w:rPr>
            </w:pPr>
            <w:r w:rsidRPr="00630AB6">
              <w:rPr>
                <w:rFonts w:hint="eastAsia"/>
                <w:lang w:eastAsia="zh-CN"/>
              </w:rPr>
              <w:t>6.2.6.2.</w:t>
            </w:r>
            <w:r w:rsidRPr="00630AB6">
              <w:rPr>
                <w:lang w:eastAsia="zh-CN"/>
              </w:rPr>
              <w:t>8</w:t>
            </w:r>
          </w:p>
        </w:tc>
        <w:tc>
          <w:tcPr>
            <w:tcW w:w="4902" w:type="dxa"/>
            <w:tcBorders>
              <w:top w:val="single" w:sz="4" w:space="0" w:color="auto"/>
              <w:left w:val="single" w:sz="4" w:space="0" w:color="auto"/>
              <w:bottom w:val="single" w:sz="4" w:space="0" w:color="auto"/>
              <w:right w:val="single" w:sz="4" w:space="0" w:color="auto"/>
            </w:tcBorders>
          </w:tcPr>
          <w:p w14:paraId="72CE8440" w14:textId="77777777" w:rsidR="00360E6B" w:rsidRPr="00630AB6" w:rsidRDefault="00360E6B" w:rsidP="00822A83">
            <w:pPr>
              <w:pStyle w:val="TAL"/>
              <w:rPr>
                <w:rFonts w:cs="Arial"/>
                <w:szCs w:val="18"/>
              </w:rPr>
            </w:pPr>
            <w:r w:rsidRPr="00630AB6">
              <w:rPr>
                <w:rFonts w:cs="Arial"/>
                <w:szCs w:val="18"/>
              </w:rPr>
              <w:t>This contains the information for event subscription.</w:t>
            </w:r>
          </w:p>
        </w:tc>
      </w:tr>
      <w:tr w:rsidR="00360E6B" w:rsidRPr="00630AB6" w14:paraId="6132D6CA"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61E9CED2" w14:textId="77777777" w:rsidR="00360E6B" w:rsidRPr="00630AB6" w:rsidRDefault="00360E6B" w:rsidP="00360E6B">
            <w:pPr>
              <w:pStyle w:val="TAL"/>
            </w:pPr>
            <w:proofErr w:type="spellStart"/>
            <w:r w:rsidRPr="00630AB6">
              <w:t>NssfEventSubscriptionCreatedData</w:t>
            </w:r>
            <w:proofErr w:type="spellEnd"/>
          </w:p>
        </w:tc>
        <w:tc>
          <w:tcPr>
            <w:tcW w:w="1595" w:type="dxa"/>
            <w:tcBorders>
              <w:top w:val="single" w:sz="4" w:space="0" w:color="auto"/>
              <w:left w:val="single" w:sz="4" w:space="0" w:color="auto"/>
              <w:bottom w:val="single" w:sz="4" w:space="0" w:color="auto"/>
              <w:right w:val="single" w:sz="4" w:space="0" w:color="auto"/>
            </w:tcBorders>
          </w:tcPr>
          <w:p w14:paraId="61B03683" w14:textId="77777777" w:rsidR="00360E6B" w:rsidRPr="00630AB6" w:rsidRDefault="00360E6B" w:rsidP="00822A83">
            <w:pPr>
              <w:pStyle w:val="TAL"/>
              <w:rPr>
                <w:lang w:eastAsia="zh-CN"/>
              </w:rPr>
            </w:pPr>
            <w:r w:rsidRPr="00630AB6">
              <w:rPr>
                <w:rFonts w:hint="eastAsia"/>
                <w:lang w:eastAsia="zh-CN"/>
              </w:rPr>
              <w:t>6.2.6.2.</w:t>
            </w:r>
            <w:r w:rsidRPr="00630AB6">
              <w:rPr>
                <w:lang w:eastAsia="zh-CN"/>
              </w:rPr>
              <w:t>9</w:t>
            </w:r>
          </w:p>
        </w:tc>
        <w:tc>
          <w:tcPr>
            <w:tcW w:w="4902" w:type="dxa"/>
            <w:tcBorders>
              <w:top w:val="single" w:sz="4" w:space="0" w:color="auto"/>
              <w:left w:val="single" w:sz="4" w:space="0" w:color="auto"/>
              <w:bottom w:val="single" w:sz="4" w:space="0" w:color="auto"/>
              <w:right w:val="single" w:sz="4" w:space="0" w:color="auto"/>
            </w:tcBorders>
          </w:tcPr>
          <w:p w14:paraId="402832D4" w14:textId="77777777" w:rsidR="00360E6B" w:rsidRPr="00630AB6" w:rsidRDefault="00360E6B" w:rsidP="00822A83">
            <w:pPr>
              <w:pStyle w:val="TAL"/>
              <w:rPr>
                <w:rFonts w:cs="Arial"/>
                <w:szCs w:val="18"/>
              </w:rPr>
            </w:pPr>
            <w:r w:rsidRPr="00630AB6">
              <w:rPr>
                <w:rFonts w:cs="Arial"/>
                <w:szCs w:val="18"/>
              </w:rPr>
              <w:t>This contains the information for event subscription.</w:t>
            </w:r>
          </w:p>
        </w:tc>
      </w:tr>
      <w:tr w:rsidR="00360E6B" w:rsidRPr="00630AB6" w14:paraId="4B59C0FF" w14:textId="77777777" w:rsidTr="00360E6B">
        <w:trPr>
          <w:jc w:val="center"/>
        </w:trPr>
        <w:tc>
          <w:tcPr>
            <w:tcW w:w="2677" w:type="dxa"/>
            <w:tcBorders>
              <w:top w:val="single" w:sz="4" w:space="0" w:color="auto"/>
              <w:left w:val="single" w:sz="4" w:space="0" w:color="auto"/>
              <w:bottom w:val="single" w:sz="4" w:space="0" w:color="auto"/>
              <w:right w:val="single" w:sz="4" w:space="0" w:color="auto"/>
            </w:tcBorders>
          </w:tcPr>
          <w:p w14:paraId="7666F32C" w14:textId="77777777" w:rsidR="00360E6B" w:rsidRPr="00630AB6" w:rsidRDefault="00360E6B" w:rsidP="00360E6B">
            <w:pPr>
              <w:pStyle w:val="TAL"/>
            </w:pPr>
            <w:proofErr w:type="spellStart"/>
            <w:r w:rsidRPr="00630AB6">
              <w:t>NssfEventNotification</w:t>
            </w:r>
            <w:proofErr w:type="spellEnd"/>
          </w:p>
        </w:tc>
        <w:tc>
          <w:tcPr>
            <w:tcW w:w="1595" w:type="dxa"/>
            <w:tcBorders>
              <w:top w:val="single" w:sz="4" w:space="0" w:color="auto"/>
              <w:left w:val="single" w:sz="4" w:space="0" w:color="auto"/>
              <w:bottom w:val="single" w:sz="4" w:space="0" w:color="auto"/>
              <w:right w:val="single" w:sz="4" w:space="0" w:color="auto"/>
            </w:tcBorders>
          </w:tcPr>
          <w:p w14:paraId="668BDF7C" w14:textId="77777777" w:rsidR="00360E6B" w:rsidRPr="00630AB6" w:rsidRDefault="00360E6B" w:rsidP="00822A83">
            <w:pPr>
              <w:pStyle w:val="TAL"/>
              <w:rPr>
                <w:lang w:eastAsia="zh-CN"/>
              </w:rPr>
            </w:pPr>
            <w:r w:rsidRPr="00630AB6">
              <w:rPr>
                <w:rFonts w:hint="eastAsia"/>
                <w:lang w:eastAsia="zh-CN"/>
              </w:rPr>
              <w:t>6.2.6.2.</w:t>
            </w:r>
            <w:r w:rsidRPr="00630AB6">
              <w:rPr>
                <w:lang w:eastAsia="zh-CN"/>
              </w:rPr>
              <w:t>10</w:t>
            </w:r>
          </w:p>
        </w:tc>
        <w:tc>
          <w:tcPr>
            <w:tcW w:w="4902" w:type="dxa"/>
            <w:tcBorders>
              <w:top w:val="single" w:sz="4" w:space="0" w:color="auto"/>
              <w:left w:val="single" w:sz="4" w:space="0" w:color="auto"/>
              <w:bottom w:val="single" w:sz="4" w:space="0" w:color="auto"/>
              <w:right w:val="single" w:sz="4" w:space="0" w:color="auto"/>
            </w:tcBorders>
          </w:tcPr>
          <w:p w14:paraId="1F0985AB" w14:textId="77777777" w:rsidR="00360E6B" w:rsidRPr="00630AB6" w:rsidRDefault="00360E6B" w:rsidP="00822A83">
            <w:pPr>
              <w:pStyle w:val="TAL"/>
              <w:rPr>
                <w:rFonts w:cs="Arial"/>
                <w:szCs w:val="18"/>
              </w:rPr>
            </w:pPr>
            <w:r w:rsidRPr="00630AB6">
              <w:rPr>
                <w:rFonts w:cs="Arial"/>
                <w:szCs w:val="18"/>
              </w:rPr>
              <w:t>This contains the information for created event subscription.</w:t>
            </w:r>
          </w:p>
        </w:tc>
      </w:tr>
    </w:tbl>
    <w:p w14:paraId="4D4DC23D" w14:textId="77777777" w:rsidR="00742796" w:rsidRPr="00630AB6" w:rsidRDefault="00742796" w:rsidP="00742796"/>
    <w:p w14:paraId="3B218291" w14:textId="77777777" w:rsidR="00742796" w:rsidRPr="00630AB6" w:rsidRDefault="00742796" w:rsidP="00742796">
      <w:r w:rsidRPr="00630AB6">
        <w:t xml:space="preserve">Table 6.2.6.1-2 specifies data types re-used by the </w:t>
      </w:r>
      <w:proofErr w:type="spellStart"/>
      <w:r w:rsidRPr="00630AB6">
        <w:t>N</w:t>
      </w:r>
      <w:r w:rsidR="007D23F4" w:rsidRPr="00630AB6">
        <w:t>nssf</w:t>
      </w:r>
      <w:proofErr w:type="spellEnd"/>
      <w:r w:rsidRPr="00630AB6">
        <w:t xml:space="preserve"> service based interface protocol from other specifications.</w:t>
      </w:r>
    </w:p>
    <w:p w14:paraId="0F9AB771" w14:textId="77777777" w:rsidR="00742796" w:rsidRPr="00630AB6" w:rsidRDefault="00742796" w:rsidP="0041307B">
      <w:pPr>
        <w:pStyle w:val="TH"/>
        <w:outlineLvl w:val="0"/>
      </w:pPr>
      <w:r w:rsidRPr="00630AB6">
        <w:t xml:space="preserve">Table 6.2.6.1-2: </w:t>
      </w:r>
      <w:proofErr w:type="spellStart"/>
      <w:r w:rsidR="007D23F4" w:rsidRPr="00630AB6">
        <w:rPr>
          <w:rFonts w:hint="eastAsia"/>
          <w:lang w:eastAsia="zh-CN"/>
        </w:rPr>
        <w:t>Nnssf</w:t>
      </w:r>
      <w:r w:rsidRPr="00630AB6">
        <w:t>re</w:t>
      </w:r>
      <w:proofErr w:type="spellEnd"/>
      <w:r w:rsidRPr="00630AB6">
        <w:t>-used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032"/>
        <w:gridCol w:w="1747"/>
        <w:gridCol w:w="5395"/>
      </w:tblGrid>
      <w:tr w:rsidR="00742796" w:rsidRPr="00630AB6" w14:paraId="1FCAE6D1" w14:textId="77777777" w:rsidTr="00360E6B">
        <w:trPr>
          <w:jc w:val="center"/>
        </w:trPr>
        <w:tc>
          <w:tcPr>
            <w:tcW w:w="2032" w:type="dxa"/>
            <w:tcBorders>
              <w:top w:val="single" w:sz="4" w:space="0" w:color="auto"/>
              <w:left w:val="single" w:sz="4" w:space="0" w:color="auto"/>
              <w:bottom w:val="single" w:sz="4" w:space="0" w:color="auto"/>
              <w:right w:val="single" w:sz="4" w:space="0" w:color="auto"/>
            </w:tcBorders>
            <w:shd w:val="clear" w:color="auto" w:fill="C0C0C0"/>
            <w:hideMark/>
          </w:tcPr>
          <w:p w14:paraId="3D7C1775" w14:textId="77777777" w:rsidR="00742796" w:rsidRPr="00630AB6" w:rsidRDefault="00742796" w:rsidP="00822A83">
            <w:pPr>
              <w:pStyle w:val="TAH"/>
            </w:pPr>
            <w:r w:rsidRPr="00630AB6">
              <w:t>Data type</w:t>
            </w:r>
          </w:p>
        </w:tc>
        <w:tc>
          <w:tcPr>
            <w:tcW w:w="1747" w:type="dxa"/>
            <w:tcBorders>
              <w:top w:val="single" w:sz="4" w:space="0" w:color="auto"/>
              <w:left w:val="single" w:sz="4" w:space="0" w:color="auto"/>
              <w:bottom w:val="single" w:sz="4" w:space="0" w:color="auto"/>
              <w:right w:val="single" w:sz="4" w:space="0" w:color="auto"/>
            </w:tcBorders>
            <w:shd w:val="clear" w:color="auto" w:fill="C0C0C0"/>
          </w:tcPr>
          <w:p w14:paraId="5C9CC030" w14:textId="77777777" w:rsidR="00742796" w:rsidRPr="00630AB6" w:rsidRDefault="00742796" w:rsidP="00822A83">
            <w:pPr>
              <w:pStyle w:val="TAH"/>
            </w:pPr>
            <w:r w:rsidRPr="00630AB6">
              <w:t>Reference</w:t>
            </w:r>
          </w:p>
        </w:tc>
        <w:tc>
          <w:tcPr>
            <w:tcW w:w="5395" w:type="dxa"/>
            <w:tcBorders>
              <w:top w:val="single" w:sz="4" w:space="0" w:color="auto"/>
              <w:left w:val="single" w:sz="4" w:space="0" w:color="auto"/>
              <w:bottom w:val="single" w:sz="4" w:space="0" w:color="auto"/>
              <w:right w:val="single" w:sz="4" w:space="0" w:color="auto"/>
            </w:tcBorders>
            <w:shd w:val="clear" w:color="auto" w:fill="C0C0C0"/>
            <w:hideMark/>
          </w:tcPr>
          <w:p w14:paraId="0485E5BB" w14:textId="77777777" w:rsidR="00742796" w:rsidRPr="00630AB6" w:rsidRDefault="00742796" w:rsidP="00822A83">
            <w:pPr>
              <w:pStyle w:val="TAH"/>
            </w:pPr>
            <w:r w:rsidRPr="00630AB6">
              <w:t>Comments</w:t>
            </w:r>
          </w:p>
        </w:tc>
      </w:tr>
      <w:tr w:rsidR="00742796" w:rsidRPr="00630AB6" w14:paraId="54C58BB5" w14:textId="77777777" w:rsidTr="00360E6B">
        <w:trPr>
          <w:jc w:val="center"/>
        </w:trPr>
        <w:tc>
          <w:tcPr>
            <w:tcW w:w="2032" w:type="dxa"/>
            <w:tcBorders>
              <w:top w:val="single" w:sz="4" w:space="0" w:color="auto"/>
              <w:left w:val="single" w:sz="4" w:space="0" w:color="auto"/>
              <w:bottom w:val="single" w:sz="4" w:space="0" w:color="auto"/>
              <w:right w:val="single" w:sz="4" w:space="0" w:color="auto"/>
            </w:tcBorders>
          </w:tcPr>
          <w:p w14:paraId="46059606" w14:textId="77777777" w:rsidR="00742796" w:rsidRPr="00630AB6" w:rsidRDefault="007D23F4" w:rsidP="00822A83">
            <w:pPr>
              <w:pStyle w:val="TAL"/>
            </w:pPr>
            <w:proofErr w:type="spellStart"/>
            <w:r w:rsidRPr="00630AB6">
              <w:rPr>
                <w:lang w:eastAsia="zh-CN"/>
              </w:rPr>
              <w:t>SupportedFeatures</w:t>
            </w:r>
            <w:proofErr w:type="spellEnd"/>
          </w:p>
        </w:tc>
        <w:tc>
          <w:tcPr>
            <w:tcW w:w="1747" w:type="dxa"/>
            <w:tcBorders>
              <w:top w:val="single" w:sz="4" w:space="0" w:color="auto"/>
              <w:left w:val="single" w:sz="4" w:space="0" w:color="auto"/>
              <w:bottom w:val="single" w:sz="4" w:space="0" w:color="auto"/>
              <w:right w:val="single" w:sz="4" w:space="0" w:color="auto"/>
            </w:tcBorders>
          </w:tcPr>
          <w:p w14:paraId="5F594390" w14:textId="77777777" w:rsidR="00742796" w:rsidRPr="00630AB6" w:rsidRDefault="007D23F4" w:rsidP="007D23F4">
            <w:pPr>
              <w:pStyle w:val="TAL"/>
            </w:pPr>
            <w:r w:rsidRPr="00630AB6">
              <w:t>3GPP TS 29.571 [</w:t>
            </w:r>
            <w:r w:rsidRPr="00630AB6">
              <w:rPr>
                <w:rFonts w:hint="eastAsia"/>
                <w:lang w:eastAsia="zh-CN"/>
              </w:rPr>
              <w:t>7</w:t>
            </w:r>
            <w:r w:rsidRPr="00630AB6">
              <w:t>]</w:t>
            </w:r>
          </w:p>
        </w:tc>
        <w:tc>
          <w:tcPr>
            <w:tcW w:w="5395" w:type="dxa"/>
            <w:tcBorders>
              <w:top w:val="single" w:sz="4" w:space="0" w:color="auto"/>
              <w:left w:val="single" w:sz="4" w:space="0" w:color="auto"/>
              <w:bottom w:val="single" w:sz="4" w:space="0" w:color="auto"/>
              <w:right w:val="single" w:sz="4" w:space="0" w:color="auto"/>
            </w:tcBorders>
          </w:tcPr>
          <w:p w14:paraId="7E81CDEA" w14:textId="77777777" w:rsidR="00742796" w:rsidRPr="00630AB6" w:rsidRDefault="007D23F4" w:rsidP="002445D6">
            <w:pPr>
              <w:pStyle w:val="TAL"/>
              <w:rPr>
                <w:rFonts w:cs="Arial"/>
                <w:szCs w:val="18"/>
              </w:rPr>
            </w:pPr>
            <w:r w:rsidRPr="00630AB6">
              <w:rPr>
                <w:rFonts w:cs="Arial"/>
                <w:szCs w:val="18"/>
              </w:rPr>
              <w:t xml:space="preserve">Used to negotiate the applicability of the optional features defined in </w:t>
            </w:r>
            <w:r w:rsidRPr="00630AB6">
              <w:t>table 6.2.</w:t>
            </w:r>
            <w:r w:rsidR="002445D6" w:rsidRPr="00630AB6">
              <w:rPr>
                <w:rFonts w:hint="eastAsia"/>
                <w:lang w:eastAsia="zh-CN"/>
              </w:rPr>
              <w:t>8</w:t>
            </w:r>
            <w:r w:rsidRPr="00630AB6">
              <w:t>-1.</w:t>
            </w:r>
          </w:p>
        </w:tc>
      </w:tr>
      <w:tr w:rsidR="00360E6B" w:rsidRPr="00630AB6" w14:paraId="49D3025E" w14:textId="77777777" w:rsidTr="00360E6B">
        <w:trPr>
          <w:jc w:val="center"/>
        </w:trPr>
        <w:tc>
          <w:tcPr>
            <w:tcW w:w="2032" w:type="dxa"/>
            <w:tcBorders>
              <w:top w:val="single" w:sz="4" w:space="0" w:color="auto"/>
              <w:left w:val="single" w:sz="4" w:space="0" w:color="auto"/>
              <w:bottom w:val="single" w:sz="4" w:space="0" w:color="auto"/>
              <w:right w:val="single" w:sz="4" w:space="0" w:color="auto"/>
            </w:tcBorders>
          </w:tcPr>
          <w:p w14:paraId="398D88C7" w14:textId="77777777" w:rsidR="00360E6B" w:rsidRPr="00630AB6" w:rsidRDefault="00360E6B" w:rsidP="00822A83">
            <w:pPr>
              <w:pStyle w:val="TAL"/>
              <w:rPr>
                <w:lang w:eastAsia="zh-CN"/>
              </w:rPr>
            </w:pPr>
            <w:proofErr w:type="spellStart"/>
            <w:r w:rsidRPr="00630AB6">
              <w:rPr>
                <w:rFonts w:hint="eastAsia"/>
                <w:lang w:eastAsia="zh-CN"/>
              </w:rPr>
              <w:t>Snssai</w:t>
            </w:r>
            <w:proofErr w:type="spellEnd"/>
          </w:p>
        </w:tc>
        <w:tc>
          <w:tcPr>
            <w:tcW w:w="1747" w:type="dxa"/>
            <w:tcBorders>
              <w:top w:val="single" w:sz="4" w:space="0" w:color="auto"/>
              <w:left w:val="single" w:sz="4" w:space="0" w:color="auto"/>
              <w:bottom w:val="single" w:sz="4" w:space="0" w:color="auto"/>
              <w:right w:val="single" w:sz="4" w:space="0" w:color="auto"/>
            </w:tcBorders>
          </w:tcPr>
          <w:p w14:paraId="05C514F6" w14:textId="77777777" w:rsidR="00360E6B" w:rsidRPr="00630AB6" w:rsidRDefault="00360E6B" w:rsidP="007D23F4">
            <w:pPr>
              <w:pStyle w:val="TAL"/>
            </w:pPr>
            <w:r w:rsidRPr="00630AB6">
              <w:t>3GPP TS 29.571 [</w:t>
            </w:r>
            <w:r w:rsidRPr="00630AB6">
              <w:rPr>
                <w:rFonts w:hint="eastAsia"/>
                <w:lang w:eastAsia="zh-CN"/>
              </w:rPr>
              <w:t>7</w:t>
            </w:r>
            <w:r w:rsidRPr="00630AB6">
              <w:t>]</w:t>
            </w:r>
          </w:p>
        </w:tc>
        <w:tc>
          <w:tcPr>
            <w:tcW w:w="5395" w:type="dxa"/>
            <w:tcBorders>
              <w:top w:val="single" w:sz="4" w:space="0" w:color="auto"/>
              <w:left w:val="single" w:sz="4" w:space="0" w:color="auto"/>
              <w:bottom w:val="single" w:sz="4" w:space="0" w:color="auto"/>
              <w:right w:val="single" w:sz="4" w:space="0" w:color="auto"/>
            </w:tcBorders>
          </w:tcPr>
          <w:p w14:paraId="74C1CC99" w14:textId="77777777" w:rsidR="00360E6B" w:rsidRPr="00630AB6" w:rsidRDefault="00360E6B" w:rsidP="002445D6">
            <w:pPr>
              <w:pStyle w:val="TAL"/>
              <w:rPr>
                <w:rFonts w:cs="Arial"/>
                <w:szCs w:val="18"/>
              </w:rPr>
            </w:pPr>
          </w:p>
        </w:tc>
      </w:tr>
      <w:tr w:rsidR="00360E6B" w:rsidRPr="00630AB6" w14:paraId="33FBE144" w14:textId="77777777" w:rsidTr="00360E6B">
        <w:trPr>
          <w:jc w:val="center"/>
        </w:trPr>
        <w:tc>
          <w:tcPr>
            <w:tcW w:w="2032" w:type="dxa"/>
            <w:tcBorders>
              <w:top w:val="single" w:sz="4" w:space="0" w:color="auto"/>
              <w:left w:val="single" w:sz="4" w:space="0" w:color="auto"/>
              <w:bottom w:val="single" w:sz="4" w:space="0" w:color="auto"/>
              <w:right w:val="single" w:sz="4" w:space="0" w:color="auto"/>
            </w:tcBorders>
          </w:tcPr>
          <w:p w14:paraId="3F0EA27F" w14:textId="77777777" w:rsidR="00360E6B" w:rsidRPr="00630AB6" w:rsidRDefault="00360E6B" w:rsidP="00822A83">
            <w:pPr>
              <w:pStyle w:val="TAL"/>
              <w:rPr>
                <w:lang w:eastAsia="zh-CN"/>
              </w:rPr>
            </w:pPr>
            <w:proofErr w:type="spellStart"/>
            <w:r w:rsidRPr="00630AB6">
              <w:rPr>
                <w:rFonts w:hint="eastAsia"/>
                <w:lang w:eastAsia="zh-CN"/>
              </w:rPr>
              <w:t>PatchItem</w:t>
            </w:r>
            <w:proofErr w:type="spellEnd"/>
          </w:p>
        </w:tc>
        <w:tc>
          <w:tcPr>
            <w:tcW w:w="1747" w:type="dxa"/>
            <w:tcBorders>
              <w:top w:val="single" w:sz="4" w:space="0" w:color="auto"/>
              <w:left w:val="single" w:sz="4" w:space="0" w:color="auto"/>
              <w:bottom w:val="single" w:sz="4" w:space="0" w:color="auto"/>
              <w:right w:val="single" w:sz="4" w:space="0" w:color="auto"/>
            </w:tcBorders>
          </w:tcPr>
          <w:p w14:paraId="2F7CAD84" w14:textId="77777777" w:rsidR="00360E6B" w:rsidRPr="00630AB6" w:rsidRDefault="00360E6B" w:rsidP="007D23F4">
            <w:pPr>
              <w:pStyle w:val="TAL"/>
            </w:pPr>
            <w:r w:rsidRPr="00630AB6">
              <w:t>3GPP TS 29.571 [</w:t>
            </w:r>
            <w:r w:rsidRPr="00630AB6">
              <w:rPr>
                <w:rFonts w:hint="eastAsia"/>
                <w:lang w:eastAsia="zh-CN"/>
              </w:rPr>
              <w:t>7</w:t>
            </w:r>
            <w:r w:rsidRPr="00630AB6">
              <w:t>]</w:t>
            </w:r>
          </w:p>
        </w:tc>
        <w:tc>
          <w:tcPr>
            <w:tcW w:w="5395" w:type="dxa"/>
            <w:tcBorders>
              <w:top w:val="single" w:sz="4" w:space="0" w:color="auto"/>
              <w:left w:val="single" w:sz="4" w:space="0" w:color="auto"/>
              <w:bottom w:val="single" w:sz="4" w:space="0" w:color="auto"/>
              <w:right w:val="single" w:sz="4" w:space="0" w:color="auto"/>
            </w:tcBorders>
          </w:tcPr>
          <w:p w14:paraId="5D197073" w14:textId="77777777" w:rsidR="00360E6B" w:rsidRPr="00630AB6" w:rsidRDefault="00360E6B" w:rsidP="002445D6">
            <w:pPr>
              <w:pStyle w:val="TAL"/>
              <w:rPr>
                <w:rFonts w:cs="Arial"/>
                <w:szCs w:val="18"/>
              </w:rPr>
            </w:pPr>
            <w:r w:rsidRPr="00630AB6">
              <w:rPr>
                <w:rFonts w:cs="Arial" w:hint="eastAsia"/>
                <w:szCs w:val="18"/>
              </w:rPr>
              <w:t>Identifies the JSON Patch instructions</w:t>
            </w:r>
          </w:p>
        </w:tc>
      </w:tr>
      <w:tr w:rsidR="00511663" w:rsidRPr="00630AB6" w14:paraId="3DF9A5DA" w14:textId="77777777" w:rsidTr="00360E6B">
        <w:trPr>
          <w:jc w:val="center"/>
        </w:trPr>
        <w:tc>
          <w:tcPr>
            <w:tcW w:w="2032" w:type="dxa"/>
            <w:tcBorders>
              <w:top w:val="single" w:sz="4" w:space="0" w:color="auto"/>
              <w:left w:val="single" w:sz="4" w:space="0" w:color="auto"/>
              <w:bottom w:val="single" w:sz="4" w:space="0" w:color="auto"/>
              <w:right w:val="single" w:sz="4" w:space="0" w:color="auto"/>
            </w:tcBorders>
          </w:tcPr>
          <w:p w14:paraId="60FDC059" w14:textId="77777777" w:rsidR="00511663" w:rsidRPr="00630AB6" w:rsidRDefault="00511663" w:rsidP="00511663">
            <w:pPr>
              <w:pStyle w:val="TAL"/>
              <w:rPr>
                <w:lang w:eastAsia="zh-CN"/>
              </w:rPr>
            </w:pPr>
            <w:proofErr w:type="spellStart"/>
            <w:r w:rsidRPr="00BD45A3">
              <w:t>DateTime</w:t>
            </w:r>
            <w:proofErr w:type="spellEnd"/>
          </w:p>
        </w:tc>
        <w:tc>
          <w:tcPr>
            <w:tcW w:w="1747" w:type="dxa"/>
            <w:tcBorders>
              <w:top w:val="single" w:sz="4" w:space="0" w:color="auto"/>
              <w:left w:val="single" w:sz="4" w:space="0" w:color="auto"/>
              <w:bottom w:val="single" w:sz="4" w:space="0" w:color="auto"/>
              <w:right w:val="single" w:sz="4" w:space="0" w:color="auto"/>
            </w:tcBorders>
          </w:tcPr>
          <w:p w14:paraId="01C8FD96" w14:textId="77777777" w:rsidR="00511663" w:rsidRPr="00630AB6" w:rsidRDefault="00511663" w:rsidP="00511663">
            <w:pPr>
              <w:pStyle w:val="TAL"/>
            </w:pPr>
            <w:r w:rsidRPr="00BD45A3">
              <w:t>3GPP TS 29.571 [7]</w:t>
            </w:r>
          </w:p>
        </w:tc>
        <w:tc>
          <w:tcPr>
            <w:tcW w:w="5395" w:type="dxa"/>
            <w:tcBorders>
              <w:top w:val="single" w:sz="4" w:space="0" w:color="auto"/>
              <w:left w:val="single" w:sz="4" w:space="0" w:color="auto"/>
              <w:bottom w:val="single" w:sz="4" w:space="0" w:color="auto"/>
              <w:right w:val="single" w:sz="4" w:space="0" w:color="auto"/>
            </w:tcBorders>
          </w:tcPr>
          <w:p w14:paraId="16B52282" w14:textId="77777777" w:rsidR="00511663" w:rsidRPr="00630AB6" w:rsidRDefault="00511663" w:rsidP="00511663">
            <w:pPr>
              <w:pStyle w:val="TAL"/>
              <w:rPr>
                <w:rFonts w:cs="Arial"/>
                <w:szCs w:val="18"/>
              </w:rPr>
            </w:pPr>
          </w:p>
        </w:tc>
      </w:tr>
    </w:tbl>
    <w:p w14:paraId="2D5C77C2" w14:textId="77777777" w:rsidR="00742796" w:rsidRPr="00630AB6" w:rsidRDefault="00742796" w:rsidP="00742796"/>
    <w:p w14:paraId="4F6B25F7" w14:textId="77777777" w:rsidR="00742796" w:rsidRPr="00630AB6" w:rsidRDefault="00742796" w:rsidP="0041307B">
      <w:pPr>
        <w:pStyle w:val="Heading4"/>
        <w:rPr>
          <w:lang w:val="en-US"/>
        </w:rPr>
      </w:pPr>
      <w:bookmarkStart w:id="131" w:name="_Toc74989894"/>
      <w:r w:rsidRPr="00630AB6">
        <w:rPr>
          <w:lang w:val="en-US"/>
        </w:rPr>
        <w:t>6.2.6.2</w:t>
      </w:r>
      <w:r w:rsidRPr="00630AB6">
        <w:rPr>
          <w:lang w:val="en-US"/>
        </w:rPr>
        <w:tab/>
        <w:t>Structured data types</w:t>
      </w:r>
      <w:bookmarkEnd w:id="131"/>
    </w:p>
    <w:p w14:paraId="5C9C626D" w14:textId="77777777" w:rsidR="00742796" w:rsidRPr="00630AB6" w:rsidRDefault="00742796" w:rsidP="0041307B">
      <w:pPr>
        <w:pStyle w:val="Heading5"/>
      </w:pPr>
      <w:bookmarkStart w:id="132" w:name="_Toc74989895"/>
      <w:r w:rsidRPr="00630AB6">
        <w:t>6.2.6.2.1</w:t>
      </w:r>
      <w:r w:rsidRPr="00630AB6">
        <w:tab/>
        <w:t>Introduction</w:t>
      </w:r>
      <w:bookmarkEnd w:id="132"/>
    </w:p>
    <w:p w14:paraId="7678C670" w14:textId="77777777" w:rsidR="00742796" w:rsidRPr="00630AB6" w:rsidRDefault="00742796" w:rsidP="00742796">
      <w:r w:rsidRPr="00630AB6">
        <w:t xml:space="preserve">This </w:t>
      </w:r>
      <w:r w:rsidR="001765C8">
        <w:t>clause</w:t>
      </w:r>
      <w:r w:rsidRPr="00630AB6">
        <w:t xml:space="preserve"> defines the structures to be used in resource representations.</w:t>
      </w:r>
    </w:p>
    <w:p w14:paraId="1261A489" w14:textId="77777777" w:rsidR="00742796" w:rsidRPr="00630AB6" w:rsidRDefault="00742796" w:rsidP="0041307B">
      <w:pPr>
        <w:pStyle w:val="Heading5"/>
      </w:pPr>
      <w:bookmarkStart w:id="133" w:name="_Toc74989896"/>
      <w:r w:rsidRPr="00630AB6">
        <w:lastRenderedPageBreak/>
        <w:t>6.2.6.2.2</w:t>
      </w:r>
      <w:r w:rsidRPr="00630AB6">
        <w:tab/>
        <w:t xml:space="preserve">Type: </w:t>
      </w:r>
      <w:proofErr w:type="spellStart"/>
      <w:r w:rsidRPr="00630AB6">
        <w:t>NssaiAvailabilityInfo</w:t>
      </w:r>
      <w:bookmarkEnd w:id="133"/>
      <w:proofErr w:type="spellEnd"/>
    </w:p>
    <w:p w14:paraId="46F1DA56" w14:textId="77777777" w:rsidR="00742796" w:rsidRPr="00630AB6" w:rsidRDefault="00742796" w:rsidP="0041307B">
      <w:pPr>
        <w:pStyle w:val="TH"/>
        <w:outlineLvl w:val="0"/>
      </w:pPr>
      <w:r w:rsidRPr="00630AB6">
        <w:rPr>
          <w:noProof/>
        </w:rPr>
        <w:t>Table </w:t>
      </w:r>
      <w:r w:rsidRPr="00630AB6">
        <w:t xml:space="preserve">6.2.6.2.2-1: </w:t>
      </w:r>
      <w:r w:rsidRPr="00630AB6">
        <w:rPr>
          <w:noProof/>
        </w:rPr>
        <w:t>Definition of type NssaiAvailabilityInfo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742796" w:rsidRPr="00630AB6" w14:paraId="198D8C43"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751E26B" w14:textId="77777777" w:rsidR="00742796" w:rsidRPr="00630AB6" w:rsidRDefault="00742796"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2B680029" w14:textId="77777777" w:rsidR="00742796" w:rsidRPr="00630AB6" w:rsidRDefault="00742796"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FDADDD7" w14:textId="77777777" w:rsidR="00742796" w:rsidRPr="00630AB6" w:rsidRDefault="00742796"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1A7D5CBF" w14:textId="77777777" w:rsidR="00742796" w:rsidRPr="00630AB6" w:rsidRDefault="00742796"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565BC47B" w14:textId="77777777" w:rsidR="00742796" w:rsidRPr="00630AB6" w:rsidRDefault="00742796" w:rsidP="00822A83">
            <w:pPr>
              <w:pStyle w:val="TAH"/>
              <w:rPr>
                <w:rFonts w:cs="Arial"/>
                <w:szCs w:val="18"/>
              </w:rPr>
            </w:pPr>
            <w:r w:rsidRPr="00630AB6">
              <w:rPr>
                <w:rFonts w:cs="Arial"/>
                <w:szCs w:val="18"/>
              </w:rPr>
              <w:t>Description</w:t>
            </w:r>
          </w:p>
        </w:tc>
      </w:tr>
      <w:tr w:rsidR="00742796" w:rsidRPr="00630AB6" w14:paraId="107791A4"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664A9731" w14:textId="77777777" w:rsidR="00742796" w:rsidRPr="00630AB6" w:rsidRDefault="000D7EEB" w:rsidP="00822A83">
            <w:pPr>
              <w:pStyle w:val="TAL"/>
              <w:rPr>
                <w:lang w:eastAsia="zh-CN"/>
              </w:rPr>
            </w:pPr>
            <w:proofErr w:type="spellStart"/>
            <w:r w:rsidRPr="00630AB6">
              <w:rPr>
                <w:lang w:eastAsia="zh-CN"/>
              </w:rPr>
              <w:t>supported</w:t>
            </w:r>
            <w:r w:rsidRPr="00630AB6">
              <w:rPr>
                <w:rFonts w:hint="eastAsia"/>
                <w:lang w:eastAsia="zh-CN"/>
              </w:rPr>
              <w:t>N</w:t>
            </w:r>
            <w:r w:rsidR="00742796" w:rsidRPr="00630AB6">
              <w:rPr>
                <w:lang w:eastAsia="zh-CN"/>
              </w:rPr>
              <w:t>ssai</w:t>
            </w:r>
            <w:r w:rsidR="00742796" w:rsidRPr="00630AB6">
              <w:rPr>
                <w:rFonts w:hint="eastAsia"/>
                <w:lang w:eastAsia="zh-CN"/>
              </w:rPr>
              <w:t>AvailabilityData</w:t>
            </w:r>
            <w:proofErr w:type="spellEnd"/>
          </w:p>
        </w:tc>
        <w:tc>
          <w:tcPr>
            <w:tcW w:w="1559" w:type="dxa"/>
            <w:tcBorders>
              <w:top w:val="single" w:sz="4" w:space="0" w:color="auto"/>
              <w:left w:val="single" w:sz="4" w:space="0" w:color="auto"/>
              <w:bottom w:val="single" w:sz="4" w:space="0" w:color="auto"/>
              <w:right w:val="single" w:sz="4" w:space="0" w:color="auto"/>
            </w:tcBorders>
          </w:tcPr>
          <w:p w14:paraId="56971D1F" w14:textId="77777777" w:rsidR="00742796" w:rsidRPr="00630AB6" w:rsidRDefault="001767F1" w:rsidP="00822A83">
            <w:pPr>
              <w:pStyle w:val="TAL"/>
              <w:rPr>
                <w:lang w:eastAsia="zh-CN"/>
              </w:rPr>
            </w:pPr>
            <w:r w:rsidRPr="00630AB6">
              <w:rPr>
                <w:lang w:eastAsia="zh-CN"/>
              </w:rPr>
              <w:t>array(</w:t>
            </w:r>
            <w:proofErr w:type="spellStart"/>
            <w:r w:rsidR="000D7EEB" w:rsidRPr="00630AB6">
              <w:rPr>
                <w:rFonts w:hint="eastAsia"/>
                <w:lang w:eastAsia="zh-CN"/>
              </w:rPr>
              <w:t>S</w:t>
            </w:r>
            <w:r w:rsidR="000D7EEB" w:rsidRPr="00630AB6">
              <w:rPr>
                <w:lang w:eastAsia="zh-CN"/>
              </w:rPr>
              <w:t>upported</w:t>
            </w:r>
            <w:r w:rsidR="00742796" w:rsidRPr="00630AB6">
              <w:rPr>
                <w:rFonts w:hint="eastAsia"/>
                <w:lang w:eastAsia="zh-CN"/>
              </w:rPr>
              <w:t>N</w:t>
            </w:r>
            <w:r w:rsidR="00742796" w:rsidRPr="00630AB6">
              <w:rPr>
                <w:lang w:eastAsia="zh-CN"/>
              </w:rPr>
              <w:t>ssai</w:t>
            </w:r>
            <w:r w:rsidR="00742796" w:rsidRPr="00630AB6">
              <w:rPr>
                <w:rFonts w:hint="eastAsia"/>
                <w:lang w:eastAsia="zh-CN"/>
              </w:rPr>
              <w:t>AvailabilityData</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7E4524CB" w14:textId="77777777" w:rsidR="00742796" w:rsidRPr="00630AB6" w:rsidRDefault="00742796" w:rsidP="00822A83">
            <w:pPr>
              <w:pStyle w:val="TAC"/>
              <w:rPr>
                <w:lang w:eastAsia="zh-CN"/>
              </w:rPr>
            </w:pPr>
            <w:r w:rsidRPr="00630AB6">
              <w:rPr>
                <w:lang w:eastAsia="zh-CN"/>
              </w:rPr>
              <w:t>M</w:t>
            </w:r>
          </w:p>
        </w:tc>
        <w:tc>
          <w:tcPr>
            <w:tcW w:w="1134" w:type="dxa"/>
            <w:tcBorders>
              <w:top w:val="single" w:sz="4" w:space="0" w:color="auto"/>
              <w:left w:val="single" w:sz="4" w:space="0" w:color="auto"/>
              <w:bottom w:val="single" w:sz="4" w:space="0" w:color="auto"/>
              <w:right w:val="single" w:sz="4" w:space="0" w:color="auto"/>
            </w:tcBorders>
          </w:tcPr>
          <w:p w14:paraId="3DA18D96" w14:textId="77777777" w:rsidR="00742796" w:rsidRPr="00630AB6" w:rsidRDefault="00742796" w:rsidP="00822A83">
            <w:pPr>
              <w:pStyle w:val="TAL"/>
              <w:rPr>
                <w:lang w:eastAsia="zh-CN"/>
              </w:rPr>
            </w:pPr>
            <w:r w:rsidRPr="00630AB6">
              <w:rPr>
                <w:lang w:eastAsia="zh-CN"/>
              </w:rPr>
              <w:t>1..N</w:t>
            </w:r>
          </w:p>
        </w:tc>
        <w:tc>
          <w:tcPr>
            <w:tcW w:w="4359" w:type="dxa"/>
            <w:tcBorders>
              <w:top w:val="single" w:sz="4" w:space="0" w:color="auto"/>
              <w:left w:val="single" w:sz="4" w:space="0" w:color="auto"/>
              <w:bottom w:val="single" w:sz="4" w:space="0" w:color="auto"/>
              <w:right w:val="single" w:sz="4" w:space="0" w:color="auto"/>
            </w:tcBorders>
          </w:tcPr>
          <w:p w14:paraId="79C1877C" w14:textId="77777777" w:rsidR="00742796" w:rsidRPr="00630AB6" w:rsidRDefault="00742796" w:rsidP="00822A83">
            <w:pPr>
              <w:pStyle w:val="TAL"/>
              <w:rPr>
                <w:rFonts w:cs="Arial"/>
                <w:szCs w:val="18"/>
              </w:rPr>
            </w:pPr>
            <w:r w:rsidRPr="00630AB6">
              <w:rPr>
                <w:rFonts w:cs="Arial"/>
                <w:szCs w:val="18"/>
              </w:rPr>
              <w:t xml:space="preserve">This IE shall contain the information regarding the S-NSSAIs the </w:t>
            </w:r>
            <w:r w:rsidR="000D7EEB" w:rsidRPr="00630AB6">
              <w:rPr>
                <w:rFonts w:cs="Arial"/>
                <w:szCs w:val="18"/>
              </w:rPr>
              <w:t>NF service consumer (e.g</w:t>
            </w:r>
            <w:r w:rsidR="002913D4" w:rsidRPr="00630AB6">
              <w:rPr>
                <w:rFonts w:cs="Arial" w:hint="eastAsia"/>
                <w:szCs w:val="18"/>
                <w:lang w:eastAsia="zh-CN"/>
              </w:rPr>
              <w:t>.</w:t>
            </w:r>
            <w:r w:rsidR="000D7EEB" w:rsidRPr="00630AB6">
              <w:rPr>
                <w:rFonts w:cs="Arial"/>
                <w:szCs w:val="18"/>
              </w:rPr>
              <w:t xml:space="preserve"> AMF) </w:t>
            </w:r>
            <w:r w:rsidR="00E50C99" w:rsidRPr="00630AB6">
              <w:rPr>
                <w:rFonts w:cs="Arial"/>
                <w:szCs w:val="18"/>
              </w:rPr>
              <w:t xml:space="preserve">and the 5G-AN </w:t>
            </w:r>
            <w:r w:rsidRPr="00630AB6">
              <w:rPr>
                <w:rFonts w:cs="Arial"/>
                <w:szCs w:val="18"/>
              </w:rPr>
              <w:t>supports per TA.</w:t>
            </w:r>
          </w:p>
        </w:tc>
      </w:tr>
      <w:tr w:rsidR="007D23F4" w:rsidRPr="00630AB6" w14:paraId="7A275060"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561B0224" w14:textId="77777777" w:rsidR="007D23F4" w:rsidRPr="00630AB6" w:rsidRDefault="007D23F4" w:rsidP="00822A83">
            <w:pPr>
              <w:pStyle w:val="TAL"/>
              <w:rPr>
                <w:lang w:eastAsia="zh-CN"/>
              </w:rPr>
            </w:pPr>
            <w:proofErr w:type="spellStart"/>
            <w:r w:rsidRPr="00630AB6">
              <w:rPr>
                <w:lang w:eastAsia="zh-CN"/>
              </w:rPr>
              <w:t>supportedFeatures</w:t>
            </w:r>
            <w:proofErr w:type="spellEnd"/>
          </w:p>
        </w:tc>
        <w:tc>
          <w:tcPr>
            <w:tcW w:w="1559" w:type="dxa"/>
            <w:tcBorders>
              <w:top w:val="single" w:sz="4" w:space="0" w:color="auto"/>
              <w:left w:val="single" w:sz="4" w:space="0" w:color="auto"/>
              <w:bottom w:val="single" w:sz="4" w:space="0" w:color="auto"/>
              <w:right w:val="single" w:sz="4" w:space="0" w:color="auto"/>
            </w:tcBorders>
          </w:tcPr>
          <w:p w14:paraId="652DF671" w14:textId="77777777" w:rsidR="007D23F4" w:rsidRPr="00630AB6" w:rsidRDefault="007D23F4" w:rsidP="00822A83">
            <w:pPr>
              <w:pStyle w:val="TAL"/>
              <w:rPr>
                <w:lang w:eastAsia="zh-CN"/>
              </w:rPr>
            </w:pPr>
            <w:proofErr w:type="spellStart"/>
            <w:r w:rsidRPr="00630AB6">
              <w:rPr>
                <w:lang w:eastAsia="zh-CN"/>
              </w:rPr>
              <w:t>SupportedFeatures</w:t>
            </w:r>
            <w:proofErr w:type="spellEnd"/>
          </w:p>
        </w:tc>
        <w:tc>
          <w:tcPr>
            <w:tcW w:w="425" w:type="dxa"/>
            <w:tcBorders>
              <w:top w:val="single" w:sz="4" w:space="0" w:color="auto"/>
              <w:left w:val="single" w:sz="4" w:space="0" w:color="auto"/>
              <w:bottom w:val="single" w:sz="4" w:space="0" w:color="auto"/>
              <w:right w:val="single" w:sz="4" w:space="0" w:color="auto"/>
            </w:tcBorders>
          </w:tcPr>
          <w:p w14:paraId="2F544550" w14:textId="77777777" w:rsidR="007D23F4" w:rsidRPr="00630AB6" w:rsidRDefault="007D23F4" w:rsidP="00822A83">
            <w:pPr>
              <w:pStyle w:val="TAC"/>
              <w:rPr>
                <w:lang w:eastAsia="zh-CN"/>
              </w:rPr>
            </w:pPr>
            <w:r w:rsidRPr="00630AB6">
              <w:rPr>
                <w:rFonts w:hint="eastAsia"/>
                <w:lang w:eastAsia="zh-CN"/>
              </w:rPr>
              <w:t>C</w:t>
            </w:r>
          </w:p>
        </w:tc>
        <w:tc>
          <w:tcPr>
            <w:tcW w:w="1134" w:type="dxa"/>
            <w:tcBorders>
              <w:top w:val="single" w:sz="4" w:space="0" w:color="auto"/>
              <w:left w:val="single" w:sz="4" w:space="0" w:color="auto"/>
              <w:bottom w:val="single" w:sz="4" w:space="0" w:color="auto"/>
              <w:right w:val="single" w:sz="4" w:space="0" w:color="auto"/>
            </w:tcBorders>
          </w:tcPr>
          <w:p w14:paraId="4EF3D5FE" w14:textId="77777777" w:rsidR="007D23F4" w:rsidRPr="00630AB6" w:rsidRDefault="007D23F4" w:rsidP="00822A83">
            <w:pPr>
              <w:pStyle w:val="TAL"/>
              <w:rPr>
                <w:lang w:eastAsia="zh-CN"/>
              </w:rPr>
            </w:pPr>
            <w:r w:rsidRPr="00630AB6">
              <w:rPr>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7B65597F" w14:textId="77777777" w:rsidR="007D23F4" w:rsidRPr="00630AB6" w:rsidRDefault="007D23F4" w:rsidP="002445D6">
            <w:pPr>
              <w:pStyle w:val="TAL"/>
              <w:rPr>
                <w:lang w:eastAsia="zh-CN"/>
              </w:rPr>
            </w:pPr>
            <w:r w:rsidRPr="00630AB6">
              <w:rPr>
                <w:rFonts w:cs="Arial"/>
                <w:szCs w:val="18"/>
              </w:rPr>
              <w:t xml:space="preserve">This IE shall be present if at least one optional feature defined in </w:t>
            </w:r>
            <w:r w:rsidR="001765C8">
              <w:rPr>
                <w:rFonts w:cs="Arial"/>
                <w:szCs w:val="18"/>
              </w:rPr>
              <w:t>clause</w:t>
            </w:r>
            <w:r w:rsidRPr="00630AB6">
              <w:rPr>
                <w:rFonts w:cs="Arial"/>
                <w:szCs w:val="18"/>
              </w:rPr>
              <w:t xml:space="preserve"> 6.2.</w:t>
            </w:r>
            <w:r w:rsidR="002445D6" w:rsidRPr="00630AB6">
              <w:rPr>
                <w:rFonts w:cs="Arial" w:hint="eastAsia"/>
                <w:szCs w:val="18"/>
                <w:lang w:eastAsia="zh-CN"/>
              </w:rPr>
              <w:t>8</w:t>
            </w:r>
            <w:r w:rsidRPr="00630AB6">
              <w:rPr>
                <w:rFonts w:cs="Arial"/>
                <w:szCs w:val="18"/>
              </w:rPr>
              <w:t xml:space="preserve"> is supported</w:t>
            </w:r>
          </w:p>
        </w:tc>
      </w:tr>
      <w:tr w:rsidR="00F56626" w:rsidRPr="00630AB6" w14:paraId="55FFDA6E"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51435ACD" w14:textId="77777777" w:rsidR="00F56626" w:rsidRPr="00630AB6" w:rsidRDefault="00F56626" w:rsidP="00F56626">
            <w:pPr>
              <w:pStyle w:val="TAL"/>
              <w:rPr>
                <w:lang w:eastAsia="zh-CN"/>
              </w:rPr>
            </w:pPr>
            <w:proofErr w:type="spellStart"/>
            <w:r>
              <w:rPr>
                <w:lang w:eastAsia="zh-CN"/>
              </w:rPr>
              <w:t>amfSetId</w:t>
            </w:r>
            <w:proofErr w:type="spellEnd"/>
          </w:p>
        </w:tc>
        <w:tc>
          <w:tcPr>
            <w:tcW w:w="1559" w:type="dxa"/>
            <w:tcBorders>
              <w:top w:val="single" w:sz="4" w:space="0" w:color="auto"/>
              <w:left w:val="single" w:sz="4" w:space="0" w:color="auto"/>
              <w:bottom w:val="single" w:sz="4" w:space="0" w:color="auto"/>
              <w:right w:val="single" w:sz="4" w:space="0" w:color="auto"/>
            </w:tcBorders>
          </w:tcPr>
          <w:p w14:paraId="1FFF41EB" w14:textId="77777777" w:rsidR="00F56626" w:rsidRPr="00630AB6" w:rsidRDefault="00F56626" w:rsidP="00F56626">
            <w:pPr>
              <w:pStyle w:val="TAL"/>
              <w:rPr>
                <w:lang w:eastAsia="zh-CN"/>
              </w:rPr>
            </w:pPr>
            <w:r>
              <w:t>string</w:t>
            </w:r>
          </w:p>
        </w:tc>
        <w:tc>
          <w:tcPr>
            <w:tcW w:w="425" w:type="dxa"/>
            <w:tcBorders>
              <w:top w:val="single" w:sz="4" w:space="0" w:color="auto"/>
              <w:left w:val="single" w:sz="4" w:space="0" w:color="auto"/>
              <w:bottom w:val="single" w:sz="4" w:space="0" w:color="auto"/>
              <w:right w:val="single" w:sz="4" w:space="0" w:color="auto"/>
            </w:tcBorders>
          </w:tcPr>
          <w:p w14:paraId="1E9086E0" w14:textId="77777777" w:rsidR="00F56626" w:rsidRPr="00630AB6" w:rsidRDefault="00F56626" w:rsidP="00F56626">
            <w:pPr>
              <w:pStyle w:val="TAC"/>
              <w:rPr>
                <w:lang w:eastAsia="zh-CN"/>
              </w:rPr>
            </w:pPr>
            <w:r>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29930330" w14:textId="77777777" w:rsidR="00F56626" w:rsidRPr="00630AB6" w:rsidRDefault="00F56626" w:rsidP="00F56626">
            <w:pPr>
              <w:pStyle w:val="TAL"/>
              <w:rPr>
                <w:lang w:eastAsia="zh-CN"/>
              </w:rPr>
            </w:pPr>
            <w:r>
              <w:rPr>
                <w:lang w:eastAsia="zh-CN"/>
              </w:rPr>
              <w:t>0..</w:t>
            </w:r>
            <w:r>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07EE0AAE" w14:textId="77777777" w:rsidR="00F56626" w:rsidRPr="00504D4D" w:rsidRDefault="00F56626" w:rsidP="00F56626">
            <w:pPr>
              <w:pStyle w:val="TAL"/>
              <w:rPr>
                <w:rFonts w:cs="Arial"/>
                <w:szCs w:val="18"/>
              </w:rPr>
            </w:pPr>
            <w:r>
              <w:rPr>
                <w:rFonts w:cs="Arial"/>
                <w:szCs w:val="18"/>
              </w:rPr>
              <w:t xml:space="preserve">This IE may be included to indicate the </w:t>
            </w:r>
            <w:r w:rsidRPr="002857AD">
              <w:rPr>
                <w:rFonts w:cs="Arial"/>
                <w:szCs w:val="18"/>
              </w:rPr>
              <w:t xml:space="preserve">AMF set </w:t>
            </w:r>
            <w:r>
              <w:rPr>
                <w:rFonts w:cs="Arial"/>
                <w:szCs w:val="18"/>
              </w:rPr>
              <w:t>identifier for the AMFs serving the TAIs where the NSSAI is available.</w:t>
            </w:r>
          </w:p>
          <w:p w14:paraId="521C5834" w14:textId="77777777" w:rsidR="00F56626" w:rsidRPr="00504D4D" w:rsidRDefault="00F56626" w:rsidP="00F56626">
            <w:pPr>
              <w:pStyle w:val="TAL"/>
            </w:pPr>
            <w:r w:rsidRPr="00504D4D">
              <w:t>When present, this IE shall be constructed from PLMN-ID (i.e. three decimal digits MCC and two or three decimal digits MNC), AMF Region Id (8 bit), and AMF Set Id (10 bit).</w:t>
            </w:r>
          </w:p>
          <w:p w14:paraId="24709610" w14:textId="77777777" w:rsidR="00F56626" w:rsidRPr="00504D4D" w:rsidRDefault="00F56626" w:rsidP="00F56626">
            <w:pPr>
              <w:pStyle w:val="TAL"/>
              <w:rPr>
                <w:lang w:eastAsia="zh-CN"/>
              </w:rPr>
            </w:pPr>
          </w:p>
          <w:p w14:paraId="0E39AF1E" w14:textId="77777777" w:rsidR="00F56626" w:rsidRPr="00630AB6" w:rsidRDefault="00F56626" w:rsidP="00F56626">
            <w:pPr>
              <w:pStyle w:val="TAL"/>
              <w:rPr>
                <w:rFonts w:cs="Arial"/>
                <w:szCs w:val="18"/>
              </w:rPr>
            </w:pPr>
            <w:r w:rsidRPr="00504D4D">
              <w:t>Pattern: '^[0-9]{3}-[0-9]{2-3}-[A-Fa-f0-9]{2}-[0-3][A-Fa-f0-9]{2}$'</w:t>
            </w:r>
          </w:p>
        </w:tc>
      </w:tr>
    </w:tbl>
    <w:p w14:paraId="536B8135" w14:textId="77777777" w:rsidR="00742796" w:rsidRPr="00630AB6" w:rsidRDefault="00742796" w:rsidP="0092221E"/>
    <w:p w14:paraId="5E48A086" w14:textId="77777777" w:rsidR="00742796" w:rsidRPr="00630AB6" w:rsidRDefault="00742796" w:rsidP="0041307B">
      <w:pPr>
        <w:pStyle w:val="Heading5"/>
      </w:pPr>
      <w:bookmarkStart w:id="134" w:name="_Toc74989897"/>
      <w:r w:rsidRPr="00630AB6">
        <w:t>6.2.6.2.3</w:t>
      </w:r>
      <w:r w:rsidRPr="00630AB6">
        <w:tab/>
        <w:t xml:space="preserve">Type: </w:t>
      </w:r>
      <w:proofErr w:type="spellStart"/>
      <w:r w:rsidR="002C2DF7" w:rsidRPr="00630AB6">
        <w:rPr>
          <w:rFonts w:hint="eastAsia"/>
          <w:lang w:eastAsia="zh-CN"/>
        </w:rPr>
        <w:t>Supported</w:t>
      </w:r>
      <w:r w:rsidRPr="00630AB6">
        <w:t>NssaiAvailabilityData</w:t>
      </w:r>
      <w:bookmarkEnd w:id="134"/>
      <w:proofErr w:type="spellEnd"/>
    </w:p>
    <w:p w14:paraId="23431F74" w14:textId="77777777" w:rsidR="00742796" w:rsidRPr="00630AB6" w:rsidRDefault="00742796" w:rsidP="0041307B">
      <w:pPr>
        <w:pStyle w:val="TH"/>
        <w:outlineLvl w:val="0"/>
      </w:pPr>
      <w:r w:rsidRPr="00630AB6">
        <w:rPr>
          <w:noProof/>
        </w:rPr>
        <w:t>Table </w:t>
      </w:r>
      <w:r w:rsidRPr="00630AB6">
        <w:t xml:space="preserve">6.2.6.2.3-1: </w:t>
      </w:r>
      <w:r w:rsidRPr="00630AB6">
        <w:rPr>
          <w:noProof/>
        </w:rPr>
        <w:t xml:space="preserve">Definition of type </w:t>
      </w:r>
      <w:r w:rsidR="002C2DF7" w:rsidRPr="00630AB6">
        <w:rPr>
          <w:rFonts w:hint="eastAsia"/>
          <w:noProof/>
          <w:lang w:eastAsia="zh-CN"/>
        </w:rPr>
        <w:t>Supported</w:t>
      </w:r>
      <w:r w:rsidRPr="00630AB6">
        <w:rPr>
          <w:noProof/>
        </w:rPr>
        <w:t>NssaiAvailabilityData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742796" w:rsidRPr="00630AB6" w14:paraId="48962624"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611A78C2" w14:textId="77777777" w:rsidR="00742796" w:rsidRPr="00630AB6" w:rsidRDefault="00742796"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4F979F97" w14:textId="77777777" w:rsidR="00742796" w:rsidRPr="00630AB6" w:rsidRDefault="00742796"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6D23A07" w14:textId="77777777" w:rsidR="00742796" w:rsidRPr="00630AB6" w:rsidRDefault="00742796"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4A08CDAC" w14:textId="77777777" w:rsidR="00742796" w:rsidRPr="00630AB6" w:rsidRDefault="00742796"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4EC722FD" w14:textId="77777777" w:rsidR="00742796" w:rsidRPr="00630AB6" w:rsidRDefault="00742796" w:rsidP="00822A83">
            <w:pPr>
              <w:pStyle w:val="TAH"/>
              <w:rPr>
                <w:rFonts w:cs="Arial"/>
                <w:szCs w:val="18"/>
              </w:rPr>
            </w:pPr>
            <w:r w:rsidRPr="00630AB6">
              <w:rPr>
                <w:rFonts w:cs="Arial"/>
                <w:szCs w:val="18"/>
              </w:rPr>
              <w:t>Description</w:t>
            </w:r>
          </w:p>
        </w:tc>
      </w:tr>
      <w:tr w:rsidR="00742796" w:rsidRPr="00630AB6" w14:paraId="087EE12B"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434211F0" w14:textId="77777777" w:rsidR="00742796" w:rsidRPr="00630AB6" w:rsidRDefault="00742796" w:rsidP="00822A83">
            <w:pPr>
              <w:pStyle w:val="TAL"/>
              <w:rPr>
                <w:lang w:eastAsia="zh-CN"/>
              </w:rPr>
            </w:pPr>
            <w:r w:rsidRPr="00630AB6">
              <w:rPr>
                <w:rFonts w:hint="eastAsia"/>
                <w:lang w:eastAsia="zh-CN"/>
              </w:rPr>
              <w:t>tai</w:t>
            </w:r>
          </w:p>
        </w:tc>
        <w:tc>
          <w:tcPr>
            <w:tcW w:w="1559" w:type="dxa"/>
            <w:tcBorders>
              <w:top w:val="single" w:sz="4" w:space="0" w:color="auto"/>
              <w:left w:val="single" w:sz="4" w:space="0" w:color="auto"/>
              <w:bottom w:val="single" w:sz="4" w:space="0" w:color="auto"/>
              <w:right w:val="single" w:sz="4" w:space="0" w:color="auto"/>
            </w:tcBorders>
          </w:tcPr>
          <w:p w14:paraId="58B6FC60" w14:textId="77777777" w:rsidR="00742796" w:rsidRPr="00630AB6" w:rsidRDefault="00742796" w:rsidP="00822A83">
            <w:pPr>
              <w:pStyle w:val="TAL"/>
              <w:rPr>
                <w:lang w:eastAsia="zh-CN"/>
              </w:rPr>
            </w:pPr>
            <w:r w:rsidRPr="00630AB6">
              <w:rPr>
                <w:rFonts w:hint="eastAsia"/>
                <w:lang w:eastAsia="zh-CN"/>
              </w:rPr>
              <w:t>Tai</w:t>
            </w:r>
          </w:p>
        </w:tc>
        <w:tc>
          <w:tcPr>
            <w:tcW w:w="425" w:type="dxa"/>
            <w:tcBorders>
              <w:top w:val="single" w:sz="4" w:space="0" w:color="auto"/>
              <w:left w:val="single" w:sz="4" w:space="0" w:color="auto"/>
              <w:bottom w:val="single" w:sz="4" w:space="0" w:color="auto"/>
              <w:right w:val="single" w:sz="4" w:space="0" w:color="auto"/>
            </w:tcBorders>
          </w:tcPr>
          <w:p w14:paraId="7EFCE70E" w14:textId="77777777" w:rsidR="00742796" w:rsidRPr="00630AB6" w:rsidRDefault="00742796"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473911C6" w14:textId="77777777" w:rsidR="00742796" w:rsidRPr="00630AB6" w:rsidRDefault="00742796"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736BC559" w14:textId="77777777" w:rsidR="00742796" w:rsidRPr="00630AB6" w:rsidRDefault="00742796" w:rsidP="00822A83">
            <w:pPr>
              <w:pStyle w:val="TAL"/>
              <w:rPr>
                <w:rFonts w:cs="Arial"/>
                <w:szCs w:val="18"/>
              </w:rPr>
            </w:pPr>
            <w:r w:rsidRPr="00630AB6">
              <w:rPr>
                <w:rFonts w:cs="Arial" w:hint="eastAsia"/>
                <w:szCs w:val="18"/>
                <w:lang w:eastAsia="zh-CN"/>
              </w:rPr>
              <w:t>This</w:t>
            </w:r>
            <w:r w:rsidRPr="00630AB6">
              <w:rPr>
                <w:rFonts w:cs="Arial"/>
                <w:szCs w:val="18"/>
                <w:lang w:eastAsia="zh-CN"/>
              </w:rPr>
              <w:t xml:space="preserve"> </w:t>
            </w:r>
            <w:r w:rsidRPr="00630AB6">
              <w:rPr>
                <w:rFonts w:cs="Arial" w:hint="eastAsia"/>
                <w:szCs w:val="18"/>
                <w:lang w:eastAsia="zh-CN"/>
              </w:rPr>
              <w:t xml:space="preserve">IE shall contain the </w:t>
            </w:r>
            <w:r w:rsidRPr="00630AB6">
              <w:rPr>
                <w:rFonts w:cs="Arial"/>
                <w:szCs w:val="18"/>
                <w:lang w:eastAsia="zh-CN"/>
              </w:rPr>
              <w:t>identifier of the Tracking Area</w:t>
            </w:r>
          </w:p>
        </w:tc>
      </w:tr>
      <w:tr w:rsidR="00742796" w:rsidRPr="00630AB6" w14:paraId="4725E992"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0690EF96" w14:textId="77777777" w:rsidR="00742796" w:rsidRPr="00630AB6" w:rsidRDefault="00742796" w:rsidP="00822A83">
            <w:pPr>
              <w:pStyle w:val="TAL"/>
              <w:rPr>
                <w:lang w:eastAsia="zh-CN"/>
              </w:rPr>
            </w:pPr>
            <w:proofErr w:type="spellStart"/>
            <w:r w:rsidRPr="00630AB6">
              <w:rPr>
                <w:rFonts w:hint="eastAsia"/>
                <w:lang w:eastAsia="zh-CN"/>
              </w:rPr>
              <w:t>supportedS</w:t>
            </w:r>
            <w:r w:rsidR="0038233B" w:rsidRPr="00630AB6">
              <w:rPr>
                <w:lang w:eastAsia="zh-CN"/>
              </w:rPr>
              <w:t>n</w:t>
            </w:r>
            <w:r w:rsidRPr="00630AB6">
              <w:rPr>
                <w:rFonts w:hint="eastAsia"/>
                <w:lang w:eastAsia="zh-CN"/>
              </w:rPr>
              <w:t>ssai</w:t>
            </w:r>
            <w:r w:rsidR="0038233B" w:rsidRPr="00630AB6">
              <w:rPr>
                <w:lang w:eastAsia="zh-CN"/>
              </w:rPr>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0144137B" w14:textId="77777777" w:rsidR="00742796" w:rsidRPr="00630AB6" w:rsidRDefault="00721280" w:rsidP="00DE6817">
            <w:pPr>
              <w:pStyle w:val="TAL"/>
              <w:rPr>
                <w:lang w:eastAsia="zh-CN"/>
              </w:rPr>
            </w:pPr>
            <w:r w:rsidRPr="00630AB6">
              <w:rPr>
                <w:lang w:eastAsia="zh-CN"/>
              </w:rPr>
              <w:t>array(</w:t>
            </w:r>
            <w:proofErr w:type="spellStart"/>
            <w:r w:rsidR="00742796" w:rsidRPr="00630AB6">
              <w:rPr>
                <w:rFonts w:hint="eastAsia"/>
                <w:lang w:eastAsia="zh-CN"/>
              </w:rPr>
              <w:t>S</w:t>
            </w:r>
            <w:r w:rsidR="0038233B" w:rsidRPr="00630AB6">
              <w:rPr>
                <w:lang w:eastAsia="zh-CN"/>
              </w:rPr>
              <w:t>n</w:t>
            </w:r>
            <w:r w:rsidR="00742796" w:rsidRPr="00630AB6">
              <w:rPr>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2BABFBD3" w14:textId="77777777" w:rsidR="00742796" w:rsidRPr="00630AB6" w:rsidRDefault="00742796" w:rsidP="00822A83">
            <w:pPr>
              <w:pStyle w:val="TAC"/>
              <w:rPr>
                <w:lang w:eastAsia="zh-CN"/>
              </w:rPr>
            </w:pPr>
            <w:r w:rsidRPr="00630AB6">
              <w:rPr>
                <w:lang w:eastAsia="zh-CN"/>
              </w:rPr>
              <w:t>M</w:t>
            </w:r>
          </w:p>
        </w:tc>
        <w:tc>
          <w:tcPr>
            <w:tcW w:w="1134" w:type="dxa"/>
            <w:tcBorders>
              <w:top w:val="single" w:sz="4" w:space="0" w:color="auto"/>
              <w:left w:val="single" w:sz="4" w:space="0" w:color="auto"/>
              <w:bottom w:val="single" w:sz="4" w:space="0" w:color="auto"/>
              <w:right w:val="single" w:sz="4" w:space="0" w:color="auto"/>
            </w:tcBorders>
          </w:tcPr>
          <w:p w14:paraId="7FE89295" w14:textId="77777777" w:rsidR="00742796" w:rsidRPr="00630AB6" w:rsidRDefault="00742796" w:rsidP="00822A83">
            <w:pPr>
              <w:pStyle w:val="TAL"/>
              <w:rPr>
                <w:lang w:eastAsia="zh-CN"/>
              </w:rPr>
            </w:pPr>
            <w:r w:rsidRPr="00630AB6">
              <w:rPr>
                <w:lang w:eastAsia="zh-CN"/>
              </w:rPr>
              <w:t>1</w:t>
            </w:r>
            <w:r w:rsidRPr="00630AB6">
              <w:rPr>
                <w:rFonts w:hint="eastAsia"/>
                <w:lang w:eastAsia="zh-CN"/>
              </w:rPr>
              <w:t>..N</w:t>
            </w:r>
          </w:p>
        </w:tc>
        <w:tc>
          <w:tcPr>
            <w:tcW w:w="4359" w:type="dxa"/>
            <w:tcBorders>
              <w:top w:val="single" w:sz="4" w:space="0" w:color="auto"/>
              <w:left w:val="single" w:sz="4" w:space="0" w:color="auto"/>
              <w:bottom w:val="single" w:sz="4" w:space="0" w:color="auto"/>
              <w:right w:val="single" w:sz="4" w:space="0" w:color="auto"/>
            </w:tcBorders>
          </w:tcPr>
          <w:p w14:paraId="184C6E08" w14:textId="77777777" w:rsidR="00742796" w:rsidRPr="00630AB6" w:rsidRDefault="00742796" w:rsidP="00822A83">
            <w:pPr>
              <w:pStyle w:val="TF"/>
              <w:jc w:val="left"/>
              <w:rPr>
                <w:rFonts w:cs="Arial"/>
                <w:szCs w:val="18"/>
              </w:rPr>
            </w:pPr>
            <w:r w:rsidRPr="00630AB6">
              <w:rPr>
                <w:rFonts w:hint="eastAsia"/>
                <w:b w:val="0"/>
                <w:sz w:val="18"/>
                <w:lang w:eastAsia="zh-CN"/>
              </w:rPr>
              <w:t>This</w:t>
            </w:r>
            <w:r w:rsidRPr="00630AB6">
              <w:rPr>
                <w:b w:val="0"/>
                <w:sz w:val="18"/>
                <w:lang w:eastAsia="zh-CN"/>
              </w:rPr>
              <w:t xml:space="preserve"> </w:t>
            </w:r>
            <w:r w:rsidRPr="00630AB6">
              <w:rPr>
                <w:rFonts w:hint="eastAsia"/>
                <w:b w:val="0"/>
                <w:sz w:val="18"/>
                <w:lang w:eastAsia="zh-CN"/>
              </w:rPr>
              <w:t>IE shall contain</w:t>
            </w:r>
            <w:r w:rsidRPr="00630AB6">
              <w:rPr>
                <w:b w:val="0"/>
                <w:sz w:val="18"/>
                <w:lang w:eastAsia="zh-CN"/>
              </w:rPr>
              <w:t xml:space="preserve"> the S-NSSAI(s) supported by the AMF for the TA.</w:t>
            </w:r>
          </w:p>
        </w:tc>
      </w:tr>
    </w:tbl>
    <w:p w14:paraId="147E5684" w14:textId="77777777" w:rsidR="0092221E" w:rsidRPr="00630AB6" w:rsidRDefault="0092221E" w:rsidP="0092221E"/>
    <w:p w14:paraId="4DC9BC93" w14:textId="77777777" w:rsidR="002C2DF7" w:rsidRPr="00630AB6" w:rsidRDefault="002C2DF7" w:rsidP="0041307B">
      <w:pPr>
        <w:pStyle w:val="Heading5"/>
      </w:pPr>
      <w:bookmarkStart w:id="135" w:name="_Toc74989898"/>
      <w:r w:rsidRPr="00630AB6">
        <w:t>6.2.6.2.4</w:t>
      </w:r>
      <w:r w:rsidRPr="00630AB6">
        <w:tab/>
        <w:t xml:space="preserve">Type: </w:t>
      </w:r>
      <w:proofErr w:type="spellStart"/>
      <w:r w:rsidRPr="00630AB6">
        <w:t>AuthorizedNssaiAvailabilityData</w:t>
      </w:r>
      <w:bookmarkEnd w:id="135"/>
      <w:proofErr w:type="spellEnd"/>
    </w:p>
    <w:p w14:paraId="4F543D33" w14:textId="77777777" w:rsidR="002C2DF7" w:rsidRPr="00630AB6" w:rsidRDefault="002C2DF7" w:rsidP="0041307B">
      <w:pPr>
        <w:pStyle w:val="TH"/>
        <w:outlineLvl w:val="0"/>
      </w:pPr>
      <w:r w:rsidRPr="00630AB6">
        <w:rPr>
          <w:noProof/>
        </w:rPr>
        <w:t>Table </w:t>
      </w:r>
      <w:r w:rsidRPr="00630AB6">
        <w:t xml:space="preserve">6.2.6.2.4-1: </w:t>
      </w:r>
      <w:r w:rsidRPr="00630AB6">
        <w:rPr>
          <w:noProof/>
        </w:rPr>
        <w:t xml:space="preserve">Definition of type </w:t>
      </w:r>
      <w:proofErr w:type="spellStart"/>
      <w:r w:rsidRPr="00630AB6">
        <w:t>AuthorizedNssaiAvailabilityData</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2C2DF7" w:rsidRPr="00630AB6" w14:paraId="1626BE80"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6DBCB9A5" w14:textId="77777777" w:rsidR="002C2DF7" w:rsidRPr="00630AB6" w:rsidRDefault="002C2DF7" w:rsidP="0053094F">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7C2AF343" w14:textId="77777777" w:rsidR="002C2DF7" w:rsidRPr="00630AB6" w:rsidRDefault="002C2DF7" w:rsidP="0053094F">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6C34927" w14:textId="77777777" w:rsidR="002C2DF7" w:rsidRPr="00630AB6" w:rsidRDefault="002C2DF7" w:rsidP="0053094F">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CDA21BA" w14:textId="77777777" w:rsidR="002C2DF7" w:rsidRPr="00630AB6" w:rsidRDefault="002C2DF7" w:rsidP="0053094F">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374CBE21" w14:textId="77777777" w:rsidR="002C2DF7" w:rsidRPr="00630AB6" w:rsidRDefault="002C2DF7" w:rsidP="0053094F">
            <w:pPr>
              <w:pStyle w:val="TAH"/>
              <w:rPr>
                <w:rFonts w:cs="Arial"/>
                <w:szCs w:val="18"/>
              </w:rPr>
            </w:pPr>
            <w:r w:rsidRPr="00630AB6">
              <w:rPr>
                <w:rFonts w:cs="Arial"/>
                <w:szCs w:val="18"/>
              </w:rPr>
              <w:t>Description</w:t>
            </w:r>
          </w:p>
        </w:tc>
      </w:tr>
      <w:tr w:rsidR="002C2DF7" w:rsidRPr="00630AB6" w14:paraId="24E0F1E2"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6766E50D" w14:textId="77777777" w:rsidR="002C2DF7" w:rsidRPr="00630AB6" w:rsidRDefault="002C2DF7" w:rsidP="0053094F">
            <w:pPr>
              <w:pStyle w:val="TAL"/>
              <w:rPr>
                <w:lang w:eastAsia="zh-CN"/>
              </w:rPr>
            </w:pPr>
            <w:r w:rsidRPr="00630AB6">
              <w:rPr>
                <w:rFonts w:hint="eastAsia"/>
                <w:lang w:eastAsia="zh-CN"/>
              </w:rPr>
              <w:t>tai</w:t>
            </w:r>
          </w:p>
        </w:tc>
        <w:tc>
          <w:tcPr>
            <w:tcW w:w="1559" w:type="dxa"/>
            <w:tcBorders>
              <w:top w:val="single" w:sz="4" w:space="0" w:color="auto"/>
              <w:left w:val="single" w:sz="4" w:space="0" w:color="auto"/>
              <w:bottom w:val="single" w:sz="4" w:space="0" w:color="auto"/>
              <w:right w:val="single" w:sz="4" w:space="0" w:color="auto"/>
            </w:tcBorders>
          </w:tcPr>
          <w:p w14:paraId="716E1888" w14:textId="77777777" w:rsidR="002C2DF7" w:rsidRPr="00630AB6" w:rsidRDefault="002C2DF7" w:rsidP="0053094F">
            <w:pPr>
              <w:pStyle w:val="TAL"/>
              <w:rPr>
                <w:lang w:eastAsia="zh-CN"/>
              </w:rPr>
            </w:pPr>
            <w:r w:rsidRPr="00630AB6">
              <w:rPr>
                <w:rFonts w:hint="eastAsia"/>
                <w:lang w:eastAsia="zh-CN"/>
              </w:rPr>
              <w:t>Tai</w:t>
            </w:r>
          </w:p>
        </w:tc>
        <w:tc>
          <w:tcPr>
            <w:tcW w:w="425" w:type="dxa"/>
            <w:tcBorders>
              <w:top w:val="single" w:sz="4" w:space="0" w:color="auto"/>
              <w:left w:val="single" w:sz="4" w:space="0" w:color="auto"/>
              <w:bottom w:val="single" w:sz="4" w:space="0" w:color="auto"/>
              <w:right w:val="single" w:sz="4" w:space="0" w:color="auto"/>
            </w:tcBorders>
          </w:tcPr>
          <w:p w14:paraId="27B0206E" w14:textId="77777777" w:rsidR="002C2DF7" w:rsidRPr="00630AB6" w:rsidRDefault="002C2DF7" w:rsidP="0053094F">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2AD8DBBA" w14:textId="77777777" w:rsidR="002C2DF7" w:rsidRPr="00630AB6" w:rsidRDefault="002C2DF7" w:rsidP="0053094F">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5C723826" w14:textId="77777777" w:rsidR="002C2DF7" w:rsidRPr="00630AB6" w:rsidRDefault="002C2DF7" w:rsidP="0053094F">
            <w:pPr>
              <w:pStyle w:val="TAL"/>
              <w:rPr>
                <w:rFonts w:cs="Arial"/>
                <w:szCs w:val="18"/>
              </w:rPr>
            </w:pPr>
            <w:r w:rsidRPr="00630AB6">
              <w:rPr>
                <w:rFonts w:cs="Arial" w:hint="eastAsia"/>
                <w:szCs w:val="18"/>
                <w:lang w:eastAsia="zh-CN"/>
              </w:rPr>
              <w:t>This</w:t>
            </w:r>
            <w:r w:rsidRPr="00630AB6">
              <w:rPr>
                <w:rFonts w:cs="Arial"/>
                <w:szCs w:val="18"/>
                <w:lang w:eastAsia="zh-CN"/>
              </w:rPr>
              <w:t xml:space="preserve"> </w:t>
            </w:r>
            <w:r w:rsidRPr="00630AB6">
              <w:rPr>
                <w:rFonts w:cs="Arial" w:hint="eastAsia"/>
                <w:szCs w:val="18"/>
                <w:lang w:eastAsia="zh-CN"/>
              </w:rPr>
              <w:t xml:space="preserve">IE shall contain the </w:t>
            </w:r>
            <w:r w:rsidRPr="00630AB6">
              <w:rPr>
                <w:rFonts w:cs="Arial"/>
                <w:szCs w:val="18"/>
                <w:lang w:eastAsia="zh-CN"/>
              </w:rPr>
              <w:t>identifier of the Tracking Area</w:t>
            </w:r>
            <w:r w:rsidR="00360E6B" w:rsidRPr="00630AB6">
              <w:rPr>
                <w:rFonts w:cs="Arial" w:hint="eastAsia"/>
                <w:szCs w:val="18"/>
                <w:lang w:eastAsia="zh-CN"/>
              </w:rPr>
              <w:t>.</w:t>
            </w:r>
          </w:p>
        </w:tc>
      </w:tr>
      <w:tr w:rsidR="00360E6B" w:rsidRPr="00630AB6" w14:paraId="18DEF0B5"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64AC2A0A" w14:textId="77777777" w:rsidR="00360E6B" w:rsidRPr="00630AB6" w:rsidRDefault="00360E6B" w:rsidP="0053094F">
            <w:pPr>
              <w:pStyle w:val="TAL"/>
              <w:rPr>
                <w:lang w:eastAsia="zh-CN"/>
              </w:rPr>
            </w:pPr>
            <w:proofErr w:type="spellStart"/>
            <w:r w:rsidRPr="00630AB6">
              <w:rPr>
                <w:rFonts w:hint="eastAsia"/>
                <w:lang w:eastAsia="zh-CN"/>
              </w:rPr>
              <w:t>supportedSnssai</w:t>
            </w:r>
            <w:r w:rsidR="0038233B" w:rsidRPr="00630AB6">
              <w:rPr>
                <w:lang w:eastAsia="zh-CN"/>
              </w:rPr>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3BD5B1A7" w14:textId="77777777" w:rsidR="00360E6B" w:rsidRPr="00630AB6" w:rsidRDefault="00721280" w:rsidP="0053094F">
            <w:pPr>
              <w:pStyle w:val="TAL"/>
              <w:rPr>
                <w:lang w:eastAsia="zh-CN"/>
              </w:rPr>
            </w:pPr>
            <w:r w:rsidRPr="00630AB6">
              <w:rPr>
                <w:lang w:eastAsia="zh-CN"/>
              </w:rPr>
              <w:t>array(</w:t>
            </w:r>
            <w:proofErr w:type="spellStart"/>
            <w:r w:rsidR="00360E6B" w:rsidRPr="00630AB6">
              <w:rPr>
                <w:lang w:eastAsia="zh-CN"/>
              </w:rPr>
              <w:t>Snssai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100D1C5A" w14:textId="77777777" w:rsidR="00360E6B" w:rsidRPr="00630AB6" w:rsidRDefault="00360E6B" w:rsidP="0053094F">
            <w:pPr>
              <w:pStyle w:val="TAC"/>
              <w:rPr>
                <w:lang w:eastAsia="zh-CN"/>
              </w:rPr>
            </w:pPr>
            <w:r w:rsidRPr="00630AB6">
              <w:rPr>
                <w:lang w:eastAsia="zh-CN"/>
              </w:rPr>
              <w:t>M</w:t>
            </w:r>
          </w:p>
        </w:tc>
        <w:tc>
          <w:tcPr>
            <w:tcW w:w="1134" w:type="dxa"/>
            <w:tcBorders>
              <w:top w:val="single" w:sz="4" w:space="0" w:color="auto"/>
              <w:left w:val="single" w:sz="4" w:space="0" w:color="auto"/>
              <w:bottom w:val="single" w:sz="4" w:space="0" w:color="auto"/>
              <w:right w:val="single" w:sz="4" w:space="0" w:color="auto"/>
            </w:tcBorders>
          </w:tcPr>
          <w:p w14:paraId="62056383" w14:textId="77777777" w:rsidR="00360E6B" w:rsidRPr="00630AB6" w:rsidRDefault="00360E6B" w:rsidP="0053094F">
            <w:pPr>
              <w:pStyle w:val="TAL"/>
              <w:rPr>
                <w:lang w:eastAsia="zh-CN"/>
              </w:rPr>
            </w:pPr>
            <w:r w:rsidRPr="00630AB6">
              <w:rPr>
                <w:lang w:eastAsia="zh-CN"/>
              </w:rPr>
              <w:t>1</w:t>
            </w:r>
            <w:r w:rsidRPr="00630AB6">
              <w:rPr>
                <w:rFonts w:hint="eastAsia"/>
                <w:lang w:eastAsia="zh-CN"/>
              </w:rPr>
              <w:t>..N</w:t>
            </w:r>
          </w:p>
        </w:tc>
        <w:tc>
          <w:tcPr>
            <w:tcW w:w="4359" w:type="dxa"/>
            <w:tcBorders>
              <w:top w:val="single" w:sz="4" w:space="0" w:color="auto"/>
              <w:left w:val="single" w:sz="4" w:space="0" w:color="auto"/>
              <w:bottom w:val="single" w:sz="4" w:space="0" w:color="auto"/>
              <w:right w:val="single" w:sz="4" w:space="0" w:color="auto"/>
            </w:tcBorders>
          </w:tcPr>
          <w:p w14:paraId="03C788FC" w14:textId="77777777" w:rsidR="00360E6B" w:rsidRPr="00630AB6" w:rsidRDefault="00360E6B" w:rsidP="00360E6B">
            <w:pPr>
              <w:pStyle w:val="TAL"/>
              <w:rPr>
                <w:b/>
                <w:lang w:eastAsia="zh-CN"/>
              </w:rPr>
            </w:pPr>
            <w:r w:rsidRPr="00630AB6">
              <w:rPr>
                <w:rFonts w:cs="Arial" w:hint="eastAsia"/>
                <w:szCs w:val="18"/>
                <w:lang w:eastAsia="zh-CN"/>
              </w:rPr>
              <w:t>This</w:t>
            </w:r>
            <w:r w:rsidRPr="00630AB6">
              <w:rPr>
                <w:rFonts w:cs="Arial"/>
                <w:szCs w:val="18"/>
                <w:lang w:eastAsia="zh-CN"/>
              </w:rPr>
              <w:t xml:space="preserve"> </w:t>
            </w:r>
            <w:r w:rsidRPr="00630AB6">
              <w:rPr>
                <w:rFonts w:cs="Arial" w:hint="eastAsia"/>
                <w:szCs w:val="18"/>
                <w:lang w:eastAsia="zh-CN"/>
              </w:rPr>
              <w:t>IE shall contain</w:t>
            </w:r>
            <w:r w:rsidRPr="00630AB6">
              <w:rPr>
                <w:rFonts w:cs="Arial"/>
                <w:szCs w:val="18"/>
                <w:lang w:eastAsia="zh-CN"/>
              </w:rPr>
              <w:t xml:space="preserve"> the S</w:t>
            </w:r>
            <w:r w:rsidR="00E50C99" w:rsidRPr="00630AB6">
              <w:rPr>
                <w:rFonts w:cs="Arial"/>
                <w:szCs w:val="18"/>
                <w:lang w:eastAsia="zh-CN"/>
              </w:rPr>
              <w:t>-</w:t>
            </w:r>
            <w:r w:rsidRPr="00630AB6">
              <w:rPr>
                <w:rFonts w:cs="Arial"/>
                <w:szCs w:val="18"/>
                <w:lang w:eastAsia="zh-CN"/>
              </w:rPr>
              <w:t xml:space="preserve">NSSAI(s) supported by the AMF </w:t>
            </w:r>
            <w:r w:rsidR="00E50C99" w:rsidRPr="00630AB6">
              <w:rPr>
                <w:rFonts w:cs="Arial"/>
                <w:szCs w:val="18"/>
                <w:lang w:eastAsia="zh-CN"/>
              </w:rPr>
              <w:t xml:space="preserve">and 5G-AN </w:t>
            </w:r>
            <w:r w:rsidR="00E50C99" w:rsidRPr="00630AB6">
              <w:rPr>
                <w:color w:val="000000"/>
                <w:lang w:eastAsia="zh-CN"/>
              </w:rPr>
              <w:t>and authorized by the NSSF</w:t>
            </w:r>
            <w:r w:rsidR="00E50C99" w:rsidRPr="00630AB6">
              <w:rPr>
                <w:color w:val="FF0000"/>
                <w:lang w:eastAsia="zh-CN"/>
              </w:rPr>
              <w:t xml:space="preserve"> </w:t>
            </w:r>
            <w:r w:rsidRPr="00630AB6">
              <w:rPr>
                <w:rFonts w:cs="Arial"/>
                <w:szCs w:val="18"/>
                <w:lang w:eastAsia="zh-CN"/>
              </w:rPr>
              <w:t>for the TA.</w:t>
            </w:r>
          </w:p>
        </w:tc>
      </w:tr>
      <w:tr w:rsidR="002C2DF7" w:rsidRPr="00630AB6" w14:paraId="4C0AD448"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3BC51C55" w14:textId="77777777" w:rsidR="002C2DF7" w:rsidRPr="00630AB6" w:rsidRDefault="002C2DF7" w:rsidP="0053094F">
            <w:pPr>
              <w:pStyle w:val="TAL"/>
              <w:rPr>
                <w:lang w:eastAsia="zh-CN"/>
              </w:rPr>
            </w:pPr>
            <w:proofErr w:type="spellStart"/>
            <w:r w:rsidRPr="00630AB6">
              <w:rPr>
                <w:rFonts w:hint="eastAsia"/>
                <w:lang w:eastAsia="zh-CN"/>
              </w:rPr>
              <w:t>restrict</w:t>
            </w:r>
            <w:r w:rsidRPr="00630AB6">
              <w:rPr>
                <w:lang w:eastAsia="zh-CN"/>
              </w:rPr>
              <w:t>edS</w:t>
            </w:r>
            <w:r w:rsidR="00360E6B" w:rsidRPr="00630AB6">
              <w:rPr>
                <w:rFonts w:hint="eastAsia"/>
                <w:lang w:eastAsia="zh-CN"/>
              </w:rPr>
              <w:t>n</w:t>
            </w:r>
            <w:r w:rsidRPr="00630AB6">
              <w:rPr>
                <w:lang w:eastAsia="zh-CN"/>
              </w:rPr>
              <w:t>ssai</w:t>
            </w:r>
            <w:r w:rsidR="0038233B" w:rsidRPr="00630AB6">
              <w:rPr>
                <w:lang w:eastAsia="zh-CN"/>
              </w:rPr>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13DCB4C9" w14:textId="77777777" w:rsidR="002C2DF7" w:rsidRPr="00630AB6" w:rsidRDefault="0038233B" w:rsidP="0053094F">
            <w:pPr>
              <w:pStyle w:val="TAL"/>
              <w:rPr>
                <w:lang w:eastAsia="zh-CN"/>
              </w:rPr>
            </w:pPr>
            <w:r w:rsidRPr="00630AB6">
              <w:rPr>
                <w:lang w:eastAsia="zh-CN"/>
              </w:rPr>
              <w:t>array(</w:t>
            </w:r>
            <w:proofErr w:type="spellStart"/>
            <w:r w:rsidR="002C2DF7" w:rsidRPr="00630AB6">
              <w:rPr>
                <w:rFonts w:hint="eastAsia"/>
                <w:lang w:eastAsia="zh-CN"/>
              </w:rPr>
              <w:t>RestrictedS</w:t>
            </w:r>
            <w:r w:rsidR="00360E6B" w:rsidRPr="00630AB6">
              <w:rPr>
                <w:rFonts w:hint="eastAsia"/>
                <w:lang w:eastAsia="zh-CN"/>
              </w:rPr>
              <w:t>n</w:t>
            </w:r>
            <w:r w:rsidR="002C2DF7" w:rsidRPr="00630AB6">
              <w:rPr>
                <w:rFonts w:hint="eastAsia"/>
                <w:lang w:eastAsia="zh-CN"/>
              </w:rPr>
              <w:t>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15103693" w14:textId="77777777" w:rsidR="002C2DF7" w:rsidRPr="00630AB6" w:rsidRDefault="00360E6B" w:rsidP="0053094F">
            <w:pPr>
              <w:pStyle w:val="TAC"/>
              <w:rPr>
                <w:lang w:eastAsia="zh-CN"/>
              </w:rPr>
            </w:pPr>
            <w:r w:rsidRPr="00630AB6">
              <w:rPr>
                <w:rFonts w:hint="eastAsia"/>
                <w:lang w:eastAsia="zh-CN"/>
              </w:rPr>
              <w:t>O</w:t>
            </w:r>
          </w:p>
        </w:tc>
        <w:tc>
          <w:tcPr>
            <w:tcW w:w="1134" w:type="dxa"/>
            <w:tcBorders>
              <w:top w:val="single" w:sz="4" w:space="0" w:color="auto"/>
              <w:left w:val="single" w:sz="4" w:space="0" w:color="auto"/>
              <w:bottom w:val="single" w:sz="4" w:space="0" w:color="auto"/>
              <w:right w:val="single" w:sz="4" w:space="0" w:color="auto"/>
            </w:tcBorders>
          </w:tcPr>
          <w:p w14:paraId="2A0A57AE" w14:textId="77777777" w:rsidR="002C2DF7" w:rsidRPr="00630AB6" w:rsidRDefault="00A27813" w:rsidP="0053094F">
            <w:pPr>
              <w:pStyle w:val="TAL"/>
              <w:rPr>
                <w:lang w:eastAsia="zh-CN"/>
              </w:rPr>
            </w:pPr>
            <w:r>
              <w:rPr>
                <w:lang w:eastAsia="zh-CN"/>
              </w:rPr>
              <w:t>1</w:t>
            </w:r>
            <w:r w:rsidR="002C2DF7" w:rsidRPr="00630AB6">
              <w:rPr>
                <w:rFonts w:hint="eastAsia"/>
                <w:lang w:eastAsia="zh-CN"/>
              </w:rPr>
              <w:t>..N</w:t>
            </w:r>
          </w:p>
        </w:tc>
        <w:tc>
          <w:tcPr>
            <w:tcW w:w="4359" w:type="dxa"/>
            <w:tcBorders>
              <w:top w:val="single" w:sz="4" w:space="0" w:color="auto"/>
              <w:left w:val="single" w:sz="4" w:space="0" w:color="auto"/>
              <w:bottom w:val="single" w:sz="4" w:space="0" w:color="auto"/>
              <w:right w:val="single" w:sz="4" w:space="0" w:color="auto"/>
            </w:tcBorders>
          </w:tcPr>
          <w:p w14:paraId="69D2837A" w14:textId="77777777" w:rsidR="002C2DF7" w:rsidRPr="00630AB6" w:rsidRDefault="002C2DF7" w:rsidP="002B50D2">
            <w:pPr>
              <w:pStyle w:val="TF"/>
              <w:jc w:val="left"/>
              <w:rPr>
                <w:rFonts w:cs="Arial"/>
                <w:szCs w:val="18"/>
              </w:rPr>
            </w:pPr>
            <w:r w:rsidRPr="00630AB6">
              <w:rPr>
                <w:rFonts w:hint="eastAsia"/>
                <w:b w:val="0"/>
                <w:sz w:val="18"/>
                <w:lang w:eastAsia="zh-CN"/>
              </w:rPr>
              <w:t>This</w:t>
            </w:r>
            <w:r w:rsidRPr="00630AB6">
              <w:rPr>
                <w:b w:val="0"/>
                <w:sz w:val="18"/>
                <w:lang w:eastAsia="zh-CN"/>
              </w:rPr>
              <w:t xml:space="preserve"> </w:t>
            </w:r>
            <w:r w:rsidRPr="00630AB6">
              <w:rPr>
                <w:rFonts w:hint="eastAsia"/>
                <w:b w:val="0"/>
                <w:sz w:val="18"/>
                <w:lang w:eastAsia="zh-CN"/>
              </w:rPr>
              <w:t xml:space="preserve">IE </w:t>
            </w:r>
            <w:r w:rsidRPr="00630AB6">
              <w:rPr>
                <w:b w:val="0"/>
                <w:sz w:val="18"/>
                <w:lang w:eastAsia="zh-CN"/>
              </w:rPr>
              <w:t>may</w:t>
            </w:r>
            <w:r w:rsidRPr="00630AB6">
              <w:rPr>
                <w:rFonts w:hint="eastAsia"/>
                <w:b w:val="0"/>
                <w:sz w:val="18"/>
                <w:lang w:eastAsia="zh-CN"/>
              </w:rPr>
              <w:t xml:space="preserve"> contain</w:t>
            </w:r>
            <w:r w:rsidRPr="00630AB6">
              <w:rPr>
                <w:b w:val="0"/>
                <w:sz w:val="18"/>
                <w:lang w:eastAsia="zh-CN"/>
              </w:rPr>
              <w:t xml:space="preserve"> the restricted S-NSSAI(s) per PLMN for the TA. If the restricted S</w:t>
            </w:r>
            <w:r w:rsidR="00E50C99" w:rsidRPr="00630AB6">
              <w:rPr>
                <w:b w:val="0"/>
                <w:sz w:val="18"/>
                <w:lang w:eastAsia="zh-CN"/>
              </w:rPr>
              <w:t>-</w:t>
            </w:r>
            <w:r w:rsidRPr="00630AB6">
              <w:rPr>
                <w:b w:val="0"/>
                <w:sz w:val="18"/>
                <w:lang w:eastAsia="zh-CN"/>
              </w:rPr>
              <w:t>N</w:t>
            </w:r>
            <w:r w:rsidR="00E50C99" w:rsidRPr="00630AB6">
              <w:rPr>
                <w:b w:val="0"/>
                <w:sz w:val="18"/>
                <w:lang w:eastAsia="zh-CN"/>
              </w:rPr>
              <w:t>SSAI</w:t>
            </w:r>
            <w:r w:rsidRPr="00630AB6">
              <w:rPr>
                <w:b w:val="0"/>
                <w:sz w:val="18"/>
                <w:lang w:eastAsia="zh-CN"/>
              </w:rPr>
              <w:t xml:space="preserve"> is not present, no restricted S-NSSAI is applicable to the TA. When present, this IE shall be included only by the NSSF.</w:t>
            </w:r>
          </w:p>
        </w:tc>
      </w:tr>
    </w:tbl>
    <w:p w14:paraId="567EBCC0" w14:textId="77777777" w:rsidR="0038424D" w:rsidRPr="00630AB6" w:rsidRDefault="0038424D" w:rsidP="0038424D"/>
    <w:p w14:paraId="571BEF7C" w14:textId="77777777" w:rsidR="00742796" w:rsidRPr="00630AB6" w:rsidRDefault="00742796" w:rsidP="0041307B">
      <w:pPr>
        <w:pStyle w:val="Heading5"/>
      </w:pPr>
      <w:bookmarkStart w:id="136" w:name="_Toc74989899"/>
      <w:r w:rsidRPr="00630AB6">
        <w:t>6.2.6.2.</w:t>
      </w:r>
      <w:r w:rsidR="002C2DF7" w:rsidRPr="00630AB6">
        <w:rPr>
          <w:rFonts w:hint="eastAsia"/>
          <w:lang w:eastAsia="zh-CN"/>
        </w:rPr>
        <w:t>5</w:t>
      </w:r>
      <w:r w:rsidRPr="00630AB6">
        <w:tab/>
        <w:t xml:space="preserve">Type: </w:t>
      </w:r>
      <w:proofErr w:type="spellStart"/>
      <w:r w:rsidRPr="00630AB6">
        <w:t>RestrictedS</w:t>
      </w:r>
      <w:r w:rsidR="00360E6B" w:rsidRPr="00630AB6">
        <w:rPr>
          <w:rFonts w:hint="eastAsia"/>
          <w:lang w:eastAsia="zh-CN"/>
        </w:rPr>
        <w:t>n</w:t>
      </w:r>
      <w:r w:rsidRPr="00630AB6">
        <w:t>ssai</w:t>
      </w:r>
      <w:bookmarkEnd w:id="136"/>
      <w:proofErr w:type="spellEnd"/>
    </w:p>
    <w:p w14:paraId="65BF4ACD" w14:textId="77777777" w:rsidR="00742796" w:rsidRPr="00630AB6" w:rsidRDefault="00742796" w:rsidP="0041307B">
      <w:pPr>
        <w:pStyle w:val="TH"/>
        <w:outlineLvl w:val="0"/>
      </w:pPr>
      <w:r w:rsidRPr="00630AB6">
        <w:rPr>
          <w:noProof/>
        </w:rPr>
        <w:t>Table </w:t>
      </w:r>
      <w:r w:rsidRPr="00630AB6">
        <w:t>6.2.6.2.</w:t>
      </w:r>
      <w:r w:rsidR="001869C6" w:rsidRPr="00630AB6">
        <w:rPr>
          <w:rFonts w:hint="eastAsia"/>
          <w:lang w:eastAsia="zh-CN"/>
        </w:rPr>
        <w:t>5</w:t>
      </w:r>
      <w:r w:rsidRPr="00630AB6">
        <w:t xml:space="preserve">-1: </w:t>
      </w:r>
      <w:r w:rsidRPr="00630AB6">
        <w:rPr>
          <w:noProof/>
        </w:rPr>
        <w:t xml:space="preserve">Definition of type </w:t>
      </w:r>
      <w:proofErr w:type="spellStart"/>
      <w:r w:rsidRPr="00630AB6">
        <w:t>RestrictedS</w:t>
      </w:r>
      <w:r w:rsidR="0038233B" w:rsidRPr="00630AB6">
        <w:t>n</w:t>
      </w:r>
      <w:r w:rsidRPr="00630AB6">
        <w:t>ssai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742796" w:rsidRPr="00630AB6" w14:paraId="569D39CB"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76A583BE" w14:textId="77777777" w:rsidR="00742796" w:rsidRPr="00630AB6" w:rsidRDefault="00742796" w:rsidP="00822A83">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46BC1818" w14:textId="77777777" w:rsidR="00742796" w:rsidRPr="00630AB6" w:rsidRDefault="00742796" w:rsidP="00822A83">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8F5252A" w14:textId="77777777" w:rsidR="00742796" w:rsidRPr="00630AB6" w:rsidRDefault="00742796" w:rsidP="00822A83">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2F9F8AEF" w14:textId="77777777" w:rsidR="00742796" w:rsidRPr="00630AB6" w:rsidRDefault="00742796" w:rsidP="00822A83">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16A1C207" w14:textId="77777777" w:rsidR="00742796" w:rsidRPr="00630AB6" w:rsidRDefault="00742796" w:rsidP="00822A83">
            <w:pPr>
              <w:pStyle w:val="TAH"/>
              <w:rPr>
                <w:rFonts w:cs="Arial"/>
                <w:szCs w:val="18"/>
              </w:rPr>
            </w:pPr>
            <w:r w:rsidRPr="00630AB6">
              <w:rPr>
                <w:rFonts w:cs="Arial"/>
                <w:szCs w:val="18"/>
              </w:rPr>
              <w:t>Description</w:t>
            </w:r>
          </w:p>
        </w:tc>
      </w:tr>
      <w:tr w:rsidR="00742796" w:rsidRPr="00630AB6" w14:paraId="131EFA92"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68BF03E0" w14:textId="77777777" w:rsidR="00742796" w:rsidRPr="00630AB6" w:rsidRDefault="00742796" w:rsidP="00822A83">
            <w:pPr>
              <w:pStyle w:val="TAL"/>
              <w:rPr>
                <w:lang w:eastAsia="zh-CN"/>
              </w:rPr>
            </w:pPr>
            <w:proofErr w:type="spellStart"/>
            <w:r w:rsidRPr="00630AB6">
              <w:rPr>
                <w:lang w:eastAsia="zh-CN"/>
              </w:rPr>
              <w:t>homePlmnId</w:t>
            </w:r>
            <w:proofErr w:type="spellEnd"/>
          </w:p>
        </w:tc>
        <w:tc>
          <w:tcPr>
            <w:tcW w:w="1559" w:type="dxa"/>
            <w:tcBorders>
              <w:top w:val="single" w:sz="4" w:space="0" w:color="auto"/>
              <w:left w:val="single" w:sz="4" w:space="0" w:color="auto"/>
              <w:bottom w:val="single" w:sz="4" w:space="0" w:color="auto"/>
              <w:right w:val="single" w:sz="4" w:space="0" w:color="auto"/>
            </w:tcBorders>
          </w:tcPr>
          <w:p w14:paraId="03048E22" w14:textId="77777777" w:rsidR="00742796" w:rsidRPr="00630AB6" w:rsidRDefault="00742796" w:rsidP="00822A83">
            <w:pPr>
              <w:pStyle w:val="TAL"/>
              <w:rPr>
                <w:lang w:eastAsia="zh-CN"/>
              </w:rPr>
            </w:pPr>
            <w:proofErr w:type="spellStart"/>
            <w:r w:rsidRPr="00630AB6">
              <w:rPr>
                <w:lang w:eastAsia="zh-CN"/>
              </w:rPr>
              <w:t>PlmnId</w:t>
            </w:r>
            <w:proofErr w:type="spellEnd"/>
          </w:p>
        </w:tc>
        <w:tc>
          <w:tcPr>
            <w:tcW w:w="425" w:type="dxa"/>
            <w:tcBorders>
              <w:top w:val="single" w:sz="4" w:space="0" w:color="auto"/>
              <w:left w:val="single" w:sz="4" w:space="0" w:color="auto"/>
              <w:bottom w:val="single" w:sz="4" w:space="0" w:color="auto"/>
              <w:right w:val="single" w:sz="4" w:space="0" w:color="auto"/>
            </w:tcBorders>
          </w:tcPr>
          <w:p w14:paraId="60CD5516" w14:textId="77777777" w:rsidR="00742796" w:rsidRPr="00630AB6" w:rsidRDefault="00742796" w:rsidP="00822A83">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404629AD" w14:textId="77777777" w:rsidR="00742796" w:rsidRPr="00630AB6" w:rsidRDefault="00742796" w:rsidP="00822A83">
            <w:pPr>
              <w:pStyle w:val="TAL"/>
              <w:rPr>
                <w:lang w:eastAsia="zh-CN"/>
              </w:rPr>
            </w:pPr>
            <w:r w:rsidRPr="00630AB6">
              <w:rPr>
                <w:rFonts w:hint="eastAsia"/>
                <w:lang w:eastAsia="zh-CN"/>
              </w:rPr>
              <w:t>1</w:t>
            </w:r>
          </w:p>
        </w:tc>
        <w:tc>
          <w:tcPr>
            <w:tcW w:w="4359" w:type="dxa"/>
            <w:tcBorders>
              <w:top w:val="single" w:sz="4" w:space="0" w:color="auto"/>
              <w:left w:val="single" w:sz="4" w:space="0" w:color="auto"/>
              <w:bottom w:val="single" w:sz="4" w:space="0" w:color="auto"/>
              <w:right w:val="single" w:sz="4" w:space="0" w:color="auto"/>
            </w:tcBorders>
          </w:tcPr>
          <w:p w14:paraId="5EB9A5EA" w14:textId="77777777" w:rsidR="00742796" w:rsidRPr="00630AB6" w:rsidRDefault="00742796" w:rsidP="00822A83">
            <w:pPr>
              <w:pStyle w:val="TF"/>
              <w:keepNext/>
              <w:spacing w:after="0"/>
              <w:jc w:val="left"/>
              <w:rPr>
                <w:b w:val="0"/>
                <w:sz w:val="18"/>
                <w:lang w:eastAsia="zh-CN"/>
              </w:rPr>
            </w:pPr>
            <w:r w:rsidRPr="00630AB6">
              <w:rPr>
                <w:rFonts w:hint="eastAsia"/>
                <w:b w:val="0"/>
                <w:sz w:val="18"/>
                <w:lang w:eastAsia="zh-CN"/>
              </w:rPr>
              <w:t>This</w:t>
            </w:r>
            <w:r w:rsidRPr="00630AB6">
              <w:rPr>
                <w:b w:val="0"/>
                <w:sz w:val="18"/>
                <w:lang w:eastAsia="zh-CN"/>
              </w:rPr>
              <w:t xml:space="preserve"> </w:t>
            </w:r>
            <w:r w:rsidRPr="00630AB6">
              <w:rPr>
                <w:rFonts w:hint="eastAsia"/>
                <w:b w:val="0"/>
                <w:sz w:val="18"/>
                <w:lang w:eastAsia="zh-CN"/>
              </w:rPr>
              <w:t xml:space="preserve">IE shall contain the </w:t>
            </w:r>
            <w:r w:rsidRPr="00630AB6">
              <w:rPr>
                <w:b w:val="0"/>
                <w:sz w:val="18"/>
                <w:lang w:eastAsia="zh-CN"/>
              </w:rPr>
              <w:t>home PLMN ID of the PLMN with which the serving network has roaming agreement.</w:t>
            </w:r>
          </w:p>
        </w:tc>
      </w:tr>
      <w:tr w:rsidR="00742796" w:rsidRPr="00630AB6" w14:paraId="62E2080F" w14:textId="77777777" w:rsidTr="00822A83">
        <w:trPr>
          <w:jc w:val="center"/>
        </w:trPr>
        <w:tc>
          <w:tcPr>
            <w:tcW w:w="2090" w:type="dxa"/>
            <w:tcBorders>
              <w:top w:val="single" w:sz="4" w:space="0" w:color="auto"/>
              <w:left w:val="single" w:sz="4" w:space="0" w:color="auto"/>
              <w:bottom w:val="single" w:sz="4" w:space="0" w:color="auto"/>
              <w:right w:val="single" w:sz="4" w:space="0" w:color="auto"/>
            </w:tcBorders>
          </w:tcPr>
          <w:p w14:paraId="267F707B" w14:textId="77777777" w:rsidR="00742796" w:rsidRPr="00630AB6" w:rsidRDefault="00742796" w:rsidP="00822A83">
            <w:pPr>
              <w:pStyle w:val="TAL"/>
              <w:rPr>
                <w:lang w:eastAsia="zh-CN"/>
              </w:rPr>
            </w:pPr>
            <w:proofErr w:type="spellStart"/>
            <w:r w:rsidRPr="00630AB6">
              <w:rPr>
                <w:rFonts w:hint="eastAsia"/>
                <w:lang w:eastAsia="zh-CN"/>
              </w:rPr>
              <w:t>sNssai</w:t>
            </w:r>
            <w:r w:rsidR="0038233B" w:rsidRPr="00630AB6">
              <w:rPr>
                <w:lang w:eastAsia="zh-CN"/>
              </w:rPr>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020AF66E" w14:textId="77777777" w:rsidR="00742796" w:rsidRPr="00630AB6" w:rsidRDefault="00721280" w:rsidP="00822A83">
            <w:pPr>
              <w:pStyle w:val="TAL"/>
              <w:rPr>
                <w:lang w:eastAsia="zh-CN"/>
              </w:rPr>
            </w:pPr>
            <w:r w:rsidRPr="00630AB6">
              <w:rPr>
                <w:lang w:eastAsia="zh-CN"/>
              </w:rPr>
              <w:t>array(</w:t>
            </w:r>
            <w:proofErr w:type="spellStart"/>
            <w:r w:rsidR="00360E6B" w:rsidRPr="00630AB6">
              <w:rPr>
                <w:lang w:eastAsia="zh-CN"/>
              </w:rPr>
              <w:t>Snssai</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799C81F8" w14:textId="77777777" w:rsidR="00742796" w:rsidRPr="00630AB6" w:rsidRDefault="00742796" w:rsidP="00822A83">
            <w:pPr>
              <w:pStyle w:val="TAC"/>
              <w:rPr>
                <w:lang w:eastAsia="zh-CN"/>
              </w:rPr>
            </w:pPr>
            <w:r w:rsidRPr="00630AB6">
              <w:rPr>
                <w:lang w:eastAsia="zh-CN"/>
              </w:rPr>
              <w:t>M</w:t>
            </w:r>
          </w:p>
        </w:tc>
        <w:tc>
          <w:tcPr>
            <w:tcW w:w="1134" w:type="dxa"/>
            <w:tcBorders>
              <w:top w:val="single" w:sz="4" w:space="0" w:color="auto"/>
              <w:left w:val="single" w:sz="4" w:space="0" w:color="auto"/>
              <w:bottom w:val="single" w:sz="4" w:space="0" w:color="auto"/>
              <w:right w:val="single" w:sz="4" w:space="0" w:color="auto"/>
            </w:tcBorders>
          </w:tcPr>
          <w:p w14:paraId="04330727" w14:textId="77777777" w:rsidR="00742796" w:rsidRPr="00630AB6" w:rsidRDefault="00742796" w:rsidP="00822A83">
            <w:pPr>
              <w:pStyle w:val="TAL"/>
              <w:rPr>
                <w:lang w:eastAsia="zh-CN"/>
              </w:rPr>
            </w:pPr>
            <w:r w:rsidRPr="00630AB6">
              <w:rPr>
                <w:lang w:eastAsia="zh-CN"/>
              </w:rPr>
              <w:t>1</w:t>
            </w:r>
            <w:r w:rsidRPr="00630AB6">
              <w:rPr>
                <w:rFonts w:hint="eastAsia"/>
                <w:lang w:eastAsia="zh-CN"/>
              </w:rPr>
              <w:t>..N</w:t>
            </w:r>
          </w:p>
        </w:tc>
        <w:tc>
          <w:tcPr>
            <w:tcW w:w="4359" w:type="dxa"/>
            <w:tcBorders>
              <w:top w:val="single" w:sz="4" w:space="0" w:color="auto"/>
              <w:left w:val="single" w:sz="4" w:space="0" w:color="auto"/>
              <w:bottom w:val="single" w:sz="4" w:space="0" w:color="auto"/>
              <w:right w:val="single" w:sz="4" w:space="0" w:color="auto"/>
            </w:tcBorders>
          </w:tcPr>
          <w:p w14:paraId="34A6178B" w14:textId="77777777" w:rsidR="00742796" w:rsidRPr="00630AB6" w:rsidRDefault="00742796" w:rsidP="00822A83">
            <w:pPr>
              <w:pStyle w:val="TF"/>
              <w:jc w:val="left"/>
              <w:rPr>
                <w:rFonts w:cs="Arial"/>
                <w:szCs w:val="18"/>
              </w:rPr>
            </w:pPr>
            <w:r w:rsidRPr="00630AB6">
              <w:rPr>
                <w:rFonts w:hint="eastAsia"/>
                <w:b w:val="0"/>
                <w:sz w:val="18"/>
                <w:lang w:eastAsia="zh-CN"/>
              </w:rPr>
              <w:t>This</w:t>
            </w:r>
            <w:r w:rsidRPr="00630AB6">
              <w:rPr>
                <w:b w:val="0"/>
                <w:sz w:val="18"/>
                <w:lang w:eastAsia="zh-CN"/>
              </w:rPr>
              <w:t xml:space="preserve"> </w:t>
            </w:r>
            <w:r w:rsidRPr="00630AB6">
              <w:rPr>
                <w:rFonts w:hint="eastAsia"/>
                <w:b w:val="0"/>
                <w:sz w:val="18"/>
                <w:lang w:eastAsia="zh-CN"/>
              </w:rPr>
              <w:t>IE shall contain</w:t>
            </w:r>
            <w:r w:rsidRPr="00630AB6">
              <w:rPr>
                <w:b w:val="0"/>
                <w:sz w:val="18"/>
                <w:lang w:eastAsia="zh-CN"/>
              </w:rPr>
              <w:t xml:space="preserve"> the array of restricted S-NSSAIs for the home PLMN Id. </w:t>
            </w:r>
          </w:p>
        </w:tc>
      </w:tr>
    </w:tbl>
    <w:p w14:paraId="145C1C1E" w14:textId="77777777" w:rsidR="0092221E" w:rsidRPr="00630AB6" w:rsidRDefault="0092221E" w:rsidP="0092221E"/>
    <w:p w14:paraId="2CAF5742" w14:textId="77777777" w:rsidR="00360E6B" w:rsidRPr="00630AB6" w:rsidRDefault="00360E6B" w:rsidP="00360E6B">
      <w:pPr>
        <w:pStyle w:val="Heading5"/>
      </w:pPr>
      <w:bookmarkStart w:id="137" w:name="_Toc74989900"/>
      <w:r w:rsidRPr="00630AB6">
        <w:lastRenderedPageBreak/>
        <w:t>6.2.6.2.6</w:t>
      </w:r>
      <w:r w:rsidRPr="00630AB6">
        <w:tab/>
        <w:t xml:space="preserve">Type: </w:t>
      </w:r>
      <w:proofErr w:type="spellStart"/>
      <w:r w:rsidRPr="00630AB6">
        <w:t>AuthorizedNssaiAvailabilityinfo</w:t>
      </w:r>
      <w:bookmarkEnd w:id="137"/>
      <w:proofErr w:type="spellEnd"/>
    </w:p>
    <w:p w14:paraId="5DB346D5" w14:textId="77777777" w:rsidR="00360E6B" w:rsidRPr="00630AB6" w:rsidRDefault="00360E6B" w:rsidP="00360E6B">
      <w:pPr>
        <w:pStyle w:val="TH"/>
      </w:pPr>
      <w:r w:rsidRPr="00630AB6">
        <w:rPr>
          <w:noProof/>
        </w:rPr>
        <w:t>Table </w:t>
      </w:r>
      <w:r w:rsidRPr="00630AB6">
        <w:t xml:space="preserve">6.2.6.2.6 -1: </w:t>
      </w:r>
      <w:r w:rsidRPr="00630AB6">
        <w:rPr>
          <w:noProof/>
        </w:rPr>
        <w:t>Definition of type AuthorizedNssaiAvailabilityInfo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360E6B" w:rsidRPr="00630AB6" w14:paraId="57A15F96" w14:textId="77777777" w:rsidTr="00870C57">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1B13AA3" w14:textId="77777777" w:rsidR="00360E6B" w:rsidRPr="00630AB6" w:rsidRDefault="00360E6B" w:rsidP="00870C57">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47235036" w14:textId="77777777" w:rsidR="00360E6B" w:rsidRPr="00630AB6" w:rsidRDefault="00360E6B" w:rsidP="00870C57">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0C90F05" w14:textId="77777777" w:rsidR="00360E6B" w:rsidRPr="00630AB6" w:rsidRDefault="00360E6B" w:rsidP="00870C57">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2C51FFC5" w14:textId="77777777" w:rsidR="00360E6B" w:rsidRPr="00630AB6" w:rsidRDefault="00360E6B" w:rsidP="00870C57">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60CDF0F2" w14:textId="77777777" w:rsidR="00360E6B" w:rsidRPr="00630AB6" w:rsidRDefault="00360E6B" w:rsidP="00870C57">
            <w:pPr>
              <w:pStyle w:val="TAH"/>
              <w:rPr>
                <w:rFonts w:cs="Arial"/>
                <w:szCs w:val="18"/>
              </w:rPr>
            </w:pPr>
            <w:r w:rsidRPr="00630AB6">
              <w:rPr>
                <w:rFonts w:cs="Arial"/>
                <w:szCs w:val="18"/>
              </w:rPr>
              <w:t>Description</w:t>
            </w:r>
          </w:p>
        </w:tc>
      </w:tr>
      <w:tr w:rsidR="00360E6B" w:rsidRPr="00630AB6" w14:paraId="685014DA" w14:textId="77777777" w:rsidTr="00870C57">
        <w:trPr>
          <w:jc w:val="center"/>
        </w:trPr>
        <w:tc>
          <w:tcPr>
            <w:tcW w:w="2090" w:type="dxa"/>
            <w:tcBorders>
              <w:top w:val="single" w:sz="4" w:space="0" w:color="auto"/>
              <w:left w:val="single" w:sz="4" w:space="0" w:color="auto"/>
              <w:bottom w:val="single" w:sz="4" w:space="0" w:color="auto"/>
              <w:right w:val="single" w:sz="4" w:space="0" w:color="auto"/>
            </w:tcBorders>
          </w:tcPr>
          <w:p w14:paraId="64DCD801" w14:textId="77777777" w:rsidR="00360E6B" w:rsidRPr="00630AB6" w:rsidRDefault="00721280" w:rsidP="00870C57">
            <w:pPr>
              <w:pStyle w:val="TAL"/>
              <w:rPr>
                <w:lang w:eastAsia="zh-CN"/>
              </w:rPr>
            </w:pPr>
            <w:proofErr w:type="spellStart"/>
            <w:r w:rsidRPr="00630AB6">
              <w:rPr>
                <w:lang w:eastAsia="zh-CN"/>
              </w:rPr>
              <w:t>a</w:t>
            </w:r>
            <w:r w:rsidR="00360E6B" w:rsidRPr="00630AB6">
              <w:rPr>
                <w:lang w:eastAsia="zh-CN"/>
              </w:rPr>
              <w:t>uthorizedNssaiAvailabilityData</w:t>
            </w:r>
            <w:proofErr w:type="spellEnd"/>
          </w:p>
        </w:tc>
        <w:tc>
          <w:tcPr>
            <w:tcW w:w="1559" w:type="dxa"/>
            <w:tcBorders>
              <w:top w:val="single" w:sz="4" w:space="0" w:color="auto"/>
              <w:left w:val="single" w:sz="4" w:space="0" w:color="auto"/>
              <w:bottom w:val="single" w:sz="4" w:space="0" w:color="auto"/>
              <w:right w:val="single" w:sz="4" w:space="0" w:color="auto"/>
            </w:tcBorders>
          </w:tcPr>
          <w:p w14:paraId="07578864" w14:textId="77777777" w:rsidR="00360E6B" w:rsidRPr="00630AB6" w:rsidRDefault="00721280" w:rsidP="00870C57">
            <w:pPr>
              <w:pStyle w:val="TAL"/>
              <w:rPr>
                <w:lang w:eastAsia="zh-CN"/>
              </w:rPr>
            </w:pPr>
            <w:r w:rsidRPr="00630AB6">
              <w:rPr>
                <w:lang w:eastAsia="zh-CN"/>
              </w:rPr>
              <w:t>array(</w:t>
            </w:r>
            <w:proofErr w:type="spellStart"/>
            <w:r w:rsidR="00360E6B" w:rsidRPr="00630AB6">
              <w:rPr>
                <w:lang w:eastAsia="zh-CN"/>
              </w:rPr>
              <w:t>Authorized</w:t>
            </w:r>
            <w:r w:rsidR="00360E6B" w:rsidRPr="00630AB6">
              <w:rPr>
                <w:rFonts w:hint="eastAsia"/>
                <w:lang w:eastAsia="zh-CN"/>
              </w:rPr>
              <w:t>N</w:t>
            </w:r>
            <w:r w:rsidR="00360E6B" w:rsidRPr="00630AB6">
              <w:rPr>
                <w:lang w:eastAsia="zh-CN"/>
              </w:rPr>
              <w:t>ssai</w:t>
            </w:r>
            <w:r w:rsidR="00360E6B" w:rsidRPr="00630AB6">
              <w:rPr>
                <w:rFonts w:hint="eastAsia"/>
                <w:lang w:eastAsia="zh-CN"/>
              </w:rPr>
              <w:t>AvailabilityData</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441818A1" w14:textId="77777777" w:rsidR="00360E6B" w:rsidRPr="00630AB6" w:rsidRDefault="00360E6B" w:rsidP="00870C57">
            <w:pPr>
              <w:pStyle w:val="TAC"/>
              <w:rPr>
                <w:lang w:eastAsia="zh-CN"/>
              </w:rPr>
            </w:pPr>
            <w:r w:rsidRPr="00630AB6">
              <w:rPr>
                <w:lang w:eastAsia="zh-CN"/>
              </w:rPr>
              <w:t>M</w:t>
            </w:r>
          </w:p>
        </w:tc>
        <w:tc>
          <w:tcPr>
            <w:tcW w:w="1134" w:type="dxa"/>
            <w:tcBorders>
              <w:top w:val="single" w:sz="4" w:space="0" w:color="auto"/>
              <w:left w:val="single" w:sz="4" w:space="0" w:color="auto"/>
              <w:bottom w:val="single" w:sz="4" w:space="0" w:color="auto"/>
              <w:right w:val="single" w:sz="4" w:space="0" w:color="auto"/>
            </w:tcBorders>
          </w:tcPr>
          <w:p w14:paraId="6B75AA15" w14:textId="77777777" w:rsidR="00360E6B" w:rsidRPr="00630AB6" w:rsidRDefault="00360E6B" w:rsidP="00870C57">
            <w:pPr>
              <w:pStyle w:val="TAL"/>
              <w:rPr>
                <w:lang w:eastAsia="zh-CN"/>
              </w:rPr>
            </w:pPr>
            <w:r w:rsidRPr="00630AB6">
              <w:rPr>
                <w:lang w:eastAsia="zh-CN"/>
              </w:rPr>
              <w:t>1..N</w:t>
            </w:r>
          </w:p>
        </w:tc>
        <w:tc>
          <w:tcPr>
            <w:tcW w:w="4359" w:type="dxa"/>
            <w:tcBorders>
              <w:top w:val="single" w:sz="4" w:space="0" w:color="auto"/>
              <w:left w:val="single" w:sz="4" w:space="0" w:color="auto"/>
              <w:bottom w:val="single" w:sz="4" w:space="0" w:color="auto"/>
              <w:right w:val="single" w:sz="4" w:space="0" w:color="auto"/>
            </w:tcBorders>
          </w:tcPr>
          <w:p w14:paraId="1C0AE06A" w14:textId="77777777" w:rsidR="00360E6B" w:rsidRPr="00630AB6" w:rsidRDefault="00360E6B" w:rsidP="00870C57">
            <w:pPr>
              <w:pStyle w:val="TAL"/>
              <w:rPr>
                <w:rFonts w:cs="Arial"/>
                <w:szCs w:val="18"/>
              </w:rPr>
            </w:pPr>
            <w:r w:rsidRPr="00630AB6">
              <w:rPr>
                <w:rFonts w:hint="eastAsia"/>
                <w:noProof/>
              </w:rPr>
              <w:t xml:space="preserve">Contains the </w:t>
            </w:r>
            <w:r w:rsidRPr="00630AB6">
              <w:rPr>
                <w:noProof/>
              </w:rPr>
              <w:t>authorized NSSAI availability information.</w:t>
            </w:r>
          </w:p>
        </w:tc>
      </w:tr>
      <w:tr w:rsidR="00360E6B" w:rsidRPr="00630AB6" w14:paraId="3CA82B23" w14:textId="77777777" w:rsidTr="00870C57">
        <w:trPr>
          <w:jc w:val="center"/>
        </w:trPr>
        <w:tc>
          <w:tcPr>
            <w:tcW w:w="2090" w:type="dxa"/>
            <w:tcBorders>
              <w:top w:val="single" w:sz="4" w:space="0" w:color="auto"/>
              <w:left w:val="single" w:sz="4" w:space="0" w:color="auto"/>
              <w:bottom w:val="single" w:sz="4" w:space="0" w:color="auto"/>
              <w:right w:val="single" w:sz="4" w:space="0" w:color="auto"/>
            </w:tcBorders>
          </w:tcPr>
          <w:p w14:paraId="633CE0EF" w14:textId="77777777" w:rsidR="00360E6B" w:rsidRPr="00630AB6" w:rsidRDefault="00360E6B" w:rsidP="00870C57">
            <w:pPr>
              <w:pStyle w:val="TAL"/>
              <w:rPr>
                <w:lang w:eastAsia="zh-CN"/>
              </w:rPr>
            </w:pPr>
            <w:proofErr w:type="spellStart"/>
            <w:r w:rsidRPr="00630AB6">
              <w:rPr>
                <w:lang w:eastAsia="zh-CN"/>
              </w:rPr>
              <w:t>supportedFeatures</w:t>
            </w:r>
            <w:proofErr w:type="spellEnd"/>
          </w:p>
        </w:tc>
        <w:tc>
          <w:tcPr>
            <w:tcW w:w="1559" w:type="dxa"/>
            <w:tcBorders>
              <w:top w:val="single" w:sz="4" w:space="0" w:color="auto"/>
              <w:left w:val="single" w:sz="4" w:space="0" w:color="auto"/>
              <w:bottom w:val="single" w:sz="4" w:space="0" w:color="auto"/>
              <w:right w:val="single" w:sz="4" w:space="0" w:color="auto"/>
            </w:tcBorders>
          </w:tcPr>
          <w:p w14:paraId="318E26B0" w14:textId="77777777" w:rsidR="00360E6B" w:rsidRPr="00630AB6" w:rsidRDefault="00360E6B" w:rsidP="00870C57">
            <w:pPr>
              <w:pStyle w:val="TAL"/>
              <w:rPr>
                <w:lang w:eastAsia="zh-CN"/>
              </w:rPr>
            </w:pPr>
            <w:proofErr w:type="spellStart"/>
            <w:r w:rsidRPr="00630AB6">
              <w:rPr>
                <w:lang w:eastAsia="zh-CN"/>
              </w:rPr>
              <w:t>SupportedFeatures</w:t>
            </w:r>
            <w:proofErr w:type="spellEnd"/>
          </w:p>
        </w:tc>
        <w:tc>
          <w:tcPr>
            <w:tcW w:w="425" w:type="dxa"/>
            <w:tcBorders>
              <w:top w:val="single" w:sz="4" w:space="0" w:color="auto"/>
              <w:left w:val="single" w:sz="4" w:space="0" w:color="auto"/>
              <w:bottom w:val="single" w:sz="4" w:space="0" w:color="auto"/>
              <w:right w:val="single" w:sz="4" w:space="0" w:color="auto"/>
            </w:tcBorders>
          </w:tcPr>
          <w:p w14:paraId="356EFD10" w14:textId="77777777" w:rsidR="00360E6B" w:rsidRPr="00630AB6" w:rsidRDefault="00360E6B" w:rsidP="00870C57">
            <w:pPr>
              <w:pStyle w:val="TAC"/>
              <w:rPr>
                <w:lang w:eastAsia="zh-CN"/>
              </w:rPr>
            </w:pPr>
            <w:r w:rsidRPr="00630AB6">
              <w:rPr>
                <w:lang w:eastAsia="zh-CN"/>
              </w:rPr>
              <w:t>C</w:t>
            </w:r>
          </w:p>
        </w:tc>
        <w:tc>
          <w:tcPr>
            <w:tcW w:w="1134" w:type="dxa"/>
            <w:tcBorders>
              <w:top w:val="single" w:sz="4" w:space="0" w:color="auto"/>
              <w:left w:val="single" w:sz="4" w:space="0" w:color="auto"/>
              <w:bottom w:val="single" w:sz="4" w:space="0" w:color="auto"/>
              <w:right w:val="single" w:sz="4" w:space="0" w:color="auto"/>
            </w:tcBorders>
          </w:tcPr>
          <w:p w14:paraId="7DEF2174" w14:textId="77777777" w:rsidR="00360E6B" w:rsidRPr="00630AB6" w:rsidRDefault="00360E6B" w:rsidP="00870C57">
            <w:pPr>
              <w:pStyle w:val="TAL"/>
              <w:rPr>
                <w:lang w:eastAsia="zh-CN"/>
              </w:rPr>
            </w:pPr>
            <w:r w:rsidRPr="00630AB6">
              <w:rPr>
                <w:lang w:eastAsia="zh-CN"/>
              </w:rPr>
              <w:t>0..1</w:t>
            </w:r>
          </w:p>
        </w:tc>
        <w:tc>
          <w:tcPr>
            <w:tcW w:w="4359" w:type="dxa"/>
            <w:tcBorders>
              <w:top w:val="single" w:sz="4" w:space="0" w:color="auto"/>
              <w:left w:val="single" w:sz="4" w:space="0" w:color="auto"/>
              <w:bottom w:val="single" w:sz="4" w:space="0" w:color="auto"/>
              <w:right w:val="single" w:sz="4" w:space="0" w:color="auto"/>
            </w:tcBorders>
          </w:tcPr>
          <w:p w14:paraId="59E36CC1" w14:textId="77777777" w:rsidR="00360E6B" w:rsidRPr="00630AB6" w:rsidRDefault="00360E6B" w:rsidP="00870C57">
            <w:pPr>
              <w:pStyle w:val="TAL"/>
              <w:rPr>
                <w:lang w:eastAsia="zh-CN"/>
              </w:rPr>
            </w:pPr>
            <w:r w:rsidRPr="00630AB6">
              <w:rPr>
                <w:rFonts w:cs="Arial"/>
                <w:szCs w:val="18"/>
              </w:rPr>
              <w:t xml:space="preserve">This IE shall be present if at least one optional feature defined in </w:t>
            </w:r>
            <w:r w:rsidR="001765C8">
              <w:rPr>
                <w:rFonts w:cs="Arial"/>
                <w:szCs w:val="18"/>
              </w:rPr>
              <w:t>clause</w:t>
            </w:r>
            <w:r w:rsidRPr="00630AB6">
              <w:rPr>
                <w:rFonts w:cs="Arial"/>
                <w:szCs w:val="18"/>
              </w:rPr>
              <w:t xml:space="preserve"> 6.2.8 is supported</w:t>
            </w:r>
          </w:p>
          <w:p w14:paraId="04D00DA5" w14:textId="77777777" w:rsidR="00360E6B" w:rsidRPr="00630AB6" w:rsidRDefault="00360E6B" w:rsidP="00870C57">
            <w:pPr>
              <w:pStyle w:val="TF"/>
              <w:jc w:val="left"/>
              <w:rPr>
                <w:b w:val="0"/>
                <w:sz w:val="18"/>
                <w:lang w:eastAsia="zh-CN"/>
              </w:rPr>
            </w:pPr>
          </w:p>
        </w:tc>
      </w:tr>
    </w:tbl>
    <w:p w14:paraId="1A8BC066" w14:textId="77777777" w:rsidR="00BB59D6" w:rsidRPr="00630AB6" w:rsidRDefault="00BB59D6" w:rsidP="00BB59D6"/>
    <w:p w14:paraId="7E60C4FE" w14:textId="77777777" w:rsidR="00360E6B" w:rsidRPr="00630AB6" w:rsidRDefault="00360E6B" w:rsidP="00360E6B">
      <w:pPr>
        <w:pStyle w:val="Heading5"/>
      </w:pPr>
      <w:bookmarkStart w:id="138" w:name="_Toc74989901"/>
      <w:r w:rsidRPr="00630AB6">
        <w:t>6.2.6.2.7</w:t>
      </w:r>
      <w:r w:rsidRPr="00630AB6">
        <w:tab/>
        <w:t xml:space="preserve">Type: </w:t>
      </w:r>
      <w:proofErr w:type="spellStart"/>
      <w:r w:rsidRPr="00630AB6">
        <w:t>PatchDocument</w:t>
      </w:r>
      <w:bookmarkEnd w:id="138"/>
      <w:proofErr w:type="spellEnd"/>
    </w:p>
    <w:p w14:paraId="61725076" w14:textId="77777777" w:rsidR="00360E6B" w:rsidRPr="00630AB6" w:rsidRDefault="00360E6B" w:rsidP="00360E6B">
      <w:pPr>
        <w:pStyle w:val="TH"/>
      </w:pPr>
      <w:r w:rsidRPr="00630AB6">
        <w:rPr>
          <w:noProof/>
        </w:rPr>
        <w:t>Table </w:t>
      </w:r>
      <w:r w:rsidR="001869C6" w:rsidRPr="00630AB6">
        <w:t>6.2.6.2.</w:t>
      </w:r>
      <w:r w:rsidR="001869C6" w:rsidRPr="00630AB6">
        <w:rPr>
          <w:rFonts w:hint="eastAsia"/>
          <w:lang w:eastAsia="zh-CN"/>
        </w:rPr>
        <w:t>7</w:t>
      </w:r>
      <w:r w:rsidR="001869C6" w:rsidRPr="00630AB6">
        <w:t>-</w:t>
      </w:r>
      <w:r w:rsidR="001869C6" w:rsidRPr="00630AB6">
        <w:rPr>
          <w:rFonts w:hint="eastAsia"/>
          <w:lang w:eastAsia="zh-CN"/>
        </w:rPr>
        <w:t>1</w:t>
      </w:r>
      <w:r w:rsidRPr="00630AB6">
        <w:t xml:space="preserve">: </w:t>
      </w:r>
      <w:r w:rsidRPr="00630AB6">
        <w:rPr>
          <w:noProof/>
        </w:rPr>
        <w:t xml:space="preserve">Definition of type </w:t>
      </w:r>
      <w:proofErr w:type="spellStart"/>
      <w:r w:rsidRPr="00630AB6">
        <w:t>PatchDocument</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360E6B" w:rsidRPr="00630AB6" w14:paraId="0EF7D430" w14:textId="77777777" w:rsidTr="00870C57">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7985B95F" w14:textId="77777777" w:rsidR="00360E6B" w:rsidRPr="00630AB6" w:rsidRDefault="00360E6B" w:rsidP="00870C57">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1A25710B" w14:textId="77777777" w:rsidR="00360E6B" w:rsidRPr="00630AB6" w:rsidRDefault="00360E6B" w:rsidP="00870C57">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96E6C78" w14:textId="77777777" w:rsidR="00360E6B" w:rsidRPr="00630AB6" w:rsidRDefault="00360E6B" w:rsidP="00870C57">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0C43F749" w14:textId="77777777" w:rsidR="00360E6B" w:rsidRPr="00630AB6" w:rsidRDefault="00360E6B" w:rsidP="00870C57">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26726E22" w14:textId="77777777" w:rsidR="00360E6B" w:rsidRPr="00630AB6" w:rsidRDefault="00360E6B" w:rsidP="00870C57">
            <w:pPr>
              <w:pStyle w:val="TAH"/>
              <w:rPr>
                <w:rFonts w:cs="Arial"/>
                <w:szCs w:val="18"/>
              </w:rPr>
            </w:pPr>
            <w:r w:rsidRPr="00630AB6">
              <w:rPr>
                <w:rFonts w:cs="Arial"/>
                <w:szCs w:val="18"/>
              </w:rPr>
              <w:t>Description</w:t>
            </w:r>
          </w:p>
        </w:tc>
      </w:tr>
      <w:tr w:rsidR="00360E6B" w:rsidRPr="00630AB6" w14:paraId="5D811BCA" w14:textId="77777777" w:rsidTr="00870C57">
        <w:trPr>
          <w:jc w:val="center"/>
        </w:trPr>
        <w:tc>
          <w:tcPr>
            <w:tcW w:w="2090" w:type="dxa"/>
            <w:tcBorders>
              <w:top w:val="single" w:sz="4" w:space="0" w:color="auto"/>
              <w:left w:val="single" w:sz="4" w:space="0" w:color="auto"/>
              <w:bottom w:val="single" w:sz="4" w:space="0" w:color="auto"/>
              <w:right w:val="single" w:sz="4" w:space="0" w:color="auto"/>
            </w:tcBorders>
          </w:tcPr>
          <w:p w14:paraId="5493F400" w14:textId="77777777" w:rsidR="00360E6B" w:rsidRPr="00630AB6" w:rsidDel="009318DC" w:rsidRDefault="00360E6B" w:rsidP="00870C57">
            <w:pPr>
              <w:pStyle w:val="TAL"/>
              <w:rPr>
                <w:lang w:eastAsia="zh-CN"/>
              </w:rPr>
            </w:pPr>
            <w:r w:rsidRPr="00630AB6">
              <w:rPr>
                <w:lang w:eastAsia="zh-CN"/>
              </w:rPr>
              <w:t>N/A</w:t>
            </w:r>
          </w:p>
        </w:tc>
        <w:tc>
          <w:tcPr>
            <w:tcW w:w="1559" w:type="dxa"/>
            <w:tcBorders>
              <w:top w:val="single" w:sz="4" w:space="0" w:color="auto"/>
              <w:left w:val="single" w:sz="4" w:space="0" w:color="auto"/>
              <w:bottom w:val="single" w:sz="4" w:space="0" w:color="auto"/>
              <w:right w:val="single" w:sz="4" w:space="0" w:color="auto"/>
            </w:tcBorders>
          </w:tcPr>
          <w:p w14:paraId="4B04978A" w14:textId="77777777" w:rsidR="00360E6B" w:rsidRPr="00630AB6" w:rsidDel="009318DC" w:rsidRDefault="00360E6B" w:rsidP="00870C57">
            <w:pPr>
              <w:pStyle w:val="TAL"/>
              <w:rPr>
                <w:lang w:eastAsia="zh-CN"/>
              </w:rPr>
            </w:pPr>
            <w:r w:rsidRPr="00630AB6">
              <w:t>array(</w:t>
            </w:r>
            <w:proofErr w:type="spellStart"/>
            <w:r w:rsidRPr="00630AB6">
              <w:t>PatchItem</w:t>
            </w:r>
            <w:proofErr w:type="spellEnd"/>
            <w:r w:rsidRPr="00630AB6">
              <w:t>)</w:t>
            </w:r>
          </w:p>
        </w:tc>
        <w:tc>
          <w:tcPr>
            <w:tcW w:w="425" w:type="dxa"/>
            <w:tcBorders>
              <w:top w:val="single" w:sz="4" w:space="0" w:color="auto"/>
              <w:left w:val="single" w:sz="4" w:space="0" w:color="auto"/>
              <w:bottom w:val="single" w:sz="4" w:space="0" w:color="auto"/>
              <w:right w:val="single" w:sz="4" w:space="0" w:color="auto"/>
            </w:tcBorders>
          </w:tcPr>
          <w:p w14:paraId="0A36666C" w14:textId="77777777" w:rsidR="00360E6B" w:rsidRPr="00630AB6" w:rsidDel="009318DC" w:rsidRDefault="00360E6B" w:rsidP="00870C57">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6403F62E" w14:textId="77777777" w:rsidR="00360E6B" w:rsidRPr="00630AB6" w:rsidDel="009318DC" w:rsidRDefault="00360E6B" w:rsidP="00870C57">
            <w:pPr>
              <w:pStyle w:val="TAL"/>
              <w:rPr>
                <w:lang w:eastAsia="zh-CN"/>
              </w:rPr>
            </w:pPr>
            <w:r w:rsidRPr="00630AB6">
              <w:rPr>
                <w:rFonts w:hint="eastAsia"/>
                <w:lang w:eastAsia="zh-CN"/>
              </w:rPr>
              <w:t>1</w:t>
            </w:r>
            <w:r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07081E5A" w14:textId="77777777" w:rsidR="00360E6B" w:rsidRPr="00630AB6" w:rsidDel="009318DC" w:rsidRDefault="00360E6B" w:rsidP="00870C57">
            <w:pPr>
              <w:pStyle w:val="TF"/>
              <w:jc w:val="left"/>
              <w:rPr>
                <w:b w:val="0"/>
                <w:sz w:val="18"/>
                <w:lang w:eastAsia="zh-CN"/>
              </w:rPr>
            </w:pPr>
            <w:r w:rsidRPr="00630AB6">
              <w:rPr>
                <w:b w:val="0"/>
                <w:sz w:val="18"/>
                <w:lang w:eastAsia="zh-CN"/>
              </w:rPr>
              <w:t>An array of patch instructions to update the NSSAI availability information at the NSSF. See 3GPP TS 29.571 [7].</w:t>
            </w:r>
          </w:p>
        </w:tc>
      </w:tr>
    </w:tbl>
    <w:p w14:paraId="3D13FDF5" w14:textId="77777777" w:rsidR="00360E6B" w:rsidRPr="00630AB6" w:rsidRDefault="00360E6B" w:rsidP="00BB59D6">
      <w:pPr>
        <w:rPr>
          <w:lang w:eastAsia="zh-CN"/>
        </w:rPr>
      </w:pPr>
    </w:p>
    <w:p w14:paraId="43027738" w14:textId="77777777" w:rsidR="002F4D71" w:rsidRPr="00630AB6" w:rsidRDefault="002F4D71" w:rsidP="0041307B">
      <w:pPr>
        <w:pStyle w:val="Heading5"/>
      </w:pPr>
      <w:bookmarkStart w:id="139" w:name="_Toc74989902"/>
      <w:r w:rsidRPr="00630AB6">
        <w:t>6.2.6.2.</w:t>
      </w:r>
      <w:r w:rsidR="00360E6B" w:rsidRPr="00630AB6">
        <w:rPr>
          <w:rFonts w:hint="eastAsia"/>
          <w:lang w:eastAsia="zh-CN"/>
        </w:rPr>
        <w:t>8</w:t>
      </w:r>
      <w:r w:rsidRPr="00630AB6">
        <w:tab/>
        <w:t xml:space="preserve">Type: </w:t>
      </w:r>
      <w:proofErr w:type="spellStart"/>
      <w:r w:rsidRPr="00630AB6">
        <w:t>NssfEventSubscriptionCreateData</w:t>
      </w:r>
      <w:bookmarkEnd w:id="139"/>
      <w:proofErr w:type="spellEnd"/>
    </w:p>
    <w:p w14:paraId="50A489AB" w14:textId="77777777" w:rsidR="002F4D71" w:rsidRPr="00630AB6" w:rsidRDefault="002F4D71" w:rsidP="0041307B">
      <w:pPr>
        <w:pStyle w:val="TH"/>
        <w:outlineLvl w:val="0"/>
      </w:pPr>
      <w:r w:rsidRPr="00630AB6">
        <w:rPr>
          <w:noProof/>
        </w:rPr>
        <w:t>Table </w:t>
      </w:r>
      <w:r w:rsidRPr="00630AB6">
        <w:t>6.2.6.2.</w:t>
      </w:r>
      <w:r w:rsidR="001869C6" w:rsidRPr="00630AB6">
        <w:rPr>
          <w:rFonts w:hint="eastAsia"/>
          <w:lang w:eastAsia="zh-CN"/>
        </w:rPr>
        <w:t>8</w:t>
      </w:r>
      <w:r w:rsidRPr="00630AB6">
        <w:t xml:space="preserve">-1: </w:t>
      </w:r>
      <w:r w:rsidRPr="00630AB6">
        <w:rPr>
          <w:noProof/>
        </w:rPr>
        <w:t>Definition of type NssfEventSubscriptionCreateData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2F4D71" w:rsidRPr="00630AB6" w14:paraId="5D992FF7"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5342354B" w14:textId="77777777" w:rsidR="002F4D71" w:rsidRPr="00630AB6" w:rsidRDefault="002F4D71" w:rsidP="0053094F">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2E0365B9" w14:textId="77777777" w:rsidR="002F4D71" w:rsidRPr="00630AB6" w:rsidRDefault="002F4D71" w:rsidP="0053094F">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3623E20" w14:textId="77777777" w:rsidR="002F4D71" w:rsidRPr="00630AB6" w:rsidRDefault="002F4D71" w:rsidP="0053094F">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7AF63C3F" w14:textId="77777777" w:rsidR="002F4D71" w:rsidRPr="00630AB6" w:rsidRDefault="002F4D71" w:rsidP="0053094F">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537228EF" w14:textId="77777777" w:rsidR="002F4D71" w:rsidRPr="00630AB6" w:rsidRDefault="002F4D71" w:rsidP="0053094F">
            <w:pPr>
              <w:pStyle w:val="TAH"/>
              <w:rPr>
                <w:rFonts w:cs="Arial"/>
                <w:szCs w:val="18"/>
              </w:rPr>
            </w:pPr>
            <w:r w:rsidRPr="00630AB6">
              <w:rPr>
                <w:rFonts w:cs="Arial"/>
                <w:szCs w:val="18"/>
              </w:rPr>
              <w:t>Description</w:t>
            </w:r>
          </w:p>
        </w:tc>
      </w:tr>
      <w:tr w:rsidR="002F4D71" w:rsidRPr="00630AB6" w14:paraId="445A1549"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58D1FA16" w14:textId="77777777" w:rsidR="002F4D71" w:rsidRPr="00630AB6" w:rsidRDefault="002F4D71" w:rsidP="0053094F">
            <w:pPr>
              <w:pStyle w:val="TAL"/>
            </w:pPr>
            <w:proofErr w:type="spellStart"/>
            <w:r w:rsidRPr="00630AB6">
              <w:rPr>
                <w:lang w:eastAsia="zh-CN"/>
              </w:rPr>
              <w:t>nf</w:t>
            </w:r>
            <w:r w:rsidRPr="00630AB6">
              <w:rPr>
                <w:rFonts w:hint="eastAsia"/>
                <w:lang w:eastAsia="zh-CN"/>
              </w:rPr>
              <w:t>Nss</w:t>
            </w:r>
            <w:r w:rsidRPr="00630AB6">
              <w:rPr>
                <w:lang w:eastAsia="zh-CN"/>
              </w:rPr>
              <w:t>ai</w:t>
            </w:r>
            <w:r w:rsidRPr="00630AB6">
              <w:rPr>
                <w:rFonts w:hint="eastAsia"/>
                <w:lang w:eastAsia="zh-CN"/>
              </w:rPr>
              <w:t>Availability</w:t>
            </w:r>
            <w:r w:rsidRPr="00630AB6">
              <w:rPr>
                <w:lang w:eastAsia="zh-CN"/>
              </w:rPr>
              <w:t>Uri</w:t>
            </w:r>
            <w:proofErr w:type="spellEnd"/>
          </w:p>
        </w:tc>
        <w:tc>
          <w:tcPr>
            <w:tcW w:w="1559" w:type="dxa"/>
            <w:tcBorders>
              <w:top w:val="single" w:sz="4" w:space="0" w:color="auto"/>
              <w:left w:val="single" w:sz="4" w:space="0" w:color="auto"/>
              <w:bottom w:val="single" w:sz="4" w:space="0" w:color="auto"/>
              <w:right w:val="single" w:sz="4" w:space="0" w:color="auto"/>
            </w:tcBorders>
          </w:tcPr>
          <w:p w14:paraId="0A73F24A" w14:textId="77777777" w:rsidR="002F4D71" w:rsidRPr="00630AB6" w:rsidRDefault="002F4D71" w:rsidP="0053094F">
            <w:pPr>
              <w:pStyle w:val="TAL"/>
            </w:pPr>
            <w:r w:rsidRPr="00630AB6">
              <w:rPr>
                <w:noProof/>
              </w:rPr>
              <w:t>Uri</w:t>
            </w:r>
          </w:p>
        </w:tc>
        <w:tc>
          <w:tcPr>
            <w:tcW w:w="425" w:type="dxa"/>
            <w:tcBorders>
              <w:top w:val="single" w:sz="4" w:space="0" w:color="auto"/>
              <w:left w:val="single" w:sz="4" w:space="0" w:color="auto"/>
              <w:bottom w:val="single" w:sz="4" w:space="0" w:color="auto"/>
              <w:right w:val="single" w:sz="4" w:space="0" w:color="auto"/>
            </w:tcBorders>
          </w:tcPr>
          <w:p w14:paraId="1D22C1A0" w14:textId="77777777" w:rsidR="002F4D71" w:rsidRPr="00630AB6" w:rsidRDefault="002F4D71" w:rsidP="0053094F">
            <w:pPr>
              <w:pStyle w:val="TAC"/>
            </w:pPr>
            <w:r w:rsidRPr="00630AB6">
              <w:t>M</w:t>
            </w:r>
          </w:p>
        </w:tc>
        <w:tc>
          <w:tcPr>
            <w:tcW w:w="1134" w:type="dxa"/>
            <w:tcBorders>
              <w:top w:val="single" w:sz="4" w:space="0" w:color="auto"/>
              <w:left w:val="single" w:sz="4" w:space="0" w:color="auto"/>
              <w:bottom w:val="single" w:sz="4" w:space="0" w:color="auto"/>
              <w:right w:val="single" w:sz="4" w:space="0" w:color="auto"/>
            </w:tcBorders>
          </w:tcPr>
          <w:p w14:paraId="596AC834" w14:textId="77777777" w:rsidR="002F4D71" w:rsidRPr="00630AB6" w:rsidRDefault="002F4D71" w:rsidP="0053094F">
            <w:pPr>
              <w:pStyle w:val="TAL"/>
            </w:pPr>
            <w:r w:rsidRPr="00630AB6">
              <w:rPr>
                <w:noProof/>
              </w:rPr>
              <w:t>1</w:t>
            </w:r>
          </w:p>
        </w:tc>
        <w:tc>
          <w:tcPr>
            <w:tcW w:w="4359" w:type="dxa"/>
            <w:tcBorders>
              <w:top w:val="single" w:sz="4" w:space="0" w:color="auto"/>
              <w:left w:val="single" w:sz="4" w:space="0" w:color="auto"/>
              <w:bottom w:val="single" w:sz="4" w:space="0" w:color="auto"/>
              <w:right w:val="single" w:sz="4" w:space="0" w:color="auto"/>
            </w:tcBorders>
          </w:tcPr>
          <w:p w14:paraId="708F4BC1" w14:textId="77777777" w:rsidR="002F4D71" w:rsidRPr="00630AB6" w:rsidRDefault="002F4D71" w:rsidP="0053094F">
            <w:pPr>
              <w:pStyle w:val="TAL"/>
              <w:rPr>
                <w:rFonts w:cs="Arial"/>
                <w:szCs w:val="18"/>
              </w:rPr>
            </w:pPr>
            <w:r w:rsidRPr="00630AB6">
              <w:rPr>
                <w:noProof/>
              </w:rPr>
              <w:t>Identifies the recipient of notifications sent by the NF service consumer (e.g</w:t>
            </w:r>
            <w:r w:rsidR="002913D4" w:rsidRPr="00630AB6">
              <w:rPr>
                <w:rFonts w:hint="eastAsia"/>
                <w:noProof/>
                <w:lang w:eastAsia="zh-CN"/>
              </w:rPr>
              <w:t>.</w:t>
            </w:r>
            <w:r w:rsidRPr="00630AB6">
              <w:rPr>
                <w:noProof/>
              </w:rPr>
              <w:t xml:space="preserve"> AMF) for this subscription</w:t>
            </w:r>
          </w:p>
        </w:tc>
      </w:tr>
      <w:tr w:rsidR="002F4D71" w:rsidRPr="00630AB6" w14:paraId="1779A8A8"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4EEF7A32" w14:textId="77777777" w:rsidR="002F4D71" w:rsidRPr="00630AB6" w:rsidRDefault="002F4D71" w:rsidP="0053094F">
            <w:pPr>
              <w:pStyle w:val="TAL"/>
            </w:pPr>
            <w:proofErr w:type="spellStart"/>
            <w:r w:rsidRPr="00630AB6">
              <w:t>tai</w:t>
            </w:r>
            <w:r w:rsidR="0038233B" w:rsidRPr="00630AB6">
              <w:t>List</w:t>
            </w:r>
            <w:proofErr w:type="spellEnd"/>
          </w:p>
        </w:tc>
        <w:tc>
          <w:tcPr>
            <w:tcW w:w="1559" w:type="dxa"/>
            <w:tcBorders>
              <w:top w:val="single" w:sz="4" w:space="0" w:color="auto"/>
              <w:left w:val="single" w:sz="4" w:space="0" w:color="auto"/>
              <w:bottom w:val="single" w:sz="4" w:space="0" w:color="auto"/>
              <w:right w:val="single" w:sz="4" w:space="0" w:color="auto"/>
            </w:tcBorders>
          </w:tcPr>
          <w:p w14:paraId="542FA07C" w14:textId="77777777" w:rsidR="002F4D71" w:rsidRPr="00630AB6" w:rsidRDefault="00721280" w:rsidP="0053094F">
            <w:pPr>
              <w:pStyle w:val="TAL"/>
              <w:rPr>
                <w:lang w:eastAsia="zh-CN"/>
              </w:rPr>
            </w:pPr>
            <w:r w:rsidRPr="00630AB6">
              <w:rPr>
                <w:lang w:eastAsia="zh-CN"/>
              </w:rPr>
              <w:t>array(</w:t>
            </w:r>
            <w:r w:rsidR="002F4D71" w:rsidRPr="00630AB6">
              <w:rPr>
                <w:rFonts w:hint="eastAsia"/>
                <w:lang w:eastAsia="zh-CN"/>
              </w:rPr>
              <w:t>T</w:t>
            </w:r>
            <w:r w:rsidR="002F4D71" w:rsidRPr="00630AB6">
              <w:rPr>
                <w:lang w:eastAsia="zh-CN"/>
              </w:rPr>
              <w:t>ai</w:t>
            </w:r>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422CAA76" w14:textId="77777777" w:rsidR="002F4D71" w:rsidRPr="00630AB6" w:rsidRDefault="002F4D71" w:rsidP="0053094F">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46943C8B" w14:textId="77777777" w:rsidR="002F4D71" w:rsidRPr="00630AB6" w:rsidRDefault="002F4D71" w:rsidP="0053094F">
            <w:pPr>
              <w:pStyle w:val="TAL"/>
              <w:rPr>
                <w:lang w:eastAsia="zh-CN"/>
              </w:rPr>
            </w:pPr>
            <w:r w:rsidRPr="00630AB6">
              <w:rPr>
                <w:rFonts w:hint="eastAsia"/>
                <w:lang w:eastAsia="zh-CN"/>
              </w:rPr>
              <w:t>1..</w:t>
            </w:r>
            <w:r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3FE38BDE" w14:textId="77777777" w:rsidR="002F4D71" w:rsidRPr="00630AB6" w:rsidRDefault="002F4D71" w:rsidP="0053094F">
            <w:pPr>
              <w:pStyle w:val="TAL"/>
              <w:rPr>
                <w:rFonts w:cs="Arial"/>
                <w:szCs w:val="18"/>
                <w:lang w:eastAsia="zh-CN"/>
              </w:rPr>
            </w:pPr>
            <w:r w:rsidRPr="00630AB6">
              <w:rPr>
                <w:rFonts w:cs="Arial" w:hint="eastAsia"/>
                <w:szCs w:val="18"/>
                <w:lang w:eastAsia="zh-CN"/>
              </w:rPr>
              <w:t>Identifies the TAI</w:t>
            </w:r>
            <w:r w:rsidR="0038233B" w:rsidRPr="00630AB6">
              <w:rPr>
                <w:rFonts w:cs="Arial"/>
                <w:szCs w:val="18"/>
                <w:lang w:eastAsia="zh-CN"/>
              </w:rPr>
              <w:t>s</w:t>
            </w:r>
            <w:r w:rsidRPr="00630AB6">
              <w:rPr>
                <w:rFonts w:cs="Arial" w:hint="eastAsia"/>
                <w:szCs w:val="18"/>
                <w:lang w:eastAsia="zh-CN"/>
              </w:rPr>
              <w:t xml:space="preserve"> supported by the </w:t>
            </w:r>
            <w:r w:rsidRPr="00630AB6">
              <w:rPr>
                <w:rFonts w:cs="Arial"/>
                <w:szCs w:val="18"/>
                <w:lang w:eastAsia="zh-CN"/>
              </w:rPr>
              <w:t>NF service consumer (e.g</w:t>
            </w:r>
            <w:r w:rsidR="002913D4" w:rsidRPr="00630AB6">
              <w:rPr>
                <w:rFonts w:cs="Arial" w:hint="eastAsia"/>
                <w:szCs w:val="18"/>
                <w:lang w:eastAsia="zh-CN"/>
              </w:rPr>
              <w:t>.</w:t>
            </w:r>
            <w:r w:rsidRPr="00630AB6">
              <w:rPr>
                <w:rFonts w:cs="Arial"/>
                <w:szCs w:val="18"/>
                <w:lang w:eastAsia="zh-CN"/>
              </w:rPr>
              <w:t xml:space="preserve"> </w:t>
            </w:r>
            <w:r w:rsidRPr="00630AB6">
              <w:rPr>
                <w:rFonts w:cs="Arial" w:hint="eastAsia"/>
                <w:szCs w:val="18"/>
                <w:lang w:eastAsia="zh-CN"/>
              </w:rPr>
              <w:t>AMF</w:t>
            </w:r>
            <w:r w:rsidRPr="00630AB6">
              <w:rPr>
                <w:rFonts w:cs="Arial"/>
                <w:szCs w:val="18"/>
                <w:lang w:eastAsia="zh-CN"/>
              </w:rPr>
              <w:t>)</w:t>
            </w:r>
            <w:r w:rsidRPr="00630AB6">
              <w:rPr>
                <w:rFonts w:cs="Arial" w:hint="eastAsia"/>
                <w:szCs w:val="18"/>
                <w:lang w:eastAsia="zh-CN"/>
              </w:rPr>
              <w:t>.</w:t>
            </w:r>
          </w:p>
        </w:tc>
      </w:tr>
      <w:tr w:rsidR="002F4D71" w:rsidRPr="00630AB6" w14:paraId="57ADD077"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3147E2D0" w14:textId="77777777" w:rsidR="002F4D71" w:rsidRPr="00630AB6" w:rsidRDefault="002F4D71" w:rsidP="0053094F">
            <w:pPr>
              <w:pStyle w:val="TAL"/>
              <w:rPr>
                <w:noProof/>
              </w:rPr>
            </w:pPr>
            <w:r w:rsidRPr="00630AB6">
              <w:t>event</w:t>
            </w:r>
          </w:p>
        </w:tc>
        <w:tc>
          <w:tcPr>
            <w:tcW w:w="1559" w:type="dxa"/>
            <w:tcBorders>
              <w:top w:val="single" w:sz="4" w:space="0" w:color="auto"/>
              <w:left w:val="single" w:sz="4" w:space="0" w:color="auto"/>
              <w:bottom w:val="single" w:sz="4" w:space="0" w:color="auto"/>
              <w:right w:val="single" w:sz="4" w:space="0" w:color="auto"/>
            </w:tcBorders>
          </w:tcPr>
          <w:p w14:paraId="2DD51EBB" w14:textId="77777777" w:rsidR="002F4D71" w:rsidRPr="00630AB6" w:rsidRDefault="002F4D71" w:rsidP="0053094F">
            <w:pPr>
              <w:pStyle w:val="TAL"/>
              <w:rPr>
                <w:noProof/>
              </w:rPr>
            </w:pPr>
            <w:proofErr w:type="spellStart"/>
            <w:r w:rsidRPr="00630AB6">
              <w:t>NssfEventType</w:t>
            </w:r>
            <w:proofErr w:type="spellEnd"/>
          </w:p>
        </w:tc>
        <w:tc>
          <w:tcPr>
            <w:tcW w:w="425" w:type="dxa"/>
            <w:tcBorders>
              <w:top w:val="single" w:sz="4" w:space="0" w:color="auto"/>
              <w:left w:val="single" w:sz="4" w:space="0" w:color="auto"/>
              <w:bottom w:val="single" w:sz="4" w:space="0" w:color="auto"/>
              <w:right w:val="single" w:sz="4" w:space="0" w:color="auto"/>
            </w:tcBorders>
          </w:tcPr>
          <w:p w14:paraId="6408A540" w14:textId="77777777" w:rsidR="002F4D71" w:rsidRPr="00630AB6" w:rsidRDefault="002F4D71" w:rsidP="0053094F">
            <w:pPr>
              <w:pStyle w:val="TAC"/>
            </w:pPr>
            <w:r w:rsidRPr="00630AB6">
              <w:t>M</w:t>
            </w:r>
          </w:p>
        </w:tc>
        <w:tc>
          <w:tcPr>
            <w:tcW w:w="1134" w:type="dxa"/>
            <w:tcBorders>
              <w:top w:val="single" w:sz="4" w:space="0" w:color="auto"/>
              <w:left w:val="single" w:sz="4" w:space="0" w:color="auto"/>
              <w:bottom w:val="single" w:sz="4" w:space="0" w:color="auto"/>
              <w:right w:val="single" w:sz="4" w:space="0" w:color="auto"/>
            </w:tcBorders>
          </w:tcPr>
          <w:p w14:paraId="3AB886BB" w14:textId="77777777" w:rsidR="002F4D71" w:rsidRPr="00630AB6" w:rsidRDefault="002F4D71" w:rsidP="0053094F">
            <w:pPr>
              <w:pStyle w:val="TAL"/>
              <w:rPr>
                <w:noProof/>
              </w:rPr>
            </w:pPr>
            <w:r w:rsidRPr="00630AB6">
              <w:t>1</w:t>
            </w:r>
          </w:p>
        </w:tc>
        <w:tc>
          <w:tcPr>
            <w:tcW w:w="4359" w:type="dxa"/>
            <w:tcBorders>
              <w:top w:val="single" w:sz="4" w:space="0" w:color="auto"/>
              <w:left w:val="single" w:sz="4" w:space="0" w:color="auto"/>
              <w:bottom w:val="single" w:sz="4" w:space="0" w:color="auto"/>
              <w:right w:val="single" w:sz="4" w:space="0" w:color="auto"/>
            </w:tcBorders>
          </w:tcPr>
          <w:p w14:paraId="54157EC9" w14:textId="77777777" w:rsidR="002F4D71" w:rsidRPr="00630AB6" w:rsidRDefault="002F4D71" w:rsidP="0053094F">
            <w:pPr>
              <w:pStyle w:val="TAL"/>
              <w:rPr>
                <w:noProof/>
              </w:rPr>
            </w:pPr>
            <w:r w:rsidRPr="00630AB6">
              <w:rPr>
                <w:rFonts w:cs="Arial"/>
                <w:szCs w:val="18"/>
              </w:rPr>
              <w:t>Describes the event to be subscribed for this subscription.</w:t>
            </w:r>
          </w:p>
        </w:tc>
      </w:tr>
      <w:tr w:rsidR="00511663" w:rsidRPr="00BD45A3" w14:paraId="5B3B8FC4"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tcPr>
          <w:p w14:paraId="42235134" w14:textId="77777777" w:rsidR="00511663" w:rsidRPr="00BD45A3" w:rsidRDefault="00511663" w:rsidP="001271D9">
            <w:pPr>
              <w:pStyle w:val="TAL"/>
            </w:pPr>
            <w:r w:rsidRPr="00BD45A3">
              <w:rPr>
                <w:rFonts w:hint="eastAsia"/>
              </w:rPr>
              <w:t>expiry</w:t>
            </w:r>
          </w:p>
        </w:tc>
        <w:tc>
          <w:tcPr>
            <w:tcW w:w="1559" w:type="dxa"/>
            <w:tcBorders>
              <w:top w:val="single" w:sz="4" w:space="0" w:color="auto"/>
              <w:left w:val="single" w:sz="4" w:space="0" w:color="auto"/>
              <w:bottom w:val="single" w:sz="4" w:space="0" w:color="auto"/>
              <w:right w:val="single" w:sz="4" w:space="0" w:color="auto"/>
            </w:tcBorders>
          </w:tcPr>
          <w:p w14:paraId="5FEF07EA" w14:textId="77777777" w:rsidR="00511663" w:rsidRPr="00BD45A3" w:rsidRDefault="00511663" w:rsidP="001271D9">
            <w:pPr>
              <w:pStyle w:val="TAL"/>
            </w:pPr>
            <w:proofErr w:type="spellStart"/>
            <w:r w:rsidRPr="00BD45A3">
              <w:rPr>
                <w:rFonts w:hint="eastAsia"/>
              </w:rPr>
              <w:t>DateTime</w:t>
            </w:r>
            <w:proofErr w:type="spellEnd"/>
          </w:p>
        </w:tc>
        <w:tc>
          <w:tcPr>
            <w:tcW w:w="425" w:type="dxa"/>
            <w:tcBorders>
              <w:top w:val="single" w:sz="4" w:space="0" w:color="auto"/>
              <w:left w:val="single" w:sz="4" w:space="0" w:color="auto"/>
              <w:bottom w:val="single" w:sz="4" w:space="0" w:color="auto"/>
              <w:right w:val="single" w:sz="4" w:space="0" w:color="auto"/>
            </w:tcBorders>
          </w:tcPr>
          <w:p w14:paraId="700F758B" w14:textId="77777777" w:rsidR="00511663" w:rsidRPr="00BD45A3" w:rsidRDefault="00511663" w:rsidP="001271D9">
            <w:pPr>
              <w:pStyle w:val="TAC"/>
            </w:pPr>
            <w:r w:rsidRPr="00BD45A3">
              <w:rPr>
                <w:rFonts w:hint="eastAsia"/>
              </w:rPr>
              <w:t>O</w:t>
            </w:r>
          </w:p>
        </w:tc>
        <w:tc>
          <w:tcPr>
            <w:tcW w:w="1134" w:type="dxa"/>
            <w:tcBorders>
              <w:top w:val="single" w:sz="4" w:space="0" w:color="auto"/>
              <w:left w:val="single" w:sz="4" w:space="0" w:color="auto"/>
              <w:bottom w:val="single" w:sz="4" w:space="0" w:color="auto"/>
              <w:right w:val="single" w:sz="4" w:space="0" w:color="auto"/>
            </w:tcBorders>
          </w:tcPr>
          <w:p w14:paraId="1C1D5806" w14:textId="77777777" w:rsidR="00511663" w:rsidRPr="00BD45A3" w:rsidRDefault="00511663" w:rsidP="001271D9">
            <w:pPr>
              <w:pStyle w:val="TAL"/>
            </w:pPr>
            <w:r w:rsidRPr="00BD45A3">
              <w:rPr>
                <w:rFonts w:hint="eastAsia"/>
              </w:rPr>
              <w:t>0..1</w:t>
            </w:r>
          </w:p>
        </w:tc>
        <w:tc>
          <w:tcPr>
            <w:tcW w:w="4359" w:type="dxa"/>
            <w:tcBorders>
              <w:top w:val="single" w:sz="4" w:space="0" w:color="auto"/>
              <w:left w:val="single" w:sz="4" w:space="0" w:color="auto"/>
              <w:bottom w:val="single" w:sz="4" w:space="0" w:color="auto"/>
              <w:right w:val="single" w:sz="4" w:space="0" w:color="auto"/>
            </w:tcBorders>
          </w:tcPr>
          <w:p w14:paraId="2CC6A1D7" w14:textId="77777777" w:rsidR="00511663" w:rsidRPr="00BD45A3" w:rsidRDefault="00511663" w:rsidP="001271D9">
            <w:pPr>
              <w:pStyle w:val="TAL"/>
              <w:rPr>
                <w:rFonts w:cs="Arial"/>
                <w:szCs w:val="18"/>
              </w:rPr>
            </w:pPr>
            <w:r w:rsidRPr="00BD45A3">
              <w:rPr>
                <w:rFonts w:cs="Arial" w:hint="eastAsia"/>
                <w:szCs w:val="18"/>
              </w:rPr>
              <w:t>This IE may be included</w:t>
            </w:r>
            <w:r w:rsidRPr="00BD45A3">
              <w:rPr>
                <w:rFonts w:cs="Arial"/>
                <w:szCs w:val="18"/>
              </w:rPr>
              <w:t xml:space="preserve"> by the NF service consumer. </w:t>
            </w:r>
            <w:r w:rsidRPr="00BD45A3">
              <w:rPr>
                <w:rFonts w:cs="Arial"/>
                <w:szCs w:val="18"/>
                <w:lang w:eastAsia="zh-CN"/>
              </w:rPr>
              <w:t>When present, this IE shall represent the</w:t>
            </w:r>
            <w:r>
              <w:rPr>
                <w:rFonts w:cs="Arial"/>
                <w:szCs w:val="18"/>
                <w:lang w:eastAsia="zh-CN"/>
              </w:rPr>
              <w:t xml:space="preserve"> suggested</w:t>
            </w:r>
            <w:r w:rsidRPr="00BD45A3">
              <w:rPr>
                <w:rFonts w:cs="Arial"/>
                <w:szCs w:val="18"/>
                <w:lang w:eastAsia="zh-CN"/>
              </w:rPr>
              <w:t xml:space="preserve"> </w:t>
            </w:r>
            <w:r>
              <w:rPr>
                <w:rFonts w:cs="Arial"/>
                <w:szCs w:val="18"/>
                <w:lang w:eastAsia="zh-CN"/>
              </w:rPr>
              <w:t>time</w:t>
            </w:r>
            <w:r w:rsidRPr="00BD45A3">
              <w:rPr>
                <w:lang w:eastAsia="zh-CN"/>
              </w:rPr>
              <w:t xml:space="preserve"> after which the subscription becomes invalid</w:t>
            </w:r>
            <w:r>
              <w:rPr>
                <w:lang w:eastAsia="zh-CN"/>
              </w:rPr>
              <w:t>.</w:t>
            </w:r>
          </w:p>
        </w:tc>
      </w:tr>
      <w:tr w:rsidR="00862535" w:rsidRPr="00BD45A3" w14:paraId="6E71FAF9" w14:textId="77777777" w:rsidTr="001271D9">
        <w:trPr>
          <w:jc w:val="center"/>
        </w:trPr>
        <w:tc>
          <w:tcPr>
            <w:tcW w:w="2090" w:type="dxa"/>
            <w:tcBorders>
              <w:top w:val="single" w:sz="4" w:space="0" w:color="auto"/>
              <w:left w:val="single" w:sz="4" w:space="0" w:color="auto"/>
              <w:bottom w:val="single" w:sz="4" w:space="0" w:color="auto"/>
              <w:right w:val="single" w:sz="4" w:space="0" w:color="auto"/>
            </w:tcBorders>
          </w:tcPr>
          <w:p w14:paraId="17074A2B" w14:textId="77777777" w:rsidR="00862535" w:rsidRPr="00BD45A3" w:rsidRDefault="00862535" w:rsidP="00862535">
            <w:pPr>
              <w:pStyle w:val="TAL"/>
            </w:pPr>
            <w:proofErr w:type="spellStart"/>
            <w:r>
              <w:t>amfSetId</w:t>
            </w:r>
            <w:proofErr w:type="spellEnd"/>
          </w:p>
        </w:tc>
        <w:tc>
          <w:tcPr>
            <w:tcW w:w="1559" w:type="dxa"/>
            <w:tcBorders>
              <w:top w:val="single" w:sz="4" w:space="0" w:color="auto"/>
              <w:left w:val="single" w:sz="4" w:space="0" w:color="auto"/>
              <w:bottom w:val="single" w:sz="4" w:space="0" w:color="auto"/>
              <w:right w:val="single" w:sz="4" w:space="0" w:color="auto"/>
            </w:tcBorders>
          </w:tcPr>
          <w:p w14:paraId="0DB4FFAF" w14:textId="77777777" w:rsidR="00862535" w:rsidRPr="00BD45A3" w:rsidRDefault="00862535" w:rsidP="00862535">
            <w:pPr>
              <w:pStyle w:val="TAL"/>
            </w:pPr>
            <w:r>
              <w:t>string</w:t>
            </w:r>
          </w:p>
        </w:tc>
        <w:tc>
          <w:tcPr>
            <w:tcW w:w="425" w:type="dxa"/>
            <w:tcBorders>
              <w:top w:val="single" w:sz="4" w:space="0" w:color="auto"/>
              <w:left w:val="single" w:sz="4" w:space="0" w:color="auto"/>
              <w:bottom w:val="single" w:sz="4" w:space="0" w:color="auto"/>
              <w:right w:val="single" w:sz="4" w:space="0" w:color="auto"/>
            </w:tcBorders>
          </w:tcPr>
          <w:p w14:paraId="73C1888E" w14:textId="77777777" w:rsidR="00862535" w:rsidRPr="00BD45A3" w:rsidRDefault="00862535" w:rsidP="00862535">
            <w:pPr>
              <w:pStyle w:val="TAC"/>
            </w:pPr>
            <w:r>
              <w:t>O</w:t>
            </w:r>
          </w:p>
        </w:tc>
        <w:tc>
          <w:tcPr>
            <w:tcW w:w="1134" w:type="dxa"/>
            <w:tcBorders>
              <w:top w:val="single" w:sz="4" w:space="0" w:color="auto"/>
              <w:left w:val="single" w:sz="4" w:space="0" w:color="auto"/>
              <w:bottom w:val="single" w:sz="4" w:space="0" w:color="auto"/>
              <w:right w:val="single" w:sz="4" w:space="0" w:color="auto"/>
            </w:tcBorders>
          </w:tcPr>
          <w:p w14:paraId="62A0A153" w14:textId="77777777" w:rsidR="00862535" w:rsidRPr="00BD45A3" w:rsidRDefault="00862535" w:rsidP="00862535">
            <w:pPr>
              <w:pStyle w:val="TAL"/>
            </w:pPr>
            <w:r>
              <w:t>0..1</w:t>
            </w:r>
          </w:p>
        </w:tc>
        <w:tc>
          <w:tcPr>
            <w:tcW w:w="4359" w:type="dxa"/>
            <w:tcBorders>
              <w:top w:val="single" w:sz="4" w:space="0" w:color="auto"/>
              <w:left w:val="single" w:sz="4" w:space="0" w:color="auto"/>
              <w:bottom w:val="single" w:sz="4" w:space="0" w:color="auto"/>
              <w:right w:val="single" w:sz="4" w:space="0" w:color="auto"/>
            </w:tcBorders>
          </w:tcPr>
          <w:p w14:paraId="4759E32A" w14:textId="77777777" w:rsidR="00862535" w:rsidRDefault="00862535" w:rsidP="00862535">
            <w:pPr>
              <w:pStyle w:val="TAL"/>
              <w:rPr>
                <w:rFonts w:cs="Arial"/>
                <w:szCs w:val="18"/>
              </w:rPr>
            </w:pPr>
            <w:r>
              <w:rPr>
                <w:rFonts w:cs="Arial"/>
                <w:szCs w:val="18"/>
              </w:rPr>
              <w:t>This IE may be included to identify a specific AMF Set for which this subscription applies.</w:t>
            </w:r>
          </w:p>
          <w:p w14:paraId="5E6C9F51" w14:textId="77777777" w:rsidR="00862535" w:rsidRDefault="00862535" w:rsidP="00862535">
            <w:pPr>
              <w:pStyle w:val="TAL"/>
              <w:rPr>
                <w:rFonts w:cs="Arial"/>
                <w:szCs w:val="18"/>
                <w:lang w:eastAsia="zh-CN"/>
              </w:rPr>
            </w:pPr>
          </w:p>
          <w:p w14:paraId="0828D732" w14:textId="77777777" w:rsidR="00862535" w:rsidRPr="00630AB6" w:rsidRDefault="00862535" w:rsidP="00862535">
            <w:pPr>
              <w:pStyle w:val="TAL"/>
              <w:rPr>
                <w:rFonts w:cs="Arial"/>
                <w:szCs w:val="18"/>
                <w:lang w:eastAsia="zh-CN"/>
              </w:rPr>
            </w:pPr>
            <w:r w:rsidRPr="00630AB6">
              <w:rPr>
                <w:rFonts w:cs="Arial"/>
                <w:szCs w:val="18"/>
                <w:lang w:eastAsia="zh-CN"/>
              </w:rPr>
              <w:t>When present, t</w:t>
            </w:r>
            <w:r w:rsidRPr="00630AB6">
              <w:rPr>
                <w:rFonts w:cs="Arial" w:hint="eastAsia"/>
                <w:szCs w:val="18"/>
                <w:lang w:eastAsia="zh-CN"/>
              </w:rPr>
              <w:t>his</w:t>
            </w:r>
            <w:r w:rsidRPr="00630AB6">
              <w:rPr>
                <w:rFonts w:cs="Arial"/>
                <w:szCs w:val="18"/>
                <w:lang w:eastAsia="zh-CN"/>
              </w:rPr>
              <w:t xml:space="preserve"> </w:t>
            </w:r>
            <w:r w:rsidRPr="00630AB6">
              <w:rPr>
                <w:rFonts w:cs="Arial" w:hint="eastAsia"/>
                <w:szCs w:val="18"/>
                <w:lang w:eastAsia="zh-CN"/>
              </w:rPr>
              <w:t xml:space="preserve">IE shall </w:t>
            </w:r>
            <w:r>
              <w:rPr>
                <w:rFonts w:cs="Arial"/>
                <w:szCs w:val="18"/>
                <w:lang w:eastAsia="zh-CN"/>
              </w:rPr>
              <w:t>be constructed from PLMN-ID (i.e. three decimal digits MCC and two or three decimal digits MNC), AMF Region Id (8 bit), and AMF Set Id (10 bit)</w:t>
            </w:r>
            <w:r w:rsidRPr="00630AB6">
              <w:rPr>
                <w:rFonts w:cs="Arial"/>
                <w:szCs w:val="18"/>
                <w:lang w:eastAsia="zh-CN"/>
              </w:rPr>
              <w:t>.</w:t>
            </w:r>
          </w:p>
          <w:p w14:paraId="21D45ACE" w14:textId="77777777" w:rsidR="00862535" w:rsidRPr="00630AB6" w:rsidRDefault="00862535" w:rsidP="00862535">
            <w:pPr>
              <w:pStyle w:val="TAL"/>
              <w:rPr>
                <w:rFonts w:cs="Arial"/>
                <w:szCs w:val="18"/>
                <w:lang w:eastAsia="zh-CN"/>
              </w:rPr>
            </w:pPr>
          </w:p>
          <w:p w14:paraId="6AAC48CE" w14:textId="77777777" w:rsidR="00862535" w:rsidRPr="00BD45A3" w:rsidRDefault="00862535" w:rsidP="00862535">
            <w:pPr>
              <w:pStyle w:val="TAL"/>
              <w:rPr>
                <w:rFonts w:cs="Arial"/>
                <w:szCs w:val="18"/>
              </w:rPr>
            </w:pPr>
            <w:r>
              <w:rPr>
                <w:rFonts w:cs="Arial"/>
                <w:szCs w:val="18"/>
              </w:rPr>
              <w:t>Pattern: '^[0-9]{3}-[0-9]{2-3}-[A-Fa-f0-9]{2}-[0-3][A-Fa-f0-9]{2}</w:t>
            </w:r>
            <w:r w:rsidRPr="003148A6">
              <w:rPr>
                <w:rFonts w:cs="Arial"/>
                <w:szCs w:val="18"/>
              </w:rPr>
              <w:t>$</w:t>
            </w:r>
            <w:r>
              <w:rPr>
                <w:rFonts w:cs="Arial"/>
                <w:szCs w:val="18"/>
              </w:rPr>
              <w:t>'</w:t>
            </w:r>
          </w:p>
        </w:tc>
      </w:tr>
    </w:tbl>
    <w:p w14:paraId="25B61121" w14:textId="77777777" w:rsidR="002F4D71" w:rsidRPr="00630AB6" w:rsidRDefault="002F4D71" w:rsidP="002F4D71"/>
    <w:p w14:paraId="54BBDD67" w14:textId="77777777" w:rsidR="002F4D71" w:rsidRPr="00630AB6" w:rsidRDefault="002F4D71" w:rsidP="0041307B">
      <w:pPr>
        <w:pStyle w:val="Heading5"/>
      </w:pPr>
      <w:bookmarkStart w:id="140" w:name="_Toc74989903"/>
      <w:r w:rsidRPr="00630AB6">
        <w:lastRenderedPageBreak/>
        <w:t>6.2.6.2.</w:t>
      </w:r>
      <w:r w:rsidR="001869C6" w:rsidRPr="00630AB6">
        <w:rPr>
          <w:rFonts w:hint="eastAsia"/>
          <w:lang w:eastAsia="zh-CN"/>
        </w:rPr>
        <w:t>9</w:t>
      </w:r>
      <w:r w:rsidRPr="00630AB6">
        <w:tab/>
        <w:t xml:space="preserve">Type: </w:t>
      </w:r>
      <w:proofErr w:type="spellStart"/>
      <w:r w:rsidRPr="00630AB6">
        <w:t>NssfEventSubscriptionCreatedData</w:t>
      </w:r>
      <w:bookmarkEnd w:id="140"/>
      <w:proofErr w:type="spellEnd"/>
    </w:p>
    <w:p w14:paraId="46299E05" w14:textId="77777777" w:rsidR="002F4D71" w:rsidRPr="00630AB6" w:rsidRDefault="002F4D71" w:rsidP="0041307B">
      <w:pPr>
        <w:pStyle w:val="TH"/>
        <w:outlineLvl w:val="0"/>
      </w:pPr>
      <w:r w:rsidRPr="00630AB6">
        <w:rPr>
          <w:noProof/>
        </w:rPr>
        <w:t>Table </w:t>
      </w:r>
      <w:r w:rsidRPr="00630AB6">
        <w:t>6.2.6.2.</w:t>
      </w:r>
      <w:r w:rsidR="001869C6" w:rsidRPr="00630AB6">
        <w:rPr>
          <w:rFonts w:hint="eastAsia"/>
          <w:lang w:eastAsia="zh-CN"/>
        </w:rPr>
        <w:t>9</w:t>
      </w:r>
      <w:r w:rsidRPr="00630AB6">
        <w:t xml:space="preserve">-1: </w:t>
      </w:r>
      <w:r w:rsidRPr="00630AB6">
        <w:rPr>
          <w:noProof/>
        </w:rPr>
        <w:t>Definition of type NssfEventSubscriptionCreatedData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2F4D71" w:rsidRPr="00630AB6" w14:paraId="5CBBC8F0"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5A00B58" w14:textId="77777777" w:rsidR="002F4D71" w:rsidRPr="00630AB6" w:rsidRDefault="002F4D71" w:rsidP="0053094F">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27E00D88" w14:textId="77777777" w:rsidR="002F4D71" w:rsidRPr="00630AB6" w:rsidRDefault="002F4D71" w:rsidP="0053094F">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973D6B9" w14:textId="77777777" w:rsidR="002F4D71" w:rsidRPr="00630AB6" w:rsidRDefault="002F4D71" w:rsidP="0053094F">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4C015983" w14:textId="77777777" w:rsidR="002F4D71" w:rsidRPr="00630AB6" w:rsidRDefault="002F4D71" w:rsidP="0053094F">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6AD3DC6A" w14:textId="77777777" w:rsidR="002F4D71" w:rsidRPr="00630AB6" w:rsidRDefault="002F4D71" w:rsidP="0053094F">
            <w:pPr>
              <w:pStyle w:val="TAH"/>
              <w:rPr>
                <w:rFonts w:cs="Arial"/>
                <w:szCs w:val="18"/>
              </w:rPr>
            </w:pPr>
            <w:r w:rsidRPr="00630AB6">
              <w:rPr>
                <w:rFonts w:cs="Arial"/>
                <w:szCs w:val="18"/>
              </w:rPr>
              <w:t>Description</w:t>
            </w:r>
          </w:p>
        </w:tc>
      </w:tr>
      <w:tr w:rsidR="002F4D71" w:rsidRPr="00630AB6" w14:paraId="4A3AD1F0"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2B1897E6" w14:textId="77777777" w:rsidR="002F4D71" w:rsidRPr="00630AB6" w:rsidRDefault="002F4D71" w:rsidP="0053094F">
            <w:pPr>
              <w:pStyle w:val="TAL"/>
            </w:pPr>
            <w:proofErr w:type="spellStart"/>
            <w:r w:rsidRPr="00630AB6">
              <w:rPr>
                <w:lang w:eastAsia="zh-CN"/>
              </w:rPr>
              <w:t>subscriptionId</w:t>
            </w:r>
            <w:proofErr w:type="spellEnd"/>
          </w:p>
        </w:tc>
        <w:tc>
          <w:tcPr>
            <w:tcW w:w="1559" w:type="dxa"/>
            <w:tcBorders>
              <w:top w:val="single" w:sz="4" w:space="0" w:color="auto"/>
              <w:left w:val="single" w:sz="4" w:space="0" w:color="auto"/>
              <w:bottom w:val="single" w:sz="4" w:space="0" w:color="auto"/>
              <w:right w:val="single" w:sz="4" w:space="0" w:color="auto"/>
            </w:tcBorders>
          </w:tcPr>
          <w:p w14:paraId="69881DEE" w14:textId="77777777" w:rsidR="002F4D71" w:rsidRPr="00630AB6" w:rsidRDefault="0038233B" w:rsidP="0053094F">
            <w:pPr>
              <w:pStyle w:val="TAL"/>
            </w:pPr>
            <w:r w:rsidRPr="00630AB6">
              <w:rPr>
                <w:noProof/>
              </w:rPr>
              <w:t>s</w:t>
            </w:r>
            <w:r w:rsidR="002F4D71" w:rsidRPr="00630AB6">
              <w:rPr>
                <w:noProof/>
              </w:rPr>
              <w:t>tring</w:t>
            </w:r>
          </w:p>
        </w:tc>
        <w:tc>
          <w:tcPr>
            <w:tcW w:w="425" w:type="dxa"/>
            <w:tcBorders>
              <w:top w:val="single" w:sz="4" w:space="0" w:color="auto"/>
              <w:left w:val="single" w:sz="4" w:space="0" w:color="auto"/>
              <w:bottom w:val="single" w:sz="4" w:space="0" w:color="auto"/>
              <w:right w:val="single" w:sz="4" w:space="0" w:color="auto"/>
            </w:tcBorders>
          </w:tcPr>
          <w:p w14:paraId="25F12953" w14:textId="77777777" w:rsidR="002F4D71" w:rsidRPr="00630AB6" w:rsidRDefault="002F4D71" w:rsidP="0053094F">
            <w:pPr>
              <w:pStyle w:val="TAC"/>
            </w:pPr>
            <w:r w:rsidRPr="00630AB6">
              <w:t>M</w:t>
            </w:r>
          </w:p>
        </w:tc>
        <w:tc>
          <w:tcPr>
            <w:tcW w:w="1134" w:type="dxa"/>
            <w:tcBorders>
              <w:top w:val="single" w:sz="4" w:space="0" w:color="auto"/>
              <w:left w:val="single" w:sz="4" w:space="0" w:color="auto"/>
              <w:bottom w:val="single" w:sz="4" w:space="0" w:color="auto"/>
              <w:right w:val="single" w:sz="4" w:space="0" w:color="auto"/>
            </w:tcBorders>
          </w:tcPr>
          <w:p w14:paraId="2FCB2447" w14:textId="77777777" w:rsidR="002F4D71" w:rsidRPr="00630AB6" w:rsidRDefault="002F4D71" w:rsidP="0053094F">
            <w:pPr>
              <w:pStyle w:val="TAL"/>
            </w:pPr>
            <w:r w:rsidRPr="00630AB6">
              <w:rPr>
                <w:noProof/>
              </w:rPr>
              <w:t>1</w:t>
            </w:r>
          </w:p>
        </w:tc>
        <w:tc>
          <w:tcPr>
            <w:tcW w:w="4359" w:type="dxa"/>
            <w:tcBorders>
              <w:top w:val="single" w:sz="4" w:space="0" w:color="auto"/>
              <w:left w:val="single" w:sz="4" w:space="0" w:color="auto"/>
              <w:bottom w:val="single" w:sz="4" w:space="0" w:color="auto"/>
              <w:right w:val="single" w:sz="4" w:space="0" w:color="auto"/>
            </w:tcBorders>
          </w:tcPr>
          <w:p w14:paraId="1F3B8A71" w14:textId="77777777" w:rsidR="002F4D71" w:rsidRPr="00630AB6" w:rsidRDefault="002F4D71" w:rsidP="0053094F">
            <w:pPr>
              <w:pStyle w:val="TAL"/>
              <w:rPr>
                <w:rFonts w:cs="Arial"/>
                <w:szCs w:val="18"/>
              </w:rPr>
            </w:pPr>
            <w:r w:rsidRPr="00630AB6">
              <w:rPr>
                <w:noProof/>
              </w:rPr>
              <w:t>Identifies the subscription Id for the created subscription.</w:t>
            </w:r>
          </w:p>
        </w:tc>
      </w:tr>
      <w:tr w:rsidR="00511663" w:rsidRPr="00630AB6" w14:paraId="68E34526"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4D94C991" w14:textId="77777777" w:rsidR="00511663" w:rsidRPr="00630AB6" w:rsidRDefault="00511663" w:rsidP="00511663">
            <w:pPr>
              <w:pStyle w:val="TAL"/>
              <w:rPr>
                <w:lang w:eastAsia="zh-CN"/>
              </w:rPr>
            </w:pPr>
            <w:r w:rsidRPr="00BD45A3">
              <w:rPr>
                <w:rFonts w:hint="eastAsia"/>
                <w:lang w:eastAsia="zh-CN"/>
              </w:rPr>
              <w:t>expiry</w:t>
            </w:r>
          </w:p>
        </w:tc>
        <w:tc>
          <w:tcPr>
            <w:tcW w:w="1559" w:type="dxa"/>
            <w:tcBorders>
              <w:top w:val="single" w:sz="4" w:space="0" w:color="auto"/>
              <w:left w:val="single" w:sz="4" w:space="0" w:color="auto"/>
              <w:bottom w:val="single" w:sz="4" w:space="0" w:color="auto"/>
              <w:right w:val="single" w:sz="4" w:space="0" w:color="auto"/>
            </w:tcBorders>
          </w:tcPr>
          <w:p w14:paraId="6005904C" w14:textId="77777777" w:rsidR="00511663" w:rsidRPr="00630AB6" w:rsidRDefault="00511663" w:rsidP="00511663">
            <w:pPr>
              <w:pStyle w:val="TAL"/>
              <w:rPr>
                <w:noProof/>
              </w:rPr>
            </w:pPr>
            <w:r w:rsidRPr="00BD45A3">
              <w:rPr>
                <w:rFonts w:hint="eastAsia"/>
                <w:noProof/>
              </w:rPr>
              <w:t>DateTime</w:t>
            </w:r>
          </w:p>
        </w:tc>
        <w:tc>
          <w:tcPr>
            <w:tcW w:w="425" w:type="dxa"/>
            <w:tcBorders>
              <w:top w:val="single" w:sz="4" w:space="0" w:color="auto"/>
              <w:left w:val="single" w:sz="4" w:space="0" w:color="auto"/>
              <w:bottom w:val="single" w:sz="4" w:space="0" w:color="auto"/>
              <w:right w:val="single" w:sz="4" w:space="0" w:color="auto"/>
            </w:tcBorders>
          </w:tcPr>
          <w:p w14:paraId="507D9E88" w14:textId="77777777" w:rsidR="00511663" w:rsidRPr="00630AB6" w:rsidRDefault="00511663" w:rsidP="00511663">
            <w:pPr>
              <w:pStyle w:val="TAC"/>
            </w:pPr>
            <w:r>
              <w:t>C</w:t>
            </w:r>
          </w:p>
        </w:tc>
        <w:tc>
          <w:tcPr>
            <w:tcW w:w="1134" w:type="dxa"/>
            <w:tcBorders>
              <w:top w:val="single" w:sz="4" w:space="0" w:color="auto"/>
              <w:left w:val="single" w:sz="4" w:space="0" w:color="auto"/>
              <w:bottom w:val="single" w:sz="4" w:space="0" w:color="auto"/>
              <w:right w:val="single" w:sz="4" w:space="0" w:color="auto"/>
            </w:tcBorders>
          </w:tcPr>
          <w:p w14:paraId="7E37A8F6" w14:textId="77777777" w:rsidR="00511663" w:rsidRPr="00630AB6" w:rsidRDefault="00511663" w:rsidP="00511663">
            <w:pPr>
              <w:pStyle w:val="TAL"/>
              <w:rPr>
                <w:noProof/>
              </w:rPr>
            </w:pPr>
            <w:r>
              <w:rPr>
                <w:noProof/>
              </w:rPr>
              <w:t>0..</w:t>
            </w:r>
            <w:r w:rsidRPr="00BD45A3">
              <w:rPr>
                <w:rFonts w:hint="eastAsia"/>
                <w:noProof/>
              </w:rPr>
              <w:t>1</w:t>
            </w:r>
          </w:p>
        </w:tc>
        <w:tc>
          <w:tcPr>
            <w:tcW w:w="4359" w:type="dxa"/>
            <w:tcBorders>
              <w:top w:val="single" w:sz="4" w:space="0" w:color="auto"/>
              <w:left w:val="single" w:sz="4" w:space="0" w:color="auto"/>
              <w:bottom w:val="single" w:sz="4" w:space="0" w:color="auto"/>
              <w:right w:val="single" w:sz="4" w:space="0" w:color="auto"/>
            </w:tcBorders>
          </w:tcPr>
          <w:p w14:paraId="3859D23D" w14:textId="77777777" w:rsidR="00511663" w:rsidRPr="00630AB6" w:rsidRDefault="00511663" w:rsidP="00511663">
            <w:pPr>
              <w:pStyle w:val="TAL"/>
              <w:rPr>
                <w:noProof/>
              </w:rPr>
            </w:pPr>
            <w:r>
              <w:rPr>
                <w:rFonts w:cs="Arial"/>
                <w:szCs w:val="18"/>
              </w:rPr>
              <w:t xml:space="preserve">This IE shall be included, if, based on operator policy and taking into account </w:t>
            </w:r>
            <w:r w:rsidRPr="00BD78E0">
              <w:t>the expiry time included in the request</w:t>
            </w:r>
            <w:r>
              <w:rPr>
                <w:rFonts w:cs="Arial"/>
                <w:szCs w:val="18"/>
              </w:rPr>
              <w:t xml:space="preserve">, the AMF needs to include an expiry time. When present, it </w:t>
            </w:r>
            <w:r w:rsidRPr="00BD45A3">
              <w:rPr>
                <w:rFonts w:cs="Arial"/>
                <w:szCs w:val="18"/>
                <w:lang w:eastAsia="zh-CN"/>
              </w:rPr>
              <w:t>represent</w:t>
            </w:r>
            <w:r>
              <w:rPr>
                <w:rFonts w:cs="Arial"/>
                <w:szCs w:val="18"/>
                <w:lang w:eastAsia="zh-CN"/>
              </w:rPr>
              <w:t>s</w:t>
            </w:r>
            <w:r w:rsidRPr="00BD45A3">
              <w:rPr>
                <w:rFonts w:cs="Arial"/>
                <w:szCs w:val="18"/>
                <w:lang w:eastAsia="zh-CN"/>
              </w:rPr>
              <w:t xml:space="preserve"> the </w:t>
            </w:r>
            <w:r>
              <w:rPr>
                <w:rFonts w:cs="Arial"/>
                <w:szCs w:val="18"/>
                <w:lang w:eastAsia="zh-CN"/>
              </w:rPr>
              <w:t>time</w:t>
            </w:r>
            <w:r w:rsidRPr="00BD45A3">
              <w:rPr>
                <w:lang w:eastAsia="zh-CN"/>
              </w:rPr>
              <w:t xml:space="preserve"> after which the subscribed event shall stop generating report and the subscription becomes invalid. Upon reaching this expiry time the NF service consumer shall delete the representation of the subscription it may have.</w:t>
            </w:r>
          </w:p>
        </w:tc>
      </w:tr>
      <w:tr w:rsidR="00511663" w:rsidRPr="00630AB6" w14:paraId="3ABCDA94"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71E0BE95" w14:textId="77777777" w:rsidR="00511663" w:rsidRPr="00630AB6" w:rsidRDefault="00511663" w:rsidP="00511663">
            <w:pPr>
              <w:pStyle w:val="TAL"/>
            </w:pPr>
            <w:proofErr w:type="spellStart"/>
            <w:r w:rsidRPr="00630AB6">
              <w:t>authorizedNssaiAvailabilityData</w:t>
            </w:r>
            <w:proofErr w:type="spellEnd"/>
          </w:p>
        </w:tc>
        <w:tc>
          <w:tcPr>
            <w:tcW w:w="1559" w:type="dxa"/>
            <w:tcBorders>
              <w:top w:val="single" w:sz="4" w:space="0" w:color="auto"/>
              <w:left w:val="single" w:sz="4" w:space="0" w:color="auto"/>
              <w:bottom w:val="single" w:sz="4" w:space="0" w:color="auto"/>
              <w:right w:val="single" w:sz="4" w:space="0" w:color="auto"/>
            </w:tcBorders>
          </w:tcPr>
          <w:p w14:paraId="55FC5D07" w14:textId="77777777" w:rsidR="00511663" w:rsidRPr="00630AB6" w:rsidRDefault="00511663" w:rsidP="00511663">
            <w:pPr>
              <w:pStyle w:val="TAL"/>
              <w:rPr>
                <w:lang w:eastAsia="zh-CN"/>
              </w:rPr>
            </w:pPr>
            <w:r w:rsidRPr="00630AB6">
              <w:rPr>
                <w:lang w:eastAsia="zh-CN"/>
              </w:rPr>
              <w:t>array(</w:t>
            </w:r>
            <w:proofErr w:type="spellStart"/>
            <w:r w:rsidRPr="00630AB6">
              <w:rPr>
                <w:lang w:eastAsia="zh-CN"/>
              </w:rPr>
              <w:t>AuthorizedNssaiAvailabilityData</w:t>
            </w:r>
            <w:proofErr w:type="spellEnd"/>
            <w:r w:rsidRPr="00630AB6">
              <w:rPr>
                <w:lang w:eastAsia="zh-CN"/>
              </w:rPr>
              <w:t>)</w:t>
            </w:r>
          </w:p>
        </w:tc>
        <w:tc>
          <w:tcPr>
            <w:tcW w:w="425" w:type="dxa"/>
            <w:tcBorders>
              <w:top w:val="single" w:sz="4" w:space="0" w:color="auto"/>
              <w:left w:val="single" w:sz="4" w:space="0" w:color="auto"/>
              <w:bottom w:val="single" w:sz="4" w:space="0" w:color="auto"/>
              <w:right w:val="single" w:sz="4" w:space="0" w:color="auto"/>
            </w:tcBorders>
          </w:tcPr>
          <w:p w14:paraId="4D89BBF8" w14:textId="77777777" w:rsidR="00511663" w:rsidRPr="00630AB6" w:rsidRDefault="00511663" w:rsidP="00511663">
            <w:pPr>
              <w:pStyle w:val="TAC"/>
              <w:rPr>
                <w:lang w:eastAsia="zh-CN"/>
              </w:rPr>
            </w:pPr>
            <w:r w:rsidRPr="00630AB6">
              <w:rPr>
                <w:lang w:eastAsia="zh-CN"/>
              </w:rPr>
              <w:t>O</w:t>
            </w:r>
          </w:p>
        </w:tc>
        <w:tc>
          <w:tcPr>
            <w:tcW w:w="1134" w:type="dxa"/>
            <w:tcBorders>
              <w:top w:val="single" w:sz="4" w:space="0" w:color="auto"/>
              <w:left w:val="single" w:sz="4" w:space="0" w:color="auto"/>
              <w:bottom w:val="single" w:sz="4" w:space="0" w:color="auto"/>
              <w:right w:val="single" w:sz="4" w:space="0" w:color="auto"/>
            </w:tcBorders>
          </w:tcPr>
          <w:p w14:paraId="37FCFE8C" w14:textId="77777777" w:rsidR="00511663" w:rsidRPr="00630AB6" w:rsidRDefault="00511663" w:rsidP="00511663">
            <w:pPr>
              <w:pStyle w:val="TAL"/>
              <w:rPr>
                <w:lang w:eastAsia="zh-CN"/>
              </w:rPr>
            </w:pPr>
            <w:r>
              <w:rPr>
                <w:lang w:eastAsia="zh-CN"/>
              </w:rPr>
              <w:t>1</w:t>
            </w:r>
            <w:r w:rsidRPr="00630AB6">
              <w:rPr>
                <w:lang w:eastAsia="zh-CN"/>
              </w:rPr>
              <w:t>..N</w:t>
            </w:r>
          </w:p>
        </w:tc>
        <w:tc>
          <w:tcPr>
            <w:tcW w:w="4359" w:type="dxa"/>
            <w:tcBorders>
              <w:top w:val="single" w:sz="4" w:space="0" w:color="auto"/>
              <w:left w:val="single" w:sz="4" w:space="0" w:color="auto"/>
              <w:bottom w:val="single" w:sz="4" w:space="0" w:color="auto"/>
              <w:right w:val="single" w:sz="4" w:space="0" w:color="auto"/>
            </w:tcBorders>
          </w:tcPr>
          <w:p w14:paraId="7FBE1872" w14:textId="77777777" w:rsidR="00511663" w:rsidRPr="00630AB6" w:rsidRDefault="00511663" w:rsidP="00511663">
            <w:pPr>
              <w:pStyle w:val="TAL"/>
              <w:rPr>
                <w:rFonts w:cs="Arial"/>
                <w:szCs w:val="18"/>
                <w:lang w:eastAsia="zh-CN"/>
              </w:rPr>
            </w:pPr>
            <w:r w:rsidRPr="00630AB6">
              <w:rPr>
                <w:rFonts w:cs="Arial"/>
                <w:szCs w:val="18"/>
                <w:lang w:eastAsia="zh-CN"/>
              </w:rPr>
              <w:t xml:space="preserve">If the authorized NSSAI availability (i.e. </w:t>
            </w:r>
            <w:r w:rsidRPr="00630AB6">
              <w:rPr>
                <w:lang w:eastAsia="zh-CN"/>
              </w:rPr>
              <w:t xml:space="preserve">S-NSSAIs available per TA (unrestricted) and </w:t>
            </w:r>
            <w:r w:rsidRPr="00630AB6">
              <w:rPr>
                <w:rFonts w:cs="Arial"/>
                <w:szCs w:val="18"/>
                <w:lang w:eastAsia="zh-CN"/>
              </w:rPr>
              <w:t>any S-NSSAIs restricted per PLMN in that TA in the serving PLMN of the UE) is available, the NSSF may include this IE.</w:t>
            </w:r>
          </w:p>
        </w:tc>
      </w:tr>
    </w:tbl>
    <w:p w14:paraId="7A1A41B2" w14:textId="77777777" w:rsidR="002F4D71" w:rsidRPr="00630AB6" w:rsidRDefault="002F4D71" w:rsidP="002F4D71"/>
    <w:p w14:paraId="5C573303" w14:textId="77777777" w:rsidR="002F4D71" w:rsidRPr="00630AB6" w:rsidRDefault="002F4D71" w:rsidP="0041307B">
      <w:pPr>
        <w:pStyle w:val="Heading5"/>
      </w:pPr>
      <w:bookmarkStart w:id="141" w:name="_Toc74989904"/>
      <w:r w:rsidRPr="00630AB6">
        <w:t>6.2.6.2.</w:t>
      </w:r>
      <w:r w:rsidR="001869C6" w:rsidRPr="00630AB6">
        <w:rPr>
          <w:rFonts w:hint="eastAsia"/>
          <w:lang w:eastAsia="zh-CN"/>
        </w:rPr>
        <w:t>10</w:t>
      </w:r>
      <w:r w:rsidRPr="00630AB6">
        <w:tab/>
        <w:t xml:space="preserve">Type: </w:t>
      </w:r>
      <w:proofErr w:type="spellStart"/>
      <w:r w:rsidRPr="00630AB6">
        <w:t>NssfEventNotification</w:t>
      </w:r>
      <w:bookmarkEnd w:id="141"/>
      <w:proofErr w:type="spellEnd"/>
    </w:p>
    <w:p w14:paraId="184CE2EB" w14:textId="77777777" w:rsidR="002F4D71" w:rsidRPr="00630AB6" w:rsidRDefault="002F4D71" w:rsidP="0041307B">
      <w:pPr>
        <w:pStyle w:val="TH"/>
        <w:outlineLvl w:val="0"/>
      </w:pPr>
      <w:r w:rsidRPr="00630AB6">
        <w:rPr>
          <w:noProof/>
        </w:rPr>
        <w:t>Table </w:t>
      </w:r>
      <w:r w:rsidRPr="00630AB6">
        <w:t>6.2.6.2.</w:t>
      </w:r>
      <w:r w:rsidR="001869C6" w:rsidRPr="00630AB6">
        <w:rPr>
          <w:rFonts w:hint="eastAsia"/>
          <w:lang w:eastAsia="zh-CN"/>
        </w:rPr>
        <w:t>10</w:t>
      </w:r>
      <w:r w:rsidRPr="00630AB6">
        <w:t xml:space="preserve">-1: </w:t>
      </w:r>
      <w:r w:rsidRPr="00630AB6">
        <w:rPr>
          <w:noProof/>
        </w:rPr>
        <w:t xml:space="preserve">Definition of type </w:t>
      </w:r>
      <w:proofErr w:type="spellStart"/>
      <w:r w:rsidRPr="00630AB6">
        <w:t>NssfEventNotification</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2F4D71" w:rsidRPr="00630AB6" w14:paraId="62613961"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58AA0944" w14:textId="77777777" w:rsidR="002F4D71" w:rsidRPr="00630AB6" w:rsidRDefault="002F4D71" w:rsidP="0053094F">
            <w:pPr>
              <w:pStyle w:val="TAH"/>
            </w:pPr>
            <w:r w:rsidRPr="00630AB6">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0E3262E1" w14:textId="77777777" w:rsidR="002F4D71" w:rsidRPr="00630AB6" w:rsidRDefault="002F4D71" w:rsidP="0053094F">
            <w:pPr>
              <w:pStyle w:val="TAH"/>
            </w:pPr>
            <w:r w:rsidRPr="00630AB6">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E07F7CD" w14:textId="77777777" w:rsidR="002F4D71" w:rsidRPr="00630AB6" w:rsidRDefault="002F4D71" w:rsidP="0053094F">
            <w:pPr>
              <w:pStyle w:val="TAH"/>
            </w:pPr>
            <w:r w:rsidRPr="00630AB6">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52BA57CD" w14:textId="77777777" w:rsidR="002F4D71" w:rsidRPr="00630AB6" w:rsidRDefault="002F4D71" w:rsidP="0053094F">
            <w:pPr>
              <w:pStyle w:val="TAH"/>
              <w:jc w:val="left"/>
            </w:pPr>
            <w:r w:rsidRPr="00630AB6">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51C735A1" w14:textId="77777777" w:rsidR="002F4D71" w:rsidRPr="00630AB6" w:rsidRDefault="002F4D71" w:rsidP="0053094F">
            <w:pPr>
              <w:pStyle w:val="TAH"/>
              <w:rPr>
                <w:rFonts w:cs="Arial"/>
                <w:szCs w:val="18"/>
              </w:rPr>
            </w:pPr>
            <w:r w:rsidRPr="00630AB6">
              <w:rPr>
                <w:rFonts w:cs="Arial"/>
                <w:szCs w:val="18"/>
              </w:rPr>
              <w:t>Description</w:t>
            </w:r>
          </w:p>
        </w:tc>
      </w:tr>
      <w:tr w:rsidR="002F4D71" w:rsidRPr="00630AB6" w14:paraId="0A0E8F70"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46E31A8D" w14:textId="77777777" w:rsidR="002F4D71" w:rsidRPr="00630AB6" w:rsidRDefault="002F4D71" w:rsidP="0053094F">
            <w:pPr>
              <w:pStyle w:val="TAL"/>
            </w:pPr>
            <w:proofErr w:type="spellStart"/>
            <w:r w:rsidRPr="00630AB6">
              <w:t>subscriptionId</w:t>
            </w:r>
            <w:proofErr w:type="spellEnd"/>
          </w:p>
        </w:tc>
        <w:tc>
          <w:tcPr>
            <w:tcW w:w="1559" w:type="dxa"/>
            <w:tcBorders>
              <w:top w:val="single" w:sz="4" w:space="0" w:color="auto"/>
              <w:left w:val="single" w:sz="4" w:space="0" w:color="auto"/>
              <w:bottom w:val="single" w:sz="4" w:space="0" w:color="auto"/>
              <w:right w:val="single" w:sz="4" w:space="0" w:color="auto"/>
            </w:tcBorders>
          </w:tcPr>
          <w:p w14:paraId="117E64AC" w14:textId="77777777" w:rsidR="002F4D71" w:rsidRPr="00630AB6" w:rsidRDefault="002F4D71" w:rsidP="0053094F">
            <w:pPr>
              <w:pStyle w:val="TAL"/>
              <w:rPr>
                <w:lang w:eastAsia="zh-CN"/>
              </w:rPr>
            </w:pPr>
            <w:r w:rsidRPr="00630AB6">
              <w:rPr>
                <w:rFonts w:hint="eastAsia"/>
                <w:lang w:eastAsia="zh-CN"/>
              </w:rPr>
              <w:t>string</w:t>
            </w:r>
          </w:p>
        </w:tc>
        <w:tc>
          <w:tcPr>
            <w:tcW w:w="425" w:type="dxa"/>
            <w:tcBorders>
              <w:top w:val="single" w:sz="4" w:space="0" w:color="auto"/>
              <w:left w:val="single" w:sz="4" w:space="0" w:color="auto"/>
              <w:bottom w:val="single" w:sz="4" w:space="0" w:color="auto"/>
              <w:right w:val="single" w:sz="4" w:space="0" w:color="auto"/>
            </w:tcBorders>
          </w:tcPr>
          <w:p w14:paraId="38E8DEF8" w14:textId="77777777" w:rsidR="002F4D71" w:rsidRPr="00630AB6" w:rsidRDefault="002F4D71" w:rsidP="0053094F">
            <w:pPr>
              <w:pStyle w:val="TAC"/>
            </w:pPr>
            <w:r w:rsidRPr="00630AB6">
              <w:t>M</w:t>
            </w:r>
          </w:p>
        </w:tc>
        <w:tc>
          <w:tcPr>
            <w:tcW w:w="1134" w:type="dxa"/>
            <w:tcBorders>
              <w:top w:val="single" w:sz="4" w:space="0" w:color="auto"/>
              <w:left w:val="single" w:sz="4" w:space="0" w:color="auto"/>
              <w:bottom w:val="single" w:sz="4" w:space="0" w:color="auto"/>
              <w:right w:val="single" w:sz="4" w:space="0" w:color="auto"/>
            </w:tcBorders>
          </w:tcPr>
          <w:p w14:paraId="58BEAAAE" w14:textId="77777777" w:rsidR="002F4D71" w:rsidRPr="00630AB6" w:rsidRDefault="002F4D71" w:rsidP="0053094F">
            <w:pPr>
              <w:pStyle w:val="TAL"/>
            </w:pPr>
            <w:r w:rsidRPr="00630AB6">
              <w:t>1</w:t>
            </w:r>
          </w:p>
        </w:tc>
        <w:tc>
          <w:tcPr>
            <w:tcW w:w="4359" w:type="dxa"/>
            <w:tcBorders>
              <w:top w:val="single" w:sz="4" w:space="0" w:color="auto"/>
              <w:left w:val="single" w:sz="4" w:space="0" w:color="auto"/>
              <w:bottom w:val="single" w:sz="4" w:space="0" w:color="auto"/>
              <w:right w:val="single" w:sz="4" w:space="0" w:color="auto"/>
            </w:tcBorders>
          </w:tcPr>
          <w:p w14:paraId="25A6C634" w14:textId="77777777" w:rsidR="002F4D71" w:rsidRPr="00630AB6" w:rsidRDefault="002F4D71" w:rsidP="0053094F">
            <w:pPr>
              <w:pStyle w:val="TAL"/>
              <w:rPr>
                <w:rFonts w:cs="Arial"/>
                <w:szCs w:val="18"/>
              </w:rPr>
            </w:pPr>
            <w:r w:rsidRPr="00630AB6">
              <w:rPr>
                <w:noProof/>
              </w:rPr>
              <w:t xml:space="preserve">Indicates which subscription generated event notificaiton. </w:t>
            </w:r>
            <w:r w:rsidRPr="00630AB6">
              <w:rPr>
                <w:noProof/>
              </w:rPr>
              <w:br/>
            </w:r>
            <w:r w:rsidRPr="00630AB6">
              <w:rPr>
                <w:noProof/>
              </w:rPr>
              <w:br/>
              <w:t>This parameter is generated by NSSF and returned in "Location" header in HTTP responses. This can be useful if a NF use a common call-back URI for multiple subscriptions.</w:t>
            </w:r>
          </w:p>
        </w:tc>
      </w:tr>
      <w:tr w:rsidR="002F4D71" w:rsidRPr="00630AB6" w14:paraId="4D7497D5" w14:textId="77777777" w:rsidTr="0053094F">
        <w:trPr>
          <w:jc w:val="center"/>
        </w:trPr>
        <w:tc>
          <w:tcPr>
            <w:tcW w:w="2090" w:type="dxa"/>
            <w:tcBorders>
              <w:top w:val="single" w:sz="4" w:space="0" w:color="auto"/>
              <w:left w:val="single" w:sz="4" w:space="0" w:color="auto"/>
              <w:bottom w:val="single" w:sz="4" w:space="0" w:color="auto"/>
              <w:right w:val="single" w:sz="4" w:space="0" w:color="auto"/>
            </w:tcBorders>
          </w:tcPr>
          <w:p w14:paraId="6BA1674B" w14:textId="77777777" w:rsidR="002F4D71" w:rsidRPr="00630AB6" w:rsidRDefault="002F4D71" w:rsidP="0053094F">
            <w:pPr>
              <w:pStyle w:val="TAL"/>
            </w:pPr>
            <w:proofErr w:type="spellStart"/>
            <w:r w:rsidRPr="00630AB6">
              <w:t>authorized</w:t>
            </w:r>
            <w:r w:rsidR="0038233B" w:rsidRPr="00630AB6">
              <w:t>N</w:t>
            </w:r>
            <w:r w:rsidRPr="00630AB6">
              <w:t>ssaiAvailabilityData</w:t>
            </w:r>
            <w:proofErr w:type="spellEnd"/>
          </w:p>
        </w:tc>
        <w:tc>
          <w:tcPr>
            <w:tcW w:w="1559" w:type="dxa"/>
            <w:tcBorders>
              <w:top w:val="single" w:sz="4" w:space="0" w:color="auto"/>
              <w:left w:val="single" w:sz="4" w:space="0" w:color="auto"/>
              <w:bottom w:val="single" w:sz="4" w:space="0" w:color="auto"/>
              <w:right w:val="single" w:sz="4" w:space="0" w:color="auto"/>
            </w:tcBorders>
          </w:tcPr>
          <w:p w14:paraId="2A049D83" w14:textId="77777777" w:rsidR="002F4D71" w:rsidRPr="00630AB6" w:rsidRDefault="00721280" w:rsidP="0053094F">
            <w:pPr>
              <w:pStyle w:val="TAL"/>
            </w:pPr>
            <w:r w:rsidRPr="00630AB6">
              <w:t>array(</w:t>
            </w:r>
            <w:proofErr w:type="spellStart"/>
            <w:r w:rsidR="002F4D71" w:rsidRPr="00630AB6">
              <w:t>AuthorizedNssaiAvailabilityData</w:t>
            </w:r>
            <w:proofErr w:type="spellEnd"/>
            <w:r w:rsidRPr="00630AB6">
              <w:t>)</w:t>
            </w:r>
          </w:p>
        </w:tc>
        <w:tc>
          <w:tcPr>
            <w:tcW w:w="425" w:type="dxa"/>
            <w:tcBorders>
              <w:top w:val="single" w:sz="4" w:space="0" w:color="auto"/>
              <w:left w:val="single" w:sz="4" w:space="0" w:color="auto"/>
              <w:bottom w:val="single" w:sz="4" w:space="0" w:color="auto"/>
              <w:right w:val="single" w:sz="4" w:space="0" w:color="auto"/>
            </w:tcBorders>
          </w:tcPr>
          <w:p w14:paraId="0E1B6869" w14:textId="77777777" w:rsidR="002F4D71" w:rsidRPr="00630AB6" w:rsidRDefault="002F4D71" w:rsidP="0053094F">
            <w:pPr>
              <w:pStyle w:val="TAC"/>
              <w:rPr>
                <w:lang w:eastAsia="zh-CN"/>
              </w:rPr>
            </w:pPr>
            <w:r w:rsidRPr="00630AB6">
              <w:rPr>
                <w:rFonts w:hint="eastAsia"/>
                <w:lang w:eastAsia="zh-CN"/>
              </w:rPr>
              <w:t>M</w:t>
            </w:r>
          </w:p>
        </w:tc>
        <w:tc>
          <w:tcPr>
            <w:tcW w:w="1134" w:type="dxa"/>
            <w:tcBorders>
              <w:top w:val="single" w:sz="4" w:space="0" w:color="auto"/>
              <w:left w:val="single" w:sz="4" w:space="0" w:color="auto"/>
              <w:bottom w:val="single" w:sz="4" w:space="0" w:color="auto"/>
              <w:right w:val="single" w:sz="4" w:space="0" w:color="auto"/>
            </w:tcBorders>
          </w:tcPr>
          <w:p w14:paraId="4C813200" w14:textId="77777777" w:rsidR="002F4D71" w:rsidRPr="00630AB6" w:rsidRDefault="002F4D71" w:rsidP="0053094F">
            <w:pPr>
              <w:pStyle w:val="TAL"/>
              <w:rPr>
                <w:lang w:eastAsia="zh-CN"/>
              </w:rPr>
            </w:pPr>
            <w:r w:rsidRPr="00630AB6">
              <w:rPr>
                <w:rFonts w:hint="eastAsia"/>
                <w:lang w:eastAsia="zh-CN"/>
              </w:rPr>
              <w:t>1..N</w:t>
            </w:r>
          </w:p>
        </w:tc>
        <w:tc>
          <w:tcPr>
            <w:tcW w:w="4359" w:type="dxa"/>
            <w:tcBorders>
              <w:top w:val="single" w:sz="4" w:space="0" w:color="auto"/>
              <w:left w:val="single" w:sz="4" w:space="0" w:color="auto"/>
              <w:bottom w:val="single" w:sz="4" w:space="0" w:color="auto"/>
              <w:right w:val="single" w:sz="4" w:space="0" w:color="auto"/>
            </w:tcBorders>
          </w:tcPr>
          <w:p w14:paraId="13680A23" w14:textId="77777777" w:rsidR="002F4D71" w:rsidRDefault="00862535" w:rsidP="00862535">
            <w:pPr>
              <w:pStyle w:val="TAL"/>
              <w:rPr>
                <w:noProof/>
              </w:rPr>
            </w:pPr>
            <w:r>
              <w:rPr>
                <w:noProof/>
              </w:rPr>
              <w:t>This IE shall</w:t>
            </w:r>
            <w:r w:rsidRPr="00630AB6">
              <w:rPr>
                <w:rFonts w:hint="eastAsia"/>
                <w:noProof/>
              </w:rPr>
              <w:t xml:space="preserve"> </w:t>
            </w:r>
            <w:r>
              <w:rPr>
                <w:noProof/>
              </w:rPr>
              <w:t>c</w:t>
            </w:r>
            <w:r w:rsidR="002F4D71" w:rsidRPr="00630AB6">
              <w:rPr>
                <w:rFonts w:hint="eastAsia"/>
                <w:noProof/>
              </w:rPr>
              <w:t xml:space="preserve">ontain the </w:t>
            </w:r>
            <w:r w:rsidR="002F4D71" w:rsidRPr="00630AB6">
              <w:rPr>
                <w:noProof/>
              </w:rPr>
              <w:t>authorized NSSAI availability information</w:t>
            </w:r>
            <w:r>
              <w:rPr>
                <w:noProof/>
              </w:rPr>
              <w:t xml:space="preserve"> for all TAs the AMF subscribed to</w:t>
            </w:r>
            <w:r w:rsidR="002F4D71" w:rsidRPr="00630AB6">
              <w:rPr>
                <w:noProof/>
              </w:rPr>
              <w:t>.</w:t>
            </w:r>
            <w:r w:rsidR="00E50C99" w:rsidRPr="00630AB6">
              <w:rPr>
                <w:noProof/>
              </w:rPr>
              <w:t xml:space="preserve"> Each element shall contain the current status of the list of S-NSSAI available in a TA and the list of S-NSSAI restricted per PLMN in that TA.</w:t>
            </w:r>
          </w:p>
          <w:p w14:paraId="195995EB" w14:textId="77777777" w:rsidR="00862535" w:rsidRDefault="00862535" w:rsidP="00862535">
            <w:pPr>
              <w:pStyle w:val="TAL"/>
              <w:rPr>
                <w:noProof/>
              </w:rPr>
            </w:pPr>
          </w:p>
          <w:p w14:paraId="1CD90A80" w14:textId="77777777" w:rsidR="00862535" w:rsidRPr="00630AB6" w:rsidRDefault="00862535" w:rsidP="00862535">
            <w:pPr>
              <w:pStyle w:val="TAL"/>
              <w:rPr>
                <w:rFonts w:cs="Arial"/>
                <w:szCs w:val="18"/>
                <w:lang w:eastAsia="zh-CN"/>
              </w:rPr>
            </w:pPr>
            <w:r>
              <w:rPr>
                <w:rFonts w:cs="Arial"/>
                <w:szCs w:val="18"/>
                <w:lang w:eastAsia="zh-CN"/>
              </w:rPr>
              <w:t xml:space="preserve">The NF Service Consumer shall replace any </w:t>
            </w:r>
            <w:proofErr w:type="spellStart"/>
            <w:r w:rsidRPr="00630AB6">
              <w:t>authorizedNssaiAvailabilityData</w:t>
            </w:r>
            <w:proofErr w:type="spellEnd"/>
            <w:r>
              <w:t xml:space="preserve"> received earlier by the new </w:t>
            </w:r>
            <w:proofErr w:type="spellStart"/>
            <w:r w:rsidRPr="00630AB6">
              <w:t>authorizedNssaiAvailabilityData</w:t>
            </w:r>
            <w:proofErr w:type="spellEnd"/>
            <w:r>
              <w:t xml:space="preserve"> received in the notification.</w:t>
            </w:r>
          </w:p>
        </w:tc>
      </w:tr>
    </w:tbl>
    <w:p w14:paraId="0CF19D39" w14:textId="77777777" w:rsidR="00742796" w:rsidRPr="00630AB6" w:rsidRDefault="00742796" w:rsidP="00742796"/>
    <w:p w14:paraId="2C295B31" w14:textId="77777777" w:rsidR="00742796" w:rsidRPr="00630AB6" w:rsidRDefault="00742796" w:rsidP="0041307B">
      <w:pPr>
        <w:pStyle w:val="Heading4"/>
        <w:rPr>
          <w:lang w:val="en-US"/>
        </w:rPr>
      </w:pPr>
      <w:bookmarkStart w:id="142" w:name="_Toc74989905"/>
      <w:r w:rsidRPr="00630AB6">
        <w:rPr>
          <w:lang w:val="en-US"/>
        </w:rPr>
        <w:t>6.2.6.3</w:t>
      </w:r>
      <w:r w:rsidRPr="00630AB6">
        <w:rPr>
          <w:lang w:val="en-US"/>
        </w:rPr>
        <w:tab/>
        <w:t>Simple data types and enumerations</w:t>
      </w:r>
      <w:bookmarkEnd w:id="142"/>
    </w:p>
    <w:p w14:paraId="499C2537" w14:textId="77777777" w:rsidR="00742796" w:rsidRPr="00630AB6" w:rsidRDefault="00742796" w:rsidP="0041307B">
      <w:pPr>
        <w:pStyle w:val="Heading5"/>
      </w:pPr>
      <w:bookmarkStart w:id="143" w:name="_Toc74989906"/>
      <w:r w:rsidRPr="00630AB6">
        <w:t>6.2.6.3.1</w:t>
      </w:r>
      <w:r w:rsidRPr="00630AB6">
        <w:tab/>
        <w:t>Introduction</w:t>
      </w:r>
      <w:bookmarkEnd w:id="143"/>
    </w:p>
    <w:p w14:paraId="064C9496" w14:textId="77777777" w:rsidR="00742796" w:rsidRPr="00630AB6" w:rsidRDefault="00742796" w:rsidP="00742796">
      <w:r w:rsidRPr="00630AB6">
        <w:t xml:space="preserve">This </w:t>
      </w:r>
      <w:r w:rsidR="001765C8">
        <w:t>clause</w:t>
      </w:r>
      <w:r w:rsidRPr="00630AB6">
        <w:t xml:space="preserve"> defines simple data types and enumerations that can be referenced from data structures defined in the previous </w:t>
      </w:r>
      <w:r w:rsidR="001765C8">
        <w:t>clause</w:t>
      </w:r>
      <w:r w:rsidRPr="00630AB6">
        <w:t>s.</w:t>
      </w:r>
    </w:p>
    <w:p w14:paraId="42ECFDA8" w14:textId="77777777" w:rsidR="00742796" w:rsidRPr="00630AB6" w:rsidRDefault="00742796" w:rsidP="0041307B">
      <w:pPr>
        <w:pStyle w:val="Heading5"/>
      </w:pPr>
      <w:bookmarkStart w:id="144" w:name="_Toc74989907"/>
      <w:r w:rsidRPr="00630AB6">
        <w:t>6.2.6.3.2</w:t>
      </w:r>
      <w:r w:rsidRPr="00630AB6">
        <w:tab/>
        <w:t>Simple data types</w:t>
      </w:r>
      <w:bookmarkEnd w:id="144"/>
    </w:p>
    <w:p w14:paraId="18CBF498" w14:textId="77777777" w:rsidR="00742796" w:rsidRPr="00630AB6" w:rsidRDefault="00742796" w:rsidP="00742796">
      <w:r w:rsidRPr="00630AB6">
        <w:t>The simple data types defined in table 6.2.6.3.2-1 shall be supported.</w:t>
      </w:r>
    </w:p>
    <w:p w14:paraId="63732789" w14:textId="77777777" w:rsidR="00742796" w:rsidRPr="00630AB6" w:rsidRDefault="00742796" w:rsidP="0041307B">
      <w:pPr>
        <w:pStyle w:val="TH"/>
        <w:outlineLvl w:val="0"/>
      </w:pPr>
      <w:r w:rsidRPr="00630AB6">
        <w:lastRenderedPageBreak/>
        <w:t>Table 6.2.6.3.2-1: Simple data types</w:t>
      </w:r>
    </w:p>
    <w:tbl>
      <w:tblPr>
        <w:tblW w:w="4644" w:type="pct"/>
        <w:jc w:val="center"/>
        <w:tblLayout w:type="fixed"/>
        <w:tblCellMar>
          <w:left w:w="28" w:type="dxa"/>
          <w:right w:w="0" w:type="dxa"/>
        </w:tblCellMar>
        <w:tblLook w:val="0000" w:firstRow="0" w:lastRow="0" w:firstColumn="0" w:lastColumn="0" w:noHBand="0" w:noVBand="0"/>
      </w:tblPr>
      <w:tblGrid>
        <w:gridCol w:w="1843"/>
        <w:gridCol w:w="1821"/>
        <w:gridCol w:w="5281"/>
      </w:tblGrid>
      <w:tr w:rsidR="00742796" w:rsidRPr="00630AB6" w14:paraId="100D4190" w14:textId="77777777" w:rsidTr="00822A83">
        <w:trPr>
          <w:jc w:val="center"/>
        </w:trPr>
        <w:tc>
          <w:tcPr>
            <w:tcW w:w="1030"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53C09513" w14:textId="77777777" w:rsidR="00742796" w:rsidRPr="00630AB6" w:rsidRDefault="00742796" w:rsidP="00822A83">
            <w:pPr>
              <w:pStyle w:val="TAH"/>
            </w:pPr>
            <w:r w:rsidRPr="00630AB6">
              <w:t>Type Name</w:t>
            </w:r>
          </w:p>
        </w:tc>
        <w:tc>
          <w:tcPr>
            <w:tcW w:w="1018"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14:paraId="1E23DFBB" w14:textId="77777777" w:rsidR="00742796" w:rsidRPr="00630AB6" w:rsidRDefault="00742796" w:rsidP="00822A83">
            <w:pPr>
              <w:pStyle w:val="TAH"/>
            </w:pPr>
            <w:r w:rsidRPr="00630AB6">
              <w:t>Type Definition</w:t>
            </w:r>
          </w:p>
        </w:tc>
        <w:tc>
          <w:tcPr>
            <w:tcW w:w="2952" w:type="pct"/>
            <w:tcBorders>
              <w:top w:val="single" w:sz="4" w:space="0" w:color="auto"/>
              <w:left w:val="single" w:sz="4" w:space="0" w:color="auto"/>
              <w:bottom w:val="single" w:sz="4" w:space="0" w:color="auto"/>
              <w:right w:val="single" w:sz="4" w:space="0" w:color="auto"/>
            </w:tcBorders>
            <w:shd w:val="clear" w:color="auto" w:fill="C0C0C0"/>
          </w:tcPr>
          <w:p w14:paraId="614ADD00" w14:textId="77777777" w:rsidR="00742796" w:rsidRPr="00630AB6" w:rsidRDefault="00742796" w:rsidP="00822A83">
            <w:pPr>
              <w:pStyle w:val="TAH"/>
            </w:pPr>
            <w:r w:rsidRPr="00630AB6">
              <w:t>Description</w:t>
            </w:r>
          </w:p>
        </w:tc>
      </w:tr>
      <w:tr w:rsidR="00742796" w:rsidRPr="00630AB6" w14:paraId="100B2EAB" w14:textId="77777777" w:rsidTr="00822A83">
        <w:trPr>
          <w:jc w:val="center"/>
        </w:trPr>
        <w:tc>
          <w:tcPr>
            <w:tcW w:w="103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6798EEC0" w14:textId="77777777" w:rsidR="00742796" w:rsidRPr="00630AB6" w:rsidRDefault="00742796" w:rsidP="00822A83">
            <w:pPr>
              <w:pStyle w:val="TAL"/>
            </w:pPr>
          </w:p>
        </w:tc>
        <w:tc>
          <w:tcPr>
            <w:tcW w:w="1018"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710C39DA" w14:textId="77777777" w:rsidR="00742796" w:rsidRPr="00630AB6" w:rsidRDefault="00742796" w:rsidP="00822A83">
            <w:pPr>
              <w:pStyle w:val="TAL"/>
            </w:pPr>
            <w:r w:rsidRPr="00630AB6">
              <w:t xml:space="preserve">&lt;one simple data type, e.g. </w:t>
            </w:r>
            <w:proofErr w:type="spellStart"/>
            <w:r w:rsidRPr="00630AB6">
              <w:t>boolean</w:t>
            </w:r>
            <w:proofErr w:type="spellEnd"/>
            <w:r w:rsidRPr="00630AB6">
              <w:t>, integer, null, number, string&gt;</w:t>
            </w:r>
          </w:p>
        </w:tc>
        <w:tc>
          <w:tcPr>
            <w:tcW w:w="2952" w:type="pct"/>
            <w:tcBorders>
              <w:top w:val="single" w:sz="4" w:space="0" w:color="auto"/>
              <w:left w:val="nil"/>
              <w:bottom w:val="single" w:sz="8" w:space="0" w:color="auto"/>
              <w:right w:val="single" w:sz="8" w:space="0" w:color="auto"/>
            </w:tcBorders>
          </w:tcPr>
          <w:p w14:paraId="7D1454EE" w14:textId="77777777" w:rsidR="00742796" w:rsidRPr="00630AB6" w:rsidRDefault="00742796" w:rsidP="00822A83">
            <w:pPr>
              <w:pStyle w:val="TAL"/>
            </w:pPr>
          </w:p>
        </w:tc>
      </w:tr>
    </w:tbl>
    <w:p w14:paraId="180A0182" w14:textId="77777777" w:rsidR="00742796" w:rsidRPr="00630AB6" w:rsidRDefault="00742796" w:rsidP="00742796"/>
    <w:p w14:paraId="52E89238" w14:textId="77777777" w:rsidR="00742796" w:rsidRPr="00630AB6" w:rsidRDefault="00742796" w:rsidP="0041307B">
      <w:pPr>
        <w:pStyle w:val="Heading5"/>
      </w:pPr>
      <w:bookmarkStart w:id="145" w:name="_Toc74989908"/>
      <w:r w:rsidRPr="00630AB6">
        <w:t>6.2.6.3.3</w:t>
      </w:r>
      <w:r w:rsidRPr="00630AB6">
        <w:tab/>
        <w:t>Enumeration:</w:t>
      </w:r>
      <w:r w:rsidR="00664951" w:rsidRPr="00630AB6">
        <w:t xml:space="preserve"> </w:t>
      </w:r>
      <w:proofErr w:type="spellStart"/>
      <w:r w:rsidR="00664951" w:rsidRPr="00630AB6">
        <w:t>NssfEventType</w:t>
      </w:r>
      <w:bookmarkEnd w:id="145"/>
      <w:proofErr w:type="spellEnd"/>
    </w:p>
    <w:p w14:paraId="3F3E5ED0" w14:textId="77777777" w:rsidR="00742796" w:rsidRPr="00630AB6" w:rsidRDefault="00742796" w:rsidP="0041307B">
      <w:pPr>
        <w:pStyle w:val="TH"/>
        <w:outlineLvl w:val="0"/>
      </w:pPr>
      <w:r w:rsidRPr="00630AB6">
        <w:t xml:space="preserve">Table 6.2.6.3.3-1: Enumeration </w:t>
      </w:r>
      <w:proofErr w:type="spellStart"/>
      <w:r w:rsidR="00664951" w:rsidRPr="00630AB6">
        <w:t>NssfEventType</w:t>
      </w:r>
      <w:proofErr w:type="spellEnd"/>
    </w:p>
    <w:tbl>
      <w:tblPr>
        <w:tblW w:w="4650" w:type="pct"/>
        <w:tblCellMar>
          <w:left w:w="0" w:type="dxa"/>
          <w:right w:w="0" w:type="dxa"/>
        </w:tblCellMar>
        <w:tblLook w:val="04A0" w:firstRow="1" w:lastRow="0" w:firstColumn="1" w:lastColumn="0" w:noHBand="0" w:noVBand="1"/>
      </w:tblPr>
      <w:tblGrid>
        <w:gridCol w:w="3422"/>
        <w:gridCol w:w="5526"/>
      </w:tblGrid>
      <w:tr w:rsidR="00742796" w:rsidRPr="00630AB6" w14:paraId="518CF9C1" w14:textId="77777777" w:rsidTr="00822A83">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56C81DB0" w14:textId="77777777" w:rsidR="00742796" w:rsidRPr="00630AB6" w:rsidRDefault="00742796" w:rsidP="00822A83">
            <w:pPr>
              <w:pStyle w:val="TAH"/>
            </w:pPr>
            <w:r w:rsidRPr="00630AB6">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5627D7C1" w14:textId="77777777" w:rsidR="00742796" w:rsidRPr="00630AB6" w:rsidRDefault="00742796" w:rsidP="00822A83">
            <w:pPr>
              <w:pStyle w:val="TAH"/>
            </w:pPr>
            <w:r w:rsidRPr="00630AB6">
              <w:t>Description</w:t>
            </w:r>
          </w:p>
        </w:tc>
      </w:tr>
      <w:tr w:rsidR="00742796" w:rsidRPr="00630AB6" w14:paraId="1A73F37C" w14:textId="77777777" w:rsidTr="00822A83">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8563782" w14:textId="77777777" w:rsidR="00742796" w:rsidRPr="00630AB6" w:rsidRDefault="0038233B" w:rsidP="00822A83">
            <w:pPr>
              <w:pStyle w:val="TAL"/>
            </w:pPr>
            <w:r w:rsidRPr="00630AB6">
              <w:rPr>
                <w:b/>
                <w:lang w:eastAsia="zh-CN"/>
              </w:rPr>
              <w:t>"</w:t>
            </w:r>
            <w:r w:rsidR="00664951" w:rsidRPr="00630AB6">
              <w:rPr>
                <w:b/>
                <w:lang w:eastAsia="zh-CN"/>
              </w:rPr>
              <w:t>S-NSSAI_</w:t>
            </w:r>
            <w:r w:rsidR="00E50C99" w:rsidRPr="00630AB6">
              <w:rPr>
                <w:b/>
                <w:lang w:eastAsia="zh-CN"/>
              </w:rPr>
              <w:t>STATUS_CHANGE_</w:t>
            </w:r>
            <w:r w:rsidR="00664951" w:rsidRPr="00630AB6">
              <w:rPr>
                <w:b/>
                <w:lang w:eastAsia="zh-CN"/>
              </w:rPr>
              <w:t>REPORT</w:t>
            </w:r>
            <w:r w:rsidRPr="00630AB6">
              <w:rPr>
                <w:b/>
                <w:lang w:eastAsia="zh-CN"/>
              </w:rPr>
              <w:t>"</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E9C3A44" w14:textId="77777777" w:rsidR="00742796" w:rsidRPr="00630AB6" w:rsidRDefault="00664951" w:rsidP="00822A83">
            <w:pPr>
              <w:pStyle w:val="TAL"/>
            </w:pPr>
            <w:r w:rsidRPr="00630AB6">
              <w:t xml:space="preserve">A NF subscribes to this event to receive the </w:t>
            </w:r>
            <w:r w:rsidR="00E50C99" w:rsidRPr="00630AB6">
              <w:t xml:space="preserve">status change about the </w:t>
            </w:r>
            <w:r w:rsidRPr="00630AB6">
              <w:t xml:space="preserve">current S-NSSAI </w:t>
            </w:r>
            <w:r w:rsidR="00E50C99" w:rsidRPr="00630AB6">
              <w:t>available (</w:t>
            </w:r>
            <w:proofErr w:type="spellStart"/>
            <w:r w:rsidR="00E50C99" w:rsidRPr="00630AB6">
              <w:t>i.e</w:t>
            </w:r>
            <w:proofErr w:type="spellEnd"/>
            <w:r w:rsidR="00E50C99" w:rsidRPr="00630AB6">
              <w:t xml:space="preserve"> unrestricted) per TA and the status change about the list of </w:t>
            </w:r>
            <w:r w:rsidRPr="00630AB6">
              <w:t xml:space="preserve">restricted </w:t>
            </w:r>
            <w:r w:rsidR="00E50C99" w:rsidRPr="00630AB6">
              <w:t xml:space="preserve">S-NSSAI </w:t>
            </w:r>
            <w:r w:rsidRPr="00630AB6">
              <w:t>per TA and per PLMN in the serving PLMN of the UE.</w:t>
            </w:r>
          </w:p>
        </w:tc>
      </w:tr>
    </w:tbl>
    <w:p w14:paraId="6D509909" w14:textId="77777777" w:rsidR="00742796" w:rsidRPr="00630AB6" w:rsidRDefault="00742796" w:rsidP="00742796">
      <w:pPr>
        <w:rPr>
          <w:lang w:val="en-US"/>
        </w:rPr>
      </w:pPr>
    </w:p>
    <w:p w14:paraId="480BE8ED" w14:textId="77777777" w:rsidR="00742796" w:rsidRPr="00630AB6" w:rsidRDefault="00742796" w:rsidP="0041307B">
      <w:pPr>
        <w:pStyle w:val="Heading4"/>
      </w:pPr>
      <w:bookmarkStart w:id="146" w:name="_Toc74989909"/>
      <w:r w:rsidRPr="00630AB6">
        <w:t>6.2.6.4</w:t>
      </w:r>
      <w:r w:rsidRPr="00630AB6">
        <w:tab/>
        <w:t>Binary data</w:t>
      </w:r>
      <w:bookmarkEnd w:id="146"/>
    </w:p>
    <w:p w14:paraId="0BF3B347" w14:textId="77777777" w:rsidR="00BF6297" w:rsidRPr="00630AB6" w:rsidRDefault="00BF6297" w:rsidP="00DE6817">
      <w:r w:rsidRPr="00630AB6">
        <w:rPr>
          <w:rFonts w:hint="eastAsia"/>
        </w:rPr>
        <w:t xml:space="preserve">There is no binary data used for the </w:t>
      </w:r>
      <w:proofErr w:type="spellStart"/>
      <w:r w:rsidRPr="00630AB6">
        <w:rPr>
          <w:rFonts w:hint="eastAsia"/>
        </w:rPr>
        <w:t>Nnssf_NSSAIAvailability</w:t>
      </w:r>
      <w:proofErr w:type="spellEnd"/>
      <w:r w:rsidRPr="00630AB6">
        <w:rPr>
          <w:rFonts w:hint="eastAsia"/>
        </w:rPr>
        <w:t xml:space="preserve"> service in this </w:t>
      </w:r>
      <w:r w:rsidRPr="00630AB6">
        <w:t>version of the API</w:t>
      </w:r>
      <w:r w:rsidRPr="00630AB6">
        <w:rPr>
          <w:rFonts w:hint="eastAsia"/>
        </w:rPr>
        <w:t>.</w:t>
      </w:r>
    </w:p>
    <w:p w14:paraId="1F3162D7" w14:textId="77777777" w:rsidR="00742796" w:rsidRPr="00630AB6" w:rsidRDefault="00742796" w:rsidP="00C00BCA">
      <w:pPr>
        <w:pStyle w:val="Heading3"/>
      </w:pPr>
      <w:bookmarkStart w:id="147" w:name="_Toc74989910"/>
      <w:r w:rsidRPr="00630AB6">
        <w:t>6.2.7</w:t>
      </w:r>
      <w:r w:rsidRPr="00630AB6">
        <w:tab/>
        <w:t>Error Handling</w:t>
      </w:r>
      <w:bookmarkEnd w:id="147"/>
    </w:p>
    <w:p w14:paraId="44A9A6D9" w14:textId="77777777" w:rsidR="00BF6297" w:rsidRPr="00630AB6" w:rsidRDefault="00BF6297" w:rsidP="00BF6297">
      <w:pPr>
        <w:pStyle w:val="Heading4"/>
      </w:pPr>
      <w:bookmarkStart w:id="148" w:name="_Toc74989911"/>
      <w:r w:rsidRPr="00630AB6">
        <w:t>6.2.7.1</w:t>
      </w:r>
      <w:r w:rsidRPr="00630AB6">
        <w:tab/>
        <w:t>General</w:t>
      </w:r>
      <w:bookmarkEnd w:id="148"/>
    </w:p>
    <w:p w14:paraId="3B72BD61" w14:textId="77777777" w:rsidR="00BF6297" w:rsidRPr="00630AB6" w:rsidRDefault="00BF6297" w:rsidP="00BF6297">
      <w:r w:rsidRPr="00630AB6">
        <w:t xml:space="preserve">HTTP error handling shall be supported as specified in </w:t>
      </w:r>
      <w:r w:rsidR="001765C8">
        <w:t>clause</w:t>
      </w:r>
      <w:r w:rsidRPr="00630AB6">
        <w:t> 5.2.4 of</w:t>
      </w:r>
      <w:r w:rsidR="00DE5E65">
        <w:t xml:space="preserve"> 3GPP TS </w:t>
      </w:r>
      <w:r w:rsidR="00DE5E65" w:rsidRPr="00630AB6">
        <w:t>29.500</w:t>
      </w:r>
      <w:r w:rsidR="00DE5E65">
        <w:t> </w:t>
      </w:r>
      <w:r w:rsidR="00DE5E65" w:rsidRPr="00630AB6">
        <w:t>[</w:t>
      </w:r>
      <w:r w:rsidRPr="00630AB6">
        <w:t>4].</w:t>
      </w:r>
    </w:p>
    <w:p w14:paraId="3BD81751" w14:textId="77777777" w:rsidR="00BF6297" w:rsidRPr="00630AB6" w:rsidRDefault="00BF6297" w:rsidP="00DE6817">
      <w:pPr>
        <w:pStyle w:val="Heading4"/>
      </w:pPr>
      <w:bookmarkStart w:id="149" w:name="_Toc74989912"/>
      <w:r w:rsidRPr="00630AB6">
        <w:t>6.2.7.2</w:t>
      </w:r>
      <w:r w:rsidRPr="00630AB6">
        <w:tab/>
        <w:t>Protocol Errors</w:t>
      </w:r>
      <w:bookmarkEnd w:id="149"/>
    </w:p>
    <w:p w14:paraId="6C035989" w14:textId="77777777" w:rsidR="00BF6297" w:rsidRPr="00630AB6" w:rsidRDefault="00BF6297" w:rsidP="00DE6817">
      <w:r w:rsidRPr="00630AB6">
        <w:t xml:space="preserve">Protocol Error Handling shall be supported as specified in </w:t>
      </w:r>
      <w:r w:rsidR="001765C8">
        <w:t>clause</w:t>
      </w:r>
      <w:r w:rsidRPr="00630AB6">
        <w:t xml:space="preserve"> 5.2.7.2 of</w:t>
      </w:r>
      <w:r w:rsidR="00DE5E65">
        <w:t xml:space="preserve"> 3GPP TS </w:t>
      </w:r>
      <w:r w:rsidR="00DE5E65" w:rsidRPr="00630AB6">
        <w:t>29.500</w:t>
      </w:r>
      <w:r w:rsidR="00DE5E65">
        <w:t> </w:t>
      </w:r>
      <w:r w:rsidR="00DE5E65" w:rsidRPr="00630AB6">
        <w:t>[</w:t>
      </w:r>
      <w:r w:rsidRPr="00630AB6">
        <w:t>4].</w:t>
      </w:r>
    </w:p>
    <w:p w14:paraId="578ED82D" w14:textId="77777777" w:rsidR="00BF6297" w:rsidRPr="00630AB6" w:rsidRDefault="00BF6297" w:rsidP="00BF6297">
      <w:pPr>
        <w:pStyle w:val="Heading4"/>
      </w:pPr>
      <w:bookmarkStart w:id="150" w:name="_Toc74989913"/>
      <w:r w:rsidRPr="00630AB6">
        <w:t>6.2.7.3</w:t>
      </w:r>
      <w:r w:rsidRPr="00630AB6">
        <w:tab/>
        <w:t>Application Errors</w:t>
      </w:r>
      <w:bookmarkEnd w:id="150"/>
    </w:p>
    <w:p w14:paraId="1E08167C" w14:textId="77777777" w:rsidR="00BF6297" w:rsidRPr="00630AB6" w:rsidRDefault="00BF6297" w:rsidP="00BF6297">
      <w:r w:rsidRPr="00630AB6">
        <w:rPr>
          <w:iCs/>
        </w:rPr>
        <w:t>The common application errors defined in the Table 5.2.7.2-1 in</w:t>
      </w:r>
      <w:r w:rsidR="00DE5E65">
        <w:rPr>
          <w:iCs/>
        </w:rPr>
        <w:t xml:space="preserve"> 3GPP TS </w:t>
      </w:r>
      <w:r w:rsidR="00DE5E65" w:rsidRPr="00630AB6">
        <w:rPr>
          <w:iCs/>
        </w:rPr>
        <w:t>29.500</w:t>
      </w:r>
      <w:r w:rsidR="00DE5E65">
        <w:rPr>
          <w:iCs/>
        </w:rPr>
        <w:t> </w:t>
      </w:r>
      <w:r w:rsidR="00DE5E65" w:rsidRPr="00630AB6">
        <w:rPr>
          <w:iCs/>
        </w:rPr>
        <w:t>[</w:t>
      </w:r>
      <w:r w:rsidRPr="00630AB6">
        <w:rPr>
          <w:iCs/>
        </w:rPr>
        <w:t xml:space="preserve">4] may also be used for the </w:t>
      </w:r>
      <w:proofErr w:type="spellStart"/>
      <w:r w:rsidRPr="00630AB6">
        <w:rPr>
          <w:iCs/>
        </w:rPr>
        <w:t>Nnssf_NSSAIAvailability</w:t>
      </w:r>
      <w:proofErr w:type="spellEnd"/>
      <w:r w:rsidRPr="00630AB6">
        <w:rPr>
          <w:iCs/>
        </w:rPr>
        <w:t xml:space="preserve"> service. </w:t>
      </w:r>
      <w:r w:rsidRPr="00630AB6">
        <w:t xml:space="preserve">The following application errors listed in Table 6.1.7.3-1 are specific for the </w:t>
      </w:r>
      <w:proofErr w:type="spellStart"/>
      <w:r w:rsidRPr="00630AB6">
        <w:rPr>
          <w:iCs/>
        </w:rPr>
        <w:t>Nnssf_NSSAIAvailability</w:t>
      </w:r>
      <w:proofErr w:type="spellEnd"/>
      <w:r w:rsidRPr="00630AB6">
        <w:t xml:space="preserve"> service.</w:t>
      </w:r>
    </w:p>
    <w:p w14:paraId="3753483F" w14:textId="77777777" w:rsidR="00BF6297" w:rsidRPr="00630AB6" w:rsidRDefault="00BF6297" w:rsidP="00BF6297">
      <w:pPr>
        <w:pStyle w:val="TH"/>
      </w:pPr>
      <w:r w:rsidRPr="00630AB6">
        <w:t>Table 6.2.7.3-1: Application errors</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2642"/>
        <w:gridCol w:w="1830"/>
        <w:gridCol w:w="4951"/>
      </w:tblGrid>
      <w:tr w:rsidR="00BF6297" w:rsidRPr="00630AB6" w14:paraId="08E42596" w14:textId="77777777" w:rsidTr="008C0438">
        <w:trPr>
          <w:jc w:val="center"/>
        </w:trPr>
        <w:tc>
          <w:tcPr>
            <w:tcW w:w="1402" w:type="pct"/>
            <w:tcBorders>
              <w:top w:val="single" w:sz="4" w:space="0" w:color="auto"/>
              <w:left w:val="single" w:sz="4" w:space="0" w:color="auto"/>
              <w:bottom w:val="single" w:sz="4" w:space="0" w:color="auto"/>
              <w:right w:val="single" w:sz="4" w:space="0" w:color="auto"/>
            </w:tcBorders>
          </w:tcPr>
          <w:p w14:paraId="11077161" w14:textId="77777777" w:rsidR="00BF6297" w:rsidRPr="00630AB6" w:rsidRDefault="00BF6297" w:rsidP="008C0438">
            <w:pPr>
              <w:pStyle w:val="TAH"/>
            </w:pPr>
            <w:bookmarkStart w:id="151" w:name="_Hlk510519236"/>
            <w:r w:rsidRPr="00630AB6">
              <w:t>Application Error</w:t>
            </w:r>
          </w:p>
        </w:tc>
        <w:tc>
          <w:tcPr>
            <w:tcW w:w="971" w:type="pct"/>
            <w:tcBorders>
              <w:top w:val="single" w:sz="4" w:space="0" w:color="auto"/>
              <w:left w:val="single" w:sz="4" w:space="0" w:color="auto"/>
              <w:bottom w:val="single" w:sz="4" w:space="0" w:color="auto"/>
              <w:right w:val="single" w:sz="4" w:space="0" w:color="auto"/>
            </w:tcBorders>
            <w:hideMark/>
          </w:tcPr>
          <w:p w14:paraId="65955D91" w14:textId="77777777" w:rsidR="00BF6297" w:rsidRPr="00630AB6" w:rsidRDefault="00BF6297" w:rsidP="008C0438">
            <w:pPr>
              <w:pStyle w:val="TAH"/>
            </w:pPr>
            <w:r w:rsidRPr="00630AB6">
              <w:t>HTTP status code</w:t>
            </w:r>
          </w:p>
        </w:tc>
        <w:tc>
          <w:tcPr>
            <w:tcW w:w="2627" w:type="pct"/>
            <w:tcBorders>
              <w:top w:val="single" w:sz="4" w:space="0" w:color="auto"/>
              <w:left w:val="single" w:sz="4" w:space="0" w:color="auto"/>
              <w:bottom w:val="single" w:sz="4" w:space="0" w:color="auto"/>
              <w:right w:val="single" w:sz="4" w:space="0" w:color="auto"/>
            </w:tcBorders>
            <w:hideMark/>
          </w:tcPr>
          <w:p w14:paraId="2E3380E2" w14:textId="77777777" w:rsidR="00BF6297" w:rsidRPr="00630AB6" w:rsidRDefault="00BF6297" w:rsidP="008C0438">
            <w:pPr>
              <w:pStyle w:val="TAH"/>
            </w:pPr>
            <w:r w:rsidRPr="00630AB6">
              <w:t>Description</w:t>
            </w:r>
          </w:p>
        </w:tc>
      </w:tr>
      <w:tr w:rsidR="00BF6297" w:rsidRPr="00630AB6" w14:paraId="48E96903" w14:textId="77777777" w:rsidTr="008C0438">
        <w:trPr>
          <w:jc w:val="center"/>
        </w:trPr>
        <w:tc>
          <w:tcPr>
            <w:tcW w:w="1402" w:type="pct"/>
            <w:tcBorders>
              <w:top w:val="single" w:sz="4" w:space="0" w:color="auto"/>
              <w:left w:val="single" w:sz="4" w:space="0" w:color="auto"/>
              <w:bottom w:val="single" w:sz="4" w:space="0" w:color="auto"/>
              <w:right w:val="single" w:sz="4" w:space="0" w:color="auto"/>
            </w:tcBorders>
          </w:tcPr>
          <w:p w14:paraId="3382A9E9" w14:textId="77777777" w:rsidR="00BF6297" w:rsidRPr="00630AB6" w:rsidRDefault="00BF6297" w:rsidP="008C0438">
            <w:pPr>
              <w:pStyle w:val="TAC"/>
            </w:pPr>
            <w:r w:rsidRPr="00630AB6">
              <w:t>SNSSAI_NOT_SUPPORTED</w:t>
            </w:r>
          </w:p>
        </w:tc>
        <w:tc>
          <w:tcPr>
            <w:tcW w:w="971" w:type="pct"/>
            <w:tcBorders>
              <w:top w:val="single" w:sz="4" w:space="0" w:color="auto"/>
              <w:left w:val="single" w:sz="4" w:space="0" w:color="auto"/>
              <w:bottom w:val="single" w:sz="4" w:space="0" w:color="auto"/>
              <w:right w:val="single" w:sz="4" w:space="0" w:color="auto"/>
            </w:tcBorders>
          </w:tcPr>
          <w:p w14:paraId="36BD0EE3" w14:textId="77777777" w:rsidR="00BF6297" w:rsidRPr="00630AB6" w:rsidRDefault="00BF6297" w:rsidP="008C0438">
            <w:pPr>
              <w:pStyle w:val="TAC"/>
            </w:pPr>
            <w:r w:rsidRPr="00630AB6">
              <w:rPr>
                <w:rFonts w:hint="eastAsia"/>
              </w:rPr>
              <w:t>403 Forbidden</w:t>
            </w:r>
          </w:p>
        </w:tc>
        <w:tc>
          <w:tcPr>
            <w:tcW w:w="2627" w:type="pct"/>
            <w:tcBorders>
              <w:top w:val="single" w:sz="4" w:space="0" w:color="auto"/>
              <w:left w:val="single" w:sz="4" w:space="0" w:color="auto"/>
              <w:bottom w:val="single" w:sz="4" w:space="0" w:color="auto"/>
              <w:right w:val="single" w:sz="4" w:space="0" w:color="auto"/>
            </w:tcBorders>
          </w:tcPr>
          <w:p w14:paraId="0DF0D9A2" w14:textId="77777777" w:rsidR="00BF6297" w:rsidRDefault="004000F9" w:rsidP="004000F9">
            <w:pPr>
              <w:pStyle w:val="TAL"/>
            </w:pPr>
            <w:r>
              <w:t xml:space="preserve">For </w:t>
            </w:r>
            <w:proofErr w:type="spellStart"/>
            <w:r>
              <w:t>Nnssf_NSSAIAvailibility</w:t>
            </w:r>
            <w:proofErr w:type="spellEnd"/>
            <w:r>
              <w:t xml:space="preserve"> service, t</w:t>
            </w:r>
            <w:r w:rsidRPr="00630AB6">
              <w:rPr>
                <w:rFonts w:hint="eastAsia"/>
              </w:rPr>
              <w:t xml:space="preserve">he </w:t>
            </w:r>
            <w:r w:rsidR="00BF6297" w:rsidRPr="00630AB6">
              <w:rPr>
                <w:rFonts w:hint="eastAsia"/>
              </w:rPr>
              <w:t>SNSSAI provided in the request is not supported in the PLMN.</w:t>
            </w:r>
          </w:p>
          <w:p w14:paraId="6BD9D40C" w14:textId="77777777" w:rsidR="004000F9" w:rsidRDefault="004000F9" w:rsidP="004000F9">
            <w:pPr>
              <w:pStyle w:val="TAL"/>
            </w:pPr>
          </w:p>
          <w:p w14:paraId="1EA8B30B" w14:textId="77777777" w:rsidR="004000F9" w:rsidRPr="00630AB6" w:rsidRDefault="004000F9" w:rsidP="004000F9">
            <w:pPr>
              <w:pStyle w:val="TAL"/>
            </w:pPr>
            <w:r>
              <w:t xml:space="preserve">For </w:t>
            </w:r>
            <w:proofErr w:type="spellStart"/>
            <w:r>
              <w:t>Nnssf_NSSelection</w:t>
            </w:r>
            <w:proofErr w:type="spellEnd"/>
            <w:r>
              <w:t xml:space="preserve"> service, the S-NSSAI provided in the request is not allowed in the PLMN and there is no default NSSAI provided in the request.</w:t>
            </w:r>
          </w:p>
        </w:tc>
      </w:tr>
      <w:bookmarkEnd w:id="151"/>
    </w:tbl>
    <w:p w14:paraId="3D6E84E3" w14:textId="77777777" w:rsidR="00BF6297" w:rsidRPr="00630AB6" w:rsidRDefault="00BF6297" w:rsidP="00BF6297">
      <w:pPr>
        <w:rPr>
          <w:lang w:val="en-US"/>
        </w:rPr>
      </w:pPr>
    </w:p>
    <w:p w14:paraId="53ECC86A" w14:textId="77777777" w:rsidR="002445D6" w:rsidRPr="00630AB6" w:rsidRDefault="002445D6" w:rsidP="0041307B">
      <w:pPr>
        <w:pStyle w:val="Heading3"/>
      </w:pPr>
      <w:bookmarkStart w:id="152" w:name="_Toc74989914"/>
      <w:r w:rsidRPr="00630AB6">
        <w:t>6.2.</w:t>
      </w:r>
      <w:r w:rsidRPr="00630AB6">
        <w:rPr>
          <w:rFonts w:hint="eastAsia"/>
          <w:lang w:eastAsia="zh-CN"/>
        </w:rPr>
        <w:t>8</w:t>
      </w:r>
      <w:r w:rsidRPr="00630AB6">
        <w:tab/>
        <w:t>Feature negotiation</w:t>
      </w:r>
      <w:bookmarkEnd w:id="152"/>
    </w:p>
    <w:p w14:paraId="3DD15D14" w14:textId="77777777" w:rsidR="002445D6" w:rsidRPr="00630AB6" w:rsidRDefault="002445D6" w:rsidP="002445D6">
      <w:pPr>
        <w:rPr>
          <w:lang w:val="en-US"/>
        </w:rPr>
      </w:pPr>
      <w:r w:rsidRPr="00630AB6">
        <w:rPr>
          <w:lang w:val="en-US"/>
        </w:rPr>
        <w:t xml:space="preserve">The feature negotiation mechanism specified in </w:t>
      </w:r>
      <w:r w:rsidR="001765C8">
        <w:rPr>
          <w:lang w:val="en-US"/>
        </w:rPr>
        <w:t>clause</w:t>
      </w:r>
      <w:r w:rsidRPr="00630AB6">
        <w:rPr>
          <w:lang w:val="en-US"/>
        </w:rPr>
        <w:t xml:space="preserve"> 6.6 of</w:t>
      </w:r>
      <w:r w:rsidR="00DE5E65">
        <w:rPr>
          <w:lang w:val="en-US"/>
        </w:rPr>
        <w:t xml:space="preserve"> 3GPP TS </w:t>
      </w:r>
      <w:r w:rsidR="00DE5E65" w:rsidRPr="00630AB6">
        <w:rPr>
          <w:lang w:val="en-US"/>
        </w:rPr>
        <w:t>29.500</w:t>
      </w:r>
      <w:r w:rsidR="00DE5E65">
        <w:rPr>
          <w:lang w:val="en-US"/>
        </w:rPr>
        <w:t> </w:t>
      </w:r>
      <w:r w:rsidR="00DE5E65" w:rsidRPr="00630AB6">
        <w:rPr>
          <w:lang w:val="en-US"/>
        </w:rPr>
        <w:t>[</w:t>
      </w:r>
      <w:r w:rsidRPr="00630AB6">
        <w:rPr>
          <w:lang w:val="en-US"/>
        </w:rPr>
        <w:t xml:space="preserve">4] shall be used to negotiate the optional features applicable between the NSSF and the NF Service Consumer, for the </w:t>
      </w:r>
      <w:proofErr w:type="spellStart"/>
      <w:r w:rsidRPr="00630AB6">
        <w:rPr>
          <w:lang w:val="en-US"/>
        </w:rPr>
        <w:t>Nnssf_NSSAIAvailability</w:t>
      </w:r>
      <w:proofErr w:type="spellEnd"/>
      <w:r w:rsidRPr="00630AB6">
        <w:rPr>
          <w:lang w:val="en-US"/>
        </w:rPr>
        <w:t xml:space="preserve"> service, if any.</w:t>
      </w:r>
    </w:p>
    <w:p w14:paraId="23ECA88D" w14:textId="77777777" w:rsidR="002445D6" w:rsidRPr="00630AB6" w:rsidRDefault="002445D6" w:rsidP="002445D6">
      <w:pPr>
        <w:rPr>
          <w:lang w:val="en-US"/>
        </w:rPr>
      </w:pPr>
      <w:r w:rsidRPr="00630AB6">
        <w:rPr>
          <w:lang w:val="en-US"/>
        </w:rPr>
        <w:t xml:space="preserve">The NF Service Consumer shall indicate the optional features it supports for the </w:t>
      </w:r>
      <w:proofErr w:type="spellStart"/>
      <w:r w:rsidRPr="00630AB6">
        <w:rPr>
          <w:lang w:val="en-US"/>
        </w:rPr>
        <w:t>Nnssf_NSSAIAvailability</w:t>
      </w:r>
      <w:proofErr w:type="spellEnd"/>
      <w:r w:rsidRPr="00630AB6">
        <w:rPr>
          <w:lang w:val="en-US"/>
        </w:rPr>
        <w:t xml:space="preserve"> service, if any, by including the </w:t>
      </w:r>
      <w:proofErr w:type="spellStart"/>
      <w:r w:rsidRPr="00630AB6">
        <w:rPr>
          <w:lang w:val="en-US"/>
        </w:rPr>
        <w:t>supportedFeatures</w:t>
      </w:r>
      <w:proofErr w:type="spellEnd"/>
      <w:r w:rsidRPr="00630AB6">
        <w:rPr>
          <w:lang w:val="en-US"/>
        </w:rPr>
        <w:t xml:space="preserve"> attribute in the HTTP PUT request when requesting the NSSF to update the NSSAI Availability information.</w:t>
      </w:r>
    </w:p>
    <w:p w14:paraId="490AEC5C" w14:textId="77777777" w:rsidR="002445D6" w:rsidRPr="00630AB6" w:rsidRDefault="002445D6" w:rsidP="002445D6">
      <w:pPr>
        <w:rPr>
          <w:lang w:val="en-US"/>
        </w:rPr>
      </w:pPr>
      <w:r w:rsidRPr="00630AB6">
        <w:rPr>
          <w:lang w:val="en-US"/>
        </w:rPr>
        <w:lastRenderedPageBreak/>
        <w:t xml:space="preserve">The NSSF shall determine the supported features for the updated NSSAI Availability information resource as specified in </w:t>
      </w:r>
      <w:r w:rsidR="001765C8">
        <w:rPr>
          <w:lang w:val="en-US"/>
        </w:rPr>
        <w:t>clause</w:t>
      </w:r>
      <w:r w:rsidRPr="00630AB6">
        <w:rPr>
          <w:lang w:val="en-US"/>
        </w:rPr>
        <w:t xml:space="preserve"> 6.6 of</w:t>
      </w:r>
      <w:r w:rsidR="00DE5E65">
        <w:rPr>
          <w:lang w:val="en-US"/>
        </w:rPr>
        <w:t xml:space="preserve"> 3GPP TS </w:t>
      </w:r>
      <w:r w:rsidR="00DE5E65" w:rsidRPr="00630AB6">
        <w:rPr>
          <w:lang w:val="en-US"/>
        </w:rPr>
        <w:t>29.500</w:t>
      </w:r>
      <w:r w:rsidR="00DE5E65">
        <w:rPr>
          <w:lang w:val="en-US"/>
        </w:rPr>
        <w:t> </w:t>
      </w:r>
      <w:r w:rsidR="00DE5E65" w:rsidRPr="00630AB6">
        <w:rPr>
          <w:lang w:val="en-US"/>
        </w:rPr>
        <w:t>[</w:t>
      </w:r>
      <w:r w:rsidRPr="00630AB6">
        <w:rPr>
          <w:lang w:val="en-US"/>
        </w:rPr>
        <w:t xml:space="preserve">4] and shall indicate the supported features by including the </w:t>
      </w:r>
      <w:proofErr w:type="spellStart"/>
      <w:r w:rsidRPr="00630AB6">
        <w:rPr>
          <w:lang w:val="en-US"/>
        </w:rPr>
        <w:t>supportedFeatures</w:t>
      </w:r>
      <w:proofErr w:type="spellEnd"/>
      <w:r w:rsidRPr="00630AB6">
        <w:rPr>
          <w:lang w:val="en-US"/>
        </w:rPr>
        <w:t xml:space="preserve"> attribute in the authorized NSSAI availability information it returns in the HTTP response.</w:t>
      </w:r>
    </w:p>
    <w:p w14:paraId="431A55AC" w14:textId="77777777" w:rsidR="002445D6" w:rsidRPr="00630AB6" w:rsidRDefault="002445D6" w:rsidP="002445D6">
      <w:pPr>
        <w:rPr>
          <w:lang w:val="en-US"/>
        </w:rPr>
      </w:pPr>
      <w:r w:rsidRPr="00630AB6">
        <w:rPr>
          <w:lang w:val="en-US"/>
        </w:rPr>
        <w:t xml:space="preserve">The syntax of the </w:t>
      </w:r>
      <w:proofErr w:type="spellStart"/>
      <w:r w:rsidRPr="00630AB6">
        <w:rPr>
          <w:lang w:val="en-US"/>
        </w:rPr>
        <w:t>supportedFeatures</w:t>
      </w:r>
      <w:proofErr w:type="spellEnd"/>
      <w:r w:rsidRPr="00630AB6">
        <w:rPr>
          <w:lang w:val="en-US"/>
        </w:rPr>
        <w:t xml:space="preserve"> attribute is defined in </w:t>
      </w:r>
      <w:r w:rsidR="001765C8">
        <w:rPr>
          <w:lang w:val="en-US"/>
        </w:rPr>
        <w:t>clause</w:t>
      </w:r>
      <w:r w:rsidRPr="00630AB6">
        <w:rPr>
          <w:lang w:val="en-US"/>
        </w:rPr>
        <w:t xml:space="preserve"> 5.2.2 of</w:t>
      </w:r>
      <w:r w:rsidR="00DE5E65">
        <w:rPr>
          <w:lang w:val="en-US"/>
        </w:rPr>
        <w:t xml:space="preserve"> 3GPP TS </w:t>
      </w:r>
      <w:r w:rsidR="00DE5E65" w:rsidRPr="00630AB6">
        <w:rPr>
          <w:lang w:val="en-US"/>
        </w:rPr>
        <w:t>29.571</w:t>
      </w:r>
      <w:r w:rsidR="00DE5E65">
        <w:rPr>
          <w:lang w:val="en-US"/>
        </w:rPr>
        <w:t> </w:t>
      </w:r>
      <w:r w:rsidR="00DE5E65" w:rsidRPr="00630AB6">
        <w:rPr>
          <w:lang w:val="en-US"/>
        </w:rPr>
        <w:t>[</w:t>
      </w:r>
      <w:r w:rsidR="00EE1738">
        <w:rPr>
          <w:lang w:val="en-US"/>
        </w:rPr>
        <w:t>7</w:t>
      </w:r>
      <w:r w:rsidRPr="00630AB6">
        <w:rPr>
          <w:lang w:val="en-US"/>
        </w:rPr>
        <w:t>].</w:t>
      </w:r>
    </w:p>
    <w:p w14:paraId="64556F90" w14:textId="77777777" w:rsidR="002445D6" w:rsidRPr="00630AB6" w:rsidRDefault="002445D6" w:rsidP="002445D6">
      <w:pPr>
        <w:rPr>
          <w:lang w:val="en-US"/>
        </w:rPr>
      </w:pPr>
      <w:r w:rsidRPr="00630AB6">
        <w:rPr>
          <w:lang w:val="en-US"/>
        </w:rPr>
        <w:t xml:space="preserve">The following features are defined for the </w:t>
      </w:r>
      <w:proofErr w:type="spellStart"/>
      <w:r w:rsidRPr="00630AB6">
        <w:rPr>
          <w:lang w:val="en-US"/>
        </w:rPr>
        <w:t>Nnssf_NSSAIAvailability</w:t>
      </w:r>
      <w:proofErr w:type="spellEnd"/>
      <w:r w:rsidRPr="00630AB6">
        <w:rPr>
          <w:lang w:val="en-US"/>
        </w:rPr>
        <w:t xml:space="preserve"> service.</w:t>
      </w:r>
    </w:p>
    <w:p w14:paraId="3CA5DD7A" w14:textId="77777777" w:rsidR="002445D6" w:rsidRPr="00630AB6" w:rsidRDefault="002445D6" w:rsidP="0041307B">
      <w:pPr>
        <w:pStyle w:val="TH"/>
        <w:outlineLvl w:val="0"/>
      </w:pPr>
      <w:r w:rsidRPr="00630AB6">
        <w:t>Table 6.2.</w:t>
      </w:r>
      <w:r w:rsidRPr="00630AB6">
        <w:rPr>
          <w:rFonts w:hint="eastAsia"/>
          <w:lang w:eastAsia="zh-CN"/>
        </w:rPr>
        <w:t>8</w:t>
      </w:r>
      <w:r w:rsidRPr="00630AB6">
        <w:t xml:space="preserve">-1: Features of </w:t>
      </w:r>
      <w:proofErr w:type="spellStart"/>
      <w:r w:rsidRPr="00630AB6">
        <w:t>supportedFeatures</w:t>
      </w:r>
      <w:proofErr w:type="spellEnd"/>
      <w:r w:rsidRPr="00630AB6">
        <w:t xml:space="preserve"> attribute used by </w:t>
      </w:r>
      <w:proofErr w:type="spellStart"/>
      <w:r w:rsidRPr="00630AB6">
        <w:rPr>
          <w:lang w:val="en-US"/>
        </w:rPr>
        <w:t>Nnssf_NSSAIAvailability</w:t>
      </w:r>
      <w:proofErr w:type="spellEnd"/>
      <w:r w:rsidRPr="00630AB6">
        <w:t xml:space="preserve"> service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063"/>
        <w:gridCol w:w="639"/>
        <w:gridCol w:w="6520"/>
      </w:tblGrid>
      <w:tr w:rsidR="002445D6" w:rsidRPr="00630AB6" w14:paraId="532934BE" w14:textId="77777777" w:rsidTr="00723EEE">
        <w:trPr>
          <w:cantSplit/>
          <w:jc w:val="center"/>
        </w:trPr>
        <w:tc>
          <w:tcPr>
            <w:tcW w:w="993" w:type="dxa"/>
          </w:tcPr>
          <w:p w14:paraId="422E55F4" w14:textId="77777777" w:rsidR="002445D6" w:rsidRPr="00630AB6" w:rsidRDefault="002445D6" w:rsidP="00723EEE">
            <w:pPr>
              <w:pStyle w:val="TAH"/>
            </w:pPr>
            <w:r w:rsidRPr="00630AB6">
              <w:t>Feature Number</w:t>
            </w:r>
          </w:p>
        </w:tc>
        <w:tc>
          <w:tcPr>
            <w:tcW w:w="1063" w:type="dxa"/>
          </w:tcPr>
          <w:p w14:paraId="06A45A2B" w14:textId="77777777" w:rsidR="002445D6" w:rsidRPr="00630AB6" w:rsidRDefault="002445D6" w:rsidP="00723EEE">
            <w:pPr>
              <w:pStyle w:val="TAH"/>
            </w:pPr>
            <w:r w:rsidRPr="00630AB6">
              <w:t>Feature</w:t>
            </w:r>
          </w:p>
        </w:tc>
        <w:tc>
          <w:tcPr>
            <w:tcW w:w="639" w:type="dxa"/>
          </w:tcPr>
          <w:p w14:paraId="6A23E601" w14:textId="77777777" w:rsidR="002445D6" w:rsidRPr="00630AB6" w:rsidRDefault="002445D6" w:rsidP="00723EEE">
            <w:pPr>
              <w:pStyle w:val="TAH"/>
            </w:pPr>
            <w:r w:rsidRPr="00630AB6">
              <w:t>M/O</w:t>
            </w:r>
          </w:p>
        </w:tc>
        <w:tc>
          <w:tcPr>
            <w:tcW w:w="6520" w:type="dxa"/>
          </w:tcPr>
          <w:p w14:paraId="7E3BB204" w14:textId="77777777" w:rsidR="002445D6" w:rsidRPr="00630AB6" w:rsidRDefault="002445D6" w:rsidP="00723EEE">
            <w:pPr>
              <w:pStyle w:val="TAH"/>
            </w:pPr>
            <w:r w:rsidRPr="00630AB6">
              <w:t>Description</w:t>
            </w:r>
          </w:p>
        </w:tc>
      </w:tr>
      <w:tr w:rsidR="002445D6" w:rsidRPr="00630AB6" w14:paraId="31926553" w14:textId="77777777" w:rsidTr="00723EEE">
        <w:trPr>
          <w:cantSplit/>
          <w:jc w:val="center"/>
        </w:trPr>
        <w:tc>
          <w:tcPr>
            <w:tcW w:w="993" w:type="dxa"/>
          </w:tcPr>
          <w:p w14:paraId="6ED94F70" w14:textId="77777777" w:rsidR="002445D6" w:rsidRPr="00630AB6" w:rsidRDefault="002445D6" w:rsidP="00723EEE">
            <w:pPr>
              <w:pStyle w:val="TAC"/>
            </w:pPr>
          </w:p>
        </w:tc>
        <w:tc>
          <w:tcPr>
            <w:tcW w:w="1063" w:type="dxa"/>
          </w:tcPr>
          <w:p w14:paraId="21C9638A" w14:textId="77777777" w:rsidR="002445D6" w:rsidRPr="00630AB6" w:rsidRDefault="002445D6" w:rsidP="00723EEE">
            <w:pPr>
              <w:pStyle w:val="TAL"/>
              <w:rPr>
                <w:color w:val="FF0000"/>
              </w:rPr>
            </w:pPr>
          </w:p>
        </w:tc>
        <w:tc>
          <w:tcPr>
            <w:tcW w:w="639" w:type="dxa"/>
          </w:tcPr>
          <w:p w14:paraId="45FC75AE" w14:textId="77777777" w:rsidR="002445D6" w:rsidRPr="00630AB6" w:rsidRDefault="002445D6" w:rsidP="00723EEE">
            <w:pPr>
              <w:pStyle w:val="TAC"/>
              <w:rPr>
                <w:color w:val="FF0000"/>
              </w:rPr>
            </w:pPr>
          </w:p>
        </w:tc>
        <w:tc>
          <w:tcPr>
            <w:tcW w:w="6520" w:type="dxa"/>
          </w:tcPr>
          <w:p w14:paraId="013B782B" w14:textId="77777777" w:rsidR="002445D6" w:rsidRPr="00630AB6" w:rsidRDefault="002445D6" w:rsidP="00723EEE">
            <w:pPr>
              <w:pStyle w:val="TAL"/>
              <w:jc w:val="center"/>
            </w:pPr>
          </w:p>
          <w:p w14:paraId="617DC8EF" w14:textId="77777777" w:rsidR="002445D6" w:rsidRPr="00630AB6" w:rsidRDefault="002445D6" w:rsidP="00723EEE">
            <w:pPr>
              <w:pStyle w:val="TAL"/>
            </w:pPr>
            <w:r w:rsidRPr="00630AB6">
              <w:t xml:space="preserve"> </w:t>
            </w:r>
          </w:p>
        </w:tc>
      </w:tr>
      <w:tr w:rsidR="002445D6" w:rsidRPr="00630AB6" w14:paraId="71AB1F8B" w14:textId="77777777" w:rsidTr="00723EEE">
        <w:trPr>
          <w:cantSplit/>
          <w:jc w:val="center"/>
        </w:trPr>
        <w:tc>
          <w:tcPr>
            <w:tcW w:w="9215" w:type="dxa"/>
            <w:gridSpan w:val="4"/>
          </w:tcPr>
          <w:p w14:paraId="5845E0B1" w14:textId="77777777" w:rsidR="002445D6" w:rsidRPr="00630AB6" w:rsidRDefault="002445D6" w:rsidP="00723EEE">
            <w:pPr>
              <w:pStyle w:val="TAL"/>
              <w:rPr>
                <w:bCs/>
              </w:rPr>
            </w:pPr>
            <w:r w:rsidRPr="00630AB6">
              <w:t xml:space="preserve">Feature number: The order number of the feature within the </w:t>
            </w:r>
            <w:proofErr w:type="spellStart"/>
            <w:r w:rsidRPr="00630AB6">
              <w:t>s</w:t>
            </w:r>
            <w:r w:rsidRPr="00630AB6">
              <w:rPr>
                <w:bCs/>
              </w:rPr>
              <w:t>upportedFeatures</w:t>
            </w:r>
            <w:proofErr w:type="spellEnd"/>
            <w:r w:rsidRPr="00630AB6">
              <w:rPr>
                <w:bCs/>
              </w:rPr>
              <w:t xml:space="preserve"> attribute (starting with 1).</w:t>
            </w:r>
          </w:p>
          <w:p w14:paraId="0BC9C158" w14:textId="77777777" w:rsidR="002445D6" w:rsidRPr="00630AB6" w:rsidRDefault="002445D6" w:rsidP="00723EEE">
            <w:pPr>
              <w:pStyle w:val="TAL"/>
              <w:rPr>
                <w:bCs/>
              </w:rPr>
            </w:pPr>
            <w:r w:rsidRPr="00630AB6">
              <w:rPr>
                <w:bCs/>
              </w:rPr>
              <w:t>Feature: A short name that can be used to refer to the bit and to the feature.</w:t>
            </w:r>
          </w:p>
          <w:p w14:paraId="560AF4AE" w14:textId="77777777" w:rsidR="002445D6" w:rsidRPr="00630AB6" w:rsidRDefault="002445D6" w:rsidP="00723EEE">
            <w:pPr>
              <w:pStyle w:val="TAL"/>
              <w:rPr>
                <w:bCs/>
              </w:rPr>
            </w:pPr>
            <w:r w:rsidRPr="00630AB6">
              <w:rPr>
                <w:bCs/>
              </w:rPr>
              <w:t>M/O: Defines if the implementation of the feature is mandatory (</w:t>
            </w:r>
            <w:r w:rsidRPr="00630AB6">
              <w:t>"</w:t>
            </w:r>
            <w:r w:rsidRPr="00630AB6">
              <w:rPr>
                <w:bCs/>
              </w:rPr>
              <w:t>M</w:t>
            </w:r>
            <w:r w:rsidRPr="00630AB6">
              <w:t>"</w:t>
            </w:r>
            <w:r w:rsidRPr="00630AB6">
              <w:rPr>
                <w:bCs/>
              </w:rPr>
              <w:t>) or optional (</w:t>
            </w:r>
            <w:r w:rsidRPr="00630AB6">
              <w:t>"</w:t>
            </w:r>
            <w:r w:rsidRPr="00630AB6">
              <w:rPr>
                <w:bCs/>
              </w:rPr>
              <w:t>O</w:t>
            </w:r>
            <w:r w:rsidRPr="00630AB6">
              <w:t>"</w:t>
            </w:r>
            <w:r w:rsidRPr="00630AB6">
              <w:rPr>
                <w:bCs/>
              </w:rPr>
              <w:t>).</w:t>
            </w:r>
          </w:p>
          <w:p w14:paraId="7D599B63" w14:textId="77777777" w:rsidR="002445D6" w:rsidRPr="00630AB6" w:rsidRDefault="002445D6" w:rsidP="00723EEE">
            <w:pPr>
              <w:pStyle w:val="TAL"/>
            </w:pPr>
            <w:r w:rsidRPr="00630AB6">
              <w:t>Description: A clear textual description of the feature.</w:t>
            </w:r>
          </w:p>
        </w:tc>
      </w:tr>
    </w:tbl>
    <w:p w14:paraId="4CE61DFE" w14:textId="77777777" w:rsidR="002445D6" w:rsidRPr="00630AB6" w:rsidRDefault="002445D6" w:rsidP="00BB59D6">
      <w:pPr>
        <w:rPr>
          <w:lang w:eastAsia="zh-CN"/>
        </w:rPr>
      </w:pPr>
    </w:p>
    <w:p w14:paraId="331974E9" w14:textId="77777777" w:rsidR="006B52EB" w:rsidRPr="00630AB6" w:rsidRDefault="006B52EB" w:rsidP="006B52EB">
      <w:pPr>
        <w:pStyle w:val="Heading3"/>
        <w:rPr>
          <w:lang w:val="en-US"/>
        </w:rPr>
      </w:pPr>
      <w:bookmarkStart w:id="153" w:name="_Toc74989915"/>
      <w:r w:rsidRPr="00630AB6">
        <w:rPr>
          <w:lang w:val="en-US"/>
        </w:rPr>
        <w:t>6.2.</w:t>
      </w:r>
      <w:r w:rsidR="004A7A61" w:rsidRPr="00630AB6">
        <w:rPr>
          <w:lang w:val="en-US"/>
        </w:rPr>
        <w:t>9</w:t>
      </w:r>
      <w:r w:rsidRPr="00630AB6">
        <w:rPr>
          <w:lang w:val="en-US"/>
        </w:rPr>
        <w:tab/>
        <w:t>Security</w:t>
      </w:r>
      <w:bookmarkEnd w:id="153"/>
    </w:p>
    <w:p w14:paraId="72A6EE1A" w14:textId="77777777" w:rsidR="006B52EB" w:rsidRPr="00630AB6" w:rsidRDefault="006B52EB" w:rsidP="006B52EB">
      <w:pPr>
        <w:rPr>
          <w:lang w:val="en-US"/>
        </w:rPr>
      </w:pPr>
      <w:r w:rsidRPr="00630AB6">
        <w:rPr>
          <w:lang w:val="en-US"/>
        </w:rPr>
        <w:t>As indicated in</w:t>
      </w:r>
      <w:r w:rsidR="00DE5E65">
        <w:rPr>
          <w:lang w:val="en-US"/>
        </w:rPr>
        <w:t xml:space="preserve"> 3GPP TS </w:t>
      </w:r>
      <w:r w:rsidR="00DE5E65" w:rsidRPr="00630AB6">
        <w:rPr>
          <w:lang w:val="en-US"/>
        </w:rPr>
        <w:t>33.501</w:t>
      </w:r>
      <w:r w:rsidR="00DE5E65">
        <w:rPr>
          <w:lang w:val="en-US"/>
        </w:rPr>
        <w:t> </w:t>
      </w:r>
      <w:r w:rsidR="00DE5E65" w:rsidRPr="00630AB6">
        <w:rPr>
          <w:lang w:val="en-US"/>
        </w:rPr>
        <w:t>[</w:t>
      </w:r>
      <w:r w:rsidR="004A7A61" w:rsidRPr="00630AB6">
        <w:rPr>
          <w:lang w:val="en-US"/>
        </w:rPr>
        <w:t>11</w:t>
      </w:r>
      <w:r w:rsidRPr="00630AB6">
        <w:rPr>
          <w:lang w:val="en-US"/>
        </w:rPr>
        <w:t>]</w:t>
      </w:r>
      <w:r w:rsidR="00CE4C38">
        <w:rPr>
          <w:lang w:val="en-US"/>
        </w:rPr>
        <w:t xml:space="preserve"> and</w:t>
      </w:r>
      <w:r w:rsidR="00DE5E65">
        <w:rPr>
          <w:lang w:val="en-US"/>
        </w:rPr>
        <w:t xml:space="preserve"> 3GPP TS </w:t>
      </w:r>
      <w:r w:rsidR="00DE5E65" w:rsidRPr="00E763C8">
        <w:rPr>
          <w:lang w:val="en-US"/>
        </w:rPr>
        <w:t>29.500</w:t>
      </w:r>
      <w:r w:rsidR="00DE5E65">
        <w:rPr>
          <w:lang w:val="en-US"/>
        </w:rPr>
        <w:t> [</w:t>
      </w:r>
      <w:r w:rsidR="00CE4C38">
        <w:rPr>
          <w:lang w:val="en-US"/>
        </w:rPr>
        <w:t>4]</w:t>
      </w:r>
      <w:r w:rsidRPr="00630AB6">
        <w:rPr>
          <w:lang w:val="en-US"/>
        </w:rPr>
        <w:t xml:space="preserve">, the access to the </w:t>
      </w:r>
      <w:proofErr w:type="spellStart"/>
      <w:r w:rsidRPr="00630AB6">
        <w:rPr>
          <w:lang w:val="en-US"/>
        </w:rPr>
        <w:t>Nnssf_NSSAIAvailability</w:t>
      </w:r>
      <w:proofErr w:type="spellEnd"/>
      <w:r w:rsidRPr="00630AB6">
        <w:rPr>
          <w:lang w:val="en-US"/>
        </w:rPr>
        <w:t xml:space="preserve"> API </w:t>
      </w:r>
      <w:r w:rsidR="00CE4C38">
        <w:rPr>
          <w:lang w:val="en-US"/>
        </w:rPr>
        <w:t>may</w:t>
      </w:r>
      <w:r w:rsidR="00CE4C38" w:rsidRPr="00630AB6">
        <w:rPr>
          <w:lang w:val="en-US"/>
        </w:rPr>
        <w:t xml:space="preserve"> </w:t>
      </w:r>
      <w:r w:rsidRPr="00630AB6">
        <w:rPr>
          <w:lang w:val="en-US"/>
        </w:rPr>
        <w:t xml:space="preserve">be authorized by means of the OAuth2 protocol (see </w:t>
      </w:r>
      <w:r w:rsidR="00DE5E65" w:rsidRPr="00630AB6">
        <w:rPr>
          <w:lang w:val="en-US"/>
        </w:rPr>
        <w:t>IETF</w:t>
      </w:r>
      <w:r w:rsidR="00DE5E65">
        <w:rPr>
          <w:lang w:val="en-US"/>
        </w:rPr>
        <w:t> </w:t>
      </w:r>
      <w:r w:rsidR="00DE5E65" w:rsidRPr="00630AB6">
        <w:rPr>
          <w:lang w:val="en-US"/>
        </w:rPr>
        <w:t>RFC</w:t>
      </w:r>
      <w:r w:rsidR="00DE5E65">
        <w:rPr>
          <w:lang w:val="en-US"/>
        </w:rPr>
        <w:t> </w:t>
      </w:r>
      <w:r w:rsidR="00DE5E65" w:rsidRPr="00630AB6">
        <w:rPr>
          <w:lang w:val="en-US"/>
        </w:rPr>
        <w:t>6749 </w:t>
      </w:r>
      <w:r w:rsidRPr="00630AB6">
        <w:rPr>
          <w:lang w:val="en-US"/>
        </w:rPr>
        <w:t>[</w:t>
      </w:r>
      <w:r w:rsidR="004A7A61" w:rsidRPr="00630AB6">
        <w:rPr>
          <w:lang w:val="en-US"/>
        </w:rPr>
        <w:t>12</w:t>
      </w:r>
      <w:r w:rsidRPr="00630AB6">
        <w:rPr>
          <w:lang w:val="en-US"/>
        </w:rPr>
        <w:t xml:space="preserve">]), </w:t>
      </w:r>
      <w:r w:rsidR="00CE4C38" w:rsidRPr="00E763C8">
        <w:rPr>
          <w:lang w:val="en-US"/>
        </w:rPr>
        <w:t>based on local configuration,</w:t>
      </w:r>
      <w:r w:rsidR="00CE4C38">
        <w:rPr>
          <w:lang w:val="en-US"/>
        </w:rPr>
        <w:t xml:space="preserve"> </w:t>
      </w:r>
      <w:r w:rsidRPr="00630AB6">
        <w:rPr>
          <w:lang w:val="en-US"/>
        </w:rPr>
        <w:t>using the "Client Credentials" authorization grant, where the NRF (see</w:t>
      </w:r>
      <w:r w:rsidR="00DE5E65">
        <w:rPr>
          <w:lang w:val="en-US"/>
        </w:rPr>
        <w:t xml:space="preserve"> 3GPP TS </w:t>
      </w:r>
      <w:r w:rsidR="00DE5E65" w:rsidRPr="00630AB6">
        <w:rPr>
          <w:lang w:val="en-US"/>
        </w:rPr>
        <w:t>29.510</w:t>
      </w:r>
      <w:r w:rsidR="00DE5E65">
        <w:rPr>
          <w:lang w:val="en-US"/>
        </w:rPr>
        <w:t> </w:t>
      </w:r>
      <w:r w:rsidR="00DE5E65" w:rsidRPr="00630AB6">
        <w:rPr>
          <w:lang w:val="en-US"/>
        </w:rPr>
        <w:t>[</w:t>
      </w:r>
      <w:r w:rsidR="004A7A61" w:rsidRPr="00630AB6">
        <w:rPr>
          <w:lang w:val="en-US"/>
        </w:rPr>
        <w:t>13</w:t>
      </w:r>
      <w:r w:rsidRPr="00630AB6">
        <w:rPr>
          <w:lang w:val="en-US"/>
        </w:rPr>
        <w:t>]) plays the role of the authorization server.</w:t>
      </w:r>
    </w:p>
    <w:p w14:paraId="09094506" w14:textId="77777777" w:rsidR="006B52EB" w:rsidRPr="00630AB6" w:rsidRDefault="00CE4C38" w:rsidP="006B52EB">
      <w:pPr>
        <w:rPr>
          <w:lang w:val="en-US"/>
        </w:rPr>
      </w:pPr>
      <w:r w:rsidRPr="00E763C8">
        <w:rPr>
          <w:lang w:val="en-US"/>
        </w:rPr>
        <w:t xml:space="preserve">If OAuth2 is used, </w:t>
      </w:r>
      <w:r>
        <w:rPr>
          <w:lang w:val="en-US"/>
        </w:rPr>
        <w:t>a</w:t>
      </w:r>
      <w:r w:rsidR="006B52EB" w:rsidRPr="00630AB6">
        <w:rPr>
          <w:lang w:val="en-US"/>
        </w:rPr>
        <w:t xml:space="preserve">n NF Service Consumer, prior to consuming services offered by the </w:t>
      </w:r>
      <w:proofErr w:type="spellStart"/>
      <w:r w:rsidR="006B52EB" w:rsidRPr="00630AB6">
        <w:rPr>
          <w:lang w:val="en-US"/>
        </w:rPr>
        <w:t>Nnssf_NSSAIAvailability</w:t>
      </w:r>
      <w:proofErr w:type="spellEnd"/>
      <w:r w:rsidR="006B52EB" w:rsidRPr="00630AB6">
        <w:rPr>
          <w:lang w:val="en-US"/>
        </w:rPr>
        <w:t xml:space="preserve"> API, shall obtain a "token" from the authorization server, by invoking the Access Token Request service, as described in</w:t>
      </w:r>
      <w:r w:rsidR="00DE5E65">
        <w:rPr>
          <w:lang w:val="en-US"/>
        </w:rPr>
        <w:t xml:space="preserve"> 3GPP TS </w:t>
      </w:r>
      <w:r w:rsidR="00DE5E65" w:rsidRPr="00630AB6">
        <w:rPr>
          <w:lang w:val="en-US"/>
        </w:rPr>
        <w:t>29.510</w:t>
      </w:r>
      <w:r w:rsidR="00DE5E65">
        <w:rPr>
          <w:lang w:val="en-US"/>
        </w:rPr>
        <w:t> </w:t>
      </w:r>
      <w:r w:rsidR="00DE5E65" w:rsidRPr="00630AB6">
        <w:rPr>
          <w:lang w:val="en-US"/>
        </w:rPr>
        <w:t>[</w:t>
      </w:r>
      <w:r w:rsidR="004A7A61" w:rsidRPr="00630AB6">
        <w:rPr>
          <w:lang w:val="en-US"/>
        </w:rPr>
        <w:t>13</w:t>
      </w:r>
      <w:r w:rsidR="006B52EB" w:rsidRPr="00630AB6">
        <w:rPr>
          <w:lang w:val="en-US"/>
        </w:rPr>
        <w:t xml:space="preserve">], </w:t>
      </w:r>
      <w:r w:rsidR="001765C8">
        <w:rPr>
          <w:lang w:val="en-US"/>
        </w:rPr>
        <w:t>clause</w:t>
      </w:r>
      <w:r w:rsidR="006B52EB" w:rsidRPr="00630AB6">
        <w:rPr>
          <w:lang w:val="en-US"/>
        </w:rPr>
        <w:t xml:space="preserve"> 5.</w:t>
      </w:r>
      <w:r w:rsidR="004A7A61" w:rsidRPr="00630AB6">
        <w:rPr>
          <w:lang w:val="en-US"/>
        </w:rPr>
        <w:t>4</w:t>
      </w:r>
      <w:r w:rsidR="006B52EB" w:rsidRPr="00630AB6">
        <w:rPr>
          <w:lang w:val="en-US"/>
        </w:rPr>
        <w:t>.2.2.</w:t>
      </w:r>
    </w:p>
    <w:p w14:paraId="43A9A81C" w14:textId="77777777" w:rsidR="006B52EB" w:rsidRPr="00630AB6" w:rsidRDefault="006B52EB" w:rsidP="006B52EB">
      <w:pPr>
        <w:pStyle w:val="NO"/>
        <w:rPr>
          <w:lang w:val="en-US"/>
        </w:rPr>
      </w:pPr>
      <w:r w:rsidRPr="00630AB6">
        <w:rPr>
          <w:lang w:val="en-US"/>
        </w:rPr>
        <w:t>NOTE:</w:t>
      </w:r>
      <w:r w:rsidRPr="00630AB6">
        <w:rPr>
          <w:lang w:val="en-US"/>
        </w:rPr>
        <w:tab/>
        <w:t xml:space="preserve">When multiple NRFs are deployed in a network, the NRF used as authorization server is the same NRF that the NF Service Consumer used for discovering the </w:t>
      </w:r>
      <w:proofErr w:type="spellStart"/>
      <w:r w:rsidRPr="00630AB6">
        <w:rPr>
          <w:lang w:val="en-US"/>
        </w:rPr>
        <w:t>Nnssf_NSSAIAvailability</w:t>
      </w:r>
      <w:proofErr w:type="spellEnd"/>
      <w:r w:rsidRPr="00630AB6">
        <w:rPr>
          <w:lang w:val="en-US"/>
        </w:rPr>
        <w:t xml:space="preserve"> service.</w:t>
      </w:r>
    </w:p>
    <w:p w14:paraId="5EA30519" w14:textId="77777777" w:rsidR="006B52EB" w:rsidRPr="00630AB6" w:rsidRDefault="006B52EB" w:rsidP="006B52EB">
      <w:pPr>
        <w:rPr>
          <w:lang w:eastAsia="zh-CN"/>
        </w:rPr>
      </w:pPr>
      <w:r w:rsidRPr="00630AB6">
        <w:rPr>
          <w:lang w:val="en-US"/>
        </w:rPr>
        <w:t xml:space="preserve">The </w:t>
      </w:r>
      <w:proofErr w:type="spellStart"/>
      <w:r w:rsidRPr="00630AB6">
        <w:rPr>
          <w:lang w:val="en-US"/>
        </w:rPr>
        <w:t>Nnssf_NSSAIAvailability</w:t>
      </w:r>
      <w:proofErr w:type="spellEnd"/>
      <w:r w:rsidRPr="00630AB6">
        <w:rPr>
          <w:lang w:val="en-US"/>
        </w:rPr>
        <w:t xml:space="preserve"> API does not define any scopes for OAuth2 authorization.</w:t>
      </w:r>
    </w:p>
    <w:p w14:paraId="2F078280" w14:textId="77777777" w:rsidR="007B24EB" w:rsidRPr="00630AB6" w:rsidRDefault="00D9134D">
      <w:pPr>
        <w:pStyle w:val="Heading8"/>
      </w:pPr>
      <w:r w:rsidRPr="00630AB6">
        <w:br w:type="page"/>
      </w:r>
      <w:bookmarkStart w:id="154" w:name="_Toc74989916"/>
      <w:r w:rsidR="00080512" w:rsidRPr="00630AB6">
        <w:lastRenderedPageBreak/>
        <w:t>Annex A (normative):</w:t>
      </w:r>
      <w:r w:rsidR="00080512" w:rsidRPr="00630AB6">
        <w:br/>
      </w:r>
      <w:r w:rsidR="00F24ED9" w:rsidRPr="00630AB6">
        <w:t xml:space="preserve">OpenAPI </w:t>
      </w:r>
      <w:r w:rsidR="00CA0EC8" w:rsidRPr="00630AB6">
        <w:t>specification</w:t>
      </w:r>
      <w:bookmarkEnd w:id="154"/>
    </w:p>
    <w:p w14:paraId="4E2629FD" w14:textId="77777777" w:rsidR="00CA0EC8" w:rsidRPr="00630AB6" w:rsidRDefault="00CA0EC8" w:rsidP="0041307B">
      <w:pPr>
        <w:pStyle w:val="Heading2"/>
      </w:pPr>
      <w:bookmarkStart w:id="155" w:name="_Toc74989917"/>
      <w:r w:rsidRPr="00630AB6">
        <w:t>A.1</w:t>
      </w:r>
      <w:r w:rsidRPr="00630AB6">
        <w:tab/>
        <w:t>General</w:t>
      </w:r>
      <w:bookmarkEnd w:id="155"/>
    </w:p>
    <w:p w14:paraId="29259F4F" w14:textId="77777777" w:rsidR="003149C1" w:rsidRDefault="00FE22D0" w:rsidP="005B7F99">
      <w:pPr>
        <w:rPr>
          <w:lang w:val="en-US"/>
        </w:rPr>
      </w:pPr>
      <w:r w:rsidRPr="00630AB6">
        <w:rPr>
          <w:lang w:val="en-US"/>
        </w:rPr>
        <w:t xml:space="preserve">This Annex specifies the formal definition of the </w:t>
      </w:r>
      <w:proofErr w:type="spellStart"/>
      <w:r w:rsidRPr="00630AB6">
        <w:rPr>
          <w:lang w:val="en-US"/>
        </w:rPr>
        <w:t>Nnssf_NSSelection</w:t>
      </w:r>
      <w:proofErr w:type="spellEnd"/>
      <w:r w:rsidRPr="00630AB6">
        <w:rPr>
          <w:lang w:val="en-US"/>
        </w:rPr>
        <w:t xml:space="preserve"> service. It consists of OpenAPI 3.0.0 specifications, in YAML format.</w:t>
      </w:r>
    </w:p>
    <w:p w14:paraId="235D6FB8" w14:textId="77777777" w:rsidR="005B7F99" w:rsidRPr="00EA7D0A" w:rsidRDefault="005B7F99" w:rsidP="005B7F99">
      <w:r w:rsidRPr="00540071">
        <w:t xml:space="preserve">This Annex takes precedence when being discrepant to other parts of the specification with respect to the encoding </w:t>
      </w:r>
      <w:r>
        <w:t>of information elements and methods</w:t>
      </w:r>
      <w:r w:rsidRPr="00EA7D0A">
        <w:t xml:space="preserve"> </w:t>
      </w:r>
      <w:r>
        <w:t>within</w:t>
      </w:r>
      <w:r w:rsidRPr="00EA7D0A">
        <w:t xml:space="preserve"> the API(s).</w:t>
      </w:r>
    </w:p>
    <w:p w14:paraId="5293AD66" w14:textId="77777777" w:rsidR="005B7F99" w:rsidRPr="004D2E9A" w:rsidRDefault="005B7F99" w:rsidP="005B7F99">
      <w:pPr>
        <w:pStyle w:val="NO"/>
      </w:pPr>
      <w:r w:rsidRPr="00EA7D0A">
        <w:t>NOTE</w:t>
      </w:r>
      <w:r>
        <w:t> 1</w:t>
      </w:r>
      <w:r w:rsidRPr="00EA7D0A">
        <w:t>:</w:t>
      </w:r>
      <w:r w:rsidRPr="00EA7D0A">
        <w:tab/>
        <w:t xml:space="preserve">The semantics and procedures, as well as conditions, e.g. for the applicability and allowed combinations of attributes or values, not expressed in the OpenAPI definitions </w:t>
      </w:r>
      <w:r w:rsidRPr="00796FB3">
        <w:t xml:space="preserve">but defined in other parts of the specification </w:t>
      </w:r>
      <w:r w:rsidRPr="004D2E9A">
        <w:t>also apply.</w:t>
      </w:r>
    </w:p>
    <w:p w14:paraId="06700DCE" w14:textId="77777777" w:rsidR="005B7F99" w:rsidRDefault="005B7F99" w:rsidP="005B7F99">
      <w:r w:rsidRPr="00D27A4B">
        <w:t xml:space="preserve">Informative copies of </w:t>
      </w:r>
      <w:r>
        <w:t>the</w:t>
      </w:r>
      <w:r w:rsidRPr="00D27A4B">
        <w:t xml:space="preserve"> OpenAPI </w:t>
      </w:r>
      <w:r>
        <w:t xml:space="preserve">specification </w:t>
      </w:r>
      <w:r w:rsidRPr="00D27A4B">
        <w:t xml:space="preserve">files contained in </w:t>
      </w:r>
      <w:r>
        <w:t>this 3GPP Technical Specification are available</w:t>
      </w:r>
      <w:r w:rsidRPr="00D27A4B">
        <w:t xml:space="preserve"> on the </w:t>
      </w:r>
      <w:r>
        <w:t xml:space="preserve">public </w:t>
      </w:r>
      <w:r w:rsidRPr="00D27A4B">
        <w:t xml:space="preserve">3GPP </w:t>
      </w:r>
      <w:r>
        <w:t>file server</w:t>
      </w:r>
      <w:r w:rsidRPr="00D27A4B">
        <w:t xml:space="preserve"> in </w:t>
      </w:r>
      <w:r>
        <w:t>the following</w:t>
      </w:r>
      <w:r w:rsidRPr="00D27A4B">
        <w:t xml:space="preserve"> </w:t>
      </w:r>
      <w:r>
        <w:t xml:space="preserve">locations </w:t>
      </w:r>
      <w:r>
        <w:rPr>
          <w:lang w:eastAsia="zh-CN"/>
        </w:rPr>
        <w:t>(see clause 5B of the</w:t>
      </w:r>
      <w:r w:rsidR="00DE5E65">
        <w:rPr>
          <w:lang w:eastAsia="zh-CN"/>
        </w:rPr>
        <w:t xml:space="preserve"> 3GPP TR 21.900 [</w:t>
      </w:r>
      <w:r>
        <w:rPr>
          <w:lang w:eastAsia="zh-CN"/>
        </w:rPr>
        <w:t>17] for further information)</w:t>
      </w:r>
      <w:r>
        <w:t>:</w:t>
      </w:r>
    </w:p>
    <w:p w14:paraId="13CE52F5" w14:textId="77777777" w:rsidR="005B7F99" w:rsidRDefault="005B7F99" w:rsidP="005B7F99">
      <w:pPr>
        <w:pStyle w:val="B10"/>
        <w:rPr>
          <w:lang w:eastAsia="zh-CN"/>
        </w:rPr>
      </w:pPr>
      <w:r>
        <w:t>-</w:t>
      </w:r>
      <w:r>
        <w:tab/>
      </w:r>
      <w:hyperlink r:id="rId33" w:history="1">
        <w:r w:rsidRPr="00D35B0A">
          <w:rPr>
            <w:rStyle w:val="Hyperlink"/>
          </w:rPr>
          <w:t>https://www.3gpp.org/ftp/Specs/archive/OpenAPI/&lt;Release&gt;/</w:t>
        </w:r>
      </w:hyperlink>
      <w:r>
        <w:rPr>
          <w:lang w:eastAsia="zh-CN"/>
        </w:rPr>
        <w:t>, and</w:t>
      </w:r>
    </w:p>
    <w:p w14:paraId="6D51408A" w14:textId="77777777" w:rsidR="005B7F99" w:rsidRDefault="005B7F99" w:rsidP="005B7F99">
      <w:pPr>
        <w:pStyle w:val="B10"/>
      </w:pPr>
      <w:r>
        <w:rPr>
          <w:lang w:eastAsia="zh-CN"/>
        </w:rPr>
        <w:t>-</w:t>
      </w:r>
      <w:r>
        <w:rPr>
          <w:lang w:eastAsia="zh-CN"/>
        </w:rPr>
        <w:tab/>
      </w:r>
      <w:hyperlink r:id="rId34" w:history="1">
        <w:r w:rsidRPr="0069247E">
          <w:rPr>
            <w:rStyle w:val="Hyperlink"/>
          </w:rPr>
          <w:t>https://www.3gpp.org/ftp/Specs/&lt;P</w:t>
        </w:r>
        <w:r w:rsidRPr="002678E3">
          <w:rPr>
            <w:rStyle w:val="Hyperlink"/>
          </w:rPr>
          <w:t>lenary&gt;/&lt;</w:t>
        </w:r>
        <w:r w:rsidRPr="003E10F6">
          <w:rPr>
            <w:rStyle w:val="Hyperlink"/>
          </w:rPr>
          <w:t>Release&gt;/OpenAPI/</w:t>
        </w:r>
      </w:hyperlink>
      <w:r>
        <w:t>.</w:t>
      </w:r>
    </w:p>
    <w:p w14:paraId="6125EF88" w14:textId="77777777" w:rsidR="005B7F99" w:rsidRPr="003149C1" w:rsidRDefault="005B7F99" w:rsidP="005B7F99">
      <w:pPr>
        <w:pStyle w:val="NO"/>
      </w:pPr>
      <w:r w:rsidRPr="006D6534">
        <w:t>NOTE</w:t>
      </w:r>
      <w:r>
        <w:t> 2</w:t>
      </w:r>
      <w:r w:rsidRPr="006D6534">
        <w:t>:</w:t>
      </w:r>
      <w:bookmarkStart w:id="156" w:name="_Hlk3295746"/>
      <w:r>
        <w:tab/>
      </w:r>
      <w:r w:rsidRPr="006D6534">
        <w:t>To fetch the OpenAPI specification file after CT#8</w:t>
      </w:r>
      <w:r>
        <w:t>3</w:t>
      </w:r>
      <w:r w:rsidRPr="006D6534">
        <w:t xml:space="preserve"> plenary meeting for Release 15 in the above links &lt;Plenary&gt; must be replaced with the date the CT Plenary occurs, in the form of year-month (</w:t>
      </w:r>
      <w:proofErr w:type="spellStart"/>
      <w:r>
        <w:t>yyyy</w:t>
      </w:r>
      <w:proofErr w:type="spellEnd"/>
      <w:r w:rsidRPr="006D6534">
        <w:t>-</w:t>
      </w:r>
      <w:r>
        <w:t>mm</w:t>
      </w:r>
      <w:r w:rsidRPr="006D6534">
        <w:t>), e.g. for CT#8</w:t>
      </w:r>
      <w:r>
        <w:t>3</w:t>
      </w:r>
      <w:r w:rsidRPr="006D6534">
        <w:t xml:space="preserve"> meeting &lt;Plenary&gt; must be replaced with value "2019-0</w:t>
      </w:r>
      <w:r>
        <w:t>3</w:t>
      </w:r>
      <w:r w:rsidRPr="006D6534">
        <w:t>" and &lt;Release&gt; must be replaced with value "Rel-15".</w:t>
      </w:r>
      <w:bookmarkEnd w:id="156"/>
    </w:p>
    <w:p w14:paraId="076328EC" w14:textId="77777777" w:rsidR="005B7F99" w:rsidRPr="005B7F99" w:rsidRDefault="005B7F99" w:rsidP="005B7F99"/>
    <w:p w14:paraId="0225AA86" w14:textId="77777777" w:rsidR="00FE22D0" w:rsidRPr="00630AB6" w:rsidRDefault="007B24EB" w:rsidP="00C00BCA">
      <w:pPr>
        <w:pStyle w:val="Heading2"/>
      </w:pPr>
      <w:bookmarkStart w:id="157" w:name="_Toc74989918"/>
      <w:r w:rsidRPr="00630AB6">
        <w:t>A.</w:t>
      </w:r>
      <w:r w:rsidR="00CA0EC8" w:rsidRPr="00630AB6">
        <w:t>2</w:t>
      </w:r>
      <w:r w:rsidRPr="00630AB6">
        <w:tab/>
      </w:r>
      <w:proofErr w:type="spellStart"/>
      <w:r w:rsidR="00FE22D0" w:rsidRPr="00630AB6">
        <w:t>Nnssf_NSSelection</w:t>
      </w:r>
      <w:proofErr w:type="spellEnd"/>
      <w:r w:rsidR="00C94E86" w:rsidRPr="00630AB6">
        <w:t xml:space="preserve"> </w:t>
      </w:r>
      <w:r w:rsidR="00CA0EC8" w:rsidRPr="00630AB6">
        <w:t>API</w:t>
      </w:r>
      <w:bookmarkEnd w:id="157"/>
    </w:p>
    <w:p w14:paraId="7A0B8069" w14:textId="77777777" w:rsidR="00FE22D0" w:rsidRPr="00630AB6" w:rsidRDefault="00FE22D0" w:rsidP="00EE1738">
      <w:pPr>
        <w:pStyle w:val="PL"/>
      </w:pPr>
      <w:r w:rsidRPr="00630AB6">
        <w:t>openapi: 3.0.0</w:t>
      </w:r>
    </w:p>
    <w:p w14:paraId="264A4305" w14:textId="77777777" w:rsidR="00FE22D0" w:rsidRPr="00630AB6" w:rsidRDefault="00FE22D0" w:rsidP="00EE1738">
      <w:pPr>
        <w:pStyle w:val="PL"/>
      </w:pPr>
    </w:p>
    <w:p w14:paraId="09F9DF93" w14:textId="77777777" w:rsidR="00FE22D0" w:rsidRPr="00630AB6" w:rsidRDefault="00FE22D0" w:rsidP="00EE1738">
      <w:pPr>
        <w:pStyle w:val="PL"/>
      </w:pPr>
      <w:r w:rsidRPr="00630AB6">
        <w:t>info:</w:t>
      </w:r>
    </w:p>
    <w:p w14:paraId="5202CC30" w14:textId="77777777" w:rsidR="00FE22D0" w:rsidRPr="00630AB6" w:rsidRDefault="00FE22D0" w:rsidP="00EE1738">
      <w:pPr>
        <w:pStyle w:val="PL"/>
      </w:pPr>
      <w:r w:rsidRPr="00630AB6">
        <w:t xml:space="preserve">  version: '</w:t>
      </w:r>
      <w:r w:rsidR="004510DC">
        <w:t>2</w:t>
      </w:r>
      <w:r w:rsidRPr="00630AB6">
        <w:t>.</w:t>
      </w:r>
      <w:r w:rsidR="009A4344">
        <w:t>0</w:t>
      </w:r>
      <w:r w:rsidRPr="00630AB6">
        <w:t>.</w:t>
      </w:r>
      <w:r w:rsidR="00DB0FAC">
        <w:t>1</w:t>
      </w:r>
      <w:r w:rsidRPr="00630AB6">
        <w:t>'</w:t>
      </w:r>
    </w:p>
    <w:p w14:paraId="506039B5" w14:textId="77777777" w:rsidR="00FE22D0" w:rsidRDefault="00FE22D0" w:rsidP="00EE1738">
      <w:pPr>
        <w:pStyle w:val="PL"/>
      </w:pPr>
      <w:r w:rsidRPr="00630AB6">
        <w:t xml:space="preserve">  title: 'NSSF NS Selection'</w:t>
      </w:r>
    </w:p>
    <w:p w14:paraId="1692C0A7" w14:textId="77777777" w:rsidR="003405D2" w:rsidRDefault="003405D2" w:rsidP="00EE1738">
      <w:pPr>
        <w:pStyle w:val="PL"/>
      </w:pPr>
      <w:r w:rsidRPr="002857AD">
        <w:t xml:space="preserve">  description: </w:t>
      </w:r>
      <w:r>
        <w:t>|</w:t>
      </w:r>
    </w:p>
    <w:p w14:paraId="16F58FBA" w14:textId="77777777" w:rsidR="003405D2" w:rsidRDefault="003405D2" w:rsidP="00EE1738">
      <w:pPr>
        <w:pStyle w:val="PL"/>
      </w:pPr>
      <w:r>
        <w:t xml:space="preserve">    </w:t>
      </w:r>
      <w:r w:rsidRPr="00630AB6">
        <w:t>NSSF Network Slice Selection Service</w:t>
      </w:r>
      <w:r>
        <w:t>.</w:t>
      </w:r>
    </w:p>
    <w:p w14:paraId="659789DE" w14:textId="77777777" w:rsidR="003405D2" w:rsidRDefault="003405D2" w:rsidP="00EE1738">
      <w:pPr>
        <w:pStyle w:val="PL"/>
      </w:pPr>
      <w:r>
        <w:t xml:space="preserve">    © 2019, 3GPP Organizational Partners (ARIB, ATIS, CCSA, ETSI, TSDSI, TTA, TTC).</w:t>
      </w:r>
    </w:p>
    <w:p w14:paraId="0190E571" w14:textId="77777777" w:rsidR="004000F9" w:rsidRPr="00630AB6" w:rsidRDefault="003405D2" w:rsidP="00EE1738">
      <w:pPr>
        <w:pStyle w:val="PL"/>
      </w:pPr>
      <w:r>
        <w:t xml:space="preserve">    All rights reserved.</w:t>
      </w:r>
    </w:p>
    <w:p w14:paraId="2EBEC0B9" w14:textId="77777777" w:rsidR="006B52EB" w:rsidRPr="00630AB6" w:rsidRDefault="006B52EB" w:rsidP="00EE1738">
      <w:pPr>
        <w:pStyle w:val="PL"/>
      </w:pPr>
      <w:r w:rsidRPr="00630AB6">
        <w:t>security:</w:t>
      </w:r>
    </w:p>
    <w:p w14:paraId="66F4342D" w14:textId="77777777" w:rsidR="0038233B" w:rsidRPr="00630AB6" w:rsidRDefault="0038233B" w:rsidP="00EE1738">
      <w:pPr>
        <w:pStyle w:val="PL"/>
      </w:pPr>
      <w:r w:rsidRPr="00630AB6">
        <w:t xml:space="preserve">  - {}</w:t>
      </w:r>
    </w:p>
    <w:p w14:paraId="418285D1" w14:textId="77777777" w:rsidR="006B52EB" w:rsidRDefault="006B52EB" w:rsidP="00EE1738">
      <w:pPr>
        <w:pStyle w:val="PL"/>
      </w:pPr>
      <w:r w:rsidRPr="00630AB6">
        <w:t xml:space="preserve">  - oAuth2Client</w:t>
      </w:r>
      <w:r w:rsidR="00F208FA">
        <w:t>C</w:t>
      </w:r>
      <w:r w:rsidRPr="00630AB6">
        <w:t>redentials:</w:t>
      </w:r>
    </w:p>
    <w:p w14:paraId="47546E74" w14:textId="77777777" w:rsidR="00174025" w:rsidRPr="0028695C" w:rsidRDefault="00174025" w:rsidP="00EE1738">
      <w:pPr>
        <w:pStyle w:val="PL"/>
        <w:rPr>
          <w:lang w:val="en-US"/>
        </w:rPr>
      </w:pPr>
      <w:r>
        <w:rPr>
          <w:lang w:val="en-US"/>
        </w:rPr>
        <w:t xml:space="preserve">    - </w:t>
      </w:r>
      <w:r w:rsidRPr="002857AD">
        <w:t>nnssf-nsselection</w:t>
      </w:r>
    </w:p>
    <w:p w14:paraId="0D1E3594" w14:textId="77777777" w:rsidR="00897A7A" w:rsidRPr="00630AB6" w:rsidRDefault="00897A7A" w:rsidP="00EE1738">
      <w:pPr>
        <w:pStyle w:val="PL"/>
      </w:pPr>
      <w:r w:rsidRPr="00630AB6">
        <w:t>servers:</w:t>
      </w:r>
    </w:p>
    <w:p w14:paraId="5AFA35A5" w14:textId="77777777" w:rsidR="00897A7A" w:rsidRPr="00630AB6" w:rsidRDefault="00897A7A" w:rsidP="00EE1738">
      <w:pPr>
        <w:pStyle w:val="PL"/>
      </w:pPr>
      <w:r w:rsidRPr="00630AB6">
        <w:t xml:space="preserve">  - url: </w:t>
      </w:r>
      <w:r w:rsidR="00C63274" w:rsidRPr="00630AB6">
        <w:t>'</w:t>
      </w:r>
      <w:r w:rsidRPr="00630AB6">
        <w:t>{apiRoot}/nnssf-nsselection/v</w:t>
      </w:r>
      <w:r w:rsidR="00A77B7F">
        <w:t>2</w:t>
      </w:r>
      <w:r w:rsidR="00BD3678" w:rsidRPr="00630AB6">
        <w:t>'</w:t>
      </w:r>
    </w:p>
    <w:p w14:paraId="4BE8F4B3" w14:textId="77777777" w:rsidR="00897A7A" w:rsidRPr="00630AB6" w:rsidRDefault="00897A7A" w:rsidP="00EE1738">
      <w:pPr>
        <w:pStyle w:val="PL"/>
      </w:pPr>
      <w:r w:rsidRPr="00630AB6">
        <w:t xml:space="preserve">    variables:</w:t>
      </w:r>
    </w:p>
    <w:p w14:paraId="4300573C" w14:textId="77777777" w:rsidR="00897A7A" w:rsidRPr="00630AB6" w:rsidRDefault="00897A7A" w:rsidP="00EE1738">
      <w:pPr>
        <w:pStyle w:val="PL"/>
      </w:pPr>
      <w:r w:rsidRPr="00630AB6">
        <w:t xml:space="preserve">      apiRoot:</w:t>
      </w:r>
    </w:p>
    <w:p w14:paraId="7F1F7B53" w14:textId="77777777" w:rsidR="00C63274" w:rsidRPr="00630AB6" w:rsidRDefault="00897A7A" w:rsidP="00EE1738">
      <w:pPr>
        <w:pStyle w:val="PL"/>
      </w:pPr>
      <w:r w:rsidRPr="00630AB6">
        <w:t xml:space="preserve">        default: </w:t>
      </w:r>
      <w:r w:rsidR="00C63274" w:rsidRPr="00630AB6">
        <w:t>https://</w:t>
      </w:r>
      <w:r w:rsidR="00255221" w:rsidRPr="00630AB6">
        <w:t>example</w:t>
      </w:r>
      <w:r w:rsidR="00C63274" w:rsidRPr="00630AB6">
        <w:t>.com</w:t>
      </w:r>
    </w:p>
    <w:p w14:paraId="75CB19E2" w14:textId="77777777" w:rsidR="00C63274" w:rsidRDefault="00C63274" w:rsidP="00EE1738">
      <w:pPr>
        <w:pStyle w:val="PL"/>
      </w:pPr>
      <w:r w:rsidRPr="00630AB6">
        <w:t xml:space="preserve">        description: apiRoot as defined in </w:t>
      </w:r>
      <w:r w:rsidR="001765C8">
        <w:t>clause</w:t>
      </w:r>
      <w:r w:rsidRPr="00630AB6">
        <w:t xml:space="preserve"> 4.4 of 3GPP TS 29.501</w:t>
      </w:r>
    </w:p>
    <w:p w14:paraId="0BACE153" w14:textId="77777777" w:rsidR="001015AB" w:rsidRPr="00D27A4B" w:rsidRDefault="001015AB" w:rsidP="00EE1738">
      <w:pPr>
        <w:pStyle w:val="PL"/>
      </w:pPr>
      <w:r w:rsidRPr="00D27A4B">
        <w:t>externalDocs</w:t>
      </w:r>
      <w:r>
        <w:t>:</w:t>
      </w:r>
    </w:p>
    <w:p w14:paraId="024CE820" w14:textId="77777777" w:rsidR="001015AB" w:rsidRPr="007F3DA9" w:rsidRDefault="001015AB" w:rsidP="00EE1738">
      <w:pPr>
        <w:pStyle w:val="PL"/>
      </w:pPr>
      <w:r w:rsidRPr="00D27A4B">
        <w:t xml:space="preserve">  description: 3GPP TS 29.5</w:t>
      </w:r>
      <w:r>
        <w:t>3</w:t>
      </w:r>
      <w:r w:rsidRPr="00D27A4B">
        <w:t>1 V15.</w:t>
      </w:r>
      <w:r w:rsidR="00893683">
        <w:t>4</w:t>
      </w:r>
      <w:r w:rsidRPr="00D27A4B">
        <w:t xml:space="preserve">.0; 5G System; </w:t>
      </w:r>
      <w:r w:rsidRPr="007F3DA9">
        <w:t>Network Slice Selection Services;</w:t>
      </w:r>
      <w:r>
        <w:t xml:space="preserve"> Stage 3</w:t>
      </w:r>
    </w:p>
    <w:p w14:paraId="5B71C53A" w14:textId="77777777" w:rsidR="001015AB" w:rsidRPr="00630AB6" w:rsidRDefault="001015AB" w:rsidP="00EE1738">
      <w:pPr>
        <w:pStyle w:val="PL"/>
      </w:pPr>
      <w:r w:rsidRPr="00D27A4B">
        <w:t xml:space="preserve">  url: http://www.3gpp.org/ftp/Specs/archive/29_series/29.5</w:t>
      </w:r>
      <w:r>
        <w:t>3</w:t>
      </w:r>
      <w:r w:rsidRPr="00D27A4B">
        <w:t>1/</w:t>
      </w:r>
    </w:p>
    <w:p w14:paraId="36A8255B" w14:textId="77777777" w:rsidR="00FE22D0" w:rsidRPr="00630AB6" w:rsidRDefault="00FE22D0" w:rsidP="00EE1738">
      <w:pPr>
        <w:pStyle w:val="PL"/>
      </w:pPr>
      <w:r w:rsidRPr="00630AB6">
        <w:t>paths:</w:t>
      </w:r>
    </w:p>
    <w:p w14:paraId="6BADD206" w14:textId="77777777" w:rsidR="00FE22D0" w:rsidRPr="00630AB6" w:rsidRDefault="00FE22D0" w:rsidP="00EE1738">
      <w:pPr>
        <w:pStyle w:val="PL"/>
      </w:pPr>
      <w:r w:rsidRPr="00630AB6">
        <w:t xml:space="preserve">  /network-slice-information:</w:t>
      </w:r>
    </w:p>
    <w:p w14:paraId="065F1257" w14:textId="77777777" w:rsidR="00FE22D0" w:rsidRPr="00630AB6" w:rsidRDefault="00FE22D0" w:rsidP="00EE1738">
      <w:pPr>
        <w:pStyle w:val="PL"/>
      </w:pPr>
      <w:r w:rsidRPr="00630AB6">
        <w:t xml:space="preserve">    </w:t>
      </w:r>
      <w:r w:rsidR="00DA4441" w:rsidRPr="00630AB6">
        <w:t>get</w:t>
      </w:r>
      <w:r w:rsidRPr="00630AB6">
        <w:t>:</w:t>
      </w:r>
    </w:p>
    <w:p w14:paraId="084F4549" w14:textId="77777777" w:rsidR="00FE22D0" w:rsidRPr="00630AB6" w:rsidRDefault="00FE22D0" w:rsidP="00EE1738">
      <w:pPr>
        <w:pStyle w:val="PL"/>
      </w:pPr>
      <w:r w:rsidRPr="00630AB6">
        <w:t xml:space="preserve">      summary:  Retrieve the Network Slice Selection Information</w:t>
      </w:r>
    </w:p>
    <w:p w14:paraId="6421C567" w14:textId="77777777" w:rsidR="00FE22D0" w:rsidRPr="00630AB6" w:rsidRDefault="00FE22D0" w:rsidP="00EE1738">
      <w:pPr>
        <w:pStyle w:val="PL"/>
      </w:pPr>
      <w:r w:rsidRPr="00630AB6">
        <w:t xml:space="preserve">      tags:</w:t>
      </w:r>
    </w:p>
    <w:p w14:paraId="7E9EEFFC" w14:textId="77777777" w:rsidR="00FE22D0" w:rsidRPr="00630AB6" w:rsidRDefault="00FE22D0" w:rsidP="00EE1738">
      <w:pPr>
        <w:pStyle w:val="PL"/>
      </w:pPr>
      <w:r w:rsidRPr="00630AB6">
        <w:t xml:space="preserve">        - </w:t>
      </w:r>
      <w:r w:rsidR="00DA4441" w:rsidRPr="00630AB6">
        <w:t>Network Slice Information (Document)</w:t>
      </w:r>
    </w:p>
    <w:p w14:paraId="32698225" w14:textId="77777777" w:rsidR="00FE22D0" w:rsidRPr="00630AB6" w:rsidRDefault="00FE22D0" w:rsidP="00EE1738">
      <w:pPr>
        <w:pStyle w:val="PL"/>
      </w:pPr>
      <w:r w:rsidRPr="00630AB6">
        <w:t xml:space="preserve">      operationId: </w:t>
      </w:r>
      <w:r w:rsidR="0038233B" w:rsidRPr="00630AB6">
        <w:t>NSSelection</w:t>
      </w:r>
      <w:r w:rsidRPr="00630AB6">
        <w:t>Get</w:t>
      </w:r>
    </w:p>
    <w:p w14:paraId="14B298FD" w14:textId="77777777" w:rsidR="00FE22D0" w:rsidRPr="00630AB6" w:rsidRDefault="00FE22D0" w:rsidP="00EE1738">
      <w:pPr>
        <w:pStyle w:val="PL"/>
      </w:pPr>
      <w:r w:rsidRPr="00630AB6">
        <w:t xml:space="preserve">      </w:t>
      </w:r>
      <w:r w:rsidR="00DA4441" w:rsidRPr="00630AB6">
        <w:t>parameters</w:t>
      </w:r>
      <w:r w:rsidRPr="00630AB6">
        <w:t>:</w:t>
      </w:r>
    </w:p>
    <w:p w14:paraId="22A3E9B2" w14:textId="77777777" w:rsidR="00DA4441" w:rsidRPr="00630AB6" w:rsidRDefault="00DA4441" w:rsidP="00EE1738">
      <w:pPr>
        <w:pStyle w:val="PL"/>
        <w:rPr>
          <w:lang w:val="en-US"/>
        </w:rPr>
      </w:pPr>
      <w:r w:rsidRPr="00630AB6">
        <w:rPr>
          <w:lang w:val="en-US"/>
        </w:rPr>
        <w:t xml:space="preserve">        - name: nf-type</w:t>
      </w:r>
    </w:p>
    <w:p w14:paraId="05490598" w14:textId="77777777" w:rsidR="00DA4441" w:rsidRPr="00630AB6" w:rsidRDefault="00DA4441" w:rsidP="00EE1738">
      <w:pPr>
        <w:pStyle w:val="PL"/>
        <w:rPr>
          <w:lang w:val="en-US"/>
        </w:rPr>
      </w:pPr>
      <w:r w:rsidRPr="00630AB6">
        <w:rPr>
          <w:lang w:val="en-US"/>
        </w:rPr>
        <w:t xml:space="preserve">          in: query</w:t>
      </w:r>
    </w:p>
    <w:p w14:paraId="5D6846F9" w14:textId="77777777" w:rsidR="00DA4441" w:rsidRPr="00630AB6" w:rsidRDefault="00DA4441" w:rsidP="00EE1738">
      <w:pPr>
        <w:pStyle w:val="PL"/>
        <w:rPr>
          <w:lang w:val="en-US"/>
        </w:rPr>
      </w:pPr>
      <w:r w:rsidRPr="00630AB6">
        <w:rPr>
          <w:lang w:val="en-US"/>
        </w:rPr>
        <w:t xml:space="preserve">          description: NF type of the NF service consumer</w:t>
      </w:r>
    </w:p>
    <w:p w14:paraId="0477A57D" w14:textId="77777777" w:rsidR="00DA4441" w:rsidRPr="00630AB6" w:rsidRDefault="00DA4441" w:rsidP="00EE1738">
      <w:pPr>
        <w:pStyle w:val="PL"/>
        <w:rPr>
          <w:lang w:val="en-US"/>
        </w:rPr>
      </w:pPr>
      <w:r w:rsidRPr="00630AB6">
        <w:rPr>
          <w:lang w:val="en-US"/>
        </w:rPr>
        <w:t xml:space="preserve">          required: true</w:t>
      </w:r>
    </w:p>
    <w:p w14:paraId="7D145684" w14:textId="77777777" w:rsidR="00DA4441" w:rsidRPr="00630AB6" w:rsidRDefault="00DA4441" w:rsidP="00EE1738">
      <w:pPr>
        <w:pStyle w:val="PL"/>
        <w:rPr>
          <w:lang w:val="en-US"/>
        </w:rPr>
      </w:pPr>
      <w:r w:rsidRPr="00630AB6">
        <w:rPr>
          <w:lang w:val="en-US"/>
        </w:rPr>
        <w:t xml:space="preserve">          schema:</w:t>
      </w:r>
    </w:p>
    <w:p w14:paraId="1048094E" w14:textId="77777777" w:rsidR="00DA4441" w:rsidRPr="00EE1738" w:rsidRDefault="00DA4441" w:rsidP="00EE1738">
      <w:pPr>
        <w:pStyle w:val="PL"/>
      </w:pPr>
      <w:r w:rsidRPr="00630AB6">
        <w:rPr>
          <w:lang w:val="en-US"/>
        </w:rPr>
        <w:lastRenderedPageBreak/>
        <w:t xml:space="preserve">            </w:t>
      </w:r>
      <w:r w:rsidRPr="00EE1738">
        <w:t xml:space="preserve">$ref: </w:t>
      </w:r>
      <w:r w:rsidR="00F16B2C" w:rsidRPr="00EE1738">
        <w:t>'TS295</w:t>
      </w:r>
      <w:r w:rsidR="00FD5D26" w:rsidRPr="00EE1738">
        <w:t>10</w:t>
      </w:r>
      <w:r w:rsidR="00F16B2C" w:rsidRPr="00EE1738">
        <w:t>_</w:t>
      </w:r>
      <w:r w:rsidR="00FD5D26" w:rsidRPr="00630AB6">
        <w:t>Nnrf_NFManagement</w:t>
      </w:r>
      <w:r w:rsidR="00F16B2C" w:rsidRPr="00EE1738">
        <w:t>.yaml#/components/schemas/NFType</w:t>
      </w:r>
      <w:r w:rsidRPr="00EE1738">
        <w:t>'</w:t>
      </w:r>
    </w:p>
    <w:p w14:paraId="3699B8D9" w14:textId="77777777" w:rsidR="00DA4441" w:rsidRPr="00630AB6" w:rsidRDefault="00DA4441" w:rsidP="00EE1738">
      <w:pPr>
        <w:pStyle w:val="PL"/>
        <w:rPr>
          <w:lang w:val="en-US"/>
        </w:rPr>
      </w:pPr>
      <w:r w:rsidRPr="00630AB6">
        <w:rPr>
          <w:lang w:val="en-US"/>
        </w:rPr>
        <w:t xml:space="preserve">        - name: nf-id</w:t>
      </w:r>
    </w:p>
    <w:p w14:paraId="4255298F" w14:textId="77777777" w:rsidR="00DA4441" w:rsidRPr="00630AB6" w:rsidRDefault="00DA4441" w:rsidP="00EE1738">
      <w:pPr>
        <w:pStyle w:val="PL"/>
        <w:rPr>
          <w:lang w:val="en-US"/>
        </w:rPr>
      </w:pPr>
      <w:r w:rsidRPr="00630AB6">
        <w:rPr>
          <w:lang w:val="en-US"/>
        </w:rPr>
        <w:t xml:space="preserve">          in: query</w:t>
      </w:r>
    </w:p>
    <w:p w14:paraId="58282CC9" w14:textId="77777777" w:rsidR="00DA4441" w:rsidRPr="00630AB6" w:rsidRDefault="00DA4441" w:rsidP="00EE1738">
      <w:pPr>
        <w:pStyle w:val="PL"/>
        <w:rPr>
          <w:lang w:val="en-US"/>
        </w:rPr>
      </w:pPr>
      <w:r w:rsidRPr="00630AB6">
        <w:rPr>
          <w:lang w:val="en-US"/>
        </w:rPr>
        <w:t xml:space="preserve">          description: NF Instance ID of the NF service consumer</w:t>
      </w:r>
    </w:p>
    <w:p w14:paraId="184B130F" w14:textId="77777777" w:rsidR="00DA4441" w:rsidRPr="00630AB6" w:rsidRDefault="00DA4441" w:rsidP="00EE1738">
      <w:pPr>
        <w:pStyle w:val="PL"/>
        <w:rPr>
          <w:lang w:val="en-US"/>
        </w:rPr>
      </w:pPr>
      <w:r w:rsidRPr="00630AB6">
        <w:rPr>
          <w:lang w:val="en-US"/>
        </w:rPr>
        <w:t xml:space="preserve">          required: true</w:t>
      </w:r>
    </w:p>
    <w:p w14:paraId="1326D97A" w14:textId="77777777" w:rsidR="00DA4441" w:rsidRPr="00630AB6" w:rsidRDefault="00DA4441" w:rsidP="00EE1738">
      <w:pPr>
        <w:pStyle w:val="PL"/>
        <w:rPr>
          <w:lang w:val="en-US"/>
        </w:rPr>
      </w:pPr>
      <w:r w:rsidRPr="00630AB6">
        <w:rPr>
          <w:lang w:val="en-US"/>
        </w:rPr>
        <w:t xml:space="preserve">          schema:</w:t>
      </w:r>
    </w:p>
    <w:p w14:paraId="5471EB8B" w14:textId="77777777" w:rsidR="00DA4441" w:rsidRPr="00630AB6" w:rsidRDefault="00DA4441" w:rsidP="00EE1738">
      <w:pPr>
        <w:pStyle w:val="PL"/>
      </w:pPr>
      <w:r w:rsidRPr="00630AB6">
        <w:rPr>
          <w:lang w:val="en-US"/>
        </w:rPr>
        <w:t xml:space="preserve">            </w:t>
      </w:r>
      <w:r w:rsidRPr="00630AB6">
        <w:t xml:space="preserve">$ref: </w:t>
      </w:r>
      <w:r w:rsidR="00F16B2C" w:rsidRPr="00630AB6">
        <w:t>'TS29571_CommonData.yaml#/components/schemas/NfInstanceId</w:t>
      </w:r>
      <w:r w:rsidRPr="00630AB6">
        <w:t>'</w:t>
      </w:r>
    </w:p>
    <w:p w14:paraId="3166259D" w14:textId="77777777" w:rsidR="00DA4441" w:rsidRPr="00630AB6" w:rsidRDefault="00DA4441" w:rsidP="00EE1738">
      <w:pPr>
        <w:pStyle w:val="PL"/>
        <w:rPr>
          <w:lang w:val="en-US"/>
        </w:rPr>
      </w:pPr>
      <w:r w:rsidRPr="00630AB6">
        <w:rPr>
          <w:lang w:val="en-US"/>
        </w:rPr>
        <w:t xml:space="preserve">        - name: </w:t>
      </w:r>
      <w:r w:rsidRPr="00630AB6">
        <w:rPr>
          <w:lang w:eastAsia="zh-CN"/>
        </w:rPr>
        <w:t>slice-info-request-for-registration</w:t>
      </w:r>
    </w:p>
    <w:p w14:paraId="36BDC403" w14:textId="77777777" w:rsidR="00DA4441" w:rsidRPr="00630AB6" w:rsidRDefault="00DA4441" w:rsidP="00EE1738">
      <w:pPr>
        <w:pStyle w:val="PL"/>
        <w:rPr>
          <w:lang w:val="en-US"/>
        </w:rPr>
      </w:pPr>
      <w:r w:rsidRPr="00630AB6">
        <w:rPr>
          <w:lang w:val="en-US"/>
        </w:rPr>
        <w:t xml:space="preserve">          in: query</w:t>
      </w:r>
    </w:p>
    <w:p w14:paraId="291587F9" w14:textId="77777777" w:rsidR="00DA4441" w:rsidRPr="00630AB6" w:rsidRDefault="00DA4441" w:rsidP="00EE1738">
      <w:pPr>
        <w:pStyle w:val="PL"/>
        <w:rPr>
          <w:lang w:val="en-US"/>
        </w:rPr>
      </w:pPr>
      <w:r w:rsidRPr="00630AB6">
        <w:rPr>
          <w:lang w:val="en-US"/>
        </w:rPr>
        <w:t xml:space="preserve">          description: </w:t>
      </w:r>
      <w:r w:rsidR="004D3287" w:rsidRPr="00630AB6">
        <w:rPr>
          <w:lang w:val="en-US"/>
        </w:rPr>
        <w:t>Requested network slice information during Registration procedure</w:t>
      </w:r>
    </w:p>
    <w:p w14:paraId="3A0E2FFA" w14:textId="77777777" w:rsidR="004D3287" w:rsidRPr="00630AB6" w:rsidRDefault="004D3287" w:rsidP="00EE1738">
      <w:pPr>
        <w:pStyle w:val="PL"/>
        <w:rPr>
          <w:lang w:val="en-US"/>
        </w:rPr>
      </w:pPr>
      <w:r w:rsidRPr="00630AB6">
        <w:rPr>
          <w:lang w:val="en-US"/>
        </w:rPr>
        <w:t xml:space="preserve">          content:</w:t>
      </w:r>
    </w:p>
    <w:p w14:paraId="4D535F76" w14:textId="77777777" w:rsidR="004D3287" w:rsidRPr="00630AB6" w:rsidRDefault="004D3287" w:rsidP="00EE1738">
      <w:pPr>
        <w:pStyle w:val="PL"/>
        <w:rPr>
          <w:lang w:val="en-US"/>
        </w:rPr>
      </w:pPr>
      <w:r w:rsidRPr="00630AB6">
        <w:rPr>
          <w:lang w:val="en-US"/>
        </w:rPr>
        <w:t xml:space="preserve">            application/json:</w:t>
      </w:r>
    </w:p>
    <w:p w14:paraId="12822350" w14:textId="77777777" w:rsidR="00DA4441" w:rsidRPr="00630AB6" w:rsidRDefault="00DA4441" w:rsidP="00EE1738">
      <w:pPr>
        <w:pStyle w:val="PL"/>
        <w:rPr>
          <w:lang w:val="en-US"/>
        </w:rPr>
      </w:pPr>
      <w:r w:rsidRPr="00630AB6">
        <w:rPr>
          <w:lang w:val="en-US"/>
        </w:rPr>
        <w:t xml:space="preserve">          </w:t>
      </w:r>
      <w:r w:rsidR="004D3287" w:rsidRPr="00630AB6">
        <w:rPr>
          <w:lang w:val="en-US"/>
        </w:rPr>
        <w:t xml:space="preserve">    </w:t>
      </w:r>
      <w:r w:rsidRPr="00630AB6">
        <w:rPr>
          <w:lang w:val="en-US"/>
        </w:rPr>
        <w:t>schema:</w:t>
      </w:r>
    </w:p>
    <w:p w14:paraId="259167B1" w14:textId="77777777" w:rsidR="00DA4441" w:rsidRPr="00630AB6" w:rsidRDefault="00DA4441" w:rsidP="00EE1738">
      <w:pPr>
        <w:pStyle w:val="PL"/>
        <w:rPr>
          <w:lang w:val="en-US"/>
        </w:rPr>
      </w:pPr>
      <w:r w:rsidRPr="00630AB6">
        <w:rPr>
          <w:lang w:val="en-US"/>
        </w:rPr>
        <w:t xml:space="preserve">            </w:t>
      </w:r>
      <w:r w:rsidR="004D3287" w:rsidRPr="00630AB6">
        <w:rPr>
          <w:lang w:val="en-US"/>
        </w:rPr>
        <w:t xml:space="preserve">    </w:t>
      </w:r>
      <w:r w:rsidRPr="00EE1738">
        <w:t>$ref: '#/components/schemas/</w:t>
      </w:r>
      <w:r w:rsidR="004D3287" w:rsidRPr="00630AB6">
        <w:rPr>
          <w:lang w:eastAsia="zh-CN"/>
        </w:rPr>
        <w:t>SliceInfoForRegistration'</w:t>
      </w:r>
    </w:p>
    <w:p w14:paraId="5643AA8C" w14:textId="77777777" w:rsidR="004D3287" w:rsidRPr="00630AB6" w:rsidRDefault="004D3287" w:rsidP="00EE1738">
      <w:pPr>
        <w:pStyle w:val="PL"/>
        <w:rPr>
          <w:lang w:val="en-US"/>
        </w:rPr>
      </w:pPr>
      <w:r w:rsidRPr="00630AB6">
        <w:rPr>
          <w:lang w:val="en-US"/>
        </w:rPr>
        <w:t xml:space="preserve">        - name: </w:t>
      </w:r>
      <w:r w:rsidRPr="00630AB6">
        <w:rPr>
          <w:lang w:eastAsia="zh-CN"/>
        </w:rPr>
        <w:t>slice-info-request-for-pdu-session</w:t>
      </w:r>
    </w:p>
    <w:p w14:paraId="7CF28E01" w14:textId="77777777" w:rsidR="004D3287" w:rsidRPr="00630AB6" w:rsidRDefault="004D3287" w:rsidP="00EE1738">
      <w:pPr>
        <w:pStyle w:val="PL"/>
        <w:rPr>
          <w:lang w:val="en-US"/>
        </w:rPr>
      </w:pPr>
      <w:r w:rsidRPr="00630AB6">
        <w:rPr>
          <w:lang w:val="en-US"/>
        </w:rPr>
        <w:t xml:space="preserve">          in: query</w:t>
      </w:r>
    </w:p>
    <w:p w14:paraId="003EB1B5" w14:textId="77777777" w:rsidR="004D3287" w:rsidRPr="00630AB6" w:rsidRDefault="004D3287" w:rsidP="00EE1738">
      <w:pPr>
        <w:pStyle w:val="PL"/>
        <w:rPr>
          <w:lang w:val="en-US"/>
        </w:rPr>
      </w:pPr>
      <w:r w:rsidRPr="00630AB6">
        <w:rPr>
          <w:lang w:val="en-US"/>
        </w:rPr>
        <w:t xml:space="preserve">          description: Requested network slice information during PDU session establishment procedure</w:t>
      </w:r>
    </w:p>
    <w:p w14:paraId="00340B41" w14:textId="77777777" w:rsidR="004D3287" w:rsidRPr="00630AB6" w:rsidRDefault="004D3287" w:rsidP="00EE1738">
      <w:pPr>
        <w:pStyle w:val="PL"/>
        <w:rPr>
          <w:lang w:val="en-US"/>
        </w:rPr>
      </w:pPr>
      <w:r w:rsidRPr="00630AB6">
        <w:rPr>
          <w:lang w:val="en-US"/>
        </w:rPr>
        <w:t xml:space="preserve">          content:</w:t>
      </w:r>
    </w:p>
    <w:p w14:paraId="67A06D51" w14:textId="77777777" w:rsidR="004D3287" w:rsidRPr="00630AB6" w:rsidRDefault="004D3287" w:rsidP="00EE1738">
      <w:pPr>
        <w:pStyle w:val="PL"/>
        <w:rPr>
          <w:lang w:val="en-US"/>
        </w:rPr>
      </w:pPr>
      <w:r w:rsidRPr="00630AB6">
        <w:rPr>
          <w:lang w:val="en-US"/>
        </w:rPr>
        <w:t xml:space="preserve">            application/json:</w:t>
      </w:r>
    </w:p>
    <w:p w14:paraId="108EA731" w14:textId="77777777" w:rsidR="004D3287" w:rsidRPr="00630AB6" w:rsidRDefault="004D3287" w:rsidP="00EE1738">
      <w:pPr>
        <w:pStyle w:val="PL"/>
        <w:rPr>
          <w:lang w:val="en-US"/>
        </w:rPr>
      </w:pPr>
      <w:r w:rsidRPr="00630AB6">
        <w:rPr>
          <w:lang w:val="en-US"/>
        </w:rPr>
        <w:t xml:space="preserve">              schema:</w:t>
      </w:r>
    </w:p>
    <w:p w14:paraId="4BB0AA70" w14:textId="77777777" w:rsidR="00165BBE" w:rsidRDefault="004D3287" w:rsidP="00EE1738">
      <w:pPr>
        <w:pStyle w:val="PL"/>
        <w:rPr>
          <w:lang w:eastAsia="zh-CN"/>
        </w:rPr>
      </w:pPr>
      <w:r w:rsidRPr="00630AB6">
        <w:rPr>
          <w:lang w:val="en-US"/>
        </w:rPr>
        <w:t xml:space="preserve">                </w:t>
      </w:r>
      <w:r w:rsidRPr="00EE1738">
        <w:t>$ref: '#/components/schemas/</w:t>
      </w:r>
      <w:r w:rsidRPr="00630AB6">
        <w:rPr>
          <w:lang w:eastAsia="zh-CN"/>
        </w:rPr>
        <w:t>SliceInfoForPDUSession'</w:t>
      </w:r>
    </w:p>
    <w:p w14:paraId="538767E6" w14:textId="77777777" w:rsidR="00165BBE" w:rsidRPr="00630AB6" w:rsidRDefault="00165BBE" w:rsidP="00EE1738">
      <w:pPr>
        <w:pStyle w:val="PL"/>
        <w:rPr>
          <w:lang w:val="en-US"/>
        </w:rPr>
      </w:pPr>
      <w:r w:rsidRPr="00630AB6">
        <w:rPr>
          <w:lang w:val="en-US"/>
        </w:rPr>
        <w:t xml:space="preserve">        - name: </w:t>
      </w:r>
      <w:r w:rsidRPr="005C564B">
        <w:rPr>
          <w:lang w:eastAsia="zh-CN"/>
        </w:rPr>
        <w:t>slice-info-request-for-</w:t>
      </w:r>
      <w:r w:rsidRPr="00EB0D00">
        <w:t>ue-c</w:t>
      </w:r>
      <w:r>
        <w:t>u</w:t>
      </w:r>
    </w:p>
    <w:p w14:paraId="0CA9BAE6" w14:textId="77777777" w:rsidR="00165BBE" w:rsidRPr="00630AB6" w:rsidRDefault="00165BBE" w:rsidP="00EE1738">
      <w:pPr>
        <w:pStyle w:val="PL"/>
        <w:rPr>
          <w:lang w:val="en-US"/>
        </w:rPr>
      </w:pPr>
      <w:r w:rsidRPr="00630AB6">
        <w:rPr>
          <w:lang w:val="en-US"/>
        </w:rPr>
        <w:t xml:space="preserve">          in: query</w:t>
      </w:r>
    </w:p>
    <w:p w14:paraId="6673C2F3" w14:textId="77777777" w:rsidR="00165BBE" w:rsidRPr="00630AB6" w:rsidRDefault="00165BBE" w:rsidP="00EE1738">
      <w:pPr>
        <w:pStyle w:val="PL"/>
        <w:rPr>
          <w:lang w:val="en-US"/>
        </w:rPr>
      </w:pPr>
      <w:r w:rsidRPr="00630AB6">
        <w:rPr>
          <w:lang w:val="en-US"/>
        </w:rPr>
        <w:t xml:space="preserve">          description: Requested network slice information during </w:t>
      </w:r>
      <w:r>
        <w:rPr>
          <w:lang w:val="en-US"/>
        </w:rPr>
        <w:t>UE confuguration update</w:t>
      </w:r>
      <w:r w:rsidRPr="00630AB6">
        <w:rPr>
          <w:lang w:val="en-US"/>
        </w:rPr>
        <w:t xml:space="preserve"> procedure</w:t>
      </w:r>
    </w:p>
    <w:p w14:paraId="020AC35E" w14:textId="77777777" w:rsidR="00165BBE" w:rsidRPr="00630AB6" w:rsidRDefault="00165BBE" w:rsidP="00EE1738">
      <w:pPr>
        <w:pStyle w:val="PL"/>
        <w:rPr>
          <w:lang w:val="en-US"/>
        </w:rPr>
      </w:pPr>
      <w:r w:rsidRPr="00630AB6">
        <w:rPr>
          <w:lang w:val="en-US"/>
        </w:rPr>
        <w:t xml:space="preserve">          content:</w:t>
      </w:r>
    </w:p>
    <w:p w14:paraId="71F58D84" w14:textId="77777777" w:rsidR="00165BBE" w:rsidRPr="00630AB6" w:rsidRDefault="00165BBE" w:rsidP="00EE1738">
      <w:pPr>
        <w:pStyle w:val="PL"/>
        <w:rPr>
          <w:lang w:val="en-US"/>
        </w:rPr>
      </w:pPr>
      <w:r w:rsidRPr="00630AB6">
        <w:rPr>
          <w:lang w:val="en-US"/>
        </w:rPr>
        <w:t xml:space="preserve">            application/json:</w:t>
      </w:r>
    </w:p>
    <w:p w14:paraId="7442ECC6" w14:textId="77777777" w:rsidR="00165BBE" w:rsidRPr="00630AB6" w:rsidRDefault="00165BBE" w:rsidP="00EE1738">
      <w:pPr>
        <w:pStyle w:val="PL"/>
        <w:rPr>
          <w:lang w:val="en-US"/>
        </w:rPr>
      </w:pPr>
      <w:r w:rsidRPr="00630AB6">
        <w:rPr>
          <w:lang w:val="en-US"/>
        </w:rPr>
        <w:t xml:space="preserve">              schema:</w:t>
      </w:r>
    </w:p>
    <w:p w14:paraId="46826762" w14:textId="77777777" w:rsidR="00DA4441" w:rsidRPr="00630AB6" w:rsidRDefault="00165BBE" w:rsidP="00EE1738">
      <w:pPr>
        <w:pStyle w:val="PL"/>
        <w:rPr>
          <w:lang w:val="en-US"/>
        </w:rPr>
      </w:pPr>
      <w:r w:rsidRPr="00630AB6">
        <w:rPr>
          <w:lang w:val="en-US"/>
        </w:rPr>
        <w:t xml:space="preserve">                </w:t>
      </w:r>
      <w:r w:rsidRPr="00EE1738">
        <w:t>$ref: '#/components/schemas/</w:t>
      </w:r>
      <w:r w:rsidRPr="00630AB6">
        <w:rPr>
          <w:lang w:eastAsia="zh-CN"/>
        </w:rPr>
        <w:t>SliceInfoFor</w:t>
      </w:r>
      <w:r>
        <w:rPr>
          <w:lang w:eastAsia="zh-CN"/>
        </w:rPr>
        <w:t>UEConfigurationUpdate</w:t>
      </w:r>
      <w:r w:rsidRPr="00630AB6">
        <w:rPr>
          <w:lang w:eastAsia="zh-CN"/>
        </w:rPr>
        <w:t>'</w:t>
      </w:r>
    </w:p>
    <w:p w14:paraId="13C4F365" w14:textId="77777777" w:rsidR="004D3287" w:rsidRPr="00630AB6" w:rsidRDefault="004D3287" w:rsidP="00EE1738">
      <w:pPr>
        <w:pStyle w:val="PL"/>
        <w:rPr>
          <w:lang w:val="en-US"/>
        </w:rPr>
      </w:pPr>
      <w:r w:rsidRPr="00630AB6">
        <w:rPr>
          <w:lang w:val="en-US"/>
        </w:rPr>
        <w:t xml:space="preserve">        - name: </w:t>
      </w:r>
      <w:r w:rsidRPr="00630AB6">
        <w:rPr>
          <w:rFonts w:hint="eastAsia"/>
          <w:lang w:eastAsia="zh-CN"/>
        </w:rPr>
        <w:t>home-plmn-id</w:t>
      </w:r>
    </w:p>
    <w:p w14:paraId="05BA2689" w14:textId="77777777" w:rsidR="004D3287" w:rsidRPr="00630AB6" w:rsidRDefault="004D3287" w:rsidP="00EE1738">
      <w:pPr>
        <w:pStyle w:val="PL"/>
        <w:rPr>
          <w:lang w:val="en-US"/>
        </w:rPr>
      </w:pPr>
      <w:r w:rsidRPr="00630AB6">
        <w:rPr>
          <w:lang w:val="en-US"/>
        </w:rPr>
        <w:t xml:space="preserve">          in: query</w:t>
      </w:r>
    </w:p>
    <w:p w14:paraId="51651C20" w14:textId="77777777" w:rsidR="004D3287" w:rsidRPr="00630AB6" w:rsidRDefault="004D3287" w:rsidP="00EE1738">
      <w:pPr>
        <w:pStyle w:val="PL"/>
        <w:rPr>
          <w:lang w:val="en-US"/>
        </w:rPr>
      </w:pPr>
      <w:r w:rsidRPr="00630AB6">
        <w:rPr>
          <w:lang w:val="en-US"/>
        </w:rPr>
        <w:t xml:space="preserve">          description: PLMN ID of the HPLMN</w:t>
      </w:r>
    </w:p>
    <w:p w14:paraId="2EF4E6F8" w14:textId="77777777" w:rsidR="004D3287" w:rsidRPr="00630AB6" w:rsidRDefault="004D3287" w:rsidP="00EE1738">
      <w:pPr>
        <w:pStyle w:val="PL"/>
        <w:rPr>
          <w:lang w:val="en-US"/>
        </w:rPr>
      </w:pPr>
      <w:r w:rsidRPr="00630AB6">
        <w:rPr>
          <w:lang w:val="en-US"/>
        </w:rPr>
        <w:t xml:space="preserve">          content:</w:t>
      </w:r>
    </w:p>
    <w:p w14:paraId="044D8ECA" w14:textId="77777777" w:rsidR="004D3287" w:rsidRPr="00630AB6" w:rsidRDefault="004D3287" w:rsidP="00EE1738">
      <w:pPr>
        <w:pStyle w:val="PL"/>
        <w:rPr>
          <w:lang w:val="en-US"/>
        </w:rPr>
      </w:pPr>
      <w:r w:rsidRPr="00630AB6">
        <w:rPr>
          <w:lang w:val="en-US"/>
        </w:rPr>
        <w:t xml:space="preserve">            application/json:</w:t>
      </w:r>
    </w:p>
    <w:p w14:paraId="2E6B94EE" w14:textId="77777777" w:rsidR="004D3287" w:rsidRPr="00630AB6" w:rsidRDefault="004D3287" w:rsidP="00EE1738">
      <w:pPr>
        <w:pStyle w:val="PL"/>
        <w:rPr>
          <w:lang w:val="en-US"/>
        </w:rPr>
      </w:pPr>
      <w:r w:rsidRPr="00630AB6">
        <w:rPr>
          <w:lang w:val="en-US"/>
        </w:rPr>
        <w:t xml:space="preserve">              schema:</w:t>
      </w:r>
    </w:p>
    <w:p w14:paraId="703D351E" w14:textId="77777777" w:rsidR="004D3287" w:rsidRPr="00630AB6" w:rsidRDefault="004D3287" w:rsidP="00EE1738">
      <w:pPr>
        <w:pStyle w:val="PL"/>
        <w:rPr>
          <w:lang w:val="en-US"/>
        </w:rPr>
      </w:pPr>
      <w:r w:rsidRPr="00630AB6">
        <w:rPr>
          <w:lang w:val="en-US"/>
        </w:rPr>
        <w:t xml:space="preserve">                </w:t>
      </w:r>
      <w:r w:rsidRPr="00EE1738">
        <w:t xml:space="preserve">$ref: </w:t>
      </w:r>
      <w:r w:rsidR="00F16B2C" w:rsidRPr="00EE1738">
        <w:t>'TS29571_CommonData.yaml#/components/schemas/PlmnId</w:t>
      </w:r>
      <w:r w:rsidRPr="00630AB6">
        <w:rPr>
          <w:lang w:eastAsia="zh-CN"/>
        </w:rPr>
        <w:t>'</w:t>
      </w:r>
    </w:p>
    <w:p w14:paraId="772BA4C0" w14:textId="77777777" w:rsidR="00FE4A8F" w:rsidRPr="00630AB6" w:rsidRDefault="00FE4A8F" w:rsidP="00EE1738">
      <w:pPr>
        <w:pStyle w:val="PL"/>
        <w:rPr>
          <w:lang w:val="en-US"/>
        </w:rPr>
      </w:pPr>
      <w:r w:rsidRPr="00630AB6">
        <w:rPr>
          <w:lang w:val="en-US"/>
        </w:rPr>
        <w:t xml:space="preserve">        - name: </w:t>
      </w:r>
      <w:r w:rsidRPr="00630AB6">
        <w:rPr>
          <w:lang w:eastAsia="zh-CN"/>
        </w:rPr>
        <w:t>tai</w:t>
      </w:r>
    </w:p>
    <w:p w14:paraId="605C4678" w14:textId="77777777" w:rsidR="00FE4A8F" w:rsidRPr="00630AB6" w:rsidRDefault="00FE4A8F" w:rsidP="00EE1738">
      <w:pPr>
        <w:pStyle w:val="PL"/>
        <w:rPr>
          <w:lang w:val="en-US"/>
        </w:rPr>
      </w:pPr>
      <w:r w:rsidRPr="00630AB6">
        <w:rPr>
          <w:lang w:val="en-US"/>
        </w:rPr>
        <w:t xml:space="preserve">          in: query</w:t>
      </w:r>
    </w:p>
    <w:p w14:paraId="4F085903" w14:textId="77777777" w:rsidR="00FE4A8F" w:rsidRPr="00630AB6" w:rsidRDefault="00FE4A8F" w:rsidP="00EE1738">
      <w:pPr>
        <w:pStyle w:val="PL"/>
        <w:rPr>
          <w:lang w:val="en-US"/>
        </w:rPr>
      </w:pPr>
      <w:r w:rsidRPr="00630AB6">
        <w:rPr>
          <w:lang w:val="en-US"/>
        </w:rPr>
        <w:t xml:space="preserve">          description: TAI of the UE</w:t>
      </w:r>
    </w:p>
    <w:p w14:paraId="0E4BA5C1" w14:textId="77777777" w:rsidR="00FE4A8F" w:rsidRPr="00630AB6" w:rsidRDefault="00FE4A8F" w:rsidP="00EE1738">
      <w:pPr>
        <w:pStyle w:val="PL"/>
        <w:rPr>
          <w:lang w:val="en-US"/>
        </w:rPr>
      </w:pPr>
      <w:r w:rsidRPr="00630AB6">
        <w:rPr>
          <w:lang w:val="en-US"/>
        </w:rPr>
        <w:t xml:space="preserve">          content:</w:t>
      </w:r>
    </w:p>
    <w:p w14:paraId="0722928A" w14:textId="77777777" w:rsidR="00FE4A8F" w:rsidRPr="00630AB6" w:rsidRDefault="00FE4A8F" w:rsidP="00EE1738">
      <w:pPr>
        <w:pStyle w:val="PL"/>
        <w:rPr>
          <w:lang w:val="en-US"/>
        </w:rPr>
      </w:pPr>
      <w:r w:rsidRPr="00630AB6">
        <w:rPr>
          <w:lang w:val="en-US"/>
        </w:rPr>
        <w:t xml:space="preserve">            application/json:</w:t>
      </w:r>
    </w:p>
    <w:p w14:paraId="545C7F2A" w14:textId="77777777" w:rsidR="00FE4A8F" w:rsidRPr="00630AB6" w:rsidRDefault="00FE4A8F" w:rsidP="00EE1738">
      <w:pPr>
        <w:pStyle w:val="PL"/>
        <w:rPr>
          <w:lang w:val="en-US"/>
        </w:rPr>
      </w:pPr>
      <w:r w:rsidRPr="00630AB6">
        <w:rPr>
          <w:lang w:val="en-US"/>
        </w:rPr>
        <w:t xml:space="preserve">              schema:</w:t>
      </w:r>
    </w:p>
    <w:p w14:paraId="7B874F96" w14:textId="77777777" w:rsidR="00DA4441" w:rsidRPr="00630AB6" w:rsidRDefault="00FE4A8F" w:rsidP="00EE1738">
      <w:pPr>
        <w:pStyle w:val="PL"/>
        <w:rPr>
          <w:lang w:eastAsia="zh-CN"/>
        </w:rPr>
      </w:pPr>
      <w:r w:rsidRPr="00630AB6">
        <w:rPr>
          <w:lang w:val="en-US"/>
        </w:rPr>
        <w:t xml:space="preserve">                </w:t>
      </w:r>
      <w:r w:rsidRPr="00EE1738">
        <w:t xml:space="preserve">$ref: </w:t>
      </w:r>
      <w:r w:rsidR="00F16B2C" w:rsidRPr="00EE1738">
        <w:t>'TS29571_CommonData.yaml#/components/schemas/Tai</w:t>
      </w:r>
      <w:r w:rsidRPr="00630AB6">
        <w:rPr>
          <w:lang w:eastAsia="zh-CN"/>
        </w:rPr>
        <w:t>'</w:t>
      </w:r>
    </w:p>
    <w:p w14:paraId="11052BD3" w14:textId="77777777" w:rsidR="00FE4A8F" w:rsidRPr="00630AB6" w:rsidRDefault="00FE4A8F" w:rsidP="00EE1738">
      <w:pPr>
        <w:pStyle w:val="PL"/>
        <w:rPr>
          <w:lang w:val="en-US"/>
        </w:rPr>
      </w:pPr>
      <w:r w:rsidRPr="00630AB6">
        <w:rPr>
          <w:lang w:val="en-US"/>
        </w:rPr>
        <w:t xml:space="preserve">        - name: </w:t>
      </w:r>
      <w:r w:rsidRPr="00630AB6">
        <w:rPr>
          <w:lang w:eastAsia="zh-CN"/>
        </w:rPr>
        <w:t>supported-features</w:t>
      </w:r>
    </w:p>
    <w:p w14:paraId="0E6EFAB9" w14:textId="77777777" w:rsidR="00FE4A8F" w:rsidRPr="00630AB6" w:rsidRDefault="00FE4A8F" w:rsidP="00EE1738">
      <w:pPr>
        <w:pStyle w:val="PL"/>
        <w:rPr>
          <w:lang w:val="en-US"/>
        </w:rPr>
      </w:pPr>
      <w:r w:rsidRPr="00630AB6">
        <w:rPr>
          <w:lang w:val="en-US"/>
        </w:rPr>
        <w:t xml:space="preserve">          in: query</w:t>
      </w:r>
    </w:p>
    <w:p w14:paraId="5295401B" w14:textId="77777777" w:rsidR="00FE4A8F" w:rsidRPr="00630AB6" w:rsidRDefault="00FE4A8F" w:rsidP="00EE1738">
      <w:pPr>
        <w:pStyle w:val="PL"/>
        <w:rPr>
          <w:lang w:val="en-US"/>
        </w:rPr>
      </w:pPr>
      <w:r w:rsidRPr="00630AB6">
        <w:rPr>
          <w:lang w:val="en-US"/>
        </w:rPr>
        <w:t xml:space="preserve">          description: Features required to be supported by the NFs in the target slice instance</w:t>
      </w:r>
    </w:p>
    <w:p w14:paraId="42C92ECA" w14:textId="77777777" w:rsidR="00FE4A8F" w:rsidRPr="00630AB6" w:rsidRDefault="00FE4A8F" w:rsidP="00EE1738">
      <w:pPr>
        <w:pStyle w:val="PL"/>
        <w:rPr>
          <w:lang w:val="en-US"/>
        </w:rPr>
      </w:pPr>
      <w:r w:rsidRPr="00630AB6">
        <w:rPr>
          <w:lang w:val="en-US"/>
        </w:rPr>
        <w:t xml:space="preserve">          schema:</w:t>
      </w:r>
    </w:p>
    <w:p w14:paraId="3B14D333" w14:textId="77777777" w:rsidR="00FE4A8F" w:rsidRPr="00630AB6" w:rsidRDefault="00FE4A8F" w:rsidP="00EE1738">
      <w:pPr>
        <w:pStyle w:val="PL"/>
        <w:rPr>
          <w:lang w:val="en-US"/>
        </w:rPr>
      </w:pPr>
      <w:r w:rsidRPr="00630AB6">
        <w:rPr>
          <w:lang w:val="en-US"/>
        </w:rPr>
        <w:t xml:space="preserve">            </w:t>
      </w:r>
      <w:r w:rsidRPr="00EE1738">
        <w:t xml:space="preserve">$ref: </w:t>
      </w:r>
      <w:r w:rsidR="00F16B2C" w:rsidRPr="00EE1738">
        <w:t>'TS29571_CommonData.yaml#/components/schemas/SupportedFeatures</w:t>
      </w:r>
      <w:r w:rsidRPr="00630AB6">
        <w:rPr>
          <w:lang w:val="en-US"/>
        </w:rPr>
        <w:t>'</w:t>
      </w:r>
    </w:p>
    <w:p w14:paraId="28F720DF" w14:textId="77777777" w:rsidR="00FE22D0" w:rsidRPr="00630AB6" w:rsidRDefault="00FE22D0" w:rsidP="00EE1738">
      <w:pPr>
        <w:pStyle w:val="PL"/>
      </w:pPr>
      <w:r w:rsidRPr="00630AB6">
        <w:t xml:space="preserve">            </w:t>
      </w:r>
    </w:p>
    <w:p w14:paraId="2BB4E095" w14:textId="77777777" w:rsidR="00FE22D0" w:rsidRPr="00630AB6" w:rsidRDefault="00FE22D0" w:rsidP="00EE1738">
      <w:pPr>
        <w:pStyle w:val="PL"/>
      </w:pPr>
      <w:r w:rsidRPr="00630AB6">
        <w:t xml:space="preserve">      responses:</w:t>
      </w:r>
    </w:p>
    <w:p w14:paraId="5518783D" w14:textId="77777777" w:rsidR="00FE22D0" w:rsidRPr="00630AB6" w:rsidRDefault="00FE22D0" w:rsidP="00EE1738">
      <w:pPr>
        <w:pStyle w:val="PL"/>
      </w:pPr>
      <w:r w:rsidRPr="00630AB6">
        <w:t xml:space="preserve">        '200':</w:t>
      </w:r>
    </w:p>
    <w:p w14:paraId="26C99A46" w14:textId="77777777" w:rsidR="00FE22D0" w:rsidRPr="00630AB6" w:rsidRDefault="00FE22D0" w:rsidP="00EE1738">
      <w:pPr>
        <w:pStyle w:val="PL"/>
      </w:pPr>
      <w:r w:rsidRPr="00630AB6">
        <w:t xml:space="preserve">          description: OK (Successful Network Slice Selection)</w:t>
      </w:r>
    </w:p>
    <w:p w14:paraId="1F30284D" w14:textId="77777777" w:rsidR="00FE22D0" w:rsidRPr="00630AB6" w:rsidRDefault="00FE22D0" w:rsidP="00EE1738">
      <w:pPr>
        <w:pStyle w:val="PL"/>
      </w:pPr>
      <w:r w:rsidRPr="00630AB6">
        <w:t xml:space="preserve">          content:</w:t>
      </w:r>
    </w:p>
    <w:p w14:paraId="1586E6A5" w14:textId="77777777" w:rsidR="00FE22D0" w:rsidRPr="00630AB6" w:rsidRDefault="00FE22D0" w:rsidP="00EE1738">
      <w:pPr>
        <w:pStyle w:val="PL"/>
      </w:pPr>
      <w:r w:rsidRPr="00630AB6">
        <w:t xml:space="preserve">            application/json:</w:t>
      </w:r>
    </w:p>
    <w:p w14:paraId="734B0528" w14:textId="77777777" w:rsidR="00FE22D0" w:rsidRPr="00630AB6" w:rsidRDefault="00FE22D0" w:rsidP="00EE1738">
      <w:pPr>
        <w:pStyle w:val="PL"/>
      </w:pPr>
      <w:r w:rsidRPr="00630AB6">
        <w:t xml:space="preserve">              schema:</w:t>
      </w:r>
    </w:p>
    <w:p w14:paraId="2011B8BC" w14:textId="77777777" w:rsidR="00FE22D0" w:rsidRDefault="00FE22D0" w:rsidP="00EE1738">
      <w:pPr>
        <w:pStyle w:val="PL"/>
      </w:pPr>
      <w:r w:rsidRPr="00630AB6">
        <w:t xml:space="preserve">                $ref: '#/components/schemas/AuthorizedNetworkSliceInfo'</w:t>
      </w:r>
    </w:p>
    <w:p w14:paraId="62E8B8AC" w14:textId="77777777" w:rsidR="00F16A9E" w:rsidRDefault="00F16A9E" w:rsidP="00EE1738">
      <w:pPr>
        <w:pStyle w:val="PL"/>
        <w:rPr>
          <w:lang w:val="en-US"/>
        </w:rPr>
      </w:pPr>
      <w:r>
        <w:rPr>
          <w:lang w:val="en-US"/>
        </w:rPr>
        <w:t xml:space="preserve">        '400':</w:t>
      </w:r>
    </w:p>
    <w:p w14:paraId="1501770D" w14:textId="77777777" w:rsidR="00F16A9E" w:rsidRDefault="00F16A9E" w:rsidP="00EE1738">
      <w:pPr>
        <w:pStyle w:val="PL"/>
        <w:rPr>
          <w:lang w:val="en-US"/>
        </w:rPr>
      </w:pPr>
      <w:r w:rsidRPr="002E5CBA">
        <w:rPr>
          <w:lang w:val="en-US"/>
        </w:rPr>
        <w:t xml:space="preserve">          </w:t>
      </w:r>
      <w:r w:rsidRPr="001F14B1">
        <w:rPr>
          <w:lang w:val="en-US"/>
        </w:rPr>
        <w:t>$ref: 'TS29571_CommonData.yaml#/components/responses/400'</w:t>
      </w:r>
    </w:p>
    <w:p w14:paraId="7440FC05" w14:textId="77777777" w:rsidR="00F16A9E" w:rsidRDefault="00F16A9E" w:rsidP="00EE1738">
      <w:pPr>
        <w:pStyle w:val="PL"/>
      </w:pPr>
      <w:r>
        <w:t xml:space="preserve">        '401</w:t>
      </w:r>
      <w:r w:rsidRPr="00630AB6">
        <w:t>':</w:t>
      </w:r>
    </w:p>
    <w:p w14:paraId="7C1144E6" w14:textId="77777777" w:rsidR="00F16A9E" w:rsidRPr="00630AB6" w:rsidRDefault="00F16A9E" w:rsidP="00EE1738">
      <w:pPr>
        <w:pStyle w:val="PL"/>
      </w:pPr>
      <w:r w:rsidRPr="002E5CBA">
        <w:rPr>
          <w:lang w:val="en-US"/>
        </w:rPr>
        <w:t xml:space="preserve">          </w:t>
      </w:r>
      <w:r w:rsidRPr="001F14B1">
        <w:rPr>
          <w:lang w:val="en-US"/>
        </w:rPr>
        <w:t>$ref: 'TS29571_CommonDat</w:t>
      </w:r>
      <w:r>
        <w:rPr>
          <w:lang w:val="en-US"/>
        </w:rPr>
        <w:t>a.yaml#/components/responses/401</w:t>
      </w:r>
      <w:r w:rsidRPr="001F14B1">
        <w:rPr>
          <w:lang w:val="en-US"/>
        </w:rPr>
        <w:t>'</w:t>
      </w:r>
    </w:p>
    <w:p w14:paraId="3D8D19C6" w14:textId="77777777" w:rsidR="00FE4A8F" w:rsidRDefault="00FE4A8F" w:rsidP="00EE1738">
      <w:pPr>
        <w:pStyle w:val="PL"/>
      </w:pPr>
      <w:r w:rsidRPr="00630AB6">
        <w:t xml:space="preserve">        '403':</w:t>
      </w:r>
    </w:p>
    <w:p w14:paraId="6922A242" w14:textId="77777777" w:rsidR="00F16A9E" w:rsidRPr="0028695C"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a.yaml#/components/responses/403</w:t>
      </w:r>
      <w:r w:rsidRPr="001F14B1">
        <w:rPr>
          <w:lang w:val="en-US"/>
        </w:rPr>
        <w:t>'</w:t>
      </w:r>
    </w:p>
    <w:p w14:paraId="70B7BC4E" w14:textId="77777777" w:rsidR="00F16A9E" w:rsidRDefault="00F16A9E" w:rsidP="00EE1738">
      <w:pPr>
        <w:pStyle w:val="PL"/>
      </w:pPr>
      <w:r>
        <w:t xml:space="preserve">        '404</w:t>
      </w:r>
      <w:r w:rsidRPr="00630AB6">
        <w:t>':</w:t>
      </w:r>
    </w:p>
    <w:p w14:paraId="53BFDF9D"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a.yaml#/components/responses/404</w:t>
      </w:r>
      <w:r w:rsidRPr="001F14B1">
        <w:rPr>
          <w:lang w:val="en-US"/>
        </w:rPr>
        <w:t>'</w:t>
      </w:r>
    </w:p>
    <w:p w14:paraId="02F27DCE" w14:textId="77777777" w:rsidR="00F16A9E" w:rsidRDefault="00F16A9E" w:rsidP="00EE1738">
      <w:pPr>
        <w:pStyle w:val="PL"/>
      </w:pPr>
      <w:r>
        <w:t xml:space="preserve">        '406</w:t>
      </w:r>
      <w:r w:rsidRPr="00630AB6">
        <w:t>':</w:t>
      </w:r>
    </w:p>
    <w:p w14:paraId="2BD0ED4D"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a.yaml#/components/responses/406</w:t>
      </w:r>
      <w:r w:rsidRPr="001F14B1">
        <w:rPr>
          <w:lang w:val="en-US"/>
        </w:rPr>
        <w:t>'</w:t>
      </w:r>
    </w:p>
    <w:p w14:paraId="092C75ED" w14:textId="77777777" w:rsidR="00F16A9E" w:rsidRDefault="00F16A9E" w:rsidP="00EE1738">
      <w:pPr>
        <w:pStyle w:val="PL"/>
        <w:rPr>
          <w:lang w:val="en-US"/>
        </w:rPr>
      </w:pPr>
      <w:r>
        <w:rPr>
          <w:lang w:val="en-US"/>
        </w:rPr>
        <w:t xml:space="preserve">        '414':</w:t>
      </w:r>
    </w:p>
    <w:p w14:paraId="09B4AC24"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a.yaml#/components/responses/414</w:t>
      </w:r>
      <w:r w:rsidRPr="001F14B1">
        <w:rPr>
          <w:lang w:val="en-US"/>
        </w:rPr>
        <w:t>'</w:t>
      </w:r>
    </w:p>
    <w:p w14:paraId="733C868A" w14:textId="77777777" w:rsidR="00F16A9E" w:rsidRDefault="00F16A9E" w:rsidP="00EE1738">
      <w:pPr>
        <w:pStyle w:val="PL"/>
      </w:pPr>
      <w:r>
        <w:t xml:space="preserve">        '429</w:t>
      </w:r>
      <w:r w:rsidRPr="00630AB6">
        <w:t>':</w:t>
      </w:r>
    </w:p>
    <w:p w14:paraId="74025570"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a.yaml#/components/responses/429</w:t>
      </w:r>
      <w:r w:rsidRPr="001F14B1">
        <w:rPr>
          <w:lang w:val="en-US"/>
        </w:rPr>
        <w:t>'</w:t>
      </w:r>
    </w:p>
    <w:p w14:paraId="1894ACE4" w14:textId="77777777" w:rsidR="00F16A9E" w:rsidRDefault="00F16A9E" w:rsidP="00EE1738">
      <w:pPr>
        <w:pStyle w:val="PL"/>
        <w:rPr>
          <w:lang w:val="en-US"/>
        </w:rPr>
      </w:pPr>
      <w:r w:rsidRPr="002E5CBA">
        <w:rPr>
          <w:lang w:val="en-US"/>
        </w:rPr>
        <w:t xml:space="preserve">        </w:t>
      </w:r>
      <w:r>
        <w:rPr>
          <w:lang w:val="en-US"/>
        </w:rPr>
        <w:t>'500':</w:t>
      </w:r>
    </w:p>
    <w:p w14:paraId="1AB95C68" w14:textId="77777777" w:rsidR="00F16A9E" w:rsidRDefault="00F16A9E" w:rsidP="00EE1738">
      <w:pPr>
        <w:pStyle w:val="PL"/>
      </w:pPr>
      <w:r w:rsidRPr="002E5CBA">
        <w:rPr>
          <w:lang w:val="en-US"/>
        </w:rPr>
        <w:t xml:space="preserve">          </w:t>
      </w:r>
      <w:r w:rsidRPr="008F2F3C">
        <w:t>$ref: 'TS29571_CommonData.yaml#/components/responses/</w:t>
      </w:r>
      <w:r>
        <w:t>500</w:t>
      </w:r>
      <w:r w:rsidRPr="008F2F3C">
        <w:t>'</w:t>
      </w:r>
    </w:p>
    <w:p w14:paraId="541AB063" w14:textId="77777777" w:rsidR="00F16A9E" w:rsidRDefault="00F16A9E" w:rsidP="00EE1738">
      <w:pPr>
        <w:pStyle w:val="PL"/>
        <w:rPr>
          <w:lang w:val="en-US"/>
        </w:rPr>
      </w:pPr>
      <w:r w:rsidRPr="002E5CBA">
        <w:rPr>
          <w:lang w:val="en-US"/>
        </w:rPr>
        <w:t xml:space="preserve">        </w:t>
      </w:r>
      <w:r>
        <w:rPr>
          <w:lang w:val="en-US"/>
        </w:rPr>
        <w:t>'503':</w:t>
      </w:r>
    </w:p>
    <w:p w14:paraId="1EED9F0F" w14:textId="77777777" w:rsidR="00F16A9E" w:rsidRPr="0028695C" w:rsidRDefault="00F16A9E" w:rsidP="00EE1738">
      <w:pPr>
        <w:pStyle w:val="PL"/>
        <w:rPr>
          <w:lang w:val="en-US"/>
        </w:rPr>
      </w:pPr>
      <w:r w:rsidRPr="002E5CBA">
        <w:rPr>
          <w:lang w:val="en-US"/>
        </w:rPr>
        <w:t xml:space="preserve">          </w:t>
      </w:r>
      <w:r w:rsidRPr="008F2F3C">
        <w:t>$ref: 'TS29571_CommonData.yaml#/components/responses/</w:t>
      </w:r>
      <w:r>
        <w:t>503</w:t>
      </w:r>
      <w:r w:rsidRPr="008F2F3C">
        <w:t>'</w:t>
      </w:r>
    </w:p>
    <w:p w14:paraId="1CFBB4CE" w14:textId="77777777" w:rsidR="00FE22D0" w:rsidRPr="00630AB6" w:rsidRDefault="00FE22D0" w:rsidP="00EE1738">
      <w:pPr>
        <w:pStyle w:val="PL"/>
      </w:pPr>
      <w:r w:rsidRPr="00630AB6">
        <w:t xml:space="preserve">        default:</w:t>
      </w:r>
    </w:p>
    <w:p w14:paraId="7F53F8B5" w14:textId="77777777" w:rsidR="00FE22D0" w:rsidRPr="00630AB6" w:rsidRDefault="00FE22D0" w:rsidP="00EE1738">
      <w:pPr>
        <w:pStyle w:val="PL"/>
      </w:pPr>
      <w:r w:rsidRPr="00630AB6">
        <w:t xml:space="preserve">          description: Unexpected error</w:t>
      </w:r>
    </w:p>
    <w:p w14:paraId="53792898" w14:textId="77777777" w:rsidR="00FE22D0" w:rsidRPr="00630AB6" w:rsidRDefault="00FE22D0" w:rsidP="00EE1738">
      <w:pPr>
        <w:pStyle w:val="PL"/>
      </w:pPr>
    </w:p>
    <w:p w14:paraId="6A173E56" w14:textId="77777777" w:rsidR="00FE22D0" w:rsidRPr="00630AB6" w:rsidRDefault="00FE22D0" w:rsidP="00EE1738">
      <w:pPr>
        <w:pStyle w:val="PL"/>
      </w:pPr>
      <w:r w:rsidRPr="00630AB6">
        <w:t>components:</w:t>
      </w:r>
    </w:p>
    <w:p w14:paraId="18BF5165" w14:textId="77777777" w:rsidR="006B52EB" w:rsidRPr="00630AB6" w:rsidRDefault="006B52EB" w:rsidP="00EE1738">
      <w:pPr>
        <w:pStyle w:val="PL"/>
      </w:pPr>
      <w:r w:rsidRPr="00630AB6">
        <w:t xml:space="preserve">  securitySchemes:</w:t>
      </w:r>
    </w:p>
    <w:p w14:paraId="7EA25599" w14:textId="77777777" w:rsidR="006B52EB" w:rsidRPr="00630AB6" w:rsidRDefault="006B52EB" w:rsidP="00EE1738">
      <w:pPr>
        <w:pStyle w:val="PL"/>
      </w:pPr>
      <w:r w:rsidRPr="00630AB6">
        <w:lastRenderedPageBreak/>
        <w:t xml:space="preserve">    oAuth2ClientCredentials:</w:t>
      </w:r>
    </w:p>
    <w:p w14:paraId="34BABA7B" w14:textId="77777777" w:rsidR="006B52EB" w:rsidRPr="00630AB6" w:rsidRDefault="006B52EB" w:rsidP="00EE1738">
      <w:pPr>
        <w:pStyle w:val="PL"/>
      </w:pPr>
      <w:r w:rsidRPr="00630AB6">
        <w:t xml:space="preserve">      type: oauth2</w:t>
      </w:r>
    </w:p>
    <w:p w14:paraId="7A90C9BC" w14:textId="77777777" w:rsidR="006B52EB" w:rsidRPr="00630AB6" w:rsidRDefault="006B52EB" w:rsidP="00EE1738">
      <w:pPr>
        <w:pStyle w:val="PL"/>
      </w:pPr>
      <w:r w:rsidRPr="00630AB6">
        <w:t xml:space="preserve">      flows:</w:t>
      </w:r>
    </w:p>
    <w:p w14:paraId="1F983553" w14:textId="77777777" w:rsidR="006B52EB" w:rsidRPr="00630AB6" w:rsidRDefault="006B52EB" w:rsidP="00EE1738">
      <w:pPr>
        <w:pStyle w:val="PL"/>
      </w:pPr>
      <w:r w:rsidRPr="00630AB6">
        <w:t xml:space="preserve">        clientCredentials:</w:t>
      </w:r>
    </w:p>
    <w:p w14:paraId="2D4266BA" w14:textId="77777777" w:rsidR="006B52EB" w:rsidRPr="00630AB6" w:rsidRDefault="006B52EB" w:rsidP="00EE1738">
      <w:pPr>
        <w:pStyle w:val="PL"/>
      </w:pPr>
      <w:r w:rsidRPr="00630AB6">
        <w:t xml:space="preserve">          tokenUrl: '{nrfApiRoot}/oauth2/token'</w:t>
      </w:r>
    </w:p>
    <w:p w14:paraId="676BC289" w14:textId="77777777" w:rsidR="006B52EB" w:rsidRDefault="006B52EB" w:rsidP="00EE1738">
      <w:pPr>
        <w:pStyle w:val="PL"/>
      </w:pPr>
      <w:r w:rsidRPr="00630AB6">
        <w:t xml:space="preserve">          scopes:</w:t>
      </w:r>
    </w:p>
    <w:p w14:paraId="2C130139" w14:textId="77777777" w:rsidR="00174025" w:rsidRPr="00630AB6" w:rsidRDefault="00174025" w:rsidP="00EE1738">
      <w:pPr>
        <w:pStyle w:val="PL"/>
      </w:pPr>
      <w:r>
        <w:rPr>
          <w:lang w:val="en-US"/>
        </w:rPr>
        <w:t xml:space="preserve">            </w:t>
      </w:r>
      <w:r w:rsidRPr="002857AD">
        <w:t>nnssf-nsselection</w:t>
      </w:r>
      <w:r>
        <w:rPr>
          <w:lang w:val="en-US"/>
        </w:rPr>
        <w:t xml:space="preserve">: Access to the </w:t>
      </w:r>
      <w:r w:rsidRPr="00630AB6">
        <w:t>Nnssf_NSSelection</w:t>
      </w:r>
      <w:r>
        <w:rPr>
          <w:lang w:val="en-US"/>
        </w:rPr>
        <w:t xml:space="preserve"> API</w:t>
      </w:r>
    </w:p>
    <w:p w14:paraId="7022C06B" w14:textId="77777777" w:rsidR="00FE22D0" w:rsidRPr="00630AB6" w:rsidRDefault="00FE22D0" w:rsidP="00EE1738">
      <w:pPr>
        <w:pStyle w:val="PL"/>
      </w:pPr>
      <w:r w:rsidRPr="00630AB6">
        <w:t xml:space="preserve">  schemas:</w:t>
      </w:r>
    </w:p>
    <w:p w14:paraId="003CCB7A" w14:textId="77777777" w:rsidR="00FE22D0" w:rsidRPr="00630AB6" w:rsidRDefault="00FE22D0" w:rsidP="00EE1738">
      <w:pPr>
        <w:pStyle w:val="PL"/>
      </w:pPr>
      <w:r w:rsidRPr="00630AB6">
        <w:t xml:space="preserve">    AuthorizedNetworkSliceInfo:</w:t>
      </w:r>
    </w:p>
    <w:p w14:paraId="3756AB83" w14:textId="77777777" w:rsidR="00FE22D0" w:rsidRPr="00630AB6" w:rsidRDefault="00FE22D0" w:rsidP="00EE1738">
      <w:pPr>
        <w:pStyle w:val="PL"/>
      </w:pPr>
      <w:r w:rsidRPr="00630AB6">
        <w:t xml:space="preserve">      type: object</w:t>
      </w:r>
    </w:p>
    <w:p w14:paraId="12FE902B" w14:textId="77777777" w:rsidR="00FE22D0" w:rsidRPr="00630AB6" w:rsidRDefault="00FE22D0" w:rsidP="00EE1738">
      <w:pPr>
        <w:pStyle w:val="PL"/>
      </w:pPr>
      <w:r w:rsidRPr="00630AB6">
        <w:t xml:space="preserve">      properties:</w:t>
      </w:r>
    </w:p>
    <w:p w14:paraId="4AED7FBC" w14:textId="77777777" w:rsidR="00FE22D0" w:rsidRPr="00630AB6" w:rsidRDefault="00FE22D0" w:rsidP="00EE1738">
      <w:pPr>
        <w:pStyle w:val="PL"/>
      </w:pPr>
      <w:r w:rsidRPr="00630AB6">
        <w:t xml:space="preserve">        allowedNssai</w:t>
      </w:r>
      <w:r w:rsidR="00C63274" w:rsidRPr="00630AB6">
        <w:t>List</w:t>
      </w:r>
      <w:r w:rsidRPr="00630AB6">
        <w:t>:</w:t>
      </w:r>
    </w:p>
    <w:p w14:paraId="144A3F65" w14:textId="77777777" w:rsidR="00C63274" w:rsidRPr="00630AB6" w:rsidRDefault="00C63274" w:rsidP="00EE1738">
      <w:pPr>
        <w:pStyle w:val="PL"/>
      </w:pPr>
      <w:r w:rsidRPr="00630AB6">
        <w:t xml:space="preserve">          type: array</w:t>
      </w:r>
    </w:p>
    <w:p w14:paraId="7F6EAEF9" w14:textId="77777777" w:rsidR="00C63274" w:rsidRPr="00630AB6" w:rsidRDefault="00C63274" w:rsidP="00EE1738">
      <w:pPr>
        <w:pStyle w:val="PL"/>
      </w:pPr>
      <w:r w:rsidRPr="00630AB6">
        <w:t xml:space="preserve">          items:</w:t>
      </w:r>
    </w:p>
    <w:p w14:paraId="543B89E1" w14:textId="77777777" w:rsidR="00C63274" w:rsidRPr="00630AB6" w:rsidRDefault="00FE22D0" w:rsidP="00EE1738">
      <w:pPr>
        <w:pStyle w:val="PL"/>
      </w:pPr>
      <w:r w:rsidRPr="00630AB6">
        <w:t xml:space="preserve">          </w:t>
      </w:r>
      <w:r w:rsidR="00C63274" w:rsidRPr="00630AB6">
        <w:t xml:space="preserve">  </w:t>
      </w:r>
      <w:r w:rsidRPr="00630AB6">
        <w:t>$ref: '#/components/schemas/AllowedNssai'</w:t>
      </w:r>
    </w:p>
    <w:p w14:paraId="0B256DA9" w14:textId="77777777" w:rsidR="00C63274" w:rsidRPr="00630AB6" w:rsidRDefault="00C63274" w:rsidP="00EE1738">
      <w:pPr>
        <w:pStyle w:val="PL"/>
      </w:pPr>
      <w:r w:rsidRPr="00630AB6">
        <w:t xml:space="preserve">          minItems: </w:t>
      </w:r>
      <w:r w:rsidR="00A27813">
        <w:t>1</w:t>
      </w:r>
    </w:p>
    <w:p w14:paraId="35EC959B" w14:textId="77777777" w:rsidR="004A4424" w:rsidRPr="00630AB6" w:rsidRDefault="00FE22D0" w:rsidP="00EE1738">
      <w:pPr>
        <w:pStyle w:val="PL"/>
      </w:pPr>
      <w:r w:rsidRPr="00630AB6">
        <w:t xml:space="preserve">        configuredNssai:</w:t>
      </w:r>
    </w:p>
    <w:p w14:paraId="50343167" w14:textId="77777777" w:rsidR="004A4424" w:rsidRPr="00630AB6" w:rsidRDefault="004A4424" w:rsidP="00EE1738">
      <w:pPr>
        <w:pStyle w:val="PL"/>
      </w:pPr>
      <w:r w:rsidRPr="00630AB6">
        <w:t xml:space="preserve">          type: array</w:t>
      </w:r>
    </w:p>
    <w:p w14:paraId="7D580AF0" w14:textId="77777777" w:rsidR="004A4424" w:rsidRPr="00630AB6" w:rsidRDefault="004A4424" w:rsidP="00EE1738">
      <w:pPr>
        <w:pStyle w:val="PL"/>
      </w:pPr>
      <w:r w:rsidRPr="00630AB6">
        <w:t xml:space="preserve">          items:</w:t>
      </w:r>
    </w:p>
    <w:p w14:paraId="35A8A72D" w14:textId="77777777" w:rsidR="00A27813" w:rsidRDefault="00FE22D0" w:rsidP="00EE1738">
      <w:pPr>
        <w:pStyle w:val="PL"/>
      </w:pPr>
      <w:r w:rsidRPr="00630AB6">
        <w:t xml:space="preserve">          </w:t>
      </w:r>
      <w:r w:rsidR="004A4424" w:rsidRPr="00630AB6">
        <w:t xml:space="preserve">  </w:t>
      </w:r>
      <w:r w:rsidRPr="00630AB6">
        <w:t>$ref: '#/components/schemas/Configured</w:t>
      </w:r>
      <w:r w:rsidR="004A4424" w:rsidRPr="00630AB6">
        <w:t>Sn</w:t>
      </w:r>
      <w:r w:rsidRPr="00630AB6">
        <w:t>ssai'</w:t>
      </w:r>
    </w:p>
    <w:p w14:paraId="22224B48" w14:textId="77777777" w:rsidR="00A27813" w:rsidRPr="00630AB6" w:rsidRDefault="00A27813" w:rsidP="00EE1738">
      <w:pPr>
        <w:pStyle w:val="PL"/>
      </w:pPr>
      <w:r w:rsidRPr="00630AB6">
        <w:t xml:space="preserve">          minItems: </w:t>
      </w:r>
      <w:r>
        <w:t>1</w:t>
      </w:r>
    </w:p>
    <w:p w14:paraId="18AECC25" w14:textId="77777777" w:rsidR="00FE22D0" w:rsidRPr="00630AB6" w:rsidRDefault="00FE22D0" w:rsidP="00EE1738">
      <w:pPr>
        <w:pStyle w:val="PL"/>
      </w:pPr>
      <w:r w:rsidRPr="00630AB6">
        <w:t xml:space="preserve">        ta</w:t>
      </w:r>
      <w:r w:rsidR="003D6F8E" w:rsidRPr="00630AB6">
        <w:t>r</w:t>
      </w:r>
      <w:r w:rsidRPr="00630AB6">
        <w:t>getAmfSet:</w:t>
      </w:r>
    </w:p>
    <w:p w14:paraId="04DA69C2" w14:textId="77777777" w:rsidR="00F208FA" w:rsidRDefault="00FE22D0" w:rsidP="00EE1738">
      <w:pPr>
        <w:pStyle w:val="PL"/>
      </w:pPr>
      <w:r w:rsidRPr="00630AB6">
        <w:t xml:space="preserve">          type: string</w:t>
      </w:r>
    </w:p>
    <w:p w14:paraId="4A17E170" w14:textId="77777777" w:rsidR="00FE22D0" w:rsidRPr="00630AB6" w:rsidRDefault="00F208FA" w:rsidP="00EE1738">
      <w:pPr>
        <w:pStyle w:val="PL"/>
      </w:pPr>
      <w:r w:rsidRPr="00F267AF">
        <w:t xml:space="preserve">     </w:t>
      </w:r>
      <w:r>
        <w:t xml:space="preserve">    </w:t>
      </w:r>
      <w:r w:rsidRPr="00F267AF">
        <w:t xml:space="preserve"> </w:t>
      </w:r>
      <w:r w:rsidRPr="00F267AF">
        <w:rPr>
          <w:rFonts w:cs="Arial"/>
          <w:szCs w:val="18"/>
        </w:rPr>
        <w:t xml:space="preserve">pattern: </w:t>
      </w:r>
      <w:r>
        <w:rPr>
          <w:rFonts w:cs="Arial"/>
          <w:szCs w:val="18"/>
        </w:rPr>
        <w:t>'^[0-9]{3}-[0-9]{2-3}-[A-Fa-f0-9]{2}-[0-3][A-Fa-f0-9]{2}</w:t>
      </w:r>
      <w:r w:rsidRPr="003148A6">
        <w:rPr>
          <w:rFonts w:cs="Arial"/>
          <w:szCs w:val="18"/>
        </w:rPr>
        <w:t>$</w:t>
      </w:r>
      <w:r>
        <w:rPr>
          <w:rFonts w:cs="Arial"/>
          <w:szCs w:val="18"/>
        </w:rPr>
        <w:t>'</w:t>
      </w:r>
    </w:p>
    <w:p w14:paraId="113054BD" w14:textId="77777777" w:rsidR="00FE22D0" w:rsidRPr="00630AB6" w:rsidRDefault="00FE22D0" w:rsidP="00EE1738">
      <w:pPr>
        <w:pStyle w:val="PL"/>
      </w:pPr>
      <w:r w:rsidRPr="00630AB6">
        <w:t xml:space="preserve">        candidateAmf</w:t>
      </w:r>
      <w:r w:rsidR="004A4424" w:rsidRPr="00630AB6">
        <w:t>List</w:t>
      </w:r>
      <w:r w:rsidRPr="00630AB6">
        <w:t>:</w:t>
      </w:r>
    </w:p>
    <w:p w14:paraId="062FA257" w14:textId="77777777" w:rsidR="00FE22D0" w:rsidRPr="00630AB6" w:rsidRDefault="00FE22D0" w:rsidP="00EE1738">
      <w:pPr>
        <w:pStyle w:val="PL"/>
      </w:pPr>
      <w:r w:rsidRPr="00630AB6">
        <w:t xml:space="preserve">          type: array</w:t>
      </w:r>
    </w:p>
    <w:p w14:paraId="6C73A89D" w14:textId="77777777" w:rsidR="00FE22D0" w:rsidRPr="00630AB6" w:rsidRDefault="00FE22D0" w:rsidP="00EE1738">
      <w:pPr>
        <w:pStyle w:val="PL"/>
      </w:pPr>
      <w:r w:rsidRPr="00630AB6">
        <w:t xml:space="preserve">          items:</w:t>
      </w:r>
    </w:p>
    <w:p w14:paraId="2C18740A" w14:textId="77777777" w:rsidR="00A27813" w:rsidRPr="00A27813" w:rsidRDefault="00FE22D0" w:rsidP="00EE1738">
      <w:pPr>
        <w:pStyle w:val="PL"/>
      </w:pPr>
      <w:r w:rsidRPr="00630AB6">
        <w:t xml:space="preserve">            </w:t>
      </w:r>
      <w:r w:rsidR="005E19A0" w:rsidRPr="00630AB6">
        <w:t>$ref</w:t>
      </w:r>
      <w:r w:rsidRPr="00630AB6">
        <w:t xml:space="preserve">: </w:t>
      </w:r>
      <w:r w:rsidR="00F16B2C" w:rsidRPr="00630AB6">
        <w:t>'TS29571_CommonData.yaml#/components/schemas/NfInstanceId</w:t>
      </w:r>
      <w:r w:rsidR="003D6F8E" w:rsidRPr="00630AB6">
        <w:t>'</w:t>
      </w:r>
    </w:p>
    <w:p w14:paraId="412877C7" w14:textId="77777777" w:rsidR="00A27813" w:rsidRPr="00630AB6" w:rsidRDefault="00A27813" w:rsidP="00EE1738">
      <w:pPr>
        <w:pStyle w:val="PL"/>
      </w:pPr>
      <w:r w:rsidRPr="00630AB6">
        <w:t xml:space="preserve">          minItems: </w:t>
      </w:r>
      <w:r>
        <w:t>1</w:t>
      </w:r>
    </w:p>
    <w:p w14:paraId="4887E675" w14:textId="77777777" w:rsidR="00FE22D0" w:rsidRPr="00630AB6" w:rsidRDefault="00FE22D0" w:rsidP="00EE1738">
      <w:pPr>
        <w:pStyle w:val="PL"/>
      </w:pPr>
      <w:r w:rsidRPr="00630AB6">
        <w:t xml:space="preserve">        rejectedNssaiInPlmn:</w:t>
      </w:r>
    </w:p>
    <w:p w14:paraId="20A0F631" w14:textId="77777777" w:rsidR="003D6F8E" w:rsidRPr="00630AB6" w:rsidRDefault="003D6F8E" w:rsidP="00EE1738">
      <w:pPr>
        <w:pStyle w:val="PL"/>
      </w:pPr>
      <w:r w:rsidRPr="00630AB6">
        <w:t xml:space="preserve">          type: array</w:t>
      </w:r>
    </w:p>
    <w:p w14:paraId="5A11678D" w14:textId="77777777" w:rsidR="003D6F8E" w:rsidRPr="00630AB6" w:rsidRDefault="003D6F8E" w:rsidP="00EE1738">
      <w:pPr>
        <w:pStyle w:val="PL"/>
      </w:pPr>
      <w:r w:rsidRPr="00630AB6">
        <w:t xml:space="preserve">          items:</w:t>
      </w:r>
    </w:p>
    <w:p w14:paraId="68BE7D70" w14:textId="77777777" w:rsidR="00A27813" w:rsidRPr="00A27813" w:rsidRDefault="003D6F8E" w:rsidP="00EE1738">
      <w:pPr>
        <w:pStyle w:val="PL"/>
      </w:pPr>
      <w:r w:rsidRPr="00630AB6">
        <w:t xml:space="preserve">  </w:t>
      </w:r>
      <w:r w:rsidR="00FE22D0" w:rsidRPr="00630AB6">
        <w:t xml:space="preserve">          $ref: </w:t>
      </w:r>
      <w:r w:rsidR="00BA1EA9" w:rsidRPr="00630AB6">
        <w:t>'TS29571_CommonData.yaml#/components/schemas</w:t>
      </w:r>
      <w:r w:rsidR="00FE22D0" w:rsidRPr="00630AB6">
        <w:t>/</w:t>
      </w:r>
      <w:r w:rsidRPr="00630AB6">
        <w:t>Sn</w:t>
      </w:r>
      <w:r w:rsidR="00FE22D0" w:rsidRPr="00630AB6">
        <w:t>ssai'</w:t>
      </w:r>
    </w:p>
    <w:p w14:paraId="6EDF1D22" w14:textId="77777777" w:rsidR="00A27813" w:rsidRPr="00630AB6" w:rsidRDefault="00A27813" w:rsidP="00EE1738">
      <w:pPr>
        <w:pStyle w:val="PL"/>
      </w:pPr>
      <w:r w:rsidRPr="00630AB6">
        <w:t xml:space="preserve">          minItems: </w:t>
      </w:r>
      <w:r>
        <w:t>1</w:t>
      </w:r>
    </w:p>
    <w:p w14:paraId="006D8D54" w14:textId="77777777" w:rsidR="00FE22D0" w:rsidRPr="00630AB6" w:rsidRDefault="00FE22D0" w:rsidP="00EE1738">
      <w:pPr>
        <w:pStyle w:val="PL"/>
      </w:pPr>
      <w:r w:rsidRPr="00630AB6">
        <w:t xml:space="preserve">        rejectedNssaiInTa:</w:t>
      </w:r>
    </w:p>
    <w:p w14:paraId="05D37941" w14:textId="77777777" w:rsidR="003D6F8E" w:rsidRPr="00630AB6" w:rsidRDefault="003D6F8E" w:rsidP="00EE1738">
      <w:pPr>
        <w:pStyle w:val="PL"/>
      </w:pPr>
      <w:r w:rsidRPr="00630AB6">
        <w:t xml:space="preserve">          type: array</w:t>
      </w:r>
    </w:p>
    <w:p w14:paraId="1CDF6CC3" w14:textId="77777777" w:rsidR="003D6F8E" w:rsidRPr="00630AB6" w:rsidRDefault="003D6F8E" w:rsidP="00EE1738">
      <w:pPr>
        <w:pStyle w:val="PL"/>
      </w:pPr>
      <w:r w:rsidRPr="00630AB6">
        <w:t xml:space="preserve">          items:</w:t>
      </w:r>
    </w:p>
    <w:p w14:paraId="425C3204" w14:textId="77777777" w:rsidR="00A27813" w:rsidRDefault="003D6F8E" w:rsidP="00EE1738">
      <w:pPr>
        <w:pStyle w:val="PL"/>
      </w:pPr>
      <w:r w:rsidRPr="00630AB6">
        <w:t xml:space="preserve">  </w:t>
      </w:r>
      <w:r w:rsidR="00FE22D0" w:rsidRPr="00630AB6">
        <w:t xml:space="preserve">          $ref: </w:t>
      </w:r>
      <w:r w:rsidR="00BA1EA9" w:rsidRPr="00630AB6">
        <w:t>'TS29571_CommonData.yaml#/components/schemas</w:t>
      </w:r>
      <w:r w:rsidR="00FE22D0" w:rsidRPr="00630AB6">
        <w:t>/</w:t>
      </w:r>
      <w:r w:rsidRPr="00630AB6">
        <w:t>Sn</w:t>
      </w:r>
      <w:r w:rsidR="00FE22D0" w:rsidRPr="00630AB6">
        <w:t>ssai'</w:t>
      </w:r>
    </w:p>
    <w:p w14:paraId="65F78E58" w14:textId="77777777" w:rsidR="00FE22D0" w:rsidRPr="00630AB6" w:rsidRDefault="00A27813" w:rsidP="00EE1738">
      <w:pPr>
        <w:pStyle w:val="PL"/>
      </w:pPr>
      <w:r w:rsidRPr="00630AB6">
        <w:t xml:space="preserve">          minItems: </w:t>
      </w:r>
      <w:r>
        <w:t>1</w:t>
      </w:r>
    </w:p>
    <w:p w14:paraId="651CA1AE" w14:textId="77777777" w:rsidR="00FE22D0" w:rsidRPr="00630AB6" w:rsidRDefault="00FE22D0" w:rsidP="00EE1738">
      <w:pPr>
        <w:pStyle w:val="PL"/>
      </w:pPr>
      <w:r w:rsidRPr="00630AB6">
        <w:t xml:space="preserve">        nsiInformation:</w:t>
      </w:r>
    </w:p>
    <w:p w14:paraId="167376A4" w14:textId="77777777" w:rsidR="00FE22D0" w:rsidRPr="00630AB6" w:rsidRDefault="00FE22D0" w:rsidP="00EE1738">
      <w:pPr>
        <w:pStyle w:val="PL"/>
      </w:pPr>
      <w:r w:rsidRPr="00630AB6">
        <w:t xml:space="preserve">          $ref: '#/components/schemas/NsiInformation'</w:t>
      </w:r>
    </w:p>
    <w:p w14:paraId="669B30AA" w14:textId="77777777" w:rsidR="00FE22D0" w:rsidRPr="00630AB6" w:rsidRDefault="00FE22D0" w:rsidP="00EE1738">
      <w:pPr>
        <w:pStyle w:val="PL"/>
      </w:pPr>
      <w:r w:rsidRPr="00630AB6">
        <w:t xml:space="preserve">        supportedFeatures:</w:t>
      </w:r>
    </w:p>
    <w:p w14:paraId="6AA6E7B6" w14:textId="77777777" w:rsidR="00FE22D0" w:rsidRPr="00630AB6" w:rsidRDefault="00FE22D0" w:rsidP="00EE1738">
      <w:pPr>
        <w:pStyle w:val="PL"/>
      </w:pPr>
      <w:r w:rsidRPr="00630AB6">
        <w:t xml:space="preserve">          $ref: </w:t>
      </w:r>
      <w:r w:rsidR="00F16B2C" w:rsidRPr="00630AB6">
        <w:t>'TS29571_CommonData.yaml#/components/schemas/SupportedFeatures</w:t>
      </w:r>
      <w:r w:rsidRPr="00630AB6">
        <w:t>'</w:t>
      </w:r>
    </w:p>
    <w:p w14:paraId="201417EC" w14:textId="77777777" w:rsidR="005528ED" w:rsidRPr="00630AB6" w:rsidRDefault="005528ED" w:rsidP="00EE1738">
      <w:pPr>
        <w:pStyle w:val="PL"/>
      </w:pPr>
      <w:r w:rsidRPr="00630AB6">
        <w:t xml:space="preserve">        nrfAmfSet:</w:t>
      </w:r>
    </w:p>
    <w:p w14:paraId="3DE6744E" w14:textId="77777777" w:rsidR="005528ED" w:rsidRDefault="005528ED" w:rsidP="00EE1738">
      <w:pPr>
        <w:pStyle w:val="PL"/>
      </w:pPr>
      <w:r w:rsidRPr="00630AB6">
        <w:t xml:space="preserve">          $ref: 'TS29571_CommonData.y</w:t>
      </w:r>
      <w:r w:rsidR="00C9033F" w:rsidRPr="00630AB6">
        <w:t>a</w:t>
      </w:r>
      <w:r w:rsidRPr="00630AB6">
        <w:t>ml#/components/schemas/Uri'</w:t>
      </w:r>
    </w:p>
    <w:p w14:paraId="4D089752" w14:textId="77777777" w:rsidR="00F56626" w:rsidRPr="00630AB6" w:rsidRDefault="00F56626" w:rsidP="00EE1738">
      <w:pPr>
        <w:pStyle w:val="PL"/>
      </w:pPr>
      <w:r w:rsidRPr="00630AB6">
        <w:t xml:space="preserve">        </w:t>
      </w:r>
      <w:r w:rsidRPr="00630AB6">
        <w:rPr>
          <w:lang w:eastAsia="zh-CN"/>
        </w:rPr>
        <w:t>nrf</w:t>
      </w:r>
      <w:r>
        <w:rPr>
          <w:lang w:eastAsia="zh-CN"/>
        </w:rPr>
        <w:t>AmfSetNfMgtUri</w:t>
      </w:r>
      <w:r w:rsidRPr="00630AB6">
        <w:t>:</w:t>
      </w:r>
    </w:p>
    <w:p w14:paraId="5DA20D76" w14:textId="77777777" w:rsidR="00F56626" w:rsidRPr="00630AB6" w:rsidRDefault="00F56626" w:rsidP="00EE1738">
      <w:pPr>
        <w:pStyle w:val="PL"/>
      </w:pPr>
      <w:r w:rsidRPr="00630AB6">
        <w:t xml:space="preserve">          $ref: 'TS29571_CommonData.yaml#/components/schemas/Uri'</w:t>
      </w:r>
    </w:p>
    <w:p w14:paraId="2CEB5E8E" w14:textId="77777777" w:rsidR="00F56626" w:rsidRPr="00630AB6" w:rsidRDefault="00F56626" w:rsidP="00EE1738">
      <w:pPr>
        <w:pStyle w:val="PL"/>
      </w:pPr>
      <w:r w:rsidRPr="00630AB6">
        <w:t xml:space="preserve">        </w:t>
      </w:r>
      <w:r w:rsidRPr="00630AB6">
        <w:rPr>
          <w:lang w:eastAsia="zh-CN"/>
        </w:rPr>
        <w:t>nrf</w:t>
      </w:r>
      <w:r>
        <w:rPr>
          <w:lang w:eastAsia="zh-CN"/>
        </w:rPr>
        <w:t>AmfSetAccessTokenUri</w:t>
      </w:r>
      <w:r w:rsidRPr="00630AB6">
        <w:t>:</w:t>
      </w:r>
    </w:p>
    <w:p w14:paraId="5C973CA2" w14:textId="77777777" w:rsidR="00F56626" w:rsidRPr="00630AB6" w:rsidRDefault="00F56626" w:rsidP="00EE1738">
      <w:pPr>
        <w:pStyle w:val="PL"/>
      </w:pPr>
      <w:r w:rsidRPr="00630AB6">
        <w:t xml:space="preserve">          $ref: 'TS29571_CommonData.yaml#/components/schemas/Uri'</w:t>
      </w:r>
    </w:p>
    <w:p w14:paraId="30FE04E5" w14:textId="77777777" w:rsidR="00FE22D0" w:rsidRPr="00630AB6" w:rsidRDefault="00FE22D0" w:rsidP="00EE1738">
      <w:pPr>
        <w:pStyle w:val="PL"/>
      </w:pPr>
      <w:r w:rsidRPr="00630AB6">
        <w:t xml:space="preserve">    </w:t>
      </w:r>
    </w:p>
    <w:p w14:paraId="1C0E8A34" w14:textId="77777777" w:rsidR="00FE22D0" w:rsidRPr="00630AB6" w:rsidRDefault="00FE22D0" w:rsidP="00EE1738">
      <w:pPr>
        <w:pStyle w:val="PL"/>
      </w:pPr>
      <w:r w:rsidRPr="00630AB6">
        <w:t xml:space="preserve">    SubscribedS</w:t>
      </w:r>
      <w:r w:rsidR="004A4424" w:rsidRPr="00630AB6">
        <w:t>n</w:t>
      </w:r>
      <w:r w:rsidRPr="00630AB6">
        <w:t>ssai:</w:t>
      </w:r>
    </w:p>
    <w:p w14:paraId="74D8AB87" w14:textId="77777777" w:rsidR="00FE22D0" w:rsidRPr="00630AB6" w:rsidRDefault="00FE22D0" w:rsidP="00EE1738">
      <w:pPr>
        <w:pStyle w:val="PL"/>
      </w:pPr>
      <w:r w:rsidRPr="00630AB6">
        <w:t xml:space="preserve">      type: object</w:t>
      </w:r>
    </w:p>
    <w:p w14:paraId="3739548D" w14:textId="77777777" w:rsidR="00FE22D0" w:rsidRPr="00630AB6" w:rsidRDefault="00FE22D0" w:rsidP="00EE1738">
      <w:pPr>
        <w:pStyle w:val="PL"/>
      </w:pPr>
      <w:r w:rsidRPr="00630AB6">
        <w:t xml:space="preserve">      required:</w:t>
      </w:r>
    </w:p>
    <w:p w14:paraId="2D6D7E77" w14:textId="77777777" w:rsidR="00FE22D0" w:rsidRPr="00630AB6" w:rsidRDefault="00FE22D0" w:rsidP="00EE1738">
      <w:pPr>
        <w:pStyle w:val="PL"/>
      </w:pPr>
      <w:r w:rsidRPr="00630AB6">
        <w:t xml:space="preserve">        - subscribedS</w:t>
      </w:r>
      <w:r w:rsidR="004A4424" w:rsidRPr="00630AB6">
        <w:t>n</w:t>
      </w:r>
      <w:r w:rsidRPr="00630AB6">
        <w:t>ssai</w:t>
      </w:r>
    </w:p>
    <w:p w14:paraId="5C995B84" w14:textId="77777777" w:rsidR="00FE22D0" w:rsidRPr="00630AB6" w:rsidRDefault="00FE22D0" w:rsidP="00EE1738">
      <w:pPr>
        <w:pStyle w:val="PL"/>
      </w:pPr>
      <w:r w:rsidRPr="00630AB6">
        <w:t xml:space="preserve">      properties:</w:t>
      </w:r>
    </w:p>
    <w:p w14:paraId="0258D151" w14:textId="77777777" w:rsidR="00FE22D0" w:rsidRPr="00630AB6" w:rsidRDefault="00FE22D0" w:rsidP="00EE1738">
      <w:pPr>
        <w:pStyle w:val="PL"/>
      </w:pPr>
      <w:r w:rsidRPr="00630AB6">
        <w:t xml:space="preserve">        subscribedS</w:t>
      </w:r>
      <w:r w:rsidR="004A4424" w:rsidRPr="00630AB6">
        <w:t>n</w:t>
      </w:r>
      <w:r w:rsidRPr="00630AB6">
        <w:t>ssai:</w:t>
      </w:r>
    </w:p>
    <w:p w14:paraId="2462B54B"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79D1BFCF" w14:textId="77777777" w:rsidR="00FE22D0" w:rsidRPr="00630AB6" w:rsidRDefault="00FE22D0" w:rsidP="00EE1738">
      <w:pPr>
        <w:pStyle w:val="PL"/>
      </w:pPr>
      <w:r w:rsidRPr="00630AB6">
        <w:t xml:space="preserve">        defaultIndication:</w:t>
      </w:r>
    </w:p>
    <w:p w14:paraId="7EB85691" w14:textId="77777777" w:rsidR="00FE22D0" w:rsidRPr="00630AB6" w:rsidRDefault="00FE22D0" w:rsidP="00EE1738">
      <w:pPr>
        <w:pStyle w:val="PL"/>
      </w:pPr>
      <w:r w:rsidRPr="00630AB6">
        <w:t xml:space="preserve">          type: boolean</w:t>
      </w:r>
    </w:p>
    <w:p w14:paraId="00DDE7F3" w14:textId="77777777" w:rsidR="00FE22D0" w:rsidRPr="00630AB6" w:rsidRDefault="00FE22D0" w:rsidP="00EE1738">
      <w:pPr>
        <w:pStyle w:val="PL"/>
      </w:pPr>
      <w:r w:rsidRPr="00630AB6">
        <w:t xml:space="preserve">    </w:t>
      </w:r>
    </w:p>
    <w:p w14:paraId="5C17FEB6" w14:textId="77777777" w:rsidR="00FE22D0" w:rsidRPr="00630AB6" w:rsidRDefault="00FE22D0" w:rsidP="00EE1738">
      <w:pPr>
        <w:pStyle w:val="PL"/>
      </w:pPr>
      <w:r w:rsidRPr="00630AB6">
        <w:t xml:space="preserve">  </w:t>
      </w:r>
    </w:p>
    <w:p w14:paraId="1F93771E" w14:textId="77777777" w:rsidR="00FE22D0" w:rsidRPr="00630AB6" w:rsidRDefault="00FE22D0" w:rsidP="00EE1738">
      <w:pPr>
        <w:pStyle w:val="PL"/>
      </w:pPr>
      <w:r w:rsidRPr="00630AB6">
        <w:t xml:space="preserve">    AllowedS</w:t>
      </w:r>
      <w:r w:rsidR="004A4424" w:rsidRPr="00630AB6">
        <w:t>n</w:t>
      </w:r>
      <w:r w:rsidRPr="00630AB6">
        <w:t>ssai:</w:t>
      </w:r>
    </w:p>
    <w:p w14:paraId="774D8785" w14:textId="77777777" w:rsidR="00FE22D0" w:rsidRPr="00630AB6" w:rsidRDefault="00FE22D0" w:rsidP="00EE1738">
      <w:pPr>
        <w:pStyle w:val="PL"/>
      </w:pPr>
      <w:r w:rsidRPr="00630AB6">
        <w:t xml:space="preserve">      type: object</w:t>
      </w:r>
    </w:p>
    <w:p w14:paraId="74550069" w14:textId="77777777" w:rsidR="00FE22D0" w:rsidRPr="00630AB6" w:rsidRDefault="00FE22D0" w:rsidP="00EE1738">
      <w:pPr>
        <w:pStyle w:val="PL"/>
      </w:pPr>
      <w:r w:rsidRPr="00630AB6">
        <w:t xml:space="preserve">      required:</w:t>
      </w:r>
    </w:p>
    <w:p w14:paraId="7BFDA929" w14:textId="77777777" w:rsidR="00FE22D0" w:rsidRPr="00630AB6" w:rsidRDefault="00FE22D0" w:rsidP="00EE1738">
      <w:pPr>
        <w:pStyle w:val="PL"/>
      </w:pPr>
      <w:r w:rsidRPr="00630AB6">
        <w:t xml:space="preserve">        - allowedS</w:t>
      </w:r>
      <w:r w:rsidR="004A4424" w:rsidRPr="00630AB6">
        <w:t>n</w:t>
      </w:r>
      <w:r w:rsidRPr="00630AB6">
        <w:t>ssai</w:t>
      </w:r>
    </w:p>
    <w:p w14:paraId="4D4F9530" w14:textId="77777777" w:rsidR="00FE22D0" w:rsidRPr="00630AB6" w:rsidRDefault="00FE22D0" w:rsidP="00EE1738">
      <w:pPr>
        <w:pStyle w:val="PL"/>
      </w:pPr>
      <w:r w:rsidRPr="00630AB6">
        <w:t xml:space="preserve">      properties:</w:t>
      </w:r>
    </w:p>
    <w:p w14:paraId="011B1FB1" w14:textId="77777777" w:rsidR="00FE22D0" w:rsidRPr="00630AB6" w:rsidRDefault="00FE22D0" w:rsidP="00EE1738">
      <w:pPr>
        <w:pStyle w:val="PL"/>
      </w:pPr>
      <w:r w:rsidRPr="00630AB6">
        <w:t xml:space="preserve">        allowedS</w:t>
      </w:r>
      <w:r w:rsidR="004A4424" w:rsidRPr="00630AB6">
        <w:t>n</w:t>
      </w:r>
      <w:r w:rsidRPr="00630AB6">
        <w:t>ssai:</w:t>
      </w:r>
    </w:p>
    <w:p w14:paraId="089B8732"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519E3DFD" w14:textId="77777777" w:rsidR="00FE22D0" w:rsidRPr="00630AB6" w:rsidRDefault="00FE22D0" w:rsidP="00EE1738">
      <w:pPr>
        <w:pStyle w:val="PL"/>
      </w:pPr>
      <w:r w:rsidRPr="00630AB6">
        <w:t xml:space="preserve">        nsiInformation</w:t>
      </w:r>
      <w:r w:rsidR="004A4424" w:rsidRPr="00630AB6">
        <w:t>List</w:t>
      </w:r>
      <w:r w:rsidRPr="00630AB6">
        <w:t>:</w:t>
      </w:r>
    </w:p>
    <w:p w14:paraId="3EBCFA6D" w14:textId="77777777" w:rsidR="00FE22D0" w:rsidRPr="00630AB6" w:rsidRDefault="00FE22D0" w:rsidP="00EE1738">
      <w:pPr>
        <w:pStyle w:val="PL"/>
      </w:pPr>
      <w:r w:rsidRPr="00630AB6">
        <w:t xml:space="preserve">          type: array</w:t>
      </w:r>
    </w:p>
    <w:p w14:paraId="72DFEBC8" w14:textId="77777777" w:rsidR="00FE22D0" w:rsidRPr="00630AB6" w:rsidRDefault="00FE22D0" w:rsidP="00EE1738">
      <w:pPr>
        <w:pStyle w:val="PL"/>
      </w:pPr>
      <w:r w:rsidRPr="00630AB6">
        <w:t xml:space="preserve">          items:</w:t>
      </w:r>
    </w:p>
    <w:p w14:paraId="13653CBD" w14:textId="77777777" w:rsidR="00A27813" w:rsidRDefault="00FE22D0" w:rsidP="00EE1738">
      <w:pPr>
        <w:pStyle w:val="PL"/>
      </w:pPr>
      <w:r w:rsidRPr="00630AB6">
        <w:t xml:space="preserve">            $ref: '#/components/schemas/NsiInformation'</w:t>
      </w:r>
    </w:p>
    <w:p w14:paraId="2DD7D37C" w14:textId="77777777" w:rsidR="00FE22D0" w:rsidRPr="00630AB6" w:rsidRDefault="00A27813" w:rsidP="00EE1738">
      <w:pPr>
        <w:pStyle w:val="PL"/>
      </w:pPr>
      <w:r w:rsidRPr="00630AB6">
        <w:t xml:space="preserve">          minItems: </w:t>
      </w:r>
      <w:r>
        <w:t>1</w:t>
      </w:r>
    </w:p>
    <w:p w14:paraId="4BD9180F" w14:textId="77777777" w:rsidR="00FE22D0" w:rsidRPr="00630AB6" w:rsidRDefault="00FE22D0" w:rsidP="00EE1738">
      <w:pPr>
        <w:pStyle w:val="PL"/>
      </w:pPr>
      <w:r w:rsidRPr="00630AB6">
        <w:t xml:space="preserve">        mappedHomeS</w:t>
      </w:r>
      <w:r w:rsidR="004A4424" w:rsidRPr="00630AB6">
        <w:t>n</w:t>
      </w:r>
      <w:r w:rsidRPr="00630AB6">
        <w:t>ssai:</w:t>
      </w:r>
    </w:p>
    <w:p w14:paraId="627CD362"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69C651EE" w14:textId="77777777" w:rsidR="00FE22D0" w:rsidRPr="00630AB6" w:rsidRDefault="00FE22D0" w:rsidP="00EE1738">
      <w:pPr>
        <w:pStyle w:val="PL"/>
      </w:pPr>
      <w:r w:rsidRPr="00630AB6">
        <w:t xml:space="preserve">  </w:t>
      </w:r>
    </w:p>
    <w:p w14:paraId="784216E9" w14:textId="77777777" w:rsidR="00FE22D0" w:rsidRPr="00630AB6" w:rsidRDefault="00FE22D0" w:rsidP="00EE1738">
      <w:pPr>
        <w:pStyle w:val="PL"/>
      </w:pPr>
      <w:r w:rsidRPr="00630AB6">
        <w:t xml:space="preserve">    AllowedNssai:</w:t>
      </w:r>
    </w:p>
    <w:p w14:paraId="1A75E7BA" w14:textId="77777777" w:rsidR="00FE22D0" w:rsidRPr="00630AB6" w:rsidRDefault="00FE22D0" w:rsidP="00EE1738">
      <w:pPr>
        <w:pStyle w:val="PL"/>
      </w:pPr>
      <w:r w:rsidRPr="00630AB6">
        <w:t xml:space="preserve">      type: object</w:t>
      </w:r>
    </w:p>
    <w:p w14:paraId="38478072" w14:textId="77777777" w:rsidR="00FE22D0" w:rsidRPr="00630AB6" w:rsidRDefault="00FE22D0" w:rsidP="00EE1738">
      <w:pPr>
        <w:pStyle w:val="PL"/>
      </w:pPr>
      <w:r w:rsidRPr="00630AB6">
        <w:lastRenderedPageBreak/>
        <w:t xml:space="preserve">      required:</w:t>
      </w:r>
    </w:p>
    <w:p w14:paraId="2A175FE5" w14:textId="77777777" w:rsidR="00C63274" w:rsidRPr="00630AB6" w:rsidRDefault="00FE22D0" w:rsidP="00EE1738">
      <w:pPr>
        <w:pStyle w:val="PL"/>
      </w:pPr>
      <w:r w:rsidRPr="00630AB6">
        <w:t xml:space="preserve">        - allowedS</w:t>
      </w:r>
      <w:r w:rsidR="00C63274" w:rsidRPr="00630AB6">
        <w:t>n</w:t>
      </w:r>
      <w:r w:rsidRPr="00630AB6">
        <w:t>ssai</w:t>
      </w:r>
      <w:r w:rsidR="00C63274" w:rsidRPr="00630AB6">
        <w:t>List</w:t>
      </w:r>
    </w:p>
    <w:p w14:paraId="5DC69CCC" w14:textId="77777777" w:rsidR="00C63274" w:rsidRPr="00630AB6" w:rsidRDefault="00C63274" w:rsidP="00EE1738">
      <w:pPr>
        <w:pStyle w:val="PL"/>
      </w:pPr>
      <w:r w:rsidRPr="00630AB6">
        <w:t xml:space="preserve">        - accessType</w:t>
      </w:r>
    </w:p>
    <w:p w14:paraId="277A1853" w14:textId="77777777" w:rsidR="00FE22D0" w:rsidRPr="00630AB6" w:rsidRDefault="00FE22D0" w:rsidP="00EE1738">
      <w:pPr>
        <w:pStyle w:val="PL"/>
      </w:pPr>
      <w:r w:rsidRPr="00630AB6">
        <w:t xml:space="preserve">      properties:</w:t>
      </w:r>
    </w:p>
    <w:p w14:paraId="1203F64E" w14:textId="77777777" w:rsidR="00FE22D0" w:rsidRPr="00630AB6" w:rsidRDefault="00FE22D0" w:rsidP="00EE1738">
      <w:pPr>
        <w:pStyle w:val="PL"/>
      </w:pPr>
      <w:r w:rsidRPr="00630AB6">
        <w:t xml:space="preserve">        allowedS</w:t>
      </w:r>
      <w:r w:rsidR="00C63274" w:rsidRPr="00630AB6">
        <w:t>n</w:t>
      </w:r>
      <w:r w:rsidRPr="00630AB6">
        <w:t>ssai</w:t>
      </w:r>
      <w:r w:rsidR="00C63274" w:rsidRPr="00630AB6">
        <w:t>List</w:t>
      </w:r>
      <w:r w:rsidRPr="00630AB6">
        <w:t>:</w:t>
      </w:r>
    </w:p>
    <w:p w14:paraId="3D0CD31F" w14:textId="77777777" w:rsidR="00FE22D0" w:rsidRPr="00630AB6" w:rsidRDefault="00FE22D0" w:rsidP="00EE1738">
      <w:pPr>
        <w:pStyle w:val="PL"/>
      </w:pPr>
      <w:r w:rsidRPr="00630AB6">
        <w:t xml:space="preserve">          type: array</w:t>
      </w:r>
    </w:p>
    <w:p w14:paraId="300C1C5D" w14:textId="77777777" w:rsidR="00FE22D0" w:rsidRPr="00630AB6" w:rsidRDefault="00FE22D0" w:rsidP="00EE1738">
      <w:pPr>
        <w:pStyle w:val="PL"/>
      </w:pPr>
      <w:r w:rsidRPr="00630AB6">
        <w:t xml:space="preserve">          items:</w:t>
      </w:r>
    </w:p>
    <w:p w14:paraId="5BA8D5EE" w14:textId="77777777" w:rsidR="00C63274" w:rsidRPr="00630AB6" w:rsidRDefault="00FE22D0" w:rsidP="00EE1738">
      <w:pPr>
        <w:pStyle w:val="PL"/>
      </w:pPr>
      <w:r w:rsidRPr="00630AB6">
        <w:t xml:space="preserve">            $ref: '#/components/schemas/AllowedS</w:t>
      </w:r>
      <w:r w:rsidR="00C63274" w:rsidRPr="00630AB6">
        <w:t>n</w:t>
      </w:r>
      <w:r w:rsidRPr="00630AB6">
        <w:t>ssai'</w:t>
      </w:r>
    </w:p>
    <w:p w14:paraId="7723E380" w14:textId="77777777" w:rsidR="00033470" w:rsidRDefault="00C63274" w:rsidP="00EE1738">
      <w:pPr>
        <w:pStyle w:val="PL"/>
      </w:pPr>
      <w:r w:rsidRPr="00630AB6">
        <w:t xml:space="preserve">          minItems: 1</w:t>
      </w:r>
    </w:p>
    <w:p w14:paraId="36DB8FC0" w14:textId="77777777" w:rsidR="00033470" w:rsidRDefault="00033470" w:rsidP="00EE1738">
      <w:pPr>
        <w:pStyle w:val="PL"/>
      </w:pPr>
      <w:r>
        <w:t xml:space="preserve">        accessType:</w:t>
      </w:r>
    </w:p>
    <w:p w14:paraId="2026821B" w14:textId="77777777" w:rsidR="00033470" w:rsidRPr="00630AB6" w:rsidRDefault="00033470" w:rsidP="00EE1738">
      <w:pPr>
        <w:pStyle w:val="PL"/>
      </w:pPr>
      <w:r>
        <w:t xml:space="preserve">          </w:t>
      </w:r>
      <w:r w:rsidRPr="00630AB6">
        <w:t>$ref: 'TS29571_CommonData.yaml#/components/schemas/</w:t>
      </w:r>
      <w:r>
        <w:t>AccessType'</w:t>
      </w:r>
    </w:p>
    <w:p w14:paraId="005A18FC" w14:textId="77777777" w:rsidR="00FE22D0" w:rsidRPr="00630AB6" w:rsidRDefault="00FE22D0" w:rsidP="00EE1738">
      <w:pPr>
        <w:pStyle w:val="PL"/>
      </w:pPr>
      <w:r w:rsidRPr="00630AB6">
        <w:t xml:space="preserve">  </w:t>
      </w:r>
    </w:p>
    <w:p w14:paraId="1B7D207D" w14:textId="77777777" w:rsidR="00FE22D0" w:rsidRPr="00630AB6" w:rsidRDefault="00FE22D0" w:rsidP="00EE1738">
      <w:pPr>
        <w:pStyle w:val="PL"/>
      </w:pPr>
      <w:r w:rsidRPr="00630AB6">
        <w:t xml:space="preserve">    NsiInformation:</w:t>
      </w:r>
    </w:p>
    <w:p w14:paraId="2A5423F2" w14:textId="77777777" w:rsidR="00FE22D0" w:rsidRPr="00630AB6" w:rsidRDefault="00FE22D0" w:rsidP="00EE1738">
      <w:pPr>
        <w:pStyle w:val="PL"/>
      </w:pPr>
      <w:r w:rsidRPr="00630AB6">
        <w:t xml:space="preserve">      type: object</w:t>
      </w:r>
    </w:p>
    <w:p w14:paraId="78F3B62E" w14:textId="77777777" w:rsidR="00FE22D0" w:rsidRPr="00630AB6" w:rsidRDefault="00FE22D0" w:rsidP="00EE1738">
      <w:pPr>
        <w:pStyle w:val="PL"/>
      </w:pPr>
      <w:r w:rsidRPr="00630AB6">
        <w:t xml:space="preserve">      required:</w:t>
      </w:r>
    </w:p>
    <w:p w14:paraId="38A0F68D" w14:textId="77777777" w:rsidR="00FE22D0" w:rsidRPr="00630AB6" w:rsidRDefault="00FE22D0" w:rsidP="00EE1738">
      <w:pPr>
        <w:pStyle w:val="PL"/>
      </w:pPr>
      <w:r w:rsidRPr="00630AB6">
        <w:t xml:space="preserve">        - nrfId</w:t>
      </w:r>
    </w:p>
    <w:p w14:paraId="121F522C" w14:textId="77777777" w:rsidR="00FE22D0" w:rsidRPr="00630AB6" w:rsidRDefault="00FE22D0" w:rsidP="00EE1738">
      <w:pPr>
        <w:pStyle w:val="PL"/>
      </w:pPr>
      <w:r w:rsidRPr="00630AB6">
        <w:t xml:space="preserve">      properties:</w:t>
      </w:r>
    </w:p>
    <w:p w14:paraId="56A01862" w14:textId="77777777" w:rsidR="00FE22D0" w:rsidRPr="00630AB6" w:rsidRDefault="00FE22D0" w:rsidP="00EE1738">
      <w:pPr>
        <w:pStyle w:val="PL"/>
      </w:pPr>
      <w:r w:rsidRPr="00630AB6">
        <w:t xml:space="preserve">        nrfId:</w:t>
      </w:r>
    </w:p>
    <w:p w14:paraId="56D43C7F" w14:textId="77777777" w:rsidR="00FE22D0" w:rsidRPr="00630AB6" w:rsidRDefault="00FE22D0" w:rsidP="00EE1738">
      <w:pPr>
        <w:pStyle w:val="PL"/>
      </w:pPr>
      <w:r w:rsidRPr="00630AB6">
        <w:t xml:space="preserve">          $ref: </w:t>
      </w:r>
      <w:r w:rsidR="00F16B2C" w:rsidRPr="00630AB6">
        <w:t>'TS29571_CommonData.yaml#/components/schemas/</w:t>
      </w:r>
      <w:r w:rsidR="00D7142D" w:rsidRPr="00630AB6">
        <w:t>Uri</w:t>
      </w:r>
      <w:r w:rsidRPr="00630AB6">
        <w:t>'</w:t>
      </w:r>
    </w:p>
    <w:p w14:paraId="2721A643" w14:textId="77777777" w:rsidR="00FE22D0" w:rsidRPr="00630AB6" w:rsidRDefault="00FE22D0" w:rsidP="00EE1738">
      <w:pPr>
        <w:pStyle w:val="PL"/>
      </w:pPr>
      <w:r w:rsidRPr="00630AB6">
        <w:t xml:space="preserve">        nsiId:</w:t>
      </w:r>
    </w:p>
    <w:p w14:paraId="50F40ED0" w14:textId="77777777" w:rsidR="00FE22D0" w:rsidRDefault="00FE22D0" w:rsidP="00EE1738">
      <w:pPr>
        <w:pStyle w:val="PL"/>
      </w:pPr>
      <w:r w:rsidRPr="00630AB6">
        <w:t xml:space="preserve">          </w:t>
      </w:r>
      <w:r w:rsidR="00AF2759" w:rsidRPr="00630AB6">
        <w:t>$ref</w:t>
      </w:r>
      <w:r w:rsidRPr="00630AB6">
        <w:t xml:space="preserve">: </w:t>
      </w:r>
      <w:r w:rsidR="00AF2759" w:rsidRPr="00630AB6">
        <w:t>'#/components/schemas/NsiId'</w:t>
      </w:r>
    </w:p>
    <w:p w14:paraId="3DE91D6D" w14:textId="77777777" w:rsidR="00F56626" w:rsidRPr="00630AB6" w:rsidRDefault="00F56626" w:rsidP="00EE1738">
      <w:pPr>
        <w:pStyle w:val="PL"/>
      </w:pPr>
      <w:r w:rsidRPr="00630AB6">
        <w:t xml:space="preserve">        </w:t>
      </w:r>
      <w:r w:rsidRPr="00630AB6">
        <w:rPr>
          <w:lang w:eastAsia="zh-CN"/>
        </w:rPr>
        <w:t>nrf</w:t>
      </w:r>
      <w:r>
        <w:rPr>
          <w:lang w:eastAsia="zh-CN"/>
        </w:rPr>
        <w:t>NfMgtUri</w:t>
      </w:r>
      <w:r w:rsidRPr="00630AB6">
        <w:t>:</w:t>
      </w:r>
    </w:p>
    <w:p w14:paraId="331AAC99" w14:textId="77777777" w:rsidR="00F56626" w:rsidRPr="00630AB6" w:rsidRDefault="00F56626" w:rsidP="00EE1738">
      <w:pPr>
        <w:pStyle w:val="PL"/>
      </w:pPr>
      <w:r w:rsidRPr="00630AB6">
        <w:t xml:space="preserve">          $ref: 'TS29571_CommonData.yaml#/components/schemas/Uri'</w:t>
      </w:r>
    </w:p>
    <w:p w14:paraId="215C46CC" w14:textId="77777777" w:rsidR="00F56626" w:rsidRPr="00630AB6" w:rsidRDefault="00F56626" w:rsidP="00EE1738">
      <w:pPr>
        <w:pStyle w:val="PL"/>
      </w:pPr>
      <w:r w:rsidRPr="00630AB6">
        <w:t xml:space="preserve">        </w:t>
      </w:r>
      <w:r w:rsidRPr="00630AB6">
        <w:rPr>
          <w:lang w:eastAsia="zh-CN"/>
        </w:rPr>
        <w:t>nrf</w:t>
      </w:r>
      <w:r>
        <w:rPr>
          <w:lang w:eastAsia="zh-CN"/>
        </w:rPr>
        <w:t>AccessTokenUri</w:t>
      </w:r>
      <w:r w:rsidRPr="00630AB6">
        <w:t>:</w:t>
      </w:r>
    </w:p>
    <w:p w14:paraId="6C14B216" w14:textId="77777777" w:rsidR="00F56626" w:rsidRPr="00630AB6" w:rsidRDefault="00F56626" w:rsidP="00EE1738">
      <w:pPr>
        <w:pStyle w:val="PL"/>
      </w:pPr>
      <w:r w:rsidRPr="00630AB6">
        <w:t xml:space="preserve">          $ref: 'TS29571_CommonData.yaml#/components/schemas/Uri'</w:t>
      </w:r>
    </w:p>
    <w:p w14:paraId="7100D5BF" w14:textId="77777777" w:rsidR="00FE22D0" w:rsidRPr="00630AB6" w:rsidRDefault="00FE22D0" w:rsidP="00EE1738">
      <w:pPr>
        <w:pStyle w:val="PL"/>
      </w:pPr>
      <w:r w:rsidRPr="00630AB6">
        <w:t xml:space="preserve">  </w:t>
      </w:r>
    </w:p>
    <w:p w14:paraId="481505FC" w14:textId="77777777" w:rsidR="00FE22D0" w:rsidRPr="00630AB6" w:rsidRDefault="00FE22D0" w:rsidP="00EE1738">
      <w:pPr>
        <w:pStyle w:val="PL"/>
      </w:pPr>
      <w:r w:rsidRPr="00630AB6">
        <w:t xml:space="preserve">    MappingOfS</w:t>
      </w:r>
      <w:r w:rsidR="004A4424" w:rsidRPr="00630AB6">
        <w:t>n</w:t>
      </w:r>
      <w:r w:rsidRPr="00630AB6">
        <w:t>ssai:</w:t>
      </w:r>
    </w:p>
    <w:p w14:paraId="6993694A" w14:textId="77777777" w:rsidR="00FE22D0" w:rsidRPr="00630AB6" w:rsidRDefault="00FE22D0" w:rsidP="00EE1738">
      <w:pPr>
        <w:pStyle w:val="PL"/>
      </w:pPr>
      <w:r w:rsidRPr="00630AB6">
        <w:t xml:space="preserve">      type: object</w:t>
      </w:r>
    </w:p>
    <w:p w14:paraId="573B266E" w14:textId="77777777" w:rsidR="00FE22D0" w:rsidRPr="00630AB6" w:rsidRDefault="00FE22D0" w:rsidP="00EE1738">
      <w:pPr>
        <w:pStyle w:val="PL"/>
      </w:pPr>
      <w:r w:rsidRPr="00630AB6">
        <w:t xml:space="preserve">      required:</w:t>
      </w:r>
    </w:p>
    <w:p w14:paraId="133E2F0B" w14:textId="77777777" w:rsidR="00FE22D0" w:rsidRPr="00630AB6" w:rsidRDefault="00FE22D0" w:rsidP="00EE1738">
      <w:pPr>
        <w:pStyle w:val="PL"/>
      </w:pPr>
      <w:r w:rsidRPr="00630AB6">
        <w:t xml:space="preserve">        - servingS</w:t>
      </w:r>
      <w:r w:rsidR="004A4424" w:rsidRPr="00630AB6">
        <w:t>n</w:t>
      </w:r>
      <w:r w:rsidRPr="00630AB6">
        <w:t>ssai</w:t>
      </w:r>
    </w:p>
    <w:p w14:paraId="539F6DBF" w14:textId="77777777" w:rsidR="00FE22D0" w:rsidRPr="00630AB6" w:rsidRDefault="00FE22D0" w:rsidP="00EE1738">
      <w:pPr>
        <w:pStyle w:val="PL"/>
      </w:pPr>
      <w:r w:rsidRPr="00630AB6">
        <w:t xml:space="preserve">        - homeS</w:t>
      </w:r>
      <w:r w:rsidR="004A4424" w:rsidRPr="00630AB6">
        <w:t>n</w:t>
      </w:r>
      <w:r w:rsidRPr="00630AB6">
        <w:t>ssai</w:t>
      </w:r>
    </w:p>
    <w:p w14:paraId="26420D6F" w14:textId="77777777" w:rsidR="00FE22D0" w:rsidRPr="00630AB6" w:rsidRDefault="00FE22D0" w:rsidP="00EE1738">
      <w:pPr>
        <w:pStyle w:val="PL"/>
      </w:pPr>
      <w:r w:rsidRPr="00630AB6">
        <w:t xml:space="preserve">      properties:</w:t>
      </w:r>
    </w:p>
    <w:p w14:paraId="4F0A1505" w14:textId="77777777" w:rsidR="00FE22D0" w:rsidRPr="00630AB6" w:rsidRDefault="00FE22D0" w:rsidP="00EE1738">
      <w:pPr>
        <w:pStyle w:val="PL"/>
      </w:pPr>
      <w:r w:rsidRPr="00630AB6">
        <w:t xml:space="preserve">        servingS</w:t>
      </w:r>
      <w:r w:rsidR="004A4424" w:rsidRPr="00630AB6">
        <w:t>n</w:t>
      </w:r>
      <w:r w:rsidRPr="00630AB6">
        <w:t>ssai:</w:t>
      </w:r>
    </w:p>
    <w:p w14:paraId="50D53569"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1E6ED9C2" w14:textId="77777777" w:rsidR="00FE22D0" w:rsidRPr="00630AB6" w:rsidRDefault="00FE22D0" w:rsidP="00EE1738">
      <w:pPr>
        <w:pStyle w:val="PL"/>
      </w:pPr>
      <w:r w:rsidRPr="00630AB6">
        <w:t xml:space="preserve">        homeS</w:t>
      </w:r>
      <w:r w:rsidR="004A4424" w:rsidRPr="00630AB6">
        <w:t>n</w:t>
      </w:r>
      <w:r w:rsidRPr="00630AB6">
        <w:t>ssai:</w:t>
      </w:r>
    </w:p>
    <w:p w14:paraId="1DA4AE70"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51C4B2B0" w14:textId="77777777" w:rsidR="00FE22D0" w:rsidRPr="00630AB6" w:rsidRDefault="00FE22D0" w:rsidP="00EE1738">
      <w:pPr>
        <w:pStyle w:val="PL"/>
      </w:pPr>
      <w:r w:rsidRPr="00630AB6">
        <w:t xml:space="preserve">  </w:t>
      </w:r>
    </w:p>
    <w:p w14:paraId="0207E607" w14:textId="77777777" w:rsidR="00FE22D0" w:rsidRPr="00630AB6" w:rsidRDefault="00FE22D0" w:rsidP="00EE1738">
      <w:pPr>
        <w:pStyle w:val="PL"/>
      </w:pPr>
      <w:r w:rsidRPr="00630AB6">
        <w:t xml:space="preserve">  </w:t>
      </w:r>
    </w:p>
    <w:p w14:paraId="04105717" w14:textId="77777777" w:rsidR="00FE22D0" w:rsidRPr="00630AB6" w:rsidRDefault="00FE22D0" w:rsidP="00EE1738">
      <w:pPr>
        <w:pStyle w:val="PL"/>
      </w:pPr>
      <w:r w:rsidRPr="00630AB6">
        <w:t xml:space="preserve">    SliceInfoForRegistration:</w:t>
      </w:r>
    </w:p>
    <w:p w14:paraId="01E9B7D9" w14:textId="77777777" w:rsidR="00FE22D0" w:rsidRPr="00630AB6" w:rsidRDefault="00FE22D0" w:rsidP="00EE1738">
      <w:pPr>
        <w:pStyle w:val="PL"/>
      </w:pPr>
      <w:r w:rsidRPr="00630AB6">
        <w:t xml:space="preserve">      type: object</w:t>
      </w:r>
    </w:p>
    <w:p w14:paraId="7E3EA38F" w14:textId="77777777" w:rsidR="00FE22D0" w:rsidRPr="00630AB6" w:rsidRDefault="00FE22D0" w:rsidP="00EE1738">
      <w:pPr>
        <w:pStyle w:val="PL"/>
      </w:pPr>
      <w:r w:rsidRPr="00630AB6">
        <w:t xml:space="preserve">      properties:</w:t>
      </w:r>
    </w:p>
    <w:p w14:paraId="4415AE8C" w14:textId="77777777" w:rsidR="00FE22D0" w:rsidRPr="00630AB6" w:rsidRDefault="00FE22D0" w:rsidP="00EE1738">
      <w:pPr>
        <w:pStyle w:val="PL"/>
      </w:pPr>
      <w:r w:rsidRPr="00630AB6">
        <w:t xml:space="preserve">        subscribedN</w:t>
      </w:r>
      <w:r w:rsidR="004A4424" w:rsidRPr="00630AB6">
        <w:t>ssai</w:t>
      </w:r>
      <w:r w:rsidRPr="00630AB6">
        <w:t>:</w:t>
      </w:r>
    </w:p>
    <w:p w14:paraId="0ED615A4" w14:textId="77777777" w:rsidR="00BD3678" w:rsidRPr="00630AB6" w:rsidRDefault="00BD3678" w:rsidP="00EE1738">
      <w:pPr>
        <w:pStyle w:val="PL"/>
      </w:pPr>
      <w:r w:rsidRPr="00630AB6">
        <w:t xml:space="preserve">          type: array</w:t>
      </w:r>
    </w:p>
    <w:p w14:paraId="4608F3D1" w14:textId="77777777" w:rsidR="00BD3678" w:rsidRPr="00630AB6" w:rsidRDefault="00BD3678" w:rsidP="00EE1738">
      <w:pPr>
        <w:pStyle w:val="PL"/>
      </w:pPr>
      <w:r w:rsidRPr="00630AB6">
        <w:t xml:space="preserve">          items:</w:t>
      </w:r>
    </w:p>
    <w:p w14:paraId="607E7E74" w14:textId="77777777" w:rsidR="00A27813" w:rsidRDefault="00FE22D0" w:rsidP="00EE1738">
      <w:pPr>
        <w:pStyle w:val="PL"/>
      </w:pPr>
      <w:r w:rsidRPr="00630AB6">
        <w:t xml:space="preserve">          </w:t>
      </w:r>
      <w:r w:rsidR="00BD3678" w:rsidRPr="00630AB6">
        <w:t xml:space="preserve">  </w:t>
      </w:r>
      <w:r w:rsidRPr="00630AB6">
        <w:t>$ref: '#/components/schemas/Subscribed</w:t>
      </w:r>
      <w:r w:rsidR="00BD3678" w:rsidRPr="00630AB6">
        <w:t>Sn</w:t>
      </w:r>
      <w:r w:rsidRPr="00630AB6">
        <w:t>ssai'</w:t>
      </w:r>
    </w:p>
    <w:p w14:paraId="6FC606B3" w14:textId="77777777" w:rsidR="00C63274" w:rsidRDefault="00A27813" w:rsidP="00EE1738">
      <w:pPr>
        <w:pStyle w:val="PL"/>
      </w:pPr>
      <w:r w:rsidRPr="00630AB6">
        <w:t xml:space="preserve">          minItems: </w:t>
      </w:r>
      <w:r>
        <w:t>1</w:t>
      </w:r>
    </w:p>
    <w:p w14:paraId="1AFBE3B6" w14:textId="77777777" w:rsidR="00560CA0" w:rsidRPr="00630AB6" w:rsidRDefault="00560CA0" w:rsidP="00EE1738">
      <w:pPr>
        <w:pStyle w:val="PL"/>
      </w:pPr>
      <w:r w:rsidRPr="00630AB6">
        <w:t xml:space="preserve">        allowedNssai</w:t>
      </w:r>
      <w:r>
        <w:t>CurrentAccess</w:t>
      </w:r>
      <w:r w:rsidRPr="00630AB6">
        <w:t>:</w:t>
      </w:r>
    </w:p>
    <w:p w14:paraId="4C5B7922" w14:textId="77777777" w:rsidR="00560CA0" w:rsidRPr="00630AB6" w:rsidRDefault="00560CA0" w:rsidP="00EE1738">
      <w:pPr>
        <w:pStyle w:val="PL"/>
      </w:pPr>
      <w:r w:rsidRPr="00630AB6">
        <w:t xml:space="preserve">          $ref: '#/components/sch</w:t>
      </w:r>
      <w:r>
        <w:t>emas/AllowedNssai'</w:t>
      </w:r>
    </w:p>
    <w:p w14:paraId="6C42FA25" w14:textId="77777777" w:rsidR="00C63274" w:rsidRPr="00630AB6" w:rsidRDefault="00C63274" w:rsidP="00EE1738">
      <w:pPr>
        <w:pStyle w:val="PL"/>
      </w:pPr>
      <w:r w:rsidRPr="00630AB6">
        <w:t xml:space="preserve">        allowedNssai</w:t>
      </w:r>
      <w:r w:rsidR="00560CA0">
        <w:t>OtherAccess</w:t>
      </w:r>
      <w:r w:rsidRPr="00630AB6">
        <w:t>:</w:t>
      </w:r>
    </w:p>
    <w:p w14:paraId="608353C0" w14:textId="77777777" w:rsidR="00C63274" w:rsidRPr="00630AB6" w:rsidRDefault="00C63274" w:rsidP="00EE1738">
      <w:pPr>
        <w:pStyle w:val="PL"/>
      </w:pPr>
      <w:r w:rsidRPr="00630AB6">
        <w:t xml:space="preserve">          $ref: '#/components/schemas/AllowedNssai'</w:t>
      </w:r>
    </w:p>
    <w:p w14:paraId="2930E5C3" w14:textId="77777777" w:rsidR="00C63274" w:rsidRPr="00630AB6" w:rsidRDefault="00C63274" w:rsidP="00EE1738">
      <w:pPr>
        <w:pStyle w:val="PL"/>
      </w:pPr>
      <w:r w:rsidRPr="00630AB6">
        <w:t xml:space="preserve">        sNssaiForMapping:</w:t>
      </w:r>
    </w:p>
    <w:p w14:paraId="53EB2ABA" w14:textId="77777777" w:rsidR="00C63274" w:rsidRPr="00630AB6" w:rsidRDefault="00C63274" w:rsidP="00EE1738">
      <w:pPr>
        <w:pStyle w:val="PL"/>
      </w:pPr>
      <w:r w:rsidRPr="00630AB6">
        <w:t xml:space="preserve">          type: array</w:t>
      </w:r>
    </w:p>
    <w:p w14:paraId="7FD306F2" w14:textId="77777777" w:rsidR="00C63274" w:rsidRPr="00630AB6" w:rsidRDefault="00C63274" w:rsidP="00EE1738">
      <w:pPr>
        <w:pStyle w:val="PL"/>
      </w:pPr>
      <w:r w:rsidRPr="00630AB6">
        <w:t xml:space="preserve">          items:</w:t>
      </w:r>
    </w:p>
    <w:p w14:paraId="5DBE68E6" w14:textId="77777777" w:rsidR="00C63274" w:rsidRPr="00630AB6" w:rsidRDefault="00C63274" w:rsidP="00EE1738">
      <w:pPr>
        <w:pStyle w:val="PL"/>
      </w:pPr>
      <w:r w:rsidRPr="00630AB6">
        <w:t xml:space="preserve">            $ref: 'TS29571_CommonData.yaml#/components/schemas/Snssai'</w:t>
      </w:r>
    </w:p>
    <w:p w14:paraId="6CCB2A7A" w14:textId="77777777" w:rsidR="00C63274" w:rsidRPr="00630AB6" w:rsidRDefault="00C63274" w:rsidP="00EE1738">
      <w:pPr>
        <w:pStyle w:val="PL"/>
      </w:pPr>
      <w:r w:rsidRPr="00630AB6">
        <w:t xml:space="preserve">          minItems: </w:t>
      </w:r>
      <w:r w:rsidR="00A27813">
        <w:t>1</w:t>
      </w:r>
    </w:p>
    <w:p w14:paraId="49296BE0" w14:textId="77777777" w:rsidR="00FE22D0" w:rsidRPr="00630AB6" w:rsidRDefault="00FE22D0" w:rsidP="00EE1738">
      <w:pPr>
        <w:pStyle w:val="PL"/>
      </w:pPr>
      <w:r w:rsidRPr="00630AB6">
        <w:t xml:space="preserve">        requestedNssai:</w:t>
      </w:r>
    </w:p>
    <w:p w14:paraId="551C5D65" w14:textId="77777777" w:rsidR="00093DDE" w:rsidRPr="00630AB6" w:rsidRDefault="00093DDE" w:rsidP="00EE1738">
      <w:pPr>
        <w:pStyle w:val="PL"/>
      </w:pPr>
      <w:r w:rsidRPr="00630AB6">
        <w:t xml:space="preserve">          type: array</w:t>
      </w:r>
    </w:p>
    <w:p w14:paraId="3C37D08C" w14:textId="77777777" w:rsidR="00093DDE" w:rsidRPr="00630AB6" w:rsidRDefault="00093DDE" w:rsidP="00EE1738">
      <w:pPr>
        <w:pStyle w:val="PL"/>
      </w:pPr>
      <w:r w:rsidRPr="00630AB6">
        <w:t xml:space="preserve">          items:</w:t>
      </w:r>
    </w:p>
    <w:p w14:paraId="44485111" w14:textId="77777777" w:rsidR="00C63274" w:rsidRPr="00630AB6" w:rsidRDefault="00093DDE" w:rsidP="00EE1738">
      <w:pPr>
        <w:pStyle w:val="PL"/>
      </w:pPr>
      <w:r w:rsidRPr="00630AB6">
        <w:t xml:space="preserve">  </w:t>
      </w:r>
      <w:r w:rsidR="00FE22D0" w:rsidRPr="00630AB6">
        <w:t xml:space="preserve">          $ref: </w:t>
      </w:r>
      <w:r w:rsidR="00BA1EA9" w:rsidRPr="00630AB6">
        <w:t>'TS29571_CommonData.yaml#/components/schemas</w:t>
      </w:r>
      <w:r w:rsidR="00FE22D0" w:rsidRPr="00630AB6">
        <w:t>/</w:t>
      </w:r>
      <w:r w:rsidRPr="00630AB6">
        <w:t>Sn</w:t>
      </w:r>
      <w:r w:rsidR="00FE22D0" w:rsidRPr="00630AB6">
        <w:t>ssai'</w:t>
      </w:r>
    </w:p>
    <w:p w14:paraId="255ADA96" w14:textId="77777777" w:rsidR="004E1717" w:rsidRDefault="00C63274" w:rsidP="00EE1738">
      <w:pPr>
        <w:pStyle w:val="PL"/>
      </w:pPr>
      <w:r w:rsidRPr="00630AB6">
        <w:t xml:space="preserve">          minItems: </w:t>
      </w:r>
      <w:r w:rsidR="00A27813">
        <w:t>1</w:t>
      </w:r>
    </w:p>
    <w:p w14:paraId="29806511" w14:textId="77777777" w:rsidR="004E1717" w:rsidRPr="00630AB6" w:rsidRDefault="004E1717" w:rsidP="00EE1738">
      <w:pPr>
        <w:pStyle w:val="PL"/>
      </w:pPr>
      <w:r w:rsidRPr="00630AB6">
        <w:t xml:space="preserve">        </w:t>
      </w:r>
      <w:r>
        <w:rPr>
          <w:lang w:eastAsia="zh-CN"/>
        </w:rPr>
        <w:t>default</w:t>
      </w:r>
      <w:r w:rsidRPr="00630AB6">
        <w:rPr>
          <w:rFonts w:hint="eastAsia"/>
          <w:lang w:eastAsia="zh-CN"/>
        </w:rPr>
        <w:t>ConfiguredS</w:t>
      </w:r>
      <w:r w:rsidRPr="00630AB6">
        <w:rPr>
          <w:lang w:eastAsia="zh-CN"/>
        </w:rPr>
        <w:t>n</w:t>
      </w:r>
      <w:r w:rsidRPr="00630AB6">
        <w:rPr>
          <w:rFonts w:hint="eastAsia"/>
          <w:lang w:eastAsia="zh-CN"/>
        </w:rPr>
        <w:t>ssai</w:t>
      </w:r>
      <w:r>
        <w:rPr>
          <w:lang w:eastAsia="zh-CN"/>
        </w:rPr>
        <w:t>Ind</w:t>
      </w:r>
      <w:r w:rsidRPr="00630AB6">
        <w:t>:</w:t>
      </w:r>
    </w:p>
    <w:p w14:paraId="3DB1F5F9" w14:textId="77777777" w:rsidR="00C63274" w:rsidRPr="00630AB6" w:rsidRDefault="004E1717" w:rsidP="00EE1738">
      <w:pPr>
        <w:pStyle w:val="PL"/>
      </w:pPr>
      <w:r w:rsidRPr="00630AB6">
        <w:t xml:space="preserve">          type: boolean</w:t>
      </w:r>
    </w:p>
    <w:p w14:paraId="6F361F28" w14:textId="77777777" w:rsidR="00FE22D0" w:rsidRPr="00630AB6" w:rsidRDefault="00FE22D0" w:rsidP="00EE1738">
      <w:pPr>
        <w:pStyle w:val="PL"/>
      </w:pPr>
      <w:r w:rsidRPr="00630AB6">
        <w:t xml:space="preserve">        mappingOfNssai:</w:t>
      </w:r>
    </w:p>
    <w:p w14:paraId="0A56293C" w14:textId="77777777" w:rsidR="004A4424" w:rsidRPr="00630AB6" w:rsidRDefault="004A4424" w:rsidP="00EE1738">
      <w:pPr>
        <w:pStyle w:val="PL"/>
      </w:pPr>
      <w:r w:rsidRPr="00630AB6">
        <w:t xml:space="preserve">          type: array</w:t>
      </w:r>
    </w:p>
    <w:p w14:paraId="2678A543" w14:textId="77777777" w:rsidR="004A4424" w:rsidRPr="00630AB6" w:rsidRDefault="004A4424" w:rsidP="00EE1738">
      <w:pPr>
        <w:pStyle w:val="PL"/>
      </w:pPr>
      <w:r w:rsidRPr="00630AB6">
        <w:t xml:space="preserve">          items:</w:t>
      </w:r>
    </w:p>
    <w:p w14:paraId="7D68B33C" w14:textId="77777777" w:rsidR="00A27813" w:rsidRDefault="00FE22D0" w:rsidP="00EE1738">
      <w:pPr>
        <w:pStyle w:val="PL"/>
      </w:pPr>
      <w:r w:rsidRPr="00630AB6">
        <w:t xml:space="preserve">          </w:t>
      </w:r>
      <w:r w:rsidR="004A4424" w:rsidRPr="00630AB6">
        <w:t xml:space="preserve">  </w:t>
      </w:r>
      <w:r w:rsidRPr="00630AB6">
        <w:t>$ref: '#/components/schemas/MappingOf</w:t>
      </w:r>
      <w:r w:rsidR="004A4424" w:rsidRPr="00630AB6">
        <w:t>Sn</w:t>
      </w:r>
      <w:r w:rsidRPr="00630AB6">
        <w:t>ssai'</w:t>
      </w:r>
    </w:p>
    <w:p w14:paraId="34B0F1F8" w14:textId="77777777" w:rsidR="00C63274" w:rsidRPr="00630AB6" w:rsidRDefault="00A27813" w:rsidP="00EE1738">
      <w:pPr>
        <w:pStyle w:val="PL"/>
      </w:pPr>
      <w:r w:rsidRPr="00630AB6">
        <w:t xml:space="preserve">          minItems: </w:t>
      </w:r>
      <w:r>
        <w:t>1</w:t>
      </w:r>
    </w:p>
    <w:p w14:paraId="033F8399" w14:textId="77777777" w:rsidR="00C63274" w:rsidRPr="00630AB6" w:rsidRDefault="00C63274" w:rsidP="00EE1738">
      <w:pPr>
        <w:pStyle w:val="PL"/>
      </w:pPr>
      <w:r w:rsidRPr="00630AB6">
        <w:t xml:space="preserve">        requestMapping:</w:t>
      </w:r>
    </w:p>
    <w:p w14:paraId="36A84984" w14:textId="77777777" w:rsidR="00C63274" w:rsidRPr="00630AB6" w:rsidRDefault="00C63274" w:rsidP="00EE1738">
      <w:pPr>
        <w:pStyle w:val="PL"/>
      </w:pPr>
      <w:r w:rsidRPr="00630AB6">
        <w:t xml:space="preserve">          type: boolean</w:t>
      </w:r>
    </w:p>
    <w:p w14:paraId="71192AFD" w14:textId="77777777" w:rsidR="00FE22D0" w:rsidRPr="00630AB6" w:rsidRDefault="00FE22D0" w:rsidP="00EE1738">
      <w:pPr>
        <w:pStyle w:val="PL"/>
      </w:pPr>
      <w:r w:rsidRPr="00630AB6">
        <w:t xml:space="preserve">  </w:t>
      </w:r>
    </w:p>
    <w:p w14:paraId="6D931B2D" w14:textId="77777777" w:rsidR="00FE22D0" w:rsidRPr="00630AB6" w:rsidRDefault="00FE22D0" w:rsidP="00EE1738">
      <w:pPr>
        <w:pStyle w:val="PL"/>
      </w:pPr>
      <w:r w:rsidRPr="00630AB6">
        <w:t xml:space="preserve">    SliceInfoForPDUSession:</w:t>
      </w:r>
    </w:p>
    <w:p w14:paraId="3F868383" w14:textId="77777777" w:rsidR="00FE22D0" w:rsidRPr="00630AB6" w:rsidRDefault="00FE22D0" w:rsidP="00EE1738">
      <w:pPr>
        <w:pStyle w:val="PL"/>
      </w:pPr>
      <w:r w:rsidRPr="00630AB6">
        <w:t xml:space="preserve">      type: object</w:t>
      </w:r>
    </w:p>
    <w:p w14:paraId="266FFD4D" w14:textId="77777777" w:rsidR="00FE22D0" w:rsidRPr="00630AB6" w:rsidRDefault="00FE22D0" w:rsidP="00EE1738">
      <w:pPr>
        <w:pStyle w:val="PL"/>
      </w:pPr>
      <w:r w:rsidRPr="00630AB6">
        <w:t xml:space="preserve">      required:</w:t>
      </w:r>
    </w:p>
    <w:p w14:paraId="31553C1B" w14:textId="77777777" w:rsidR="00FE22D0" w:rsidRPr="00630AB6" w:rsidRDefault="00FE22D0" w:rsidP="00EE1738">
      <w:pPr>
        <w:pStyle w:val="PL"/>
      </w:pPr>
      <w:r w:rsidRPr="00630AB6">
        <w:t xml:space="preserve">        - sNssai</w:t>
      </w:r>
    </w:p>
    <w:p w14:paraId="2DEF9613" w14:textId="77777777" w:rsidR="00FE22D0" w:rsidRPr="00630AB6" w:rsidRDefault="00FE22D0" w:rsidP="00EE1738">
      <w:pPr>
        <w:pStyle w:val="PL"/>
      </w:pPr>
      <w:r w:rsidRPr="00630AB6">
        <w:t xml:space="preserve">        - roamingIndication</w:t>
      </w:r>
    </w:p>
    <w:p w14:paraId="5B5D2E91" w14:textId="77777777" w:rsidR="00FE22D0" w:rsidRPr="00630AB6" w:rsidRDefault="00FE22D0" w:rsidP="00EE1738">
      <w:pPr>
        <w:pStyle w:val="PL"/>
      </w:pPr>
      <w:r w:rsidRPr="00630AB6">
        <w:t xml:space="preserve">      properties:</w:t>
      </w:r>
    </w:p>
    <w:p w14:paraId="20D05E73" w14:textId="77777777" w:rsidR="00FE22D0" w:rsidRPr="00630AB6" w:rsidRDefault="00FE22D0" w:rsidP="00EE1738">
      <w:pPr>
        <w:pStyle w:val="PL"/>
      </w:pPr>
      <w:r w:rsidRPr="00630AB6">
        <w:t xml:space="preserve">        sNssai:</w:t>
      </w:r>
    </w:p>
    <w:p w14:paraId="74C41939"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2208896F" w14:textId="77777777" w:rsidR="00FE22D0" w:rsidRPr="00630AB6" w:rsidRDefault="00FE22D0" w:rsidP="00EE1738">
      <w:pPr>
        <w:pStyle w:val="PL"/>
      </w:pPr>
      <w:r w:rsidRPr="00630AB6">
        <w:lastRenderedPageBreak/>
        <w:t xml:space="preserve">        roamingIndication:</w:t>
      </w:r>
    </w:p>
    <w:p w14:paraId="3C8D2631" w14:textId="77777777" w:rsidR="00FE22D0" w:rsidRPr="00630AB6" w:rsidRDefault="00FE22D0" w:rsidP="00EE1738">
      <w:pPr>
        <w:pStyle w:val="PL"/>
      </w:pPr>
      <w:r w:rsidRPr="00630AB6">
        <w:t xml:space="preserve">          $ref: '#/components/schemas/RoamingIndication'</w:t>
      </w:r>
    </w:p>
    <w:p w14:paraId="0DFEE87E" w14:textId="77777777" w:rsidR="00FE22D0" w:rsidRPr="00630AB6" w:rsidRDefault="00FE22D0" w:rsidP="00EE1738">
      <w:pPr>
        <w:pStyle w:val="PL"/>
      </w:pPr>
      <w:r w:rsidRPr="00630AB6">
        <w:t xml:space="preserve">        homeS</w:t>
      </w:r>
      <w:r w:rsidR="00E26474" w:rsidRPr="00630AB6">
        <w:t>n</w:t>
      </w:r>
      <w:r w:rsidRPr="00630AB6">
        <w:t>ssai:</w:t>
      </w:r>
    </w:p>
    <w:p w14:paraId="0729D037"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6A25886C" w14:textId="77777777" w:rsidR="00165BBE" w:rsidRDefault="00FE22D0" w:rsidP="00EE1738">
      <w:pPr>
        <w:pStyle w:val="PL"/>
      </w:pPr>
      <w:r w:rsidRPr="00630AB6">
        <w:t xml:space="preserve">  </w:t>
      </w:r>
    </w:p>
    <w:p w14:paraId="3CEF8B26" w14:textId="77777777" w:rsidR="00165BBE" w:rsidRPr="00630AB6" w:rsidRDefault="00165BBE" w:rsidP="00EE1738">
      <w:pPr>
        <w:pStyle w:val="PL"/>
      </w:pPr>
      <w:r w:rsidRPr="00630AB6">
        <w:t xml:space="preserve">    </w:t>
      </w:r>
      <w:r w:rsidRPr="00630AB6">
        <w:rPr>
          <w:lang w:eastAsia="zh-CN"/>
        </w:rPr>
        <w:t>SliceInfoFor</w:t>
      </w:r>
      <w:r>
        <w:rPr>
          <w:lang w:eastAsia="zh-CN"/>
        </w:rPr>
        <w:t>UEConfigurationUpdate</w:t>
      </w:r>
      <w:r w:rsidRPr="00630AB6">
        <w:t>:</w:t>
      </w:r>
    </w:p>
    <w:p w14:paraId="4CBA0A91" w14:textId="77777777" w:rsidR="00165BBE" w:rsidRPr="00630AB6" w:rsidRDefault="00165BBE" w:rsidP="00EE1738">
      <w:pPr>
        <w:pStyle w:val="PL"/>
      </w:pPr>
      <w:r w:rsidRPr="00630AB6">
        <w:t xml:space="preserve">      type: object</w:t>
      </w:r>
    </w:p>
    <w:p w14:paraId="18344DBF" w14:textId="77777777" w:rsidR="00165BBE" w:rsidRPr="00630AB6" w:rsidRDefault="00165BBE" w:rsidP="00EE1738">
      <w:pPr>
        <w:pStyle w:val="PL"/>
      </w:pPr>
      <w:r w:rsidRPr="00630AB6">
        <w:t xml:space="preserve">      properties:</w:t>
      </w:r>
    </w:p>
    <w:p w14:paraId="29974F89" w14:textId="77777777" w:rsidR="00165BBE" w:rsidRPr="00630AB6" w:rsidRDefault="00165BBE" w:rsidP="00EE1738">
      <w:pPr>
        <w:pStyle w:val="PL"/>
      </w:pPr>
      <w:r w:rsidRPr="00630AB6">
        <w:t xml:space="preserve">        subscribedNssai:</w:t>
      </w:r>
    </w:p>
    <w:p w14:paraId="2CD3089F" w14:textId="77777777" w:rsidR="00165BBE" w:rsidRPr="00630AB6" w:rsidRDefault="00165BBE" w:rsidP="00EE1738">
      <w:pPr>
        <w:pStyle w:val="PL"/>
      </w:pPr>
      <w:r w:rsidRPr="00630AB6">
        <w:t xml:space="preserve">          type: array</w:t>
      </w:r>
    </w:p>
    <w:p w14:paraId="36FE8B09" w14:textId="77777777" w:rsidR="00165BBE" w:rsidRPr="00630AB6" w:rsidRDefault="00165BBE" w:rsidP="00EE1738">
      <w:pPr>
        <w:pStyle w:val="PL"/>
      </w:pPr>
      <w:r w:rsidRPr="00630AB6">
        <w:t xml:space="preserve">          items:</w:t>
      </w:r>
    </w:p>
    <w:p w14:paraId="5E28B8DA" w14:textId="77777777" w:rsidR="00165BBE" w:rsidRDefault="00165BBE" w:rsidP="00EE1738">
      <w:pPr>
        <w:pStyle w:val="PL"/>
      </w:pPr>
      <w:r w:rsidRPr="00630AB6">
        <w:t xml:space="preserve">            $ref: '#/components/schemas/SubscribedSnssai'</w:t>
      </w:r>
    </w:p>
    <w:p w14:paraId="5B486234" w14:textId="77777777" w:rsidR="00165BBE" w:rsidRDefault="00165BBE" w:rsidP="00EE1738">
      <w:pPr>
        <w:pStyle w:val="PL"/>
      </w:pPr>
      <w:r w:rsidRPr="00630AB6">
        <w:t xml:space="preserve">          minItems: </w:t>
      </w:r>
      <w:r>
        <w:t>1</w:t>
      </w:r>
    </w:p>
    <w:p w14:paraId="02EC4B06" w14:textId="77777777" w:rsidR="00165BBE" w:rsidRPr="00630AB6" w:rsidRDefault="00165BBE" w:rsidP="00EE1738">
      <w:pPr>
        <w:pStyle w:val="PL"/>
      </w:pPr>
      <w:r w:rsidRPr="00630AB6">
        <w:t xml:space="preserve">        allowedNssai</w:t>
      </w:r>
      <w:r>
        <w:t>CurrentAccess</w:t>
      </w:r>
      <w:r w:rsidRPr="00630AB6">
        <w:t>:</w:t>
      </w:r>
    </w:p>
    <w:p w14:paraId="3E06C865" w14:textId="77777777" w:rsidR="00165BBE" w:rsidRPr="00630AB6" w:rsidRDefault="00165BBE" w:rsidP="00EE1738">
      <w:pPr>
        <w:pStyle w:val="PL"/>
      </w:pPr>
      <w:r w:rsidRPr="00630AB6">
        <w:t xml:space="preserve">          $ref: '#/components/sch</w:t>
      </w:r>
      <w:r>
        <w:t>emas/AllowedNssai'</w:t>
      </w:r>
    </w:p>
    <w:p w14:paraId="2542B2C5" w14:textId="77777777" w:rsidR="00165BBE" w:rsidRPr="00630AB6" w:rsidRDefault="00165BBE" w:rsidP="00EE1738">
      <w:pPr>
        <w:pStyle w:val="PL"/>
      </w:pPr>
      <w:r w:rsidRPr="00630AB6">
        <w:t xml:space="preserve">        allowedNssai</w:t>
      </w:r>
      <w:r>
        <w:t>OtherAccess</w:t>
      </w:r>
      <w:r w:rsidRPr="00630AB6">
        <w:t>:</w:t>
      </w:r>
    </w:p>
    <w:p w14:paraId="0AD10583" w14:textId="77777777" w:rsidR="00165BBE" w:rsidRDefault="00165BBE" w:rsidP="00EE1738">
      <w:pPr>
        <w:pStyle w:val="PL"/>
      </w:pPr>
      <w:r w:rsidRPr="00630AB6">
        <w:t xml:space="preserve">          $ref: '#/components/schemas/AllowedNssai'</w:t>
      </w:r>
    </w:p>
    <w:p w14:paraId="0FCD332E" w14:textId="77777777" w:rsidR="00165BBE" w:rsidRPr="00630AB6" w:rsidRDefault="00165BBE" w:rsidP="00EE1738">
      <w:pPr>
        <w:pStyle w:val="PL"/>
      </w:pPr>
      <w:r w:rsidRPr="00630AB6">
        <w:t xml:space="preserve">        </w:t>
      </w:r>
      <w:r>
        <w:rPr>
          <w:lang w:eastAsia="zh-CN"/>
        </w:rPr>
        <w:t>default</w:t>
      </w:r>
      <w:r w:rsidRPr="00630AB6">
        <w:rPr>
          <w:rFonts w:hint="eastAsia"/>
          <w:lang w:eastAsia="zh-CN"/>
        </w:rPr>
        <w:t>ConfiguredS</w:t>
      </w:r>
      <w:r w:rsidRPr="00630AB6">
        <w:rPr>
          <w:lang w:eastAsia="zh-CN"/>
        </w:rPr>
        <w:t>n</w:t>
      </w:r>
      <w:r w:rsidRPr="00630AB6">
        <w:rPr>
          <w:rFonts w:hint="eastAsia"/>
          <w:lang w:eastAsia="zh-CN"/>
        </w:rPr>
        <w:t>ssai</w:t>
      </w:r>
      <w:r>
        <w:rPr>
          <w:lang w:eastAsia="zh-CN"/>
        </w:rPr>
        <w:t>Ind</w:t>
      </w:r>
      <w:r w:rsidRPr="00630AB6">
        <w:t>:</w:t>
      </w:r>
    </w:p>
    <w:p w14:paraId="4E313537" w14:textId="77777777" w:rsidR="00165BBE" w:rsidRPr="00630AB6" w:rsidRDefault="00165BBE" w:rsidP="00EE1738">
      <w:pPr>
        <w:pStyle w:val="PL"/>
      </w:pPr>
      <w:r w:rsidRPr="00630AB6">
        <w:t xml:space="preserve">          type: boolean</w:t>
      </w:r>
    </w:p>
    <w:p w14:paraId="50D36016" w14:textId="77777777" w:rsidR="00165BBE" w:rsidRPr="00630AB6" w:rsidRDefault="00165BBE" w:rsidP="00EE1738">
      <w:pPr>
        <w:pStyle w:val="PL"/>
      </w:pPr>
      <w:r w:rsidRPr="00630AB6">
        <w:t xml:space="preserve">        requestedNssai:</w:t>
      </w:r>
    </w:p>
    <w:p w14:paraId="581A156A" w14:textId="77777777" w:rsidR="00165BBE" w:rsidRPr="00630AB6" w:rsidRDefault="00165BBE" w:rsidP="00EE1738">
      <w:pPr>
        <w:pStyle w:val="PL"/>
      </w:pPr>
      <w:r w:rsidRPr="00630AB6">
        <w:t xml:space="preserve">          type: array</w:t>
      </w:r>
    </w:p>
    <w:p w14:paraId="7BB47326" w14:textId="77777777" w:rsidR="00165BBE" w:rsidRPr="00630AB6" w:rsidRDefault="00165BBE" w:rsidP="00EE1738">
      <w:pPr>
        <w:pStyle w:val="PL"/>
      </w:pPr>
      <w:r w:rsidRPr="00630AB6">
        <w:t xml:space="preserve">          items:</w:t>
      </w:r>
    </w:p>
    <w:p w14:paraId="54B26B5E" w14:textId="77777777" w:rsidR="00165BBE" w:rsidRPr="00630AB6" w:rsidRDefault="00165BBE" w:rsidP="00EE1738">
      <w:pPr>
        <w:pStyle w:val="PL"/>
      </w:pPr>
      <w:r w:rsidRPr="00630AB6">
        <w:t xml:space="preserve">            $ref: 'TS29571_CommonData.yaml#/components/schemas/Snssai'</w:t>
      </w:r>
    </w:p>
    <w:p w14:paraId="5BCDEB02" w14:textId="77777777" w:rsidR="00165BBE" w:rsidRDefault="00165BBE" w:rsidP="00EE1738">
      <w:pPr>
        <w:pStyle w:val="PL"/>
      </w:pPr>
      <w:r w:rsidRPr="00630AB6">
        <w:t xml:space="preserve">          minItems: </w:t>
      </w:r>
      <w:r>
        <w:t>1</w:t>
      </w:r>
    </w:p>
    <w:p w14:paraId="05BDA138" w14:textId="77777777" w:rsidR="00165BBE" w:rsidRPr="00630AB6" w:rsidRDefault="00165BBE" w:rsidP="00EE1738">
      <w:pPr>
        <w:pStyle w:val="PL"/>
      </w:pPr>
      <w:r w:rsidRPr="00630AB6">
        <w:t xml:space="preserve">        mappingOfNssai:</w:t>
      </w:r>
    </w:p>
    <w:p w14:paraId="56DE8DA0" w14:textId="77777777" w:rsidR="00165BBE" w:rsidRPr="00630AB6" w:rsidRDefault="00165BBE" w:rsidP="00EE1738">
      <w:pPr>
        <w:pStyle w:val="PL"/>
      </w:pPr>
      <w:r w:rsidRPr="00630AB6">
        <w:t xml:space="preserve">          type: array</w:t>
      </w:r>
    </w:p>
    <w:p w14:paraId="32EC1A61" w14:textId="77777777" w:rsidR="00165BBE" w:rsidRPr="00630AB6" w:rsidRDefault="00165BBE" w:rsidP="00EE1738">
      <w:pPr>
        <w:pStyle w:val="PL"/>
      </w:pPr>
      <w:r w:rsidRPr="00630AB6">
        <w:t xml:space="preserve">          items:</w:t>
      </w:r>
    </w:p>
    <w:p w14:paraId="26BCBA41" w14:textId="77777777" w:rsidR="00165BBE" w:rsidRDefault="00165BBE" w:rsidP="00EE1738">
      <w:pPr>
        <w:pStyle w:val="PL"/>
      </w:pPr>
      <w:r w:rsidRPr="00630AB6">
        <w:t xml:space="preserve">            $ref: '#/components/schemas/MappingOfSnssai'</w:t>
      </w:r>
    </w:p>
    <w:p w14:paraId="3142203D" w14:textId="77777777" w:rsidR="00165BBE" w:rsidRPr="00630AB6" w:rsidRDefault="00165BBE" w:rsidP="00EE1738">
      <w:pPr>
        <w:pStyle w:val="PL"/>
      </w:pPr>
      <w:r w:rsidRPr="00630AB6">
        <w:t xml:space="preserve">          minItems: </w:t>
      </w:r>
      <w:r>
        <w:t>1</w:t>
      </w:r>
    </w:p>
    <w:p w14:paraId="50DB88B8" w14:textId="77777777" w:rsidR="00FE22D0" w:rsidRPr="00630AB6" w:rsidRDefault="00165BBE" w:rsidP="00EE1738">
      <w:pPr>
        <w:pStyle w:val="PL"/>
      </w:pPr>
      <w:r w:rsidRPr="00630AB6">
        <w:t xml:space="preserve">  </w:t>
      </w:r>
    </w:p>
    <w:p w14:paraId="1118DC67" w14:textId="77777777" w:rsidR="00FE22D0" w:rsidRPr="00630AB6" w:rsidRDefault="00FE22D0" w:rsidP="00EE1738">
      <w:pPr>
        <w:pStyle w:val="PL"/>
      </w:pPr>
      <w:r w:rsidRPr="00630AB6">
        <w:t xml:space="preserve">    ConfiguredSnssai:</w:t>
      </w:r>
    </w:p>
    <w:p w14:paraId="01CC21EE" w14:textId="77777777" w:rsidR="00FE22D0" w:rsidRPr="00630AB6" w:rsidRDefault="00FE22D0" w:rsidP="00EE1738">
      <w:pPr>
        <w:pStyle w:val="PL"/>
      </w:pPr>
      <w:r w:rsidRPr="00630AB6">
        <w:t xml:space="preserve">      type: object</w:t>
      </w:r>
    </w:p>
    <w:p w14:paraId="0F3E5805" w14:textId="77777777" w:rsidR="00FE22D0" w:rsidRPr="00630AB6" w:rsidRDefault="00FE22D0" w:rsidP="00EE1738">
      <w:pPr>
        <w:pStyle w:val="PL"/>
      </w:pPr>
      <w:r w:rsidRPr="00630AB6">
        <w:t xml:space="preserve">      required:</w:t>
      </w:r>
    </w:p>
    <w:p w14:paraId="65C35FE7" w14:textId="77777777" w:rsidR="00FE22D0" w:rsidRPr="00630AB6" w:rsidRDefault="00FE22D0" w:rsidP="00EE1738">
      <w:pPr>
        <w:pStyle w:val="PL"/>
      </w:pPr>
      <w:r w:rsidRPr="00630AB6">
        <w:t xml:space="preserve">        - configuredSnssai</w:t>
      </w:r>
    </w:p>
    <w:p w14:paraId="13431895" w14:textId="77777777" w:rsidR="00FE22D0" w:rsidRPr="00630AB6" w:rsidRDefault="00FE22D0" w:rsidP="00EE1738">
      <w:pPr>
        <w:pStyle w:val="PL"/>
      </w:pPr>
      <w:r w:rsidRPr="00630AB6">
        <w:t xml:space="preserve">      properties:</w:t>
      </w:r>
    </w:p>
    <w:p w14:paraId="1012C2AE" w14:textId="77777777" w:rsidR="00FE22D0" w:rsidRPr="00630AB6" w:rsidRDefault="00FE22D0" w:rsidP="00EE1738">
      <w:pPr>
        <w:pStyle w:val="PL"/>
      </w:pPr>
      <w:r w:rsidRPr="00630AB6">
        <w:t xml:space="preserve">        configuredSnssai:</w:t>
      </w:r>
    </w:p>
    <w:p w14:paraId="3AC349AE"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70EE6216" w14:textId="77777777" w:rsidR="00FE22D0" w:rsidRPr="00630AB6" w:rsidRDefault="00FE22D0" w:rsidP="00EE1738">
      <w:pPr>
        <w:pStyle w:val="PL"/>
      </w:pPr>
      <w:r w:rsidRPr="00630AB6">
        <w:t xml:space="preserve">        mappedHomeSnssai:</w:t>
      </w:r>
    </w:p>
    <w:p w14:paraId="0435E9F2" w14:textId="77777777" w:rsidR="00FE22D0" w:rsidRPr="00630AB6" w:rsidRDefault="00FE22D0" w:rsidP="00EE1738">
      <w:pPr>
        <w:pStyle w:val="PL"/>
      </w:pPr>
      <w:r w:rsidRPr="00630AB6">
        <w:t xml:space="preserve">          $ref: </w:t>
      </w:r>
      <w:r w:rsidR="00F16B2C" w:rsidRPr="00630AB6">
        <w:t>'TS29571_CommonData.yaml#/components/schemas/Snssai</w:t>
      </w:r>
      <w:r w:rsidRPr="00630AB6">
        <w:t>'</w:t>
      </w:r>
    </w:p>
    <w:p w14:paraId="235C9772" w14:textId="77777777" w:rsidR="00FE22D0" w:rsidRPr="00630AB6" w:rsidRDefault="00FE22D0" w:rsidP="00EE1738">
      <w:pPr>
        <w:pStyle w:val="PL"/>
      </w:pPr>
      <w:r w:rsidRPr="00630AB6">
        <w:t xml:space="preserve">  </w:t>
      </w:r>
    </w:p>
    <w:p w14:paraId="322AC289" w14:textId="77777777" w:rsidR="00FE22D0" w:rsidRPr="00630AB6" w:rsidRDefault="00FE22D0" w:rsidP="00EE1738">
      <w:pPr>
        <w:pStyle w:val="PL"/>
      </w:pPr>
      <w:r w:rsidRPr="00630AB6">
        <w:t xml:space="preserve">  </w:t>
      </w:r>
    </w:p>
    <w:p w14:paraId="2D75DE9B" w14:textId="77777777" w:rsidR="00FE22D0" w:rsidRPr="00630AB6" w:rsidRDefault="00FE22D0" w:rsidP="00EE1738">
      <w:pPr>
        <w:pStyle w:val="PL"/>
      </w:pPr>
      <w:r w:rsidRPr="00630AB6">
        <w:t xml:space="preserve">    RoamingIndication:</w:t>
      </w:r>
    </w:p>
    <w:p w14:paraId="1DE9BC2C" w14:textId="77777777" w:rsidR="00FE22D0" w:rsidRPr="00630AB6" w:rsidRDefault="00FE22D0" w:rsidP="00EE1738">
      <w:pPr>
        <w:pStyle w:val="PL"/>
      </w:pPr>
      <w:r w:rsidRPr="00630AB6">
        <w:t xml:space="preserve">      anyOf:</w:t>
      </w:r>
    </w:p>
    <w:p w14:paraId="2AE4B1FD" w14:textId="77777777" w:rsidR="00FE22D0" w:rsidRPr="00630AB6" w:rsidRDefault="00FE22D0" w:rsidP="00EE1738">
      <w:pPr>
        <w:pStyle w:val="PL"/>
      </w:pPr>
      <w:r w:rsidRPr="00630AB6">
        <w:t xml:space="preserve">        - type: string</w:t>
      </w:r>
    </w:p>
    <w:p w14:paraId="228CEDC3" w14:textId="77777777" w:rsidR="00FE22D0" w:rsidRPr="00630AB6" w:rsidRDefault="00FE22D0" w:rsidP="00EE1738">
      <w:pPr>
        <w:pStyle w:val="PL"/>
      </w:pPr>
      <w:r w:rsidRPr="00630AB6">
        <w:t xml:space="preserve">          enum:</w:t>
      </w:r>
    </w:p>
    <w:p w14:paraId="138A03D2" w14:textId="77777777" w:rsidR="00FE22D0" w:rsidRPr="00630AB6" w:rsidRDefault="00FE22D0" w:rsidP="00EE1738">
      <w:pPr>
        <w:pStyle w:val="PL"/>
      </w:pPr>
      <w:r w:rsidRPr="00630AB6">
        <w:t xml:space="preserve">            - NON_ROAMING</w:t>
      </w:r>
    </w:p>
    <w:p w14:paraId="30C148AF" w14:textId="77777777" w:rsidR="00FE22D0" w:rsidRPr="00630AB6" w:rsidRDefault="00FE22D0" w:rsidP="00EE1738">
      <w:pPr>
        <w:pStyle w:val="PL"/>
      </w:pPr>
      <w:r w:rsidRPr="00630AB6">
        <w:t xml:space="preserve">            - LOCAL_BREAKOUT</w:t>
      </w:r>
    </w:p>
    <w:p w14:paraId="020E40AA" w14:textId="77777777" w:rsidR="00FE22D0" w:rsidRPr="00630AB6" w:rsidRDefault="00FE22D0" w:rsidP="00EE1738">
      <w:pPr>
        <w:pStyle w:val="PL"/>
      </w:pPr>
      <w:r w:rsidRPr="00630AB6">
        <w:t xml:space="preserve">            - HOME_ROUTED_ROAMING</w:t>
      </w:r>
    </w:p>
    <w:p w14:paraId="77D35A20" w14:textId="77777777" w:rsidR="00FE22D0" w:rsidRPr="00630AB6" w:rsidRDefault="00FE22D0" w:rsidP="00EE1738">
      <w:pPr>
        <w:pStyle w:val="PL"/>
      </w:pPr>
      <w:r w:rsidRPr="00630AB6">
        <w:t xml:space="preserve">        - type: string</w:t>
      </w:r>
    </w:p>
    <w:p w14:paraId="02356974" w14:textId="77777777" w:rsidR="00FE22D0" w:rsidRPr="00630AB6" w:rsidRDefault="00FE22D0" w:rsidP="00EE1738">
      <w:pPr>
        <w:pStyle w:val="PL"/>
      </w:pPr>
      <w:r w:rsidRPr="00630AB6">
        <w:t xml:space="preserve">  </w:t>
      </w:r>
      <w:r w:rsidR="00AF2759" w:rsidRPr="00630AB6">
        <w:t xml:space="preserve">  NsiId:</w:t>
      </w:r>
    </w:p>
    <w:p w14:paraId="561B39DE" w14:textId="77777777" w:rsidR="00AF2759" w:rsidRPr="00630AB6" w:rsidRDefault="00AF2759" w:rsidP="00EE1738">
      <w:pPr>
        <w:pStyle w:val="PL"/>
      </w:pPr>
      <w:r w:rsidRPr="00630AB6">
        <w:t xml:space="preserve">      type: string</w:t>
      </w:r>
    </w:p>
    <w:p w14:paraId="6D87D25D" w14:textId="77777777" w:rsidR="00BD560E" w:rsidRPr="00630AB6" w:rsidRDefault="00BD560E" w:rsidP="00F63301">
      <w:pPr>
        <w:pStyle w:val="PL"/>
        <w:rPr>
          <w:i/>
        </w:rPr>
      </w:pPr>
    </w:p>
    <w:p w14:paraId="0E9E2D07" w14:textId="77777777" w:rsidR="004C7A0F" w:rsidRPr="00630AB6" w:rsidRDefault="004C7A0F" w:rsidP="0041307B">
      <w:pPr>
        <w:pStyle w:val="Heading2"/>
      </w:pPr>
      <w:bookmarkStart w:id="158" w:name="_Toc74989919"/>
      <w:r w:rsidRPr="00630AB6">
        <w:t>A.</w:t>
      </w:r>
      <w:r w:rsidR="00CA0EC8" w:rsidRPr="00630AB6">
        <w:t>3</w:t>
      </w:r>
      <w:r w:rsidRPr="00630AB6">
        <w:tab/>
      </w:r>
      <w:proofErr w:type="spellStart"/>
      <w:r w:rsidR="005005FE" w:rsidRPr="00630AB6">
        <w:t>Nnssf_NSSAIAvailability</w:t>
      </w:r>
      <w:proofErr w:type="spellEnd"/>
      <w:r w:rsidR="005005FE" w:rsidRPr="00630AB6">
        <w:t xml:space="preserve"> </w:t>
      </w:r>
      <w:r w:rsidR="00CA0EC8" w:rsidRPr="00630AB6">
        <w:t>API</w:t>
      </w:r>
      <w:bookmarkEnd w:id="158"/>
    </w:p>
    <w:p w14:paraId="6532271A" w14:textId="77777777" w:rsidR="005005FE" w:rsidRPr="00630AB6" w:rsidRDefault="005005FE" w:rsidP="00EE1738">
      <w:pPr>
        <w:pStyle w:val="PL"/>
      </w:pPr>
      <w:r w:rsidRPr="00630AB6">
        <w:t>openapi: 3.0.0</w:t>
      </w:r>
    </w:p>
    <w:p w14:paraId="50130E2D" w14:textId="77777777" w:rsidR="005005FE" w:rsidRPr="00630AB6" w:rsidRDefault="005005FE" w:rsidP="00EE1738">
      <w:pPr>
        <w:pStyle w:val="PL"/>
      </w:pPr>
    </w:p>
    <w:p w14:paraId="0613A640" w14:textId="77777777" w:rsidR="005005FE" w:rsidRPr="00630AB6" w:rsidRDefault="005005FE" w:rsidP="00EE1738">
      <w:pPr>
        <w:pStyle w:val="PL"/>
      </w:pPr>
      <w:r w:rsidRPr="00630AB6">
        <w:t>info:</w:t>
      </w:r>
    </w:p>
    <w:p w14:paraId="3ADD86D2" w14:textId="77777777" w:rsidR="005005FE" w:rsidRPr="00630AB6" w:rsidRDefault="005005FE" w:rsidP="00EE1738">
      <w:pPr>
        <w:pStyle w:val="PL"/>
      </w:pPr>
      <w:r w:rsidRPr="00630AB6">
        <w:t xml:space="preserve">  version: '1.</w:t>
      </w:r>
      <w:r w:rsidR="009A4344">
        <w:t>0</w:t>
      </w:r>
      <w:r w:rsidRPr="00630AB6">
        <w:t>.</w:t>
      </w:r>
      <w:r w:rsidR="00DB0FAC">
        <w:t>2</w:t>
      </w:r>
      <w:r w:rsidR="00DB0FAC" w:rsidRPr="00630AB6">
        <w:t>'</w:t>
      </w:r>
    </w:p>
    <w:p w14:paraId="5F89E826" w14:textId="77777777" w:rsidR="005005FE" w:rsidRPr="00630AB6" w:rsidRDefault="005005FE" w:rsidP="00EE1738">
      <w:pPr>
        <w:pStyle w:val="PL"/>
      </w:pPr>
      <w:r w:rsidRPr="00630AB6">
        <w:t xml:space="preserve">  title: 'NSSF NSSAI Availability'</w:t>
      </w:r>
    </w:p>
    <w:p w14:paraId="489BED0B" w14:textId="77777777" w:rsidR="004000F9" w:rsidRDefault="005005FE" w:rsidP="00EE1738">
      <w:pPr>
        <w:pStyle w:val="PL"/>
      </w:pPr>
      <w:r w:rsidRPr="00630AB6">
        <w:t xml:space="preserve">  description: </w:t>
      </w:r>
      <w:r w:rsidR="004000F9">
        <w:t>|</w:t>
      </w:r>
    </w:p>
    <w:p w14:paraId="20E1A6C6" w14:textId="77777777" w:rsidR="007113AE" w:rsidRPr="007113AE" w:rsidRDefault="007113AE" w:rsidP="00EE1738">
      <w:pPr>
        <w:pStyle w:val="PL"/>
      </w:pPr>
      <w:r>
        <w:t xml:space="preserve">    </w:t>
      </w:r>
      <w:r w:rsidRPr="00630AB6">
        <w:t>NSSF NSSAI Availability Service</w:t>
      </w:r>
      <w:r>
        <w:t>.</w:t>
      </w:r>
    </w:p>
    <w:p w14:paraId="0BC7C35D" w14:textId="77777777" w:rsidR="004000F9" w:rsidRDefault="004000F9" w:rsidP="00EE1738">
      <w:pPr>
        <w:pStyle w:val="PL"/>
      </w:pPr>
      <w:r>
        <w:t xml:space="preserve">    © 2019, 3GPP Organizational Partners (ARIB, ATIS, CCSA, ETSI, TSDSI, TTA, TTC).</w:t>
      </w:r>
    </w:p>
    <w:p w14:paraId="099E7A90" w14:textId="77777777" w:rsidR="004000F9" w:rsidRPr="00630AB6" w:rsidRDefault="004000F9" w:rsidP="00EE1738">
      <w:pPr>
        <w:pStyle w:val="PL"/>
      </w:pPr>
      <w:r>
        <w:t xml:space="preserve">    All rights reserved.</w:t>
      </w:r>
    </w:p>
    <w:p w14:paraId="1FD0AD7F" w14:textId="77777777" w:rsidR="00CC3781" w:rsidRPr="00630AB6" w:rsidRDefault="00CC3781" w:rsidP="00EE1738">
      <w:pPr>
        <w:pStyle w:val="PL"/>
      </w:pPr>
      <w:r w:rsidRPr="00630AB6">
        <w:t>security:</w:t>
      </w:r>
    </w:p>
    <w:p w14:paraId="239CAA0B" w14:textId="77777777" w:rsidR="00E26474" w:rsidRPr="00630AB6" w:rsidRDefault="00E26474" w:rsidP="00EE1738">
      <w:pPr>
        <w:pStyle w:val="PL"/>
      </w:pPr>
      <w:r w:rsidRPr="00630AB6">
        <w:t xml:space="preserve">  - {}</w:t>
      </w:r>
    </w:p>
    <w:p w14:paraId="4C3437B8" w14:textId="77777777" w:rsidR="00CC3781" w:rsidRDefault="00CC3781" w:rsidP="00EE1738">
      <w:pPr>
        <w:pStyle w:val="PL"/>
      </w:pPr>
      <w:r w:rsidRPr="00630AB6">
        <w:t xml:space="preserve">  - oAuth2Client</w:t>
      </w:r>
      <w:r w:rsidR="00F208FA">
        <w:t>C</w:t>
      </w:r>
      <w:r w:rsidRPr="00630AB6">
        <w:t>redentials:</w:t>
      </w:r>
    </w:p>
    <w:p w14:paraId="0A4A71E0" w14:textId="77777777" w:rsidR="00174025" w:rsidRPr="0028695C" w:rsidRDefault="00174025" w:rsidP="00EE1738">
      <w:pPr>
        <w:pStyle w:val="PL"/>
        <w:rPr>
          <w:lang w:val="en-US"/>
        </w:rPr>
      </w:pPr>
      <w:r>
        <w:rPr>
          <w:lang w:val="en-US"/>
        </w:rPr>
        <w:t xml:space="preserve">    - </w:t>
      </w:r>
      <w:r w:rsidRPr="002857AD">
        <w:t>nnssf-nssaiavailability</w:t>
      </w:r>
    </w:p>
    <w:p w14:paraId="64FF64A8" w14:textId="77777777" w:rsidR="00897A7A" w:rsidRPr="00630AB6" w:rsidRDefault="00897A7A" w:rsidP="00EE1738">
      <w:pPr>
        <w:pStyle w:val="PL"/>
      </w:pPr>
      <w:r w:rsidRPr="00630AB6">
        <w:t>servers:</w:t>
      </w:r>
    </w:p>
    <w:p w14:paraId="34C56968" w14:textId="77777777" w:rsidR="00897A7A" w:rsidRPr="00630AB6" w:rsidRDefault="00897A7A" w:rsidP="00EE1738">
      <w:pPr>
        <w:pStyle w:val="PL"/>
      </w:pPr>
      <w:r w:rsidRPr="00630AB6">
        <w:t xml:space="preserve">  - url: </w:t>
      </w:r>
      <w:r w:rsidR="00D00AC3" w:rsidRPr="00630AB6">
        <w:t>'</w:t>
      </w:r>
      <w:r w:rsidRPr="00630AB6">
        <w:t>{apiRoot}/nnssf-nssaiavailability/v1</w:t>
      </w:r>
      <w:r w:rsidR="00D00AC3" w:rsidRPr="00630AB6">
        <w:t>'</w:t>
      </w:r>
    </w:p>
    <w:p w14:paraId="14699599" w14:textId="77777777" w:rsidR="00897A7A" w:rsidRPr="00630AB6" w:rsidRDefault="00897A7A" w:rsidP="00EE1738">
      <w:pPr>
        <w:pStyle w:val="PL"/>
      </w:pPr>
      <w:r w:rsidRPr="00630AB6">
        <w:t xml:space="preserve">    variables:</w:t>
      </w:r>
    </w:p>
    <w:p w14:paraId="319CC7C1" w14:textId="77777777" w:rsidR="00897A7A" w:rsidRPr="00630AB6" w:rsidRDefault="00897A7A" w:rsidP="00EE1738">
      <w:pPr>
        <w:pStyle w:val="PL"/>
      </w:pPr>
      <w:r w:rsidRPr="00630AB6">
        <w:t xml:space="preserve">      apiRoot:</w:t>
      </w:r>
    </w:p>
    <w:p w14:paraId="66A8014A" w14:textId="77777777" w:rsidR="005005FE" w:rsidRPr="00630AB6" w:rsidRDefault="00897A7A" w:rsidP="00EE1738">
      <w:pPr>
        <w:pStyle w:val="PL"/>
      </w:pPr>
      <w:r w:rsidRPr="00630AB6">
        <w:t xml:space="preserve">        default: </w:t>
      </w:r>
      <w:r w:rsidR="00E14F4F" w:rsidRPr="00630AB6">
        <w:t>https://example</w:t>
      </w:r>
      <w:r w:rsidR="00D00AC3" w:rsidRPr="00630AB6">
        <w:t>.com</w:t>
      </w:r>
    </w:p>
    <w:p w14:paraId="56466D57" w14:textId="77777777" w:rsidR="00D00AC3" w:rsidRDefault="00D00AC3" w:rsidP="00EE1738">
      <w:pPr>
        <w:pStyle w:val="PL"/>
      </w:pPr>
      <w:r w:rsidRPr="00630AB6">
        <w:t xml:space="preserve">        description: apiRoot as defined in </w:t>
      </w:r>
      <w:r w:rsidR="001765C8">
        <w:t>clause</w:t>
      </w:r>
      <w:r w:rsidRPr="00630AB6">
        <w:t xml:space="preserve"> 4.4 of 3GPP TS 29.501</w:t>
      </w:r>
    </w:p>
    <w:p w14:paraId="66DD8D4D" w14:textId="77777777" w:rsidR="001015AB" w:rsidRPr="00D27A4B" w:rsidRDefault="001015AB" w:rsidP="00EE1738">
      <w:pPr>
        <w:pStyle w:val="PL"/>
      </w:pPr>
      <w:r w:rsidRPr="00D27A4B">
        <w:t>externalDocs</w:t>
      </w:r>
      <w:r>
        <w:t>:</w:t>
      </w:r>
    </w:p>
    <w:p w14:paraId="5C82B5FC" w14:textId="77777777" w:rsidR="001015AB" w:rsidRPr="00D27A4B" w:rsidRDefault="001015AB" w:rsidP="00EE1738">
      <w:pPr>
        <w:pStyle w:val="PL"/>
      </w:pPr>
      <w:r w:rsidRPr="00D27A4B">
        <w:t xml:space="preserve">  description: 3GPP TS 29.5</w:t>
      </w:r>
      <w:r>
        <w:t>3</w:t>
      </w:r>
      <w:r w:rsidRPr="00D27A4B">
        <w:t>1 V15.</w:t>
      </w:r>
      <w:r w:rsidR="00893683">
        <w:t>3</w:t>
      </w:r>
      <w:r w:rsidRPr="00D27A4B">
        <w:t xml:space="preserve">.0; 5G System; </w:t>
      </w:r>
      <w:r w:rsidRPr="007F3DA9">
        <w:t>Network Slice Selection Services;</w:t>
      </w:r>
      <w:r>
        <w:t xml:space="preserve"> Stage 3</w:t>
      </w:r>
    </w:p>
    <w:p w14:paraId="1D8C7DC9" w14:textId="77777777" w:rsidR="001015AB" w:rsidRPr="00630AB6" w:rsidRDefault="001015AB" w:rsidP="00EE1738">
      <w:pPr>
        <w:pStyle w:val="PL"/>
      </w:pPr>
      <w:r w:rsidRPr="00D27A4B">
        <w:t xml:space="preserve">  url: http://www.3gpp.org/ftp/Specs/archive/29_series/29.5</w:t>
      </w:r>
      <w:r>
        <w:t>3</w:t>
      </w:r>
      <w:r w:rsidRPr="00D27A4B">
        <w:t>1/</w:t>
      </w:r>
    </w:p>
    <w:p w14:paraId="31C23773" w14:textId="77777777" w:rsidR="005005FE" w:rsidRPr="00630AB6" w:rsidRDefault="005005FE" w:rsidP="00EE1738">
      <w:pPr>
        <w:pStyle w:val="PL"/>
      </w:pPr>
      <w:r w:rsidRPr="00630AB6">
        <w:lastRenderedPageBreak/>
        <w:t>paths:</w:t>
      </w:r>
    </w:p>
    <w:p w14:paraId="02D60FCC" w14:textId="77777777" w:rsidR="005005FE" w:rsidRPr="00630AB6" w:rsidRDefault="005005FE" w:rsidP="00EE1738">
      <w:pPr>
        <w:pStyle w:val="PL"/>
      </w:pPr>
      <w:r w:rsidRPr="00630AB6">
        <w:t xml:space="preserve">  /nssai-availability/{nfId}:</w:t>
      </w:r>
    </w:p>
    <w:p w14:paraId="6928B07E" w14:textId="77777777" w:rsidR="005005FE" w:rsidRPr="00630AB6" w:rsidRDefault="005005FE" w:rsidP="00EE1738">
      <w:pPr>
        <w:pStyle w:val="PL"/>
      </w:pPr>
      <w:r w:rsidRPr="00630AB6">
        <w:t xml:space="preserve">    put:</w:t>
      </w:r>
    </w:p>
    <w:p w14:paraId="5907B222" w14:textId="77777777" w:rsidR="005005FE" w:rsidRPr="00630AB6" w:rsidRDefault="005005FE" w:rsidP="00EE1738">
      <w:pPr>
        <w:pStyle w:val="PL"/>
      </w:pPr>
      <w:r w:rsidRPr="00630AB6">
        <w:t xml:space="preserve">      summary: Updates/replaces the NSSF with the S-NSSAIs the NF service consumer (e.g AMF)supports per TA</w:t>
      </w:r>
    </w:p>
    <w:p w14:paraId="1749A376" w14:textId="77777777" w:rsidR="005005FE" w:rsidRPr="00630AB6" w:rsidRDefault="005005FE" w:rsidP="00EE1738">
      <w:pPr>
        <w:pStyle w:val="PL"/>
      </w:pPr>
      <w:r w:rsidRPr="00630AB6">
        <w:t xml:space="preserve">      tags:</w:t>
      </w:r>
    </w:p>
    <w:p w14:paraId="7F10A8ED" w14:textId="77777777" w:rsidR="005005FE" w:rsidRPr="00630AB6" w:rsidRDefault="005005FE" w:rsidP="00EE1738">
      <w:pPr>
        <w:pStyle w:val="PL"/>
      </w:pPr>
      <w:r w:rsidRPr="00630AB6">
        <w:t xml:space="preserve">        - </w:t>
      </w:r>
      <w:r w:rsidR="00E26474" w:rsidRPr="00630AB6">
        <w:t>NF Instance ID (Document)</w:t>
      </w:r>
    </w:p>
    <w:p w14:paraId="3D2D7BBE" w14:textId="77777777" w:rsidR="005005FE" w:rsidRPr="00630AB6" w:rsidRDefault="005005FE" w:rsidP="00EE1738">
      <w:pPr>
        <w:pStyle w:val="PL"/>
      </w:pPr>
      <w:r w:rsidRPr="00630AB6">
        <w:t xml:space="preserve">      operationId: </w:t>
      </w:r>
      <w:r w:rsidR="00E26474" w:rsidRPr="00630AB6">
        <w:t>NSSAIAvailabilityPut</w:t>
      </w:r>
    </w:p>
    <w:p w14:paraId="14F0F461" w14:textId="77777777" w:rsidR="005005FE" w:rsidRPr="00630AB6" w:rsidRDefault="005005FE" w:rsidP="00EE1738">
      <w:pPr>
        <w:pStyle w:val="PL"/>
      </w:pPr>
      <w:r w:rsidRPr="00630AB6">
        <w:t xml:space="preserve">      parameters:</w:t>
      </w:r>
    </w:p>
    <w:p w14:paraId="7ADBE43B" w14:textId="77777777" w:rsidR="005005FE" w:rsidRPr="00630AB6" w:rsidRDefault="005005FE" w:rsidP="00EE1738">
      <w:pPr>
        <w:pStyle w:val="PL"/>
      </w:pPr>
      <w:r w:rsidRPr="00630AB6">
        <w:t xml:space="preserve">        - name: nfId</w:t>
      </w:r>
    </w:p>
    <w:p w14:paraId="60CFB813" w14:textId="77777777" w:rsidR="005005FE" w:rsidRPr="00630AB6" w:rsidRDefault="005005FE" w:rsidP="00EE1738">
      <w:pPr>
        <w:pStyle w:val="PL"/>
      </w:pPr>
      <w:r w:rsidRPr="00630AB6">
        <w:t xml:space="preserve">          in: path</w:t>
      </w:r>
    </w:p>
    <w:p w14:paraId="1BD5887F" w14:textId="77777777" w:rsidR="005005FE" w:rsidRPr="00630AB6" w:rsidRDefault="005005FE" w:rsidP="00EE1738">
      <w:pPr>
        <w:pStyle w:val="PL"/>
      </w:pPr>
      <w:r w:rsidRPr="00630AB6">
        <w:t xml:space="preserve">          description: Identifier of the NF service consumer instance</w:t>
      </w:r>
    </w:p>
    <w:p w14:paraId="69E23093" w14:textId="77777777" w:rsidR="005005FE" w:rsidRPr="00630AB6" w:rsidRDefault="005005FE" w:rsidP="00EE1738">
      <w:pPr>
        <w:pStyle w:val="PL"/>
      </w:pPr>
      <w:r w:rsidRPr="00630AB6">
        <w:t xml:space="preserve">          required: true</w:t>
      </w:r>
    </w:p>
    <w:p w14:paraId="256E5956" w14:textId="77777777" w:rsidR="005005FE" w:rsidRPr="00630AB6" w:rsidRDefault="005005FE" w:rsidP="00EE1738">
      <w:pPr>
        <w:pStyle w:val="PL"/>
      </w:pPr>
      <w:r w:rsidRPr="00630AB6">
        <w:t xml:space="preserve">          schema:</w:t>
      </w:r>
    </w:p>
    <w:p w14:paraId="1565FB3B" w14:textId="77777777" w:rsidR="00D02B3F" w:rsidRDefault="007C099B" w:rsidP="00EE1738">
      <w:pPr>
        <w:pStyle w:val="PL"/>
        <w:rPr>
          <w:lang w:val="en-US"/>
        </w:rPr>
      </w:pPr>
      <w:r w:rsidRPr="00630AB6">
        <w:t xml:space="preserve">            $ref: </w:t>
      </w:r>
      <w:r w:rsidR="00F16B2C" w:rsidRPr="00630AB6">
        <w:t>'TS29571_CommonData.yaml#/components/schemas/NfInstanceId</w:t>
      </w:r>
      <w:r w:rsidRPr="00630AB6">
        <w:t>'</w:t>
      </w:r>
    </w:p>
    <w:p w14:paraId="0463C8C0" w14:textId="77777777" w:rsidR="00E517E8" w:rsidRPr="002857AD" w:rsidRDefault="00E517E8" w:rsidP="00EE1738">
      <w:pPr>
        <w:pStyle w:val="PL"/>
        <w:rPr>
          <w:lang w:val="en-US"/>
        </w:rPr>
      </w:pPr>
      <w:r w:rsidRPr="002857AD">
        <w:rPr>
          <w:lang w:val="en-US"/>
        </w:rPr>
        <w:t xml:space="preserve">        - name: </w:t>
      </w:r>
      <w:r>
        <w:rPr>
          <w:lang w:val="en-US"/>
        </w:rPr>
        <w:t>Content-Encoding</w:t>
      </w:r>
    </w:p>
    <w:p w14:paraId="031917B7" w14:textId="77777777" w:rsidR="00E517E8" w:rsidRPr="002857AD" w:rsidRDefault="00E517E8" w:rsidP="00EE1738">
      <w:pPr>
        <w:pStyle w:val="PL"/>
        <w:rPr>
          <w:lang w:val="en-US"/>
        </w:rPr>
      </w:pPr>
      <w:r w:rsidRPr="002857AD">
        <w:rPr>
          <w:lang w:val="en-US"/>
        </w:rPr>
        <w:t xml:space="preserve">          in: header</w:t>
      </w:r>
    </w:p>
    <w:p w14:paraId="74AF702A" w14:textId="77777777" w:rsidR="00E517E8" w:rsidRPr="002857AD" w:rsidRDefault="00E517E8" w:rsidP="00EE1738">
      <w:pPr>
        <w:pStyle w:val="PL"/>
        <w:rPr>
          <w:lang w:val="en-US"/>
        </w:rPr>
      </w:pPr>
      <w:r w:rsidRPr="002857AD">
        <w:rPr>
          <w:lang w:val="en-US"/>
        </w:rPr>
        <w:t xml:space="preserve">          description: </w:t>
      </w:r>
      <w:r>
        <w:rPr>
          <w:lang w:val="en-US"/>
        </w:rPr>
        <w:t>Content-Encoding</w:t>
      </w:r>
      <w:r w:rsidRPr="002857AD">
        <w:rPr>
          <w:lang w:val="en-US"/>
        </w:rPr>
        <w:t xml:space="preserve">, described in IETF RFC </w:t>
      </w:r>
      <w:r>
        <w:rPr>
          <w:lang w:val="en-US"/>
        </w:rPr>
        <w:t>7231</w:t>
      </w:r>
    </w:p>
    <w:p w14:paraId="096EED4E" w14:textId="77777777" w:rsidR="00E517E8" w:rsidRPr="002857AD" w:rsidRDefault="00E517E8" w:rsidP="00EE1738">
      <w:pPr>
        <w:pStyle w:val="PL"/>
        <w:rPr>
          <w:lang w:val="en-US"/>
        </w:rPr>
      </w:pPr>
      <w:r w:rsidRPr="002857AD">
        <w:rPr>
          <w:lang w:val="en-US"/>
        </w:rPr>
        <w:t xml:space="preserve">          schema:</w:t>
      </w:r>
    </w:p>
    <w:p w14:paraId="7F927F0E" w14:textId="77777777" w:rsidR="00E517E8" w:rsidRPr="00630AB6" w:rsidRDefault="00E517E8" w:rsidP="00EE1738">
      <w:pPr>
        <w:pStyle w:val="PL"/>
      </w:pPr>
      <w:r w:rsidRPr="002857AD">
        <w:rPr>
          <w:lang w:val="en-US"/>
        </w:rPr>
        <w:t xml:space="preserve">            type: string</w:t>
      </w:r>
    </w:p>
    <w:p w14:paraId="3221455B" w14:textId="77777777" w:rsidR="005005FE" w:rsidRPr="00630AB6" w:rsidRDefault="005005FE" w:rsidP="00EE1738">
      <w:pPr>
        <w:pStyle w:val="PL"/>
      </w:pPr>
      <w:r w:rsidRPr="00630AB6">
        <w:t xml:space="preserve">      requestBody:</w:t>
      </w:r>
    </w:p>
    <w:p w14:paraId="416E84E8" w14:textId="77777777" w:rsidR="005005FE" w:rsidRPr="00630AB6" w:rsidRDefault="005005FE" w:rsidP="00EE1738">
      <w:pPr>
        <w:pStyle w:val="PL"/>
      </w:pPr>
      <w:r w:rsidRPr="00630AB6">
        <w:t xml:space="preserve">        description: Parameters to update/replace at the NSSF, the S-NSSAIs supported per TA</w:t>
      </w:r>
    </w:p>
    <w:p w14:paraId="47ED91BF" w14:textId="77777777" w:rsidR="005005FE" w:rsidRPr="00630AB6" w:rsidRDefault="005005FE" w:rsidP="00EE1738">
      <w:pPr>
        <w:pStyle w:val="PL"/>
      </w:pPr>
      <w:r w:rsidRPr="00630AB6">
        <w:t xml:space="preserve">        required: true</w:t>
      </w:r>
    </w:p>
    <w:p w14:paraId="7FFD2194" w14:textId="77777777" w:rsidR="005005FE" w:rsidRPr="00630AB6" w:rsidRDefault="005005FE" w:rsidP="00EE1738">
      <w:pPr>
        <w:pStyle w:val="PL"/>
      </w:pPr>
      <w:r w:rsidRPr="00630AB6">
        <w:t xml:space="preserve">        content:</w:t>
      </w:r>
    </w:p>
    <w:p w14:paraId="2CFE18C3" w14:textId="77777777" w:rsidR="005005FE" w:rsidRPr="00630AB6" w:rsidRDefault="005005FE" w:rsidP="00EE1738">
      <w:pPr>
        <w:pStyle w:val="PL"/>
      </w:pPr>
      <w:r w:rsidRPr="00630AB6">
        <w:t xml:space="preserve">          application/json:</w:t>
      </w:r>
    </w:p>
    <w:p w14:paraId="2B08BD32" w14:textId="77777777" w:rsidR="005005FE" w:rsidRPr="00630AB6" w:rsidRDefault="005005FE" w:rsidP="00EE1738">
      <w:pPr>
        <w:pStyle w:val="PL"/>
      </w:pPr>
      <w:r w:rsidRPr="00630AB6">
        <w:t xml:space="preserve">            schema:</w:t>
      </w:r>
    </w:p>
    <w:p w14:paraId="094EDE2A" w14:textId="77777777" w:rsidR="005005FE" w:rsidRPr="00630AB6" w:rsidRDefault="005005FE" w:rsidP="00EE1738">
      <w:pPr>
        <w:pStyle w:val="PL"/>
      </w:pPr>
      <w:r w:rsidRPr="00630AB6">
        <w:t xml:space="preserve">              $ref: '#/components/schemas/NssaiAvailabilityInfo'</w:t>
      </w:r>
    </w:p>
    <w:p w14:paraId="31ADB12C" w14:textId="77777777" w:rsidR="005005FE" w:rsidRPr="00630AB6" w:rsidRDefault="005005FE" w:rsidP="00EE1738">
      <w:pPr>
        <w:pStyle w:val="PL"/>
      </w:pPr>
      <w:r w:rsidRPr="00630AB6">
        <w:t xml:space="preserve">      responses:</w:t>
      </w:r>
    </w:p>
    <w:p w14:paraId="6F72BC80" w14:textId="77777777" w:rsidR="005005FE" w:rsidRPr="00630AB6" w:rsidRDefault="005005FE" w:rsidP="00EE1738">
      <w:pPr>
        <w:pStyle w:val="PL"/>
      </w:pPr>
      <w:r w:rsidRPr="00630AB6">
        <w:t xml:space="preserve">        '200':</w:t>
      </w:r>
    </w:p>
    <w:p w14:paraId="1FB65A56" w14:textId="77777777" w:rsidR="005005FE" w:rsidRPr="00630AB6" w:rsidRDefault="005005FE" w:rsidP="00EE1738">
      <w:pPr>
        <w:pStyle w:val="PL"/>
      </w:pPr>
      <w:r w:rsidRPr="00630AB6">
        <w:t xml:space="preserve">          description: OK (Successful update of SNSSAI information per TA)</w:t>
      </w:r>
    </w:p>
    <w:p w14:paraId="31B45502" w14:textId="77777777" w:rsidR="005005FE" w:rsidRPr="00630AB6" w:rsidRDefault="005005FE" w:rsidP="00EE1738">
      <w:pPr>
        <w:pStyle w:val="PL"/>
      </w:pPr>
      <w:r w:rsidRPr="00630AB6">
        <w:t xml:space="preserve">          content:</w:t>
      </w:r>
    </w:p>
    <w:p w14:paraId="6E2DF74E" w14:textId="77777777" w:rsidR="005005FE" w:rsidRPr="00630AB6" w:rsidRDefault="005005FE" w:rsidP="00EE1738">
      <w:pPr>
        <w:pStyle w:val="PL"/>
      </w:pPr>
      <w:r w:rsidRPr="00630AB6">
        <w:t xml:space="preserve">            application/json:</w:t>
      </w:r>
    </w:p>
    <w:p w14:paraId="74755369" w14:textId="77777777" w:rsidR="005005FE" w:rsidRPr="00630AB6" w:rsidRDefault="005005FE" w:rsidP="00EE1738">
      <w:pPr>
        <w:pStyle w:val="PL"/>
      </w:pPr>
      <w:r w:rsidRPr="00630AB6">
        <w:t xml:space="preserve">              schema:</w:t>
      </w:r>
    </w:p>
    <w:p w14:paraId="540DC886" w14:textId="77777777" w:rsidR="00D02B3F" w:rsidRDefault="005005FE" w:rsidP="00EE1738">
      <w:pPr>
        <w:pStyle w:val="PL"/>
        <w:rPr>
          <w:lang w:val="en-US"/>
        </w:rPr>
      </w:pPr>
      <w:r w:rsidRPr="00630AB6">
        <w:t xml:space="preserve">                $ref: '#/components/schemas/AuthorizedNssaiAvailabilityInfo'</w:t>
      </w:r>
    </w:p>
    <w:p w14:paraId="2FD28D61" w14:textId="77777777" w:rsidR="00E517E8" w:rsidRDefault="00E517E8" w:rsidP="00EE1738">
      <w:pPr>
        <w:pStyle w:val="PL"/>
      </w:pPr>
      <w:r>
        <w:t xml:space="preserve">          headers:</w:t>
      </w:r>
    </w:p>
    <w:p w14:paraId="3B868DC4" w14:textId="77777777" w:rsidR="00E517E8" w:rsidRDefault="00E517E8" w:rsidP="00EE1738">
      <w:pPr>
        <w:pStyle w:val="PL"/>
      </w:pPr>
      <w:r>
        <w:t xml:space="preserve">            </w:t>
      </w:r>
      <w:r>
        <w:rPr>
          <w:lang w:val="en-US"/>
        </w:rPr>
        <w:t>Accept-Encoding</w:t>
      </w:r>
      <w:r>
        <w:t>:</w:t>
      </w:r>
    </w:p>
    <w:p w14:paraId="33F975A4" w14:textId="77777777" w:rsidR="00E517E8" w:rsidRDefault="00E517E8" w:rsidP="00EE1738">
      <w:pPr>
        <w:pStyle w:val="PL"/>
      </w:pPr>
      <w:r>
        <w:t xml:space="preserve">              description: </w:t>
      </w:r>
      <w:r>
        <w:rPr>
          <w:lang w:val="en-US"/>
        </w:rPr>
        <w:t>Accept-Encoding</w:t>
      </w:r>
      <w:r w:rsidRPr="002857AD">
        <w:rPr>
          <w:lang w:val="en-US"/>
        </w:rPr>
        <w:t>, described in IETF RFC 7</w:t>
      </w:r>
      <w:r>
        <w:rPr>
          <w:lang w:val="en-US"/>
        </w:rPr>
        <w:t>694</w:t>
      </w:r>
    </w:p>
    <w:p w14:paraId="0422DB77" w14:textId="77777777" w:rsidR="00E517E8" w:rsidRDefault="00E517E8" w:rsidP="00EE1738">
      <w:pPr>
        <w:pStyle w:val="PL"/>
      </w:pPr>
      <w:r>
        <w:t xml:space="preserve">              schema:</w:t>
      </w:r>
    </w:p>
    <w:p w14:paraId="484A1143" w14:textId="77777777" w:rsidR="00E517E8" w:rsidRDefault="00E517E8" w:rsidP="00EE1738">
      <w:pPr>
        <w:pStyle w:val="PL"/>
      </w:pPr>
      <w:r>
        <w:t xml:space="preserve">                type: string</w:t>
      </w:r>
    </w:p>
    <w:p w14:paraId="5C85178C" w14:textId="77777777" w:rsidR="00F16A9E" w:rsidRDefault="00F16A9E" w:rsidP="00EE1738">
      <w:pPr>
        <w:pStyle w:val="PL"/>
        <w:rPr>
          <w:lang w:val="en-US"/>
        </w:rPr>
      </w:pPr>
      <w:r>
        <w:rPr>
          <w:lang w:val="en-US"/>
        </w:rPr>
        <w:t xml:space="preserve">        '400':</w:t>
      </w:r>
    </w:p>
    <w:p w14:paraId="78E53863" w14:textId="77777777" w:rsidR="00F16A9E" w:rsidRDefault="00F16A9E" w:rsidP="00EE1738">
      <w:pPr>
        <w:pStyle w:val="PL"/>
        <w:rPr>
          <w:lang w:val="en-US"/>
        </w:rPr>
      </w:pPr>
      <w:r w:rsidRPr="002E5CBA">
        <w:rPr>
          <w:lang w:val="en-US"/>
        </w:rPr>
        <w:t xml:space="preserve">          </w:t>
      </w:r>
      <w:r w:rsidRPr="001F14B1">
        <w:rPr>
          <w:lang w:val="en-US"/>
        </w:rPr>
        <w:t>$ref: 'TS29571_CommonData.yaml#/components/responses/400'</w:t>
      </w:r>
    </w:p>
    <w:p w14:paraId="0CB128B3" w14:textId="77777777" w:rsidR="00F16A9E" w:rsidRDefault="00F16A9E" w:rsidP="00EE1738">
      <w:pPr>
        <w:pStyle w:val="PL"/>
        <w:rPr>
          <w:lang w:val="en-US"/>
        </w:rPr>
      </w:pPr>
      <w:r>
        <w:rPr>
          <w:lang w:val="en-US"/>
        </w:rPr>
        <w:t xml:space="preserve">        '401':</w:t>
      </w:r>
    </w:p>
    <w:p w14:paraId="037322E3" w14:textId="77777777" w:rsidR="00F16A9E" w:rsidRPr="00630AB6" w:rsidRDefault="00F16A9E" w:rsidP="00EE1738">
      <w:pPr>
        <w:pStyle w:val="PL"/>
      </w:pPr>
      <w:r w:rsidRPr="002E5CBA">
        <w:rPr>
          <w:lang w:val="en-US"/>
        </w:rPr>
        <w:t xml:space="preserve">          </w:t>
      </w:r>
      <w:r w:rsidRPr="001F14B1">
        <w:rPr>
          <w:lang w:val="en-US"/>
        </w:rPr>
        <w:t>$ref: 'TS29571_CommonDat</w:t>
      </w:r>
      <w:r>
        <w:rPr>
          <w:lang w:val="en-US"/>
        </w:rPr>
        <w:t>a.yaml#/components/responses/401</w:t>
      </w:r>
      <w:r w:rsidRPr="001F14B1">
        <w:rPr>
          <w:lang w:val="en-US"/>
        </w:rPr>
        <w:t>'</w:t>
      </w:r>
    </w:p>
    <w:p w14:paraId="730E195B" w14:textId="77777777" w:rsidR="007C099B" w:rsidRDefault="007C099B" w:rsidP="00EE1738">
      <w:pPr>
        <w:pStyle w:val="PL"/>
      </w:pPr>
      <w:r w:rsidRPr="00630AB6">
        <w:t xml:space="preserve">        '403':</w:t>
      </w:r>
    </w:p>
    <w:p w14:paraId="7EEFAF6A" w14:textId="77777777" w:rsidR="00F16A9E" w:rsidRPr="0028695C"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a.yaml#/components/responses/403</w:t>
      </w:r>
      <w:r w:rsidRPr="001F14B1">
        <w:rPr>
          <w:lang w:val="en-US"/>
        </w:rPr>
        <w:t>'</w:t>
      </w:r>
    </w:p>
    <w:p w14:paraId="4C298359" w14:textId="77777777" w:rsidR="00F16A9E" w:rsidRDefault="007C099B" w:rsidP="00EE1738">
      <w:pPr>
        <w:pStyle w:val="PL"/>
      </w:pPr>
      <w:r w:rsidRPr="00630AB6">
        <w:t xml:space="preserve">        '404':</w:t>
      </w:r>
    </w:p>
    <w:p w14:paraId="6FA0C153" w14:textId="77777777" w:rsidR="00F16A9E" w:rsidRPr="00630AB6" w:rsidRDefault="00F16A9E" w:rsidP="00EE1738">
      <w:pPr>
        <w:pStyle w:val="PL"/>
      </w:pPr>
      <w:r w:rsidRPr="002E5CBA">
        <w:rPr>
          <w:lang w:val="en-US"/>
        </w:rPr>
        <w:t xml:space="preserve">          </w:t>
      </w:r>
      <w:r w:rsidRPr="001F14B1">
        <w:rPr>
          <w:lang w:val="en-US"/>
        </w:rPr>
        <w:t>$ref: 'TS29571_CommonDat</w:t>
      </w:r>
      <w:r>
        <w:rPr>
          <w:lang w:val="en-US"/>
        </w:rPr>
        <w:t>a.yaml#/components/responses/404</w:t>
      </w:r>
      <w:r w:rsidRPr="001F14B1">
        <w:rPr>
          <w:lang w:val="en-US"/>
        </w:rPr>
        <w:t>'</w:t>
      </w:r>
    </w:p>
    <w:p w14:paraId="05257EBF" w14:textId="77777777" w:rsidR="007C099B" w:rsidRPr="00630AB6" w:rsidRDefault="007C099B" w:rsidP="00EE1738">
      <w:pPr>
        <w:pStyle w:val="PL"/>
      </w:pPr>
    </w:p>
    <w:p w14:paraId="0A7C26F4" w14:textId="77777777" w:rsidR="00F16A9E" w:rsidRDefault="00F16A9E" w:rsidP="00EE1738">
      <w:pPr>
        <w:pStyle w:val="PL"/>
        <w:rPr>
          <w:lang w:val="en-US"/>
        </w:rPr>
      </w:pPr>
      <w:r>
        <w:rPr>
          <w:lang w:val="en-US"/>
        </w:rPr>
        <w:t xml:space="preserve">        '411':</w:t>
      </w:r>
    </w:p>
    <w:p w14:paraId="57EF0FA5"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a.yaml#/components/responses/411</w:t>
      </w:r>
      <w:r w:rsidRPr="001F14B1">
        <w:rPr>
          <w:lang w:val="en-US"/>
        </w:rPr>
        <w:t>'</w:t>
      </w:r>
    </w:p>
    <w:p w14:paraId="0937FED7" w14:textId="77777777" w:rsidR="00F16A9E" w:rsidRDefault="00F16A9E" w:rsidP="00EE1738">
      <w:pPr>
        <w:pStyle w:val="PL"/>
        <w:rPr>
          <w:lang w:val="en-US"/>
        </w:rPr>
      </w:pPr>
      <w:r>
        <w:rPr>
          <w:lang w:val="en-US"/>
        </w:rPr>
        <w:t xml:space="preserve">        '413':</w:t>
      </w:r>
    </w:p>
    <w:p w14:paraId="44384609"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a.yaml#/components/responses/413</w:t>
      </w:r>
      <w:r w:rsidRPr="001F14B1">
        <w:rPr>
          <w:lang w:val="en-US"/>
        </w:rPr>
        <w:t>'</w:t>
      </w:r>
    </w:p>
    <w:p w14:paraId="3DE3AF7F" w14:textId="77777777" w:rsidR="00F16A9E" w:rsidRDefault="00F16A9E" w:rsidP="00EE1738">
      <w:pPr>
        <w:pStyle w:val="PL"/>
        <w:rPr>
          <w:lang w:val="en-US"/>
        </w:rPr>
      </w:pPr>
      <w:r>
        <w:rPr>
          <w:lang w:val="en-US"/>
        </w:rPr>
        <w:t xml:space="preserve">        '415':</w:t>
      </w:r>
    </w:p>
    <w:p w14:paraId="62D06803"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a.yaml#/components/responses/415</w:t>
      </w:r>
      <w:r w:rsidRPr="001F14B1">
        <w:rPr>
          <w:lang w:val="en-US"/>
        </w:rPr>
        <w:t>'</w:t>
      </w:r>
    </w:p>
    <w:p w14:paraId="703322DD" w14:textId="77777777" w:rsidR="00F16A9E" w:rsidRDefault="00F16A9E" w:rsidP="00EE1738">
      <w:pPr>
        <w:pStyle w:val="PL"/>
      </w:pPr>
      <w:r>
        <w:t xml:space="preserve">        '429</w:t>
      </w:r>
      <w:r w:rsidRPr="00630AB6">
        <w:t>':</w:t>
      </w:r>
    </w:p>
    <w:p w14:paraId="74CD6813"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a.yaml#/components/responses/429</w:t>
      </w:r>
      <w:r w:rsidRPr="001F14B1">
        <w:rPr>
          <w:lang w:val="en-US"/>
        </w:rPr>
        <w:t>'</w:t>
      </w:r>
    </w:p>
    <w:p w14:paraId="071EA168" w14:textId="77777777" w:rsidR="00F16A9E" w:rsidRDefault="00F16A9E" w:rsidP="00EE1738">
      <w:pPr>
        <w:pStyle w:val="PL"/>
        <w:rPr>
          <w:lang w:val="en-US"/>
        </w:rPr>
      </w:pPr>
      <w:r w:rsidRPr="002E5CBA">
        <w:rPr>
          <w:lang w:val="en-US"/>
        </w:rPr>
        <w:t xml:space="preserve">        </w:t>
      </w:r>
      <w:r>
        <w:rPr>
          <w:lang w:val="en-US"/>
        </w:rPr>
        <w:t>'500':</w:t>
      </w:r>
    </w:p>
    <w:p w14:paraId="3D22DA0A" w14:textId="77777777" w:rsidR="00F16A9E" w:rsidRDefault="00F16A9E" w:rsidP="00EE1738">
      <w:pPr>
        <w:pStyle w:val="PL"/>
      </w:pPr>
      <w:r w:rsidRPr="002E5CBA">
        <w:rPr>
          <w:lang w:val="en-US"/>
        </w:rPr>
        <w:t xml:space="preserve">          </w:t>
      </w:r>
      <w:r w:rsidRPr="008F2F3C">
        <w:t>$ref: 'TS29571_CommonData.yaml#/components/responses/</w:t>
      </w:r>
      <w:r>
        <w:t>500</w:t>
      </w:r>
      <w:r w:rsidRPr="008F2F3C">
        <w:t>'</w:t>
      </w:r>
    </w:p>
    <w:p w14:paraId="7D138181" w14:textId="77777777" w:rsidR="00F16A9E" w:rsidRDefault="00F16A9E" w:rsidP="00EE1738">
      <w:pPr>
        <w:pStyle w:val="PL"/>
        <w:rPr>
          <w:lang w:val="en-US"/>
        </w:rPr>
      </w:pPr>
      <w:r w:rsidRPr="002E5CBA">
        <w:rPr>
          <w:lang w:val="en-US"/>
        </w:rPr>
        <w:t xml:space="preserve">        </w:t>
      </w:r>
      <w:r>
        <w:rPr>
          <w:lang w:val="en-US"/>
        </w:rPr>
        <w:t>'503':</w:t>
      </w:r>
    </w:p>
    <w:p w14:paraId="705C23D4" w14:textId="77777777" w:rsidR="00F16A9E" w:rsidRDefault="00F16A9E" w:rsidP="00EE1738">
      <w:pPr>
        <w:pStyle w:val="PL"/>
      </w:pPr>
      <w:r w:rsidRPr="002E5CBA">
        <w:rPr>
          <w:lang w:val="en-US"/>
        </w:rPr>
        <w:t xml:space="preserve">          </w:t>
      </w:r>
      <w:r w:rsidRPr="008F2F3C">
        <w:t>$ref: 'TS29571_CommonData.yaml#/components/responses/</w:t>
      </w:r>
      <w:r>
        <w:t>503</w:t>
      </w:r>
      <w:r w:rsidRPr="008F2F3C">
        <w:t>'</w:t>
      </w:r>
    </w:p>
    <w:p w14:paraId="19D7607F" w14:textId="77777777" w:rsidR="005005FE" w:rsidRPr="00630AB6" w:rsidRDefault="005005FE" w:rsidP="00EE1738">
      <w:pPr>
        <w:pStyle w:val="PL"/>
      </w:pPr>
      <w:r w:rsidRPr="00630AB6">
        <w:t xml:space="preserve">        default:</w:t>
      </w:r>
    </w:p>
    <w:p w14:paraId="769DB1F0" w14:textId="77777777" w:rsidR="005005FE" w:rsidRPr="00630AB6" w:rsidRDefault="005005FE" w:rsidP="00EE1738">
      <w:pPr>
        <w:pStyle w:val="PL"/>
      </w:pPr>
      <w:r w:rsidRPr="00630AB6">
        <w:t xml:space="preserve">          description: Unexpected error</w:t>
      </w:r>
    </w:p>
    <w:p w14:paraId="1AC0412C" w14:textId="77777777" w:rsidR="005005FE" w:rsidRPr="00630AB6" w:rsidRDefault="005005FE" w:rsidP="00EE1738">
      <w:pPr>
        <w:pStyle w:val="PL"/>
      </w:pPr>
      <w:r w:rsidRPr="00630AB6">
        <w:t xml:space="preserve">    </w:t>
      </w:r>
    </w:p>
    <w:p w14:paraId="5C90E78F" w14:textId="77777777" w:rsidR="005005FE" w:rsidRPr="00630AB6" w:rsidRDefault="005005FE" w:rsidP="00EE1738">
      <w:pPr>
        <w:pStyle w:val="PL"/>
      </w:pPr>
      <w:r w:rsidRPr="00630AB6">
        <w:t xml:space="preserve">    patch:</w:t>
      </w:r>
    </w:p>
    <w:p w14:paraId="3E104A17" w14:textId="77777777" w:rsidR="005005FE" w:rsidRPr="00630AB6" w:rsidRDefault="005005FE" w:rsidP="00EE1738">
      <w:pPr>
        <w:pStyle w:val="PL"/>
      </w:pPr>
      <w:r w:rsidRPr="00630AB6">
        <w:t xml:space="preserve">      summary: Updates an already existing S-NSSAIs per TA provided by the NF service consumer (e.g AMF)</w:t>
      </w:r>
    </w:p>
    <w:p w14:paraId="11F738D6" w14:textId="77777777" w:rsidR="005005FE" w:rsidRPr="00630AB6" w:rsidRDefault="005005FE" w:rsidP="00EE1738">
      <w:pPr>
        <w:pStyle w:val="PL"/>
      </w:pPr>
      <w:r w:rsidRPr="00630AB6">
        <w:t xml:space="preserve">      tags:</w:t>
      </w:r>
    </w:p>
    <w:p w14:paraId="544C3379" w14:textId="77777777" w:rsidR="005005FE" w:rsidRPr="00630AB6" w:rsidRDefault="005005FE" w:rsidP="00EE1738">
      <w:pPr>
        <w:pStyle w:val="PL"/>
      </w:pPr>
      <w:r w:rsidRPr="00630AB6">
        <w:t xml:space="preserve">        - </w:t>
      </w:r>
      <w:r w:rsidR="00E26474" w:rsidRPr="00630AB6">
        <w:t>NF Instance ID (Document)</w:t>
      </w:r>
    </w:p>
    <w:p w14:paraId="0A5F789C" w14:textId="77777777" w:rsidR="005005FE" w:rsidRPr="00630AB6" w:rsidRDefault="005005FE" w:rsidP="00EE1738">
      <w:pPr>
        <w:pStyle w:val="PL"/>
      </w:pPr>
      <w:r w:rsidRPr="00630AB6">
        <w:t xml:space="preserve">      operationId: </w:t>
      </w:r>
      <w:r w:rsidR="00E26474" w:rsidRPr="00630AB6">
        <w:t>NSSAIAvailabilityPatch</w:t>
      </w:r>
    </w:p>
    <w:p w14:paraId="0BA2AF60" w14:textId="77777777" w:rsidR="005005FE" w:rsidRPr="00630AB6" w:rsidRDefault="005005FE" w:rsidP="00EE1738">
      <w:pPr>
        <w:pStyle w:val="PL"/>
      </w:pPr>
      <w:r w:rsidRPr="00630AB6">
        <w:t xml:space="preserve">      parameters:</w:t>
      </w:r>
    </w:p>
    <w:p w14:paraId="7B2E99EA" w14:textId="77777777" w:rsidR="005005FE" w:rsidRPr="00630AB6" w:rsidRDefault="005005FE" w:rsidP="00EE1738">
      <w:pPr>
        <w:pStyle w:val="PL"/>
      </w:pPr>
      <w:r w:rsidRPr="00630AB6">
        <w:t xml:space="preserve">        - name: nfId</w:t>
      </w:r>
    </w:p>
    <w:p w14:paraId="45D38E02" w14:textId="77777777" w:rsidR="005005FE" w:rsidRPr="00630AB6" w:rsidRDefault="005005FE" w:rsidP="00EE1738">
      <w:pPr>
        <w:pStyle w:val="PL"/>
      </w:pPr>
      <w:r w:rsidRPr="00630AB6">
        <w:t xml:space="preserve">          in: path</w:t>
      </w:r>
    </w:p>
    <w:p w14:paraId="5FFBC10F" w14:textId="77777777" w:rsidR="005005FE" w:rsidRPr="00630AB6" w:rsidRDefault="005005FE" w:rsidP="00EE1738">
      <w:pPr>
        <w:pStyle w:val="PL"/>
      </w:pPr>
      <w:r w:rsidRPr="00630AB6">
        <w:t xml:space="preserve">          description: Identifier of the NF service consumer instance</w:t>
      </w:r>
    </w:p>
    <w:p w14:paraId="582A5096" w14:textId="77777777" w:rsidR="005005FE" w:rsidRPr="00630AB6" w:rsidRDefault="005005FE" w:rsidP="00EE1738">
      <w:pPr>
        <w:pStyle w:val="PL"/>
      </w:pPr>
      <w:r w:rsidRPr="00630AB6">
        <w:t xml:space="preserve">          required: true</w:t>
      </w:r>
    </w:p>
    <w:p w14:paraId="6A627929" w14:textId="77777777" w:rsidR="005005FE" w:rsidRPr="00630AB6" w:rsidRDefault="005005FE" w:rsidP="00EE1738">
      <w:pPr>
        <w:pStyle w:val="PL"/>
      </w:pPr>
      <w:r w:rsidRPr="00630AB6">
        <w:t xml:space="preserve">          schema:</w:t>
      </w:r>
    </w:p>
    <w:p w14:paraId="5ECEFE99" w14:textId="77777777" w:rsidR="005005FE" w:rsidRPr="00630AB6" w:rsidRDefault="005005FE" w:rsidP="00EE1738">
      <w:pPr>
        <w:pStyle w:val="PL"/>
      </w:pPr>
      <w:r w:rsidRPr="00630AB6">
        <w:t xml:space="preserve">            type: string</w:t>
      </w:r>
    </w:p>
    <w:p w14:paraId="460A1237" w14:textId="77777777" w:rsidR="005005FE" w:rsidRPr="00630AB6" w:rsidRDefault="005005FE" w:rsidP="00EE1738">
      <w:pPr>
        <w:pStyle w:val="PL"/>
      </w:pPr>
      <w:r w:rsidRPr="00630AB6">
        <w:t xml:space="preserve">      requestBody:</w:t>
      </w:r>
    </w:p>
    <w:p w14:paraId="0B69B1A2" w14:textId="77777777" w:rsidR="005005FE" w:rsidRPr="00630AB6" w:rsidRDefault="005005FE" w:rsidP="00EE1738">
      <w:pPr>
        <w:pStyle w:val="PL"/>
      </w:pPr>
      <w:r w:rsidRPr="00630AB6">
        <w:t xml:space="preserve">        description: JSON Patch instructions to update at the NSSF, the S-NSSAIs supported per TA</w:t>
      </w:r>
    </w:p>
    <w:p w14:paraId="70D04BAC" w14:textId="77777777" w:rsidR="005005FE" w:rsidRPr="00630AB6" w:rsidRDefault="005005FE" w:rsidP="00EE1738">
      <w:pPr>
        <w:pStyle w:val="PL"/>
      </w:pPr>
      <w:r w:rsidRPr="00630AB6">
        <w:lastRenderedPageBreak/>
        <w:t xml:space="preserve">        required: true</w:t>
      </w:r>
    </w:p>
    <w:p w14:paraId="01F3EBB1" w14:textId="77777777" w:rsidR="005005FE" w:rsidRPr="00630AB6" w:rsidRDefault="005005FE" w:rsidP="00EE1738">
      <w:pPr>
        <w:pStyle w:val="PL"/>
      </w:pPr>
      <w:r w:rsidRPr="00630AB6">
        <w:t xml:space="preserve">        content:</w:t>
      </w:r>
    </w:p>
    <w:p w14:paraId="05A58F7D" w14:textId="77777777" w:rsidR="005005FE" w:rsidRPr="00630AB6" w:rsidRDefault="005005FE" w:rsidP="00EE1738">
      <w:pPr>
        <w:pStyle w:val="PL"/>
      </w:pPr>
      <w:r w:rsidRPr="00630AB6">
        <w:t xml:space="preserve">          application/json-patch+json::</w:t>
      </w:r>
    </w:p>
    <w:p w14:paraId="3B7E6C01" w14:textId="77777777" w:rsidR="005005FE" w:rsidRPr="00630AB6" w:rsidRDefault="005005FE" w:rsidP="00EE1738">
      <w:pPr>
        <w:pStyle w:val="PL"/>
      </w:pPr>
      <w:r w:rsidRPr="00630AB6">
        <w:t xml:space="preserve">            schema:</w:t>
      </w:r>
    </w:p>
    <w:p w14:paraId="7C0238AB" w14:textId="77777777" w:rsidR="005005FE" w:rsidRPr="00630AB6" w:rsidRDefault="005005FE" w:rsidP="00EE1738">
      <w:pPr>
        <w:pStyle w:val="PL"/>
      </w:pPr>
      <w:r w:rsidRPr="00630AB6">
        <w:t xml:space="preserve">              $ref: '#/components/schemas/PatchDocument'</w:t>
      </w:r>
    </w:p>
    <w:p w14:paraId="7C44F2A0" w14:textId="77777777" w:rsidR="005005FE" w:rsidRPr="00630AB6" w:rsidRDefault="005005FE" w:rsidP="00EE1738">
      <w:pPr>
        <w:pStyle w:val="PL"/>
      </w:pPr>
      <w:r w:rsidRPr="00630AB6">
        <w:t xml:space="preserve">          </w:t>
      </w:r>
    </w:p>
    <w:p w14:paraId="7C1CE3B9" w14:textId="77777777" w:rsidR="005005FE" w:rsidRPr="00630AB6" w:rsidRDefault="005005FE" w:rsidP="00EE1738">
      <w:pPr>
        <w:pStyle w:val="PL"/>
      </w:pPr>
      <w:r w:rsidRPr="00630AB6">
        <w:t xml:space="preserve">      responses:</w:t>
      </w:r>
    </w:p>
    <w:p w14:paraId="7B593D4B" w14:textId="77777777" w:rsidR="005005FE" w:rsidRPr="00630AB6" w:rsidRDefault="005005FE" w:rsidP="00EE1738">
      <w:pPr>
        <w:pStyle w:val="PL"/>
      </w:pPr>
      <w:r w:rsidRPr="00630AB6">
        <w:t xml:space="preserve">        '200':</w:t>
      </w:r>
    </w:p>
    <w:p w14:paraId="299167A6" w14:textId="77777777" w:rsidR="005005FE" w:rsidRPr="00630AB6" w:rsidRDefault="005005FE" w:rsidP="00EE1738">
      <w:pPr>
        <w:pStyle w:val="PL"/>
      </w:pPr>
      <w:r w:rsidRPr="00630AB6">
        <w:t xml:space="preserve">          description: OK (Successful update of SNSSAI information per TA)</w:t>
      </w:r>
    </w:p>
    <w:p w14:paraId="4A421974" w14:textId="77777777" w:rsidR="005005FE" w:rsidRPr="00630AB6" w:rsidRDefault="005005FE" w:rsidP="00EE1738">
      <w:pPr>
        <w:pStyle w:val="PL"/>
      </w:pPr>
      <w:r w:rsidRPr="00630AB6">
        <w:t xml:space="preserve">          content:</w:t>
      </w:r>
    </w:p>
    <w:p w14:paraId="64D76249" w14:textId="77777777" w:rsidR="005005FE" w:rsidRPr="00630AB6" w:rsidRDefault="005005FE" w:rsidP="00EE1738">
      <w:pPr>
        <w:pStyle w:val="PL"/>
      </w:pPr>
      <w:r w:rsidRPr="00630AB6">
        <w:t xml:space="preserve">            application/json:</w:t>
      </w:r>
    </w:p>
    <w:p w14:paraId="35E280FB" w14:textId="77777777" w:rsidR="005005FE" w:rsidRPr="00630AB6" w:rsidRDefault="005005FE" w:rsidP="00EE1738">
      <w:pPr>
        <w:pStyle w:val="PL"/>
      </w:pPr>
      <w:r w:rsidRPr="00630AB6">
        <w:t xml:space="preserve">              schema:</w:t>
      </w:r>
    </w:p>
    <w:p w14:paraId="4D7AFDB1" w14:textId="77777777" w:rsidR="005005FE" w:rsidRDefault="005005FE" w:rsidP="00EE1738">
      <w:pPr>
        <w:pStyle w:val="PL"/>
      </w:pPr>
      <w:r w:rsidRPr="00630AB6">
        <w:t xml:space="preserve">                $ref: '#/components/schemas/AuthorizedNssaiAvailabilityInfo'</w:t>
      </w:r>
    </w:p>
    <w:p w14:paraId="02634758" w14:textId="77777777" w:rsidR="00F16A9E" w:rsidRDefault="00F16A9E" w:rsidP="00EE1738">
      <w:pPr>
        <w:pStyle w:val="PL"/>
        <w:rPr>
          <w:lang w:val="en-US"/>
        </w:rPr>
      </w:pPr>
      <w:r>
        <w:rPr>
          <w:lang w:val="en-US"/>
        </w:rPr>
        <w:t xml:space="preserve">        '400':</w:t>
      </w:r>
    </w:p>
    <w:p w14:paraId="35B4BEDB" w14:textId="77777777" w:rsidR="00F16A9E" w:rsidRDefault="00F16A9E" w:rsidP="00EE1738">
      <w:pPr>
        <w:pStyle w:val="PL"/>
        <w:rPr>
          <w:lang w:val="en-US"/>
        </w:rPr>
      </w:pPr>
      <w:r w:rsidRPr="002E5CBA">
        <w:rPr>
          <w:lang w:val="en-US"/>
        </w:rPr>
        <w:t xml:space="preserve">          </w:t>
      </w:r>
      <w:r w:rsidRPr="001F14B1">
        <w:rPr>
          <w:lang w:val="en-US"/>
        </w:rPr>
        <w:t>$ref: 'TS29571_CommonData.yaml#/components/responses/400'</w:t>
      </w:r>
    </w:p>
    <w:p w14:paraId="720AA0C3" w14:textId="77777777" w:rsidR="00F16A9E" w:rsidRDefault="00F16A9E" w:rsidP="00EE1738">
      <w:pPr>
        <w:pStyle w:val="PL"/>
        <w:rPr>
          <w:lang w:val="en-US"/>
        </w:rPr>
      </w:pPr>
      <w:r>
        <w:rPr>
          <w:lang w:val="en-US"/>
        </w:rPr>
        <w:t xml:space="preserve">        '401':</w:t>
      </w:r>
    </w:p>
    <w:p w14:paraId="1CC65B71" w14:textId="77777777" w:rsidR="00F16A9E" w:rsidRPr="00630AB6" w:rsidRDefault="00F16A9E" w:rsidP="00EE1738">
      <w:pPr>
        <w:pStyle w:val="PL"/>
      </w:pPr>
      <w:r w:rsidRPr="002E5CBA">
        <w:rPr>
          <w:lang w:val="en-US"/>
        </w:rPr>
        <w:t xml:space="preserve">          </w:t>
      </w:r>
      <w:r w:rsidRPr="001F14B1">
        <w:rPr>
          <w:lang w:val="en-US"/>
        </w:rPr>
        <w:t>$ref: 'TS29571_CommonDat</w:t>
      </w:r>
      <w:r>
        <w:rPr>
          <w:lang w:val="en-US"/>
        </w:rPr>
        <w:t>a.yaml#/components/responses/401</w:t>
      </w:r>
      <w:r w:rsidRPr="001F14B1">
        <w:rPr>
          <w:lang w:val="en-US"/>
        </w:rPr>
        <w:t>'</w:t>
      </w:r>
    </w:p>
    <w:p w14:paraId="00AEC89C" w14:textId="77777777" w:rsidR="007C099B" w:rsidRDefault="007C099B" w:rsidP="00EE1738">
      <w:pPr>
        <w:pStyle w:val="PL"/>
      </w:pPr>
      <w:r w:rsidRPr="00630AB6">
        <w:t xml:space="preserve">        '403':</w:t>
      </w:r>
    </w:p>
    <w:p w14:paraId="4C52B1E2" w14:textId="77777777" w:rsidR="00F16A9E" w:rsidRPr="00630AB6" w:rsidRDefault="00F16A9E" w:rsidP="00EE1738">
      <w:pPr>
        <w:pStyle w:val="PL"/>
      </w:pPr>
      <w:r w:rsidRPr="002E5CBA">
        <w:rPr>
          <w:lang w:val="en-US"/>
        </w:rPr>
        <w:t xml:space="preserve">          </w:t>
      </w:r>
      <w:r w:rsidRPr="001F14B1">
        <w:rPr>
          <w:lang w:val="en-US"/>
        </w:rPr>
        <w:t>$ref: 'TS29571_CommonDat</w:t>
      </w:r>
      <w:r>
        <w:rPr>
          <w:lang w:val="en-US"/>
        </w:rPr>
        <w:t>a.yaml#/components/responses/403</w:t>
      </w:r>
      <w:r w:rsidRPr="001F14B1">
        <w:rPr>
          <w:lang w:val="en-US"/>
        </w:rPr>
        <w:t>'</w:t>
      </w:r>
    </w:p>
    <w:p w14:paraId="1B7F0133" w14:textId="77777777" w:rsidR="007C099B" w:rsidRPr="00630AB6" w:rsidRDefault="007C099B" w:rsidP="00EE1738">
      <w:pPr>
        <w:pStyle w:val="PL"/>
      </w:pPr>
    </w:p>
    <w:p w14:paraId="725DB526" w14:textId="77777777" w:rsidR="007C099B" w:rsidRDefault="007C099B" w:rsidP="00EE1738">
      <w:pPr>
        <w:pStyle w:val="PL"/>
      </w:pPr>
      <w:r w:rsidRPr="00630AB6">
        <w:t xml:space="preserve">        '404':</w:t>
      </w:r>
    </w:p>
    <w:p w14:paraId="0FFB78C8" w14:textId="77777777" w:rsidR="00F16A9E" w:rsidRPr="0028695C"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a.yaml#/components/responses/404</w:t>
      </w:r>
      <w:r w:rsidRPr="001F14B1">
        <w:rPr>
          <w:lang w:val="en-US"/>
        </w:rPr>
        <w:t>'</w:t>
      </w:r>
    </w:p>
    <w:p w14:paraId="3D553B71" w14:textId="77777777" w:rsidR="007C099B" w:rsidRPr="00630AB6" w:rsidRDefault="007C099B" w:rsidP="00EE1738">
      <w:pPr>
        <w:pStyle w:val="PL"/>
      </w:pPr>
    </w:p>
    <w:p w14:paraId="09D62D07" w14:textId="77777777" w:rsidR="00F16A9E" w:rsidRDefault="00F16A9E" w:rsidP="00EE1738">
      <w:pPr>
        <w:pStyle w:val="PL"/>
        <w:rPr>
          <w:lang w:val="en-US"/>
        </w:rPr>
      </w:pPr>
      <w:r>
        <w:rPr>
          <w:lang w:val="en-US"/>
        </w:rPr>
        <w:t xml:space="preserve">        '411':</w:t>
      </w:r>
    </w:p>
    <w:p w14:paraId="788A2A40"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a.yaml#/components/responses/411</w:t>
      </w:r>
      <w:r w:rsidRPr="001F14B1">
        <w:rPr>
          <w:lang w:val="en-US"/>
        </w:rPr>
        <w:t>'</w:t>
      </w:r>
    </w:p>
    <w:p w14:paraId="6783C8BE" w14:textId="77777777" w:rsidR="00F16A9E" w:rsidRDefault="00F16A9E" w:rsidP="00EE1738">
      <w:pPr>
        <w:pStyle w:val="PL"/>
        <w:rPr>
          <w:lang w:val="en-US"/>
        </w:rPr>
      </w:pPr>
      <w:r>
        <w:rPr>
          <w:lang w:val="en-US"/>
        </w:rPr>
        <w:t xml:space="preserve">        '413':</w:t>
      </w:r>
    </w:p>
    <w:p w14:paraId="45B905A7"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a.yaml#/components/responses/413</w:t>
      </w:r>
      <w:r w:rsidRPr="001F14B1">
        <w:rPr>
          <w:lang w:val="en-US"/>
        </w:rPr>
        <w:t>'</w:t>
      </w:r>
    </w:p>
    <w:p w14:paraId="661AAF55" w14:textId="77777777" w:rsidR="00F16A9E" w:rsidRDefault="00F16A9E" w:rsidP="00EE1738">
      <w:pPr>
        <w:pStyle w:val="PL"/>
        <w:rPr>
          <w:lang w:val="en-US"/>
        </w:rPr>
      </w:pPr>
      <w:r>
        <w:rPr>
          <w:lang w:val="en-US"/>
        </w:rPr>
        <w:t xml:space="preserve">        '415':</w:t>
      </w:r>
    </w:p>
    <w:p w14:paraId="28C53DA7"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a.yaml#/components/responses/415</w:t>
      </w:r>
      <w:r w:rsidRPr="001F14B1">
        <w:rPr>
          <w:lang w:val="en-US"/>
        </w:rPr>
        <w:t>'</w:t>
      </w:r>
    </w:p>
    <w:p w14:paraId="31DAE71E" w14:textId="77777777" w:rsidR="00F16A9E" w:rsidRDefault="00F16A9E" w:rsidP="00EE1738">
      <w:pPr>
        <w:pStyle w:val="PL"/>
      </w:pPr>
      <w:r>
        <w:t xml:space="preserve">        '429</w:t>
      </w:r>
      <w:r w:rsidRPr="00630AB6">
        <w:t>':</w:t>
      </w:r>
    </w:p>
    <w:p w14:paraId="35E12D43"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a.yaml#/components/responses/429</w:t>
      </w:r>
      <w:r w:rsidRPr="001F14B1">
        <w:rPr>
          <w:lang w:val="en-US"/>
        </w:rPr>
        <w:t>'</w:t>
      </w:r>
    </w:p>
    <w:p w14:paraId="1A922222" w14:textId="77777777" w:rsidR="00F16A9E" w:rsidRDefault="00F16A9E" w:rsidP="00EE1738">
      <w:pPr>
        <w:pStyle w:val="PL"/>
        <w:rPr>
          <w:lang w:val="en-US"/>
        </w:rPr>
      </w:pPr>
      <w:r w:rsidRPr="002E5CBA">
        <w:rPr>
          <w:lang w:val="en-US"/>
        </w:rPr>
        <w:t xml:space="preserve">        </w:t>
      </w:r>
      <w:r>
        <w:rPr>
          <w:lang w:val="en-US"/>
        </w:rPr>
        <w:t>'500':</w:t>
      </w:r>
    </w:p>
    <w:p w14:paraId="73342E11" w14:textId="77777777" w:rsidR="00F16A9E" w:rsidRDefault="00F16A9E" w:rsidP="00EE1738">
      <w:pPr>
        <w:pStyle w:val="PL"/>
      </w:pPr>
      <w:r w:rsidRPr="002E5CBA">
        <w:rPr>
          <w:lang w:val="en-US"/>
        </w:rPr>
        <w:t xml:space="preserve">          </w:t>
      </w:r>
      <w:r w:rsidRPr="008F2F3C">
        <w:t>$ref: 'TS29571_CommonData.yaml#/components/responses/</w:t>
      </w:r>
      <w:r>
        <w:t>500</w:t>
      </w:r>
      <w:r w:rsidRPr="008F2F3C">
        <w:t>'</w:t>
      </w:r>
    </w:p>
    <w:p w14:paraId="33D83976" w14:textId="77777777" w:rsidR="00F16A9E" w:rsidRDefault="00F16A9E" w:rsidP="00EE1738">
      <w:pPr>
        <w:pStyle w:val="PL"/>
        <w:rPr>
          <w:lang w:val="en-US"/>
        </w:rPr>
      </w:pPr>
      <w:r w:rsidRPr="002E5CBA">
        <w:rPr>
          <w:lang w:val="en-US"/>
        </w:rPr>
        <w:t xml:space="preserve">        </w:t>
      </w:r>
      <w:r>
        <w:rPr>
          <w:lang w:val="en-US"/>
        </w:rPr>
        <w:t>'503':</w:t>
      </w:r>
    </w:p>
    <w:p w14:paraId="0921444E" w14:textId="77777777" w:rsidR="00F16A9E" w:rsidRDefault="00F16A9E" w:rsidP="00EE1738">
      <w:pPr>
        <w:pStyle w:val="PL"/>
      </w:pPr>
      <w:r w:rsidRPr="002E5CBA">
        <w:rPr>
          <w:lang w:val="en-US"/>
        </w:rPr>
        <w:t xml:space="preserve">          </w:t>
      </w:r>
      <w:r w:rsidRPr="008F2F3C">
        <w:t>$ref: 'TS29571_CommonData.yaml#/components/responses/</w:t>
      </w:r>
      <w:r>
        <w:t>503</w:t>
      </w:r>
      <w:r w:rsidRPr="008F2F3C">
        <w:t>'</w:t>
      </w:r>
    </w:p>
    <w:p w14:paraId="5C460F0B" w14:textId="77777777" w:rsidR="005005FE" w:rsidRPr="00630AB6" w:rsidRDefault="005005FE" w:rsidP="00EE1738">
      <w:pPr>
        <w:pStyle w:val="PL"/>
      </w:pPr>
      <w:r w:rsidRPr="00630AB6">
        <w:t xml:space="preserve">        default:</w:t>
      </w:r>
    </w:p>
    <w:p w14:paraId="06BC075F" w14:textId="77777777" w:rsidR="005005FE" w:rsidRPr="00630AB6" w:rsidRDefault="005005FE" w:rsidP="00EE1738">
      <w:pPr>
        <w:pStyle w:val="PL"/>
      </w:pPr>
      <w:r w:rsidRPr="00630AB6">
        <w:t xml:space="preserve">          description: Unexpected error</w:t>
      </w:r>
    </w:p>
    <w:p w14:paraId="767369FA" w14:textId="77777777" w:rsidR="005005FE" w:rsidRPr="00630AB6" w:rsidRDefault="005005FE" w:rsidP="00EE1738">
      <w:pPr>
        <w:pStyle w:val="PL"/>
      </w:pPr>
    </w:p>
    <w:p w14:paraId="44B58AF0" w14:textId="77777777" w:rsidR="005005FE" w:rsidRPr="00630AB6" w:rsidRDefault="005005FE" w:rsidP="00EE1738">
      <w:pPr>
        <w:pStyle w:val="PL"/>
      </w:pPr>
    </w:p>
    <w:p w14:paraId="03A0016B" w14:textId="77777777" w:rsidR="005005FE" w:rsidRPr="00630AB6" w:rsidRDefault="005005FE" w:rsidP="00EE1738">
      <w:pPr>
        <w:pStyle w:val="PL"/>
      </w:pPr>
      <w:r w:rsidRPr="00630AB6">
        <w:t xml:space="preserve">    delete:</w:t>
      </w:r>
    </w:p>
    <w:p w14:paraId="2C630C63" w14:textId="77777777" w:rsidR="005005FE" w:rsidRPr="00630AB6" w:rsidRDefault="005005FE" w:rsidP="00EE1738">
      <w:pPr>
        <w:pStyle w:val="PL"/>
      </w:pPr>
      <w:r w:rsidRPr="00630AB6">
        <w:t xml:space="preserve">      summary: Deletes an already existing S-NSSAIs per TA provided by the NF service consumer (e.g AMF)</w:t>
      </w:r>
    </w:p>
    <w:p w14:paraId="6EDEF360" w14:textId="77777777" w:rsidR="005005FE" w:rsidRPr="00630AB6" w:rsidRDefault="005005FE" w:rsidP="00EE1738">
      <w:pPr>
        <w:pStyle w:val="PL"/>
      </w:pPr>
      <w:r w:rsidRPr="00630AB6">
        <w:t xml:space="preserve">      tags:</w:t>
      </w:r>
    </w:p>
    <w:p w14:paraId="7A2B99AA" w14:textId="77777777" w:rsidR="005005FE" w:rsidRPr="00630AB6" w:rsidRDefault="005005FE" w:rsidP="00EE1738">
      <w:pPr>
        <w:pStyle w:val="PL"/>
      </w:pPr>
      <w:r w:rsidRPr="00630AB6">
        <w:t xml:space="preserve">        - </w:t>
      </w:r>
      <w:r w:rsidR="00D652D6" w:rsidRPr="00630AB6">
        <w:t>NF Instance ID (Document)</w:t>
      </w:r>
    </w:p>
    <w:p w14:paraId="75B30F42" w14:textId="77777777" w:rsidR="005005FE" w:rsidRPr="00630AB6" w:rsidRDefault="005005FE" w:rsidP="00EE1738">
      <w:pPr>
        <w:pStyle w:val="PL"/>
      </w:pPr>
      <w:r w:rsidRPr="00630AB6">
        <w:t xml:space="preserve">      operationId: </w:t>
      </w:r>
      <w:r w:rsidR="00D652D6" w:rsidRPr="00630AB6">
        <w:t>NSSAIAvailabilityDelete</w:t>
      </w:r>
    </w:p>
    <w:p w14:paraId="715D4498" w14:textId="77777777" w:rsidR="005005FE" w:rsidRPr="00630AB6" w:rsidRDefault="005005FE" w:rsidP="00EE1738">
      <w:pPr>
        <w:pStyle w:val="PL"/>
      </w:pPr>
      <w:r w:rsidRPr="00630AB6">
        <w:t xml:space="preserve">      parameters:</w:t>
      </w:r>
    </w:p>
    <w:p w14:paraId="221D7188" w14:textId="77777777" w:rsidR="005005FE" w:rsidRPr="00630AB6" w:rsidRDefault="005005FE" w:rsidP="00EE1738">
      <w:pPr>
        <w:pStyle w:val="PL"/>
      </w:pPr>
      <w:r w:rsidRPr="00630AB6">
        <w:t xml:space="preserve">        - name: nfId</w:t>
      </w:r>
    </w:p>
    <w:p w14:paraId="5E99410D" w14:textId="77777777" w:rsidR="005005FE" w:rsidRPr="00630AB6" w:rsidRDefault="005005FE" w:rsidP="00EE1738">
      <w:pPr>
        <w:pStyle w:val="PL"/>
      </w:pPr>
      <w:r w:rsidRPr="00630AB6">
        <w:t xml:space="preserve">          in: path</w:t>
      </w:r>
    </w:p>
    <w:p w14:paraId="386176FA" w14:textId="77777777" w:rsidR="005005FE" w:rsidRPr="00630AB6" w:rsidRDefault="005005FE" w:rsidP="00EE1738">
      <w:pPr>
        <w:pStyle w:val="PL"/>
      </w:pPr>
      <w:r w:rsidRPr="00630AB6">
        <w:t xml:space="preserve">          description: Identifier of the NF service consumer instance</w:t>
      </w:r>
    </w:p>
    <w:p w14:paraId="0E1E13D7" w14:textId="77777777" w:rsidR="005005FE" w:rsidRPr="00630AB6" w:rsidRDefault="005005FE" w:rsidP="00EE1738">
      <w:pPr>
        <w:pStyle w:val="PL"/>
      </w:pPr>
      <w:r w:rsidRPr="00630AB6">
        <w:t xml:space="preserve">          required: true</w:t>
      </w:r>
    </w:p>
    <w:p w14:paraId="32EBC95E" w14:textId="77777777" w:rsidR="005005FE" w:rsidRPr="00630AB6" w:rsidRDefault="005005FE" w:rsidP="00EE1738">
      <w:pPr>
        <w:pStyle w:val="PL"/>
      </w:pPr>
      <w:r w:rsidRPr="00630AB6">
        <w:t xml:space="preserve">          schema:</w:t>
      </w:r>
    </w:p>
    <w:p w14:paraId="1A98DFB6" w14:textId="77777777" w:rsidR="005005FE" w:rsidRPr="00630AB6" w:rsidRDefault="005005FE" w:rsidP="00EE1738">
      <w:pPr>
        <w:pStyle w:val="PL"/>
      </w:pPr>
      <w:r w:rsidRPr="00630AB6">
        <w:t xml:space="preserve">            type: string</w:t>
      </w:r>
    </w:p>
    <w:p w14:paraId="75CB044F" w14:textId="77777777" w:rsidR="005005FE" w:rsidRPr="00630AB6" w:rsidRDefault="005005FE" w:rsidP="00EE1738">
      <w:pPr>
        <w:pStyle w:val="PL"/>
      </w:pPr>
      <w:r w:rsidRPr="00630AB6">
        <w:t xml:space="preserve">    </w:t>
      </w:r>
    </w:p>
    <w:p w14:paraId="08713793" w14:textId="77777777" w:rsidR="005005FE" w:rsidRPr="00630AB6" w:rsidRDefault="005005FE" w:rsidP="00EE1738">
      <w:pPr>
        <w:pStyle w:val="PL"/>
      </w:pPr>
      <w:r w:rsidRPr="00630AB6">
        <w:t xml:space="preserve">      responses:</w:t>
      </w:r>
    </w:p>
    <w:p w14:paraId="7A6DB307" w14:textId="77777777" w:rsidR="005005FE" w:rsidRPr="00630AB6" w:rsidRDefault="005005FE" w:rsidP="00EE1738">
      <w:pPr>
        <w:pStyle w:val="PL"/>
      </w:pPr>
      <w:r w:rsidRPr="00630AB6">
        <w:t xml:space="preserve">        '204':</w:t>
      </w:r>
    </w:p>
    <w:p w14:paraId="5D7A0F53" w14:textId="77777777" w:rsidR="007C099B" w:rsidRDefault="005005FE" w:rsidP="00EE1738">
      <w:pPr>
        <w:pStyle w:val="PL"/>
      </w:pPr>
      <w:r w:rsidRPr="00630AB6">
        <w:t xml:space="preserve">          description: No Content (Successful deletion of SNSSAI information per TA)</w:t>
      </w:r>
    </w:p>
    <w:p w14:paraId="2EAABFB1" w14:textId="77777777" w:rsidR="00F16A9E" w:rsidRDefault="00F16A9E" w:rsidP="00EE1738">
      <w:pPr>
        <w:pStyle w:val="PL"/>
      </w:pPr>
      <w:r>
        <w:t xml:space="preserve">        '400</w:t>
      </w:r>
      <w:r w:rsidRPr="00630AB6">
        <w:t>':</w:t>
      </w:r>
    </w:p>
    <w:p w14:paraId="6788A94A"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a.yaml#/components/responses/400</w:t>
      </w:r>
      <w:r w:rsidRPr="001F14B1">
        <w:rPr>
          <w:lang w:val="en-US"/>
        </w:rPr>
        <w:t>'</w:t>
      </w:r>
    </w:p>
    <w:p w14:paraId="00D35A5F" w14:textId="77777777" w:rsidR="00F16A9E" w:rsidRDefault="00F16A9E" w:rsidP="00EE1738">
      <w:pPr>
        <w:pStyle w:val="PL"/>
      </w:pPr>
      <w:r>
        <w:t xml:space="preserve">        '401</w:t>
      </w:r>
      <w:r w:rsidRPr="00630AB6">
        <w:t>':</w:t>
      </w:r>
    </w:p>
    <w:p w14:paraId="473EA3DC" w14:textId="77777777" w:rsidR="00F16A9E" w:rsidRPr="00630AB6" w:rsidRDefault="00F16A9E" w:rsidP="00EE1738">
      <w:pPr>
        <w:pStyle w:val="PL"/>
      </w:pPr>
      <w:r w:rsidRPr="002E5CBA">
        <w:rPr>
          <w:lang w:val="en-US"/>
        </w:rPr>
        <w:t xml:space="preserve">          </w:t>
      </w:r>
      <w:r w:rsidRPr="001F14B1">
        <w:rPr>
          <w:lang w:val="en-US"/>
        </w:rPr>
        <w:t>$ref: 'TS29571_CommonDat</w:t>
      </w:r>
      <w:r>
        <w:rPr>
          <w:lang w:val="en-US"/>
        </w:rPr>
        <w:t>a.yaml#/components/responses/401</w:t>
      </w:r>
      <w:r w:rsidRPr="001F14B1">
        <w:rPr>
          <w:lang w:val="en-US"/>
        </w:rPr>
        <w:t>'</w:t>
      </w:r>
    </w:p>
    <w:p w14:paraId="4921155A" w14:textId="77777777" w:rsidR="007C099B" w:rsidRDefault="007C099B" w:rsidP="00EE1738">
      <w:pPr>
        <w:pStyle w:val="PL"/>
      </w:pPr>
      <w:r w:rsidRPr="00630AB6">
        <w:t xml:space="preserve">        '404':</w:t>
      </w:r>
    </w:p>
    <w:p w14:paraId="153CE840" w14:textId="77777777" w:rsidR="00F16A9E" w:rsidRPr="00F16A9E" w:rsidRDefault="00F16A9E" w:rsidP="00EE1738">
      <w:pPr>
        <w:pStyle w:val="PL"/>
      </w:pPr>
      <w:r w:rsidRPr="002E5CBA">
        <w:rPr>
          <w:lang w:val="en-US"/>
        </w:rPr>
        <w:t xml:space="preserve">          </w:t>
      </w:r>
      <w:r w:rsidRPr="001F14B1">
        <w:rPr>
          <w:lang w:val="en-US"/>
        </w:rPr>
        <w:t>$ref: 'TS29571_CommonDat</w:t>
      </w:r>
      <w:r>
        <w:rPr>
          <w:lang w:val="en-US"/>
        </w:rPr>
        <w:t>a.yaml#/components/responses/404</w:t>
      </w:r>
      <w:r w:rsidRPr="001F14B1">
        <w:rPr>
          <w:lang w:val="en-US"/>
        </w:rPr>
        <w:t>'</w:t>
      </w:r>
    </w:p>
    <w:p w14:paraId="5CA6AED3" w14:textId="77777777" w:rsidR="007C099B" w:rsidRPr="00630AB6" w:rsidRDefault="007C099B" w:rsidP="00EE1738">
      <w:pPr>
        <w:pStyle w:val="PL"/>
      </w:pPr>
    </w:p>
    <w:p w14:paraId="018DAAC0" w14:textId="77777777" w:rsidR="00F16A9E" w:rsidRDefault="00F16A9E" w:rsidP="00EE1738">
      <w:pPr>
        <w:pStyle w:val="PL"/>
      </w:pPr>
      <w:r>
        <w:t xml:space="preserve">        '429</w:t>
      </w:r>
      <w:r w:rsidRPr="00630AB6">
        <w:t>':</w:t>
      </w:r>
    </w:p>
    <w:p w14:paraId="32DC2FEA" w14:textId="77777777" w:rsidR="00F16A9E"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a.yaml#/components/responses/429</w:t>
      </w:r>
      <w:r w:rsidRPr="001F14B1">
        <w:rPr>
          <w:lang w:val="en-US"/>
        </w:rPr>
        <w:t>'</w:t>
      </w:r>
    </w:p>
    <w:p w14:paraId="4426E546" w14:textId="77777777" w:rsidR="00F16A9E" w:rsidRDefault="00F16A9E" w:rsidP="00EE1738">
      <w:pPr>
        <w:pStyle w:val="PL"/>
        <w:rPr>
          <w:lang w:val="en-US"/>
        </w:rPr>
      </w:pPr>
      <w:r w:rsidRPr="002E5CBA">
        <w:rPr>
          <w:lang w:val="en-US"/>
        </w:rPr>
        <w:t xml:space="preserve">        </w:t>
      </w:r>
      <w:r>
        <w:rPr>
          <w:lang w:val="en-US"/>
        </w:rPr>
        <w:t>'500':</w:t>
      </w:r>
    </w:p>
    <w:p w14:paraId="2336756D" w14:textId="77777777" w:rsidR="00F16A9E" w:rsidRDefault="00F16A9E" w:rsidP="00EE1738">
      <w:pPr>
        <w:pStyle w:val="PL"/>
      </w:pPr>
      <w:r w:rsidRPr="002E5CBA">
        <w:rPr>
          <w:lang w:val="en-US"/>
        </w:rPr>
        <w:t xml:space="preserve">          </w:t>
      </w:r>
      <w:r w:rsidRPr="008F2F3C">
        <w:t>$ref: 'TS29571_CommonData.yaml#/components/responses/</w:t>
      </w:r>
      <w:r>
        <w:t>500</w:t>
      </w:r>
      <w:r w:rsidRPr="008F2F3C">
        <w:t>'</w:t>
      </w:r>
    </w:p>
    <w:p w14:paraId="7B43A139" w14:textId="77777777" w:rsidR="00F16A9E" w:rsidRDefault="00F16A9E" w:rsidP="00EE1738">
      <w:pPr>
        <w:pStyle w:val="PL"/>
        <w:rPr>
          <w:lang w:val="en-US"/>
        </w:rPr>
      </w:pPr>
      <w:r w:rsidRPr="002E5CBA">
        <w:rPr>
          <w:lang w:val="en-US"/>
        </w:rPr>
        <w:t xml:space="preserve">        </w:t>
      </w:r>
      <w:r>
        <w:rPr>
          <w:lang w:val="en-US"/>
        </w:rPr>
        <w:t>'503':</w:t>
      </w:r>
    </w:p>
    <w:p w14:paraId="6C8D049C" w14:textId="77777777" w:rsidR="00F16A9E" w:rsidRDefault="00F16A9E" w:rsidP="00EE1738">
      <w:pPr>
        <w:pStyle w:val="PL"/>
      </w:pPr>
      <w:r w:rsidRPr="002E5CBA">
        <w:rPr>
          <w:lang w:val="en-US"/>
        </w:rPr>
        <w:t xml:space="preserve">          </w:t>
      </w:r>
      <w:r w:rsidRPr="008F2F3C">
        <w:t>$ref: 'TS29571_CommonData.yaml#/components/responses/</w:t>
      </w:r>
      <w:r>
        <w:t>503</w:t>
      </w:r>
      <w:r w:rsidRPr="008F2F3C">
        <w:t>'</w:t>
      </w:r>
    </w:p>
    <w:p w14:paraId="78F6CD14" w14:textId="77777777" w:rsidR="005005FE" w:rsidRPr="00630AB6" w:rsidRDefault="005005FE" w:rsidP="00EE1738">
      <w:pPr>
        <w:pStyle w:val="PL"/>
      </w:pPr>
      <w:r w:rsidRPr="00630AB6">
        <w:t xml:space="preserve">      </w:t>
      </w:r>
    </w:p>
    <w:p w14:paraId="2F267493" w14:textId="77777777" w:rsidR="005005FE" w:rsidRPr="00630AB6" w:rsidRDefault="005005FE" w:rsidP="00EE1738">
      <w:pPr>
        <w:pStyle w:val="PL"/>
      </w:pPr>
      <w:r w:rsidRPr="00630AB6">
        <w:t xml:space="preserve">        default:</w:t>
      </w:r>
    </w:p>
    <w:p w14:paraId="7152EC10" w14:textId="77777777" w:rsidR="005005FE" w:rsidRPr="00630AB6" w:rsidRDefault="005005FE" w:rsidP="00EE1738">
      <w:pPr>
        <w:pStyle w:val="PL"/>
      </w:pPr>
      <w:r w:rsidRPr="00630AB6">
        <w:t xml:space="preserve">          description: Unexpected error</w:t>
      </w:r>
    </w:p>
    <w:p w14:paraId="153718A7" w14:textId="77777777" w:rsidR="005005FE" w:rsidRPr="00630AB6" w:rsidRDefault="005005FE" w:rsidP="00EE1738">
      <w:pPr>
        <w:pStyle w:val="PL"/>
      </w:pPr>
    </w:p>
    <w:p w14:paraId="7DB97570" w14:textId="77777777" w:rsidR="005005FE" w:rsidRPr="00630AB6" w:rsidRDefault="005005FE" w:rsidP="00EE1738">
      <w:pPr>
        <w:pStyle w:val="PL"/>
      </w:pPr>
    </w:p>
    <w:p w14:paraId="4EDB416C" w14:textId="77777777" w:rsidR="005005FE" w:rsidRPr="00630AB6" w:rsidRDefault="005005FE" w:rsidP="00EE1738">
      <w:pPr>
        <w:pStyle w:val="PL"/>
      </w:pPr>
      <w:r w:rsidRPr="00630AB6">
        <w:t xml:space="preserve">  /nssai-availability/subscriptions:</w:t>
      </w:r>
    </w:p>
    <w:p w14:paraId="4C69B043" w14:textId="77777777" w:rsidR="005005FE" w:rsidRPr="00630AB6" w:rsidRDefault="005005FE" w:rsidP="00EE1738">
      <w:pPr>
        <w:pStyle w:val="PL"/>
      </w:pPr>
      <w:r w:rsidRPr="00630AB6">
        <w:t xml:space="preserve">    post:</w:t>
      </w:r>
    </w:p>
    <w:p w14:paraId="0D9BE6FD" w14:textId="77777777" w:rsidR="005005FE" w:rsidRPr="00630AB6" w:rsidRDefault="005005FE" w:rsidP="00EE1738">
      <w:pPr>
        <w:pStyle w:val="PL"/>
      </w:pPr>
      <w:r w:rsidRPr="00630AB6">
        <w:t xml:space="preserve">      summary: Creates subscriptions for notification about updates to NSSAI availability information</w:t>
      </w:r>
    </w:p>
    <w:p w14:paraId="30F939EC" w14:textId="77777777" w:rsidR="005005FE" w:rsidRPr="00630AB6" w:rsidRDefault="005005FE" w:rsidP="00EE1738">
      <w:pPr>
        <w:pStyle w:val="PL"/>
      </w:pPr>
      <w:r w:rsidRPr="00630AB6">
        <w:t xml:space="preserve">      tags:</w:t>
      </w:r>
    </w:p>
    <w:p w14:paraId="642FED8C" w14:textId="77777777" w:rsidR="005005FE" w:rsidRPr="00630AB6" w:rsidRDefault="005005FE" w:rsidP="00EE1738">
      <w:pPr>
        <w:pStyle w:val="PL"/>
      </w:pPr>
      <w:r w:rsidRPr="00630AB6">
        <w:lastRenderedPageBreak/>
        <w:t xml:space="preserve">        - </w:t>
      </w:r>
      <w:r w:rsidR="00D652D6" w:rsidRPr="00630AB6">
        <w:t>Subscriptions (Collection)</w:t>
      </w:r>
    </w:p>
    <w:p w14:paraId="1DB8F365" w14:textId="77777777" w:rsidR="005005FE" w:rsidRPr="00630AB6" w:rsidRDefault="005005FE" w:rsidP="00EE1738">
      <w:pPr>
        <w:pStyle w:val="PL"/>
      </w:pPr>
      <w:r w:rsidRPr="00630AB6">
        <w:t xml:space="preserve">      operationId: </w:t>
      </w:r>
      <w:r w:rsidR="00D652D6" w:rsidRPr="00630AB6">
        <w:t>NSSAIAvailabilityPost</w:t>
      </w:r>
    </w:p>
    <w:p w14:paraId="5B5E33DE" w14:textId="77777777" w:rsidR="005005FE" w:rsidRPr="00630AB6" w:rsidRDefault="005005FE" w:rsidP="00EE1738">
      <w:pPr>
        <w:pStyle w:val="PL"/>
      </w:pPr>
      <w:r w:rsidRPr="00630AB6">
        <w:t xml:space="preserve">      requestBody:</w:t>
      </w:r>
    </w:p>
    <w:p w14:paraId="47F8C51B" w14:textId="77777777" w:rsidR="005005FE" w:rsidRPr="00630AB6" w:rsidRDefault="005005FE" w:rsidP="00EE1738">
      <w:pPr>
        <w:pStyle w:val="PL"/>
      </w:pPr>
      <w:r w:rsidRPr="00630AB6">
        <w:t xml:space="preserve">        description: Subscription for notification about updates to NSSAI availability information</w:t>
      </w:r>
    </w:p>
    <w:p w14:paraId="2DAE8782" w14:textId="77777777" w:rsidR="005005FE" w:rsidRPr="00630AB6" w:rsidRDefault="005005FE" w:rsidP="00EE1738">
      <w:pPr>
        <w:pStyle w:val="PL"/>
      </w:pPr>
      <w:r w:rsidRPr="00630AB6">
        <w:t xml:space="preserve">        required: true</w:t>
      </w:r>
    </w:p>
    <w:p w14:paraId="1B9152E1" w14:textId="77777777" w:rsidR="005005FE" w:rsidRPr="00630AB6" w:rsidRDefault="005005FE" w:rsidP="00EE1738">
      <w:pPr>
        <w:pStyle w:val="PL"/>
      </w:pPr>
      <w:r w:rsidRPr="00630AB6">
        <w:t xml:space="preserve">        content:</w:t>
      </w:r>
    </w:p>
    <w:p w14:paraId="3125549C" w14:textId="77777777" w:rsidR="005005FE" w:rsidRPr="00630AB6" w:rsidRDefault="005005FE" w:rsidP="00EE1738">
      <w:pPr>
        <w:pStyle w:val="PL"/>
      </w:pPr>
      <w:r w:rsidRPr="00630AB6">
        <w:t xml:space="preserve">          application/json:</w:t>
      </w:r>
    </w:p>
    <w:p w14:paraId="002BBA78" w14:textId="77777777" w:rsidR="005005FE" w:rsidRPr="00630AB6" w:rsidRDefault="005005FE" w:rsidP="00EE1738">
      <w:pPr>
        <w:pStyle w:val="PL"/>
      </w:pPr>
      <w:r w:rsidRPr="00630AB6">
        <w:t xml:space="preserve">            schema:</w:t>
      </w:r>
    </w:p>
    <w:p w14:paraId="289D403F" w14:textId="77777777" w:rsidR="005005FE" w:rsidRPr="00630AB6" w:rsidRDefault="005005FE" w:rsidP="00EE1738">
      <w:pPr>
        <w:pStyle w:val="PL"/>
      </w:pPr>
      <w:r w:rsidRPr="00630AB6">
        <w:t xml:space="preserve">              $ref: '#/components/schemas/NssfEventSubscriptionCreateData'</w:t>
      </w:r>
    </w:p>
    <w:p w14:paraId="33B682A3" w14:textId="77777777" w:rsidR="005005FE" w:rsidRPr="00630AB6" w:rsidRDefault="005005FE" w:rsidP="00EE1738">
      <w:pPr>
        <w:pStyle w:val="PL"/>
      </w:pPr>
      <w:r w:rsidRPr="00630AB6">
        <w:t xml:space="preserve">      callbacks:</w:t>
      </w:r>
    </w:p>
    <w:p w14:paraId="7BBE6F98" w14:textId="77777777" w:rsidR="005005FE" w:rsidRPr="00630AB6" w:rsidRDefault="005005FE" w:rsidP="00EE1738">
      <w:pPr>
        <w:pStyle w:val="PL"/>
      </w:pPr>
      <w:r w:rsidRPr="00630AB6">
        <w:t xml:space="preserve">        nssaiAvailabilityNotification:</w:t>
      </w:r>
    </w:p>
    <w:p w14:paraId="53CC05E4" w14:textId="77777777" w:rsidR="005005FE" w:rsidRPr="00630AB6" w:rsidRDefault="005005FE" w:rsidP="00EE1738">
      <w:pPr>
        <w:pStyle w:val="PL"/>
      </w:pPr>
      <w:r w:rsidRPr="00630AB6">
        <w:t xml:space="preserve">          '{request.body#/nfNssaiAvailabilityUri}':</w:t>
      </w:r>
    </w:p>
    <w:p w14:paraId="550AD66A" w14:textId="77777777" w:rsidR="005005FE" w:rsidRPr="00630AB6" w:rsidRDefault="005005FE" w:rsidP="00EE1738">
      <w:pPr>
        <w:pStyle w:val="PL"/>
      </w:pPr>
      <w:r w:rsidRPr="00630AB6">
        <w:t xml:space="preserve">            post:</w:t>
      </w:r>
    </w:p>
    <w:p w14:paraId="1BD09181" w14:textId="77777777" w:rsidR="005005FE" w:rsidRPr="00630AB6" w:rsidRDefault="005005FE" w:rsidP="00EE1738">
      <w:pPr>
        <w:pStyle w:val="PL"/>
      </w:pPr>
      <w:r w:rsidRPr="00630AB6">
        <w:t xml:space="preserve">              requestBody:  # contents of the callback message</w:t>
      </w:r>
    </w:p>
    <w:p w14:paraId="2B6AB20B" w14:textId="77777777" w:rsidR="005005FE" w:rsidRPr="00630AB6" w:rsidRDefault="005005FE" w:rsidP="00EE1738">
      <w:pPr>
        <w:pStyle w:val="PL"/>
      </w:pPr>
      <w:r w:rsidRPr="00630AB6">
        <w:t xml:space="preserve">                required: true</w:t>
      </w:r>
    </w:p>
    <w:p w14:paraId="373D21F8" w14:textId="77777777" w:rsidR="005005FE" w:rsidRPr="00630AB6" w:rsidRDefault="005005FE" w:rsidP="00EE1738">
      <w:pPr>
        <w:pStyle w:val="PL"/>
      </w:pPr>
      <w:r w:rsidRPr="00630AB6">
        <w:t xml:space="preserve">                content:</w:t>
      </w:r>
    </w:p>
    <w:p w14:paraId="3F4CF5FE" w14:textId="77777777" w:rsidR="005005FE" w:rsidRPr="00630AB6" w:rsidRDefault="005005FE" w:rsidP="00EE1738">
      <w:pPr>
        <w:pStyle w:val="PL"/>
      </w:pPr>
      <w:r w:rsidRPr="00630AB6">
        <w:t xml:space="preserve">                  application/json:</w:t>
      </w:r>
    </w:p>
    <w:p w14:paraId="0685F562" w14:textId="77777777" w:rsidR="005005FE" w:rsidRPr="00630AB6" w:rsidRDefault="005005FE" w:rsidP="00EE1738">
      <w:pPr>
        <w:pStyle w:val="PL"/>
      </w:pPr>
      <w:r w:rsidRPr="00630AB6">
        <w:t xml:space="preserve">                    schema:</w:t>
      </w:r>
    </w:p>
    <w:p w14:paraId="5C23577D" w14:textId="77777777" w:rsidR="005005FE" w:rsidRPr="00630AB6" w:rsidRDefault="005005FE" w:rsidP="00EE1738">
      <w:pPr>
        <w:pStyle w:val="PL"/>
      </w:pPr>
      <w:r w:rsidRPr="00630AB6">
        <w:t xml:space="preserve">                      $ref: '#/components/schemas/NssfEventNotification'</w:t>
      </w:r>
    </w:p>
    <w:p w14:paraId="52E03AAA" w14:textId="77777777" w:rsidR="005005FE" w:rsidRPr="00630AB6" w:rsidRDefault="005005FE" w:rsidP="00EE1738">
      <w:pPr>
        <w:pStyle w:val="PL"/>
      </w:pPr>
      <w:r w:rsidRPr="00630AB6">
        <w:t xml:space="preserve">              responses:</w:t>
      </w:r>
    </w:p>
    <w:p w14:paraId="7F3766F1" w14:textId="77777777" w:rsidR="005005FE" w:rsidRPr="00630AB6" w:rsidRDefault="005005FE" w:rsidP="00EE1738">
      <w:pPr>
        <w:pStyle w:val="PL"/>
      </w:pPr>
      <w:r w:rsidRPr="00630AB6">
        <w:t xml:space="preserve">                '204':</w:t>
      </w:r>
    </w:p>
    <w:p w14:paraId="0B752DEE" w14:textId="77777777" w:rsidR="005005FE" w:rsidRDefault="005005FE" w:rsidP="00EE1738">
      <w:pPr>
        <w:pStyle w:val="PL"/>
      </w:pPr>
      <w:r w:rsidRPr="00630AB6">
        <w:t xml:space="preserve">                  description: No Content (successful notification)</w:t>
      </w:r>
    </w:p>
    <w:p w14:paraId="296FB909" w14:textId="77777777" w:rsidR="00F16A9E" w:rsidRDefault="00F16A9E" w:rsidP="00EE1738">
      <w:pPr>
        <w:pStyle w:val="PL"/>
      </w:pPr>
      <w:r>
        <w:t xml:space="preserve">                '400':</w:t>
      </w:r>
    </w:p>
    <w:p w14:paraId="3E1A633D" w14:textId="77777777" w:rsidR="00F16A9E" w:rsidRDefault="00F16A9E" w:rsidP="00EE1738">
      <w:pPr>
        <w:pStyle w:val="PL"/>
      </w:pPr>
      <w:r>
        <w:t xml:space="preserve">                  $ref: 'TS29571_CommonData.yaml#/components/responses/400'</w:t>
      </w:r>
    </w:p>
    <w:p w14:paraId="155DF441" w14:textId="77777777" w:rsidR="00F16A9E" w:rsidRDefault="00F16A9E" w:rsidP="00EE1738">
      <w:pPr>
        <w:pStyle w:val="PL"/>
      </w:pPr>
      <w:r>
        <w:t xml:space="preserve">                '411':</w:t>
      </w:r>
    </w:p>
    <w:p w14:paraId="507013F7" w14:textId="77777777" w:rsidR="00F16A9E" w:rsidRDefault="00F16A9E" w:rsidP="00EE1738">
      <w:pPr>
        <w:pStyle w:val="PL"/>
      </w:pPr>
      <w:r>
        <w:t xml:space="preserve">                  $ref: 'TS29571_CommonData.yaml#/components/responses/411'</w:t>
      </w:r>
    </w:p>
    <w:p w14:paraId="76BAC6F7" w14:textId="77777777" w:rsidR="00F16A9E" w:rsidRDefault="00F16A9E" w:rsidP="00EE1738">
      <w:pPr>
        <w:pStyle w:val="PL"/>
      </w:pPr>
      <w:r>
        <w:t xml:space="preserve">                '413':</w:t>
      </w:r>
    </w:p>
    <w:p w14:paraId="766FE292" w14:textId="77777777" w:rsidR="00F16A9E" w:rsidRDefault="00F16A9E" w:rsidP="00EE1738">
      <w:pPr>
        <w:pStyle w:val="PL"/>
      </w:pPr>
      <w:r>
        <w:t xml:space="preserve">                  $ref: 'TS29571_CommonData.yaml#/components/responses/413'</w:t>
      </w:r>
    </w:p>
    <w:p w14:paraId="3D53EA29" w14:textId="77777777" w:rsidR="00F16A9E" w:rsidRDefault="00F16A9E" w:rsidP="00EE1738">
      <w:pPr>
        <w:pStyle w:val="PL"/>
      </w:pPr>
      <w:r>
        <w:t xml:space="preserve">                '415':</w:t>
      </w:r>
    </w:p>
    <w:p w14:paraId="574AE8C1" w14:textId="77777777" w:rsidR="00F16A9E" w:rsidRDefault="00F16A9E" w:rsidP="00EE1738">
      <w:pPr>
        <w:pStyle w:val="PL"/>
      </w:pPr>
      <w:r>
        <w:t xml:space="preserve">                  $ref: 'TS29571_CommonData.yaml#/components/responses/415'</w:t>
      </w:r>
    </w:p>
    <w:p w14:paraId="6FD0275A" w14:textId="77777777" w:rsidR="00F16A9E" w:rsidRDefault="00F16A9E" w:rsidP="00EE1738">
      <w:pPr>
        <w:pStyle w:val="PL"/>
      </w:pPr>
      <w:r>
        <w:t xml:space="preserve">                '429':</w:t>
      </w:r>
    </w:p>
    <w:p w14:paraId="1F828F79" w14:textId="77777777" w:rsidR="00F16A9E" w:rsidRDefault="00F16A9E" w:rsidP="00EE1738">
      <w:pPr>
        <w:pStyle w:val="PL"/>
      </w:pPr>
      <w:r>
        <w:t xml:space="preserve">                  $ref: 'TS29571_CommonData.yaml#/components/responses/429'</w:t>
      </w:r>
    </w:p>
    <w:p w14:paraId="6EC6DE76" w14:textId="77777777" w:rsidR="00F16A9E" w:rsidRDefault="00F16A9E" w:rsidP="00EE1738">
      <w:pPr>
        <w:pStyle w:val="PL"/>
      </w:pPr>
      <w:r>
        <w:t xml:space="preserve">                '500':</w:t>
      </w:r>
    </w:p>
    <w:p w14:paraId="5E5135F9" w14:textId="77777777" w:rsidR="00F16A9E" w:rsidRDefault="00F16A9E" w:rsidP="00EE1738">
      <w:pPr>
        <w:pStyle w:val="PL"/>
      </w:pPr>
      <w:r>
        <w:t xml:space="preserve">                  $ref: 'TS29571_CommonData.yaml#/components/responses/500'</w:t>
      </w:r>
    </w:p>
    <w:p w14:paraId="6C907AE1" w14:textId="77777777" w:rsidR="00F16A9E" w:rsidRDefault="00F16A9E" w:rsidP="00EE1738">
      <w:pPr>
        <w:pStyle w:val="PL"/>
      </w:pPr>
      <w:r>
        <w:t xml:space="preserve">                '503':</w:t>
      </w:r>
    </w:p>
    <w:p w14:paraId="7DC6F961" w14:textId="77777777" w:rsidR="00F16A9E" w:rsidRDefault="00F16A9E" w:rsidP="00EE1738">
      <w:pPr>
        <w:pStyle w:val="PL"/>
      </w:pPr>
      <w:r>
        <w:t xml:space="preserve">                  $ref: 'TS29571_CommonData.yaml#/components/responses/503'</w:t>
      </w:r>
    </w:p>
    <w:p w14:paraId="5559F0F4" w14:textId="77777777" w:rsidR="00F16A9E" w:rsidRDefault="00F16A9E" w:rsidP="00EE1738">
      <w:pPr>
        <w:pStyle w:val="PL"/>
      </w:pPr>
      <w:r>
        <w:t xml:space="preserve">                default:</w:t>
      </w:r>
    </w:p>
    <w:p w14:paraId="767D9E13" w14:textId="77777777" w:rsidR="00F16A9E" w:rsidRPr="00630AB6" w:rsidRDefault="00F16A9E" w:rsidP="00EE1738">
      <w:pPr>
        <w:pStyle w:val="PL"/>
      </w:pPr>
      <w:r>
        <w:t xml:space="preserve">                  description: Unexpected error</w:t>
      </w:r>
    </w:p>
    <w:p w14:paraId="4C262C26" w14:textId="77777777" w:rsidR="00F16A9E" w:rsidRPr="00630AB6" w:rsidRDefault="00F16A9E" w:rsidP="00EE1738">
      <w:pPr>
        <w:pStyle w:val="PL"/>
      </w:pPr>
    </w:p>
    <w:p w14:paraId="6F788159" w14:textId="77777777" w:rsidR="005005FE" w:rsidRPr="00630AB6" w:rsidRDefault="005005FE" w:rsidP="00EE1738">
      <w:pPr>
        <w:pStyle w:val="PL"/>
      </w:pPr>
    </w:p>
    <w:p w14:paraId="7D072179" w14:textId="77777777" w:rsidR="005005FE" w:rsidRPr="00630AB6" w:rsidRDefault="005005FE" w:rsidP="00EE1738">
      <w:pPr>
        <w:pStyle w:val="PL"/>
      </w:pPr>
      <w:r w:rsidRPr="00630AB6">
        <w:t xml:space="preserve">      responses:</w:t>
      </w:r>
    </w:p>
    <w:p w14:paraId="159C1FC3" w14:textId="77777777" w:rsidR="005005FE" w:rsidRPr="00630AB6" w:rsidRDefault="005005FE" w:rsidP="00EE1738">
      <w:pPr>
        <w:pStyle w:val="PL"/>
      </w:pPr>
      <w:r w:rsidRPr="00630AB6">
        <w:t xml:space="preserve">        '201':</w:t>
      </w:r>
    </w:p>
    <w:p w14:paraId="217B389C" w14:textId="77777777" w:rsidR="005005FE" w:rsidRPr="00630AB6" w:rsidRDefault="005005FE" w:rsidP="00EE1738">
      <w:pPr>
        <w:pStyle w:val="PL"/>
      </w:pPr>
      <w:r w:rsidRPr="00630AB6">
        <w:t xml:space="preserve">          description: Created (Successful creation of subscription for notification)</w:t>
      </w:r>
    </w:p>
    <w:p w14:paraId="0F377811" w14:textId="77777777" w:rsidR="005005FE" w:rsidRPr="00630AB6" w:rsidRDefault="005005FE" w:rsidP="00EE1738">
      <w:pPr>
        <w:pStyle w:val="PL"/>
      </w:pPr>
      <w:r w:rsidRPr="00630AB6">
        <w:t xml:space="preserve">          content:</w:t>
      </w:r>
    </w:p>
    <w:p w14:paraId="5E05CAEA" w14:textId="77777777" w:rsidR="005005FE" w:rsidRPr="00630AB6" w:rsidRDefault="005005FE" w:rsidP="00EE1738">
      <w:pPr>
        <w:pStyle w:val="PL"/>
      </w:pPr>
      <w:r w:rsidRPr="00630AB6">
        <w:t xml:space="preserve">            application/json:</w:t>
      </w:r>
    </w:p>
    <w:p w14:paraId="1F464954" w14:textId="77777777" w:rsidR="005005FE" w:rsidRPr="00630AB6" w:rsidRDefault="005005FE" w:rsidP="00EE1738">
      <w:pPr>
        <w:pStyle w:val="PL"/>
      </w:pPr>
      <w:r w:rsidRPr="00630AB6">
        <w:t xml:space="preserve">              schema:</w:t>
      </w:r>
    </w:p>
    <w:p w14:paraId="6677D895" w14:textId="77777777" w:rsidR="002A24FD" w:rsidRDefault="005005FE" w:rsidP="00EE1738">
      <w:pPr>
        <w:pStyle w:val="PL"/>
      </w:pPr>
      <w:r w:rsidRPr="00630AB6">
        <w:t xml:space="preserve">                $ref: '#/components/schemas/NssfEventSubscriptionCreatedData'</w:t>
      </w:r>
    </w:p>
    <w:p w14:paraId="1EBCA765" w14:textId="77777777" w:rsidR="002A24FD" w:rsidRDefault="002A24FD" w:rsidP="00EE1738">
      <w:pPr>
        <w:pStyle w:val="PL"/>
      </w:pPr>
      <w:r>
        <w:t xml:space="preserve">          headers:</w:t>
      </w:r>
    </w:p>
    <w:p w14:paraId="466E8A4F" w14:textId="77777777" w:rsidR="002A24FD" w:rsidRDefault="002A24FD" w:rsidP="00EE1738">
      <w:pPr>
        <w:pStyle w:val="PL"/>
      </w:pPr>
      <w:r>
        <w:t xml:space="preserve">            Location:</w:t>
      </w:r>
    </w:p>
    <w:p w14:paraId="19BCD085" w14:textId="77777777" w:rsidR="002A24FD" w:rsidRDefault="002A24FD" w:rsidP="00EE1738">
      <w:pPr>
        <w:pStyle w:val="PL"/>
      </w:pPr>
      <w:r>
        <w:t xml:space="preserve">              description: 'Contains the URI of the newly created resource, according to the structure: {apiRoot}/</w:t>
      </w:r>
      <w:r w:rsidRPr="00630AB6">
        <w:t>nnssf-nssaiavailability/v1/nssai-availability/subscriptions</w:t>
      </w:r>
      <w:r>
        <w:t>/</w:t>
      </w:r>
      <w:r w:rsidRPr="00630AB6">
        <w:t>{subscriptionId}</w:t>
      </w:r>
      <w:r>
        <w:t>'</w:t>
      </w:r>
    </w:p>
    <w:p w14:paraId="7B982D4B" w14:textId="77777777" w:rsidR="002A24FD" w:rsidRDefault="002A24FD" w:rsidP="00EE1738">
      <w:pPr>
        <w:pStyle w:val="PL"/>
      </w:pPr>
      <w:r>
        <w:t xml:space="preserve">              required: true</w:t>
      </w:r>
    </w:p>
    <w:p w14:paraId="180E922E" w14:textId="77777777" w:rsidR="002A24FD" w:rsidRDefault="002A24FD" w:rsidP="00EE1738">
      <w:pPr>
        <w:pStyle w:val="PL"/>
      </w:pPr>
      <w:r>
        <w:t xml:space="preserve">              schema:</w:t>
      </w:r>
    </w:p>
    <w:p w14:paraId="020AB2FA" w14:textId="77777777" w:rsidR="002A24FD" w:rsidRDefault="002A24FD" w:rsidP="00EE1738">
      <w:pPr>
        <w:pStyle w:val="PL"/>
      </w:pPr>
      <w:r>
        <w:t xml:space="preserve">                type: string</w:t>
      </w:r>
    </w:p>
    <w:p w14:paraId="6F80C023" w14:textId="77777777" w:rsidR="00F16A9E" w:rsidRDefault="00F16A9E" w:rsidP="00EE1738">
      <w:pPr>
        <w:pStyle w:val="PL"/>
        <w:rPr>
          <w:lang w:val="en-US"/>
        </w:rPr>
      </w:pPr>
      <w:r>
        <w:rPr>
          <w:lang w:val="en-US"/>
        </w:rPr>
        <w:t xml:space="preserve">        '400':</w:t>
      </w:r>
    </w:p>
    <w:p w14:paraId="3957FC13" w14:textId="77777777" w:rsidR="00F16A9E" w:rsidRDefault="00F16A9E" w:rsidP="00EE1738">
      <w:pPr>
        <w:pStyle w:val="PL"/>
        <w:rPr>
          <w:lang w:val="en-US"/>
        </w:rPr>
      </w:pPr>
      <w:r w:rsidRPr="002E5CBA">
        <w:rPr>
          <w:lang w:val="en-US"/>
        </w:rPr>
        <w:t xml:space="preserve">          </w:t>
      </w:r>
      <w:r w:rsidRPr="001F14B1">
        <w:rPr>
          <w:lang w:val="en-US"/>
        </w:rPr>
        <w:t>$ref: 'TS29571_CommonData.yaml#/components/responses/400'</w:t>
      </w:r>
    </w:p>
    <w:p w14:paraId="7F6E2AF5" w14:textId="77777777" w:rsidR="00F16A9E" w:rsidRDefault="00F16A9E" w:rsidP="00EE1738">
      <w:pPr>
        <w:pStyle w:val="PL"/>
        <w:rPr>
          <w:lang w:val="en-US"/>
        </w:rPr>
      </w:pPr>
      <w:r>
        <w:rPr>
          <w:lang w:val="en-US"/>
        </w:rPr>
        <w:t xml:space="preserve">        '401':</w:t>
      </w:r>
    </w:p>
    <w:p w14:paraId="4072F2D6" w14:textId="77777777" w:rsidR="00F16A9E" w:rsidRPr="00630AB6" w:rsidRDefault="00F16A9E" w:rsidP="00EE1738">
      <w:pPr>
        <w:pStyle w:val="PL"/>
      </w:pPr>
      <w:r w:rsidRPr="002E5CBA">
        <w:rPr>
          <w:lang w:val="en-US"/>
        </w:rPr>
        <w:t xml:space="preserve">          </w:t>
      </w:r>
      <w:r w:rsidRPr="001F14B1">
        <w:rPr>
          <w:lang w:val="en-US"/>
        </w:rPr>
        <w:t>$ref: 'TS29571_CommonDat</w:t>
      </w:r>
      <w:r>
        <w:rPr>
          <w:lang w:val="en-US"/>
        </w:rPr>
        <w:t>a.yaml#/components/responses/401</w:t>
      </w:r>
      <w:r w:rsidRPr="001F14B1">
        <w:rPr>
          <w:lang w:val="en-US"/>
        </w:rPr>
        <w:t>'</w:t>
      </w:r>
    </w:p>
    <w:p w14:paraId="14DAE312" w14:textId="77777777" w:rsidR="007C099B" w:rsidRDefault="007C099B" w:rsidP="00EE1738">
      <w:pPr>
        <w:pStyle w:val="PL"/>
      </w:pPr>
      <w:r w:rsidRPr="00630AB6">
        <w:t xml:space="preserve">        '403':</w:t>
      </w:r>
    </w:p>
    <w:p w14:paraId="2C45EF86" w14:textId="77777777" w:rsidR="00F16A9E" w:rsidRPr="0028695C" w:rsidRDefault="00F16A9E" w:rsidP="00EE1738">
      <w:pPr>
        <w:pStyle w:val="PL"/>
        <w:rPr>
          <w:lang w:val="en-US"/>
        </w:rPr>
      </w:pPr>
      <w:r w:rsidRPr="002E5CBA">
        <w:rPr>
          <w:lang w:val="en-US"/>
        </w:rPr>
        <w:t xml:space="preserve">          </w:t>
      </w:r>
      <w:r w:rsidRPr="001F14B1">
        <w:rPr>
          <w:lang w:val="en-US"/>
        </w:rPr>
        <w:t>$ref: 'TS29571_CommonDat</w:t>
      </w:r>
      <w:r>
        <w:rPr>
          <w:lang w:val="en-US"/>
        </w:rPr>
        <w:t>a.yaml#/components/responses/403</w:t>
      </w:r>
      <w:r w:rsidRPr="001F14B1">
        <w:rPr>
          <w:lang w:val="en-US"/>
        </w:rPr>
        <w:t>'</w:t>
      </w:r>
    </w:p>
    <w:p w14:paraId="1202B42F" w14:textId="77777777" w:rsidR="007C099B" w:rsidRDefault="007C099B" w:rsidP="00EE1738">
      <w:pPr>
        <w:pStyle w:val="PL"/>
      </w:pPr>
      <w:r w:rsidRPr="00630AB6">
        <w:t xml:space="preserve">        '404':</w:t>
      </w:r>
    </w:p>
    <w:p w14:paraId="0CC73403" w14:textId="77777777" w:rsidR="00F8267A" w:rsidRPr="00630AB6" w:rsidRDefault="00F8267A" w:rsidP="00EE1738">
      <w:pPr>
        <w:pStyle w:val="PL"/>
      </w:pPr>
      <w:r w:rsidRPr="002E5CBA">
        <w:rPr>
          <w:lang w:val="en-US"/>
        </w:rPr>
        <w:t xml:space="preserve">          </w:t>
      </w:r>
      <w:r w:rsidRPr="001F14B1">
        <w:rPr>
          <w:lang w:val="en-US"/>
        </w:rPr>
        <w:t>$ref: 'TS29571_CommonDat</w:t>
      </w:r>
      <w:r>
        <w:rPr>
          <w:lang w:val="en-US"/>
        </w:rPr>
        <w:t>a.yaml#/components/responses/404</w:t>
      </w:r>
      <w:r w:rsidRPr="001F14B1">
        <w:rPr>
          <w:lang w:val="en-US"/>
        </w:rPr>
        <w:t>'</w:t>
      </w:r>
    </w:p>
    <w:p w14:paraId="51230EC3" w14:textId="77777777" w:rsidR="007C099B" w:rsidRPr="00630AB6" w:rsidRDefault="007C099B" w:rsidP="00EE1738">
      <w:pPr>
        <w:pStyle w:val="PL"/>
      </w:pPr>
    </w:p>
    <w:p w14:paraId="48FA271B" w14:textId="77777777" w:rsidR="00F8267A" w:rsidRDefault="00F8267A" w:rsidP="00EE1738">
      <w:pPr>
        <w:pStyle w:val="PL"/>
        <w:rPr>
          <w:lang w:val="en-US"/>
        </w:rPr>
      </w:pPr>
      <w:r>
        <w:rPr>
          <w:lang w:val="en-US"/>
        </w:rPr>
        <w:t xml:space="preserve">        '411':</w:t>
      </w:r>
    </w:p>
    <w:p w14:paraId="3FBB0F99" w14:textId="77777777" w:rsidR="00F8267A" w:rsidRDefault="00F8267A" w:rsidP="00EE1738">
      <w:pPr>
        <w:pStyle w:val="PL"/>
        <w:rPr>
          <w:lang w:val="en-US"/>
        </w:rPr>
      </w:pPr>
      <w:r w:rsidRPr="002E5CBA">
        <w:rPr>
          <w:lang w:val="en-US"/>
        </w:rPr>
        <w:t xml:space="preserve">          </w:t>
      </w:r>
      <w:r w:rsidRPr="001F14B1">
        <w:rPr>
          <w:lang w:val="en-US"/>
        </w:rPr>
        <w:t>$ref: 'TS29571_CommonDat</w:t>
      </w:r>
      <w:r>
        <w:rPr>
          <w:lang w:val="en-US"/>
        </w:rPr>
        <w:t>a.yaml#/components/responses/411</w:t>
      </w:r>
      <w:r w:rsidRPr="001F14B1">
        <w:rPr>
          <w:lang w:val="en-US"/>
        </w:rPr>
        <w:t>'</w:t>
      </w:r>
    </w:p>
    <w:p w14:paraId="065243CA" w14:textId="77777777" w:rsidR="00F8267A" w:rsidRDefault="00F8267A" w:rsidP="00EE1738">
      <w:pPr>
        <w:pStyle w:val="PL"/>
        <w:rPr>
          <w:lang w:val="en-US"/>
        </w:rPr>
      </w:pPr>
      <w:r>
        <w:rPr>
          <w:lang w:val="en-US"/>
        </w:rPr>
        <w:t xml:space="preserve">        '413':</w:t>
      </w:r>
    </w:p>
    <w:p w14:paraId="1CFF62BE" w14:textId="77777777" w:rsidR="00F8267A" w:rsidRDefault="00F8267A" w:rsidP="00EE1738">
      <w:pPr>
        <w:pStyle w:val="PL"/>
        <w:rPr>
          <w:lang w:val="en-US"/>
        </w:rPr>
      </w:pPr>
      <w:r w:rsidRPr="002E5CBA">
        <w:rPr>
          <w:lang w:val="en-US"/>
        </w:rPr>
        <w:t xml:space="preserve">          </w:t>
      </w:r>
      <w:r w:rsidRPr="001F14B1">
        <w:rPr>
          <w:lang w:val="en-US"/>
        </w:rPr>
        <w:t>$ref: 'TS29571_CommonDat</w:t>
      </w:r>
      <w:r>
        <w:rPr>
          <w:lang w:val="en-US"/>
        </w:rPr>
        <w:t>a.yaml#/components/responses/413</w:t>
      </w:r>
      <w:r w:rsidRPr="001F14B1">
        <w:rPr>
          <w:lang w:val="en-US"/>
        </w:rPr>
        <w:t>'</w:t>
      </w:r>
    </w:p>
    <w:p w14:paraId="0C7BDC02" w14:textId="77777777" w:rsidR="00F8267A" w:rsidRDefault="00F8267A" w:rsidP="00EE1738">
      <w:pPr>
        <w:pStyle w:val="PL"/>
        <w:rPr>
          <w:lang w:val="en-US"/>
        </w:rPr>
      </w:pPr>
      <w:r>
        <w:rPr>
          <w:lang w:val="en-US"/>
        </w:rPr>
        <w:t xml:space="preserve">        '415':</w:t>
      </w:r>
    </w:p>
    <w:p w14:paraId="06B3E90F" w14:textId="77777777" w:rsidR="00F8267A" w:rsidRDefault="00F8267A" w:rsidP="00EE1738">
      <w:pPr>
        <w:pStyle w:val="PL"/>
        <w:rPr>
          <w:lang w:val="en-US"/>
        </w:rPr>
      </w:pPr>
      <w:r w:rsidRPr="002E5CBA">
        <w:rPr>
          <w:lang w:val="en-US"/>
        </w:rPr>
        <w:t xml:space="preserve">          </w:t>
      </w:r>
      <w:r w:rsidRPr="001F14B1">
        <w:rPr>
          <w:lang w:val="en-US"/>
        </w:rPr>
        <w:t>$ref: 'TS29571_CommonDat</w:t>
      </w:r>
      <w:r>
        <w:rPr>
          <w:lang w:val="en-US"/>
        </w:rPr>
        <w:t>a.yaml#/components/responses/415</w:t>
      </w:r>
      <w:r w:rsidRPr="001F14B1">
        <w:rPr>
          <w:lang w:val="en-US"/>
        </w:rPr>
        <w:t>'</w:t>
      </w:r>
    </w:p>
    <w:p w14:paraId="3F009DFF" w14:textId="77777777" w:rsidR="00F8267A" w:rsidRDefault="00F8267A" w:rsidP="00EE1738">
      <w:pPr>
        <w:pStyle w:val="PL"/>
        <w:rPr>
          <w:lang w:val="en-US"/>
        </w:rPr>
      </w:pPr>
      <w:r>
        <w:rPr>
          <w:lang w:val="en-US"/>
        </w:rPr>
        <w:t xml:space="preserve">        '429':</w:t>
      </w:r>
    </w:p>
    <w:p w14:paraId="15BA064C" w14:textId="77777777" w:rsidR="00F8267A" w:rsidRDefault="00F8267A" w:rsidP="00EE1738">
      <w:pPr>
        <w:pStyle w:val="PL"/>
        <w:rPr>
          <w:lang w:val="en-US"/>
        </w:rPr>
      </w:pPr>
      <w:r w:rsidRPr="002E5CBA">
        <w:rPr>
          <w:lang w:val="en-US"/>
        </w:rPr>
        <w:t xml:space="preserve">          </w:t>
      </w:r>
      <w:r w:rsidRPr="001F14B1">
        <w:rPr>
          <w:lang w:val="en-US"/>
        </w:rPr>
        <w:t>$ref: 'TS29571_CommonDat</w:t>
      </w:r>
      <w:r>
        <w:rPr>
          <w:lang w:val="en-US"/>
        </w:rPr>
        <w:t>a.yaml#/components/responses/429'</w:t>
      </w:r>
    </w:p>
    <w:p w14:paraId="1C90501A" w14:textId="77777777" w:rsidR="00F8267A" w:rsidRDefault="00F8267A" w:rsidP="00EE1738">
      <w:pPr>
        <w:pStyle w:val="PL"/>
        <w:rPr>
          <w:lang w:val="en-US"/>
        </w:rPr>
      </w:pPr>
      <w:r w:rsidRPr="002E5CBA">
        <w:rPr>
          <w:lang w:val="en-US"/>
        </w:rPr>
        <w:t xml:space="preserve">        </w:t>
      </w:r>
      <w:r>
        <w:rPr>
          <w:lang w:val="en-US"/>
        </w:rPr>
        <w:t>'500':</w:t>
      </w:r>
    </w:p>
    <w:p w14:paraId="675DBBA7" w14:textId="77777777" w:rsidR="00F8267A" w:rsidRDefault="00F8267A" w:rsidP="00EE1738">
      <w:pPr>
        <w:pStyle w:val="PL"/>
      </w:pPr>
      <w:r w:rsidRPr="002E5CBA">
        <w:rPr>
          <w:lang w:val="en-US"/>
        </w:rPr>
        <w:t xml:space="preserve">          </w:t>
      </w:r>
      <w:r w:rsidRPr="008F2F3C">
        <w:t>$ref: 'TS29571_CommonData.yaml#/components/responses/</w:t>
      </w:r>
      <w:r>
        <w:t>500</w:t>
      </w:r>
      <w:r w:rsidRPr="008F2F3C">
        <w:t>'</w:t>
      </w:r>
    </w:p>
    <w:p w14:paraId="11F4D714" w14:textId="77777777" w:rsidR="00F8267A" w:rsidRDefault="00F8267A" w:rsidP="00EE1738">
      <w:pPr>
        <w:pStyle w:val="PL"/>
        <w:rPr>
          <w:lang w:val="en-US"/>
        </w:rPr>
      </w:pPr>
      <w:r w:rsidRPr="002E5CBA">
        <w:rPr>
          <w:lang w:val="en-US"/>
        </w:rPr>
        <w:t xml:space="preserve">        </w:t>
      </w:r>
      <w:r>
        <w:rPr>
          <w:lang w:val="en-US"/>
        </w:rPr>
        <w:t>'503':</w:t>
      </w:r>
    </w:p>
    <w:p w14:paraId="78EBD2D5" w14:textId="77777777" w:rsidR="00F8267A" w:rsidRPr="00F8267A" w:rsidRDefault="00F8267A" w:rsidP="00EE1738">
      <w:pPr>
        <w:pStyle w:val="PL"/>
      </w:pPr>
      <w:r w:rsidRPr="002E5CBA">
        <w:rPr>
          <w:lang w:val="en-US"/>
        </w:rPr>
        <w:t xml:space="preserve">          </w:t>
      </w:r>
      <w:r w:rsidRPr="008F2F3C">
        <w:t>$ref: 'TS29571_CommonData.yaml#/components/responses/</w:t>
      </w:r>
      <w:r>
        <w:t>503</w:t>
      </w:r>
      <w:r w:rsidRPr="008F2F3C">
        <w:t>'</w:t>
      </w:r>
    </w:p>
    <w:p w14:paraId="0A043AE8" w14:textId="77777777" w:rsidR="005005FE" w:rsidRPr="00630AB6" w:rsidRDefault="005005FE" w:rsidP="00EE1738">
      <w:pPr>
        <w:pStyle w:val="PL"/>
      </w:pPr>
      <w:r w:rsidRPr="00630AB6">
        <w:t xml:space="preserve">        default:</w:t>
      </w:r>
    </w:p>
    <w:p w14:paraId="5F547DC4" w14:textId="77777777" w:rsidR="005005FE" w:rsidRPr="00630AB6" w:rsidRDefault="005005FE" w:rsidP="00EE1738">
      <w:pPr>
        <w:pStyle w:val="PL"/>
      </w:pPr>
      <w:r w:rsidRPr="00630AB6">
        <w:t xml:space="preserve">          description: Unexpected error</w:t>
      </w:r>
    </w:p>
    <w:p w14:paraId="4769BDD7" w14:textId="77777777" w:rsidR="005005FE" w:rsidRDefault="005005FE" w:rsidP="00EE1738">
      <w:pPr>
        <w:pStyle w:val="PL"/>
      </w:pPr>
    </w:p>
    <w:p w14:paraId="3EA4C1B0" w14:textId="77777777" w:rsidR="00F8267A" w:rsidRPr="00630AB6" w:rsidRDefault="00F8267A" w:rsidP="00EE1738">
      <w:pPr>
        <w:pStyle w:val="PL"/>
      </w:pPr>
      <w:r w:rsidRPr="00630AB6">
        <w:lastRenderedPageBreak/>
        <w:t xml:space="preserve">  /nssai-availability/subscriptions</w:t>
      </w:r>
      <w:r>
        <w:t>/{</w:t>
      </w:r>
      <w:r w:rsidRPr="00630AB6">
        <w:rPr>
          <w:lang w:eastAsia="zh-CN"/>
        </w:rPr>
        <w:t>subscriptionId</w:t>
      </w:r>
      <w:r>
        <w:rPr>
          <w:lang w:eastAsia="zh-CN"/>
        </w:rPr>
        <w:t>}</w:t>
      </w:r>
      <w:r w:rsidRPr="00630AB6">
        <w:t>:</w:t>
      </w:r>
    </w:p>
    <w:p w14:paraId="51A75BF2" w14:textId="77777777" w:rsidR="005005FE" w:rsidRPr="00630AB6" w:rsidRDefault="005005FE" w:rsidP="00EE1738">
      <w:pPr>
        <w:pStyle w:val="PL"/>
      </w:pPr>
      <w:r w:rsidRPr="00630AB6">
        <w:t xml:space="preserve">    delete:</w:t>
      </w:r>
    </w:p>
    <w:p w14:paraId="1C7F390B" w14:textId="77777777" w:rsidR="005005FE" w:rsidRPr="00630AB6" w:rsidRDefault="005005FE" w:rsidP="00EE1738">
      <w:pPr>
        <w:pStyle w:val="PL"/>
      </w:pPr>
      <w:r w:rsidRPr="00630AB6">
        <w:t xml:space="preserve">      summary: Deletes an already existing NSSAI availability notification subscription</w:t>
      </w:r>
    </w:p>
    <w:p w14:paraId="57BC2493" w14:textId="77777777" w:rsidR="005005FE" w:rsidRPr="00630AB6" w:rsidRDefault="005005FE" w:rsidP="00EE1738">
      <w:pPr>
        <w:pStyle w:val="PL"/>
      </w:pPr>
      <w:r w:rsidRPr="00630AB6">
        <w:t xml:space="preserve">      tags:</w:t>
      </w:r>
    </w:p>
    <w:p w14:paraId="67D4037A" w14:textId="77777777" w:rsidR="005005FE" w:rsidRPr="00630AB6" w:rsidRDefault="005005FE" w:rsidP="00EE1738">
      <w:pPr>
        <w:pStyle w:val="PL"/>
      </w:pPr>
      <w:r w:rsidRPr="00630AB6">
        <w:t xml:space="preserve">        - </w:t>
      </w:r>
      <w:r w:rsidR="00D652D6" w:rsidRPr="00630AB6">
        <w:t>Subscription ID (Document)</w:t>
      </w:r>
    </w:p>
    <w:p w14:paraId="4B96449F" w14:textId="77777777" w:rsidR="005005FE" w:rsidRPr="00630AB6" w:rsidRDefault="005005FE" w:rsidP="00EE1738">
      <w:pPr>
        <w:pStyle w:val="PL"/>
      </w:pPr>
      <w:r w:rsidRPr="00630AB6">
        <w:t xml:space="preserve">      operationId: </w:t>
      </w:r>
      <w:r w:rsidR="00D652D6" w:rsidRPr="00630AB6">
        <w:t>NSSAIAvailabilityUnsubscribe</w:t>
      </w:r>
    </w:p>
    <w:p w14:paraId="5ED377C7" w14:textId="77777777" w:rsidR="005005FE" w:rsidRPr="00630AB6" w:rsidRDefault="005005FE" w:rsidP="00EE1738">
      <w:pPr>
        <w:pStyle w:val="PL"/>
      </w:pPr>
      <w:r w:rsidRPr="00630AB6">
        <w:t xml:space="preserve">      parameters:</w:t>
      </w:r>
    </w:p>
    <w:p w14:paraId="71A6FC56" w14:textId="77777777" w:rsidR="005005FE" w:rsidRPr="00630AB6" w:rsidRDefault="005005FE" w:rsidP="00EE1738">
      <w:pPr>
        <w:pStyle w:val="PL"/>
      </w:pPr>
      <w:r w:rsidRPr="00630AB6">
        <w:t xml:space="preserve">        - name: subscriptionId</w:t>
      </w:r>
    </w:p>
    <w:p w14:paraId="2E2B506D" w14:textId="77777777" w:rsidR="005005FE" w:rsidRPr="00630AB6" w:rsidRDefault="005005FE" w:rsidP="00EE1738">
      <w:pPr>
        <w:pStyle w:val="PL"/>
      </w:pPr>
      <w:r w:rsidRPr="00630AB6">
        <w:t xml:space="preserve">          in: path</w:t>
      </w:r>
    </w:p>
    <w:p w14:paraId="4EB92FB3" w14:textId="77777777" w:rsidR="005005FE" w:rsidRPr="00630AB6" w:rsidRDefault="005005FE" w:rsidP="00EE1738">
      <w:pPr>
        <w:pStyle w:val="PL"/>
      </w:pPr>
      <w:r w:rsidRPr="00630AB6">
        <w:t xml:space="preserve">          description: Identifier of the subscription for notification</w:t>
      </w:r>
    </w:p>
    <w:p w14:paraId="3167D885" w14:textId="77777777" w:rsidR="005005FE" w:rsidRPr="00630AB6" w:rsidRDefault="005005FE" w:rsidP="00EE1738">
      <w:pPr>
        <w:pStyle w:val="PL"/>
      </w:pPr>
      <w:r w:rsidRPr="00630AB6">
        <w:t xml:space="preserve">          required: true</w:t>
      </w:r>
    </w:p>
    <w:p w14:paraId="77EA2EC5" w14:textId="77777777" w:rsidR="005005FE" w:rsidRPr="00630AB6" w:rsidRDefault="005005FE" w:rsidP="00EE1738">
      <w:pPr>
        <w:pStyle w:val="PL"/>
      </w:pPr>
      <w:r w:rsidRPr="00630AB6">
        <w:t xml:space="preserve">          schema:</w:t>
      </w:r>
    </w:p>
    <w:p w14:paraId="6E112E34" w14:textId="77777777" w:rsidR="005005FE" w:rsidRPr="00630AB6" w:rsidRDefault="005005FE" w:rsidP="00EE1738">
      <w:pPr>
        <w:pStyle w:val="PL"/>
      </w:pPr>
      <w:r w:rsidRPr="00630AB6">
        <w:t xml:space="preserve">            type: string</w:t>
      </w:r>
    </w:p>
    <w:p w14:paraId="24267DCC" w14:textId="77777777" w:rsidR="005005FE" w:rsidRPr="00630AB6" w:rsidRDefault="005005FE" w:rsidP="00EE1738">
      <w:pPr>
        <w:pStyle w:val="PL"/>
      </w:pPr>
      <w:r w:rsidRPr="00630AB6">
        <w:t xml:space="preserve">    </w:t>
      </w:r>
    </w:p>
    <w:p w14:paraId="73B4CD27" w14:textId="77777777" w:rsidR="005005FE" w:rsidRPr="00630AB6" w:rsidRDefault="005005FE" w:rsidP="00EE1738">
      <w:pPr>
        <w:pStyle w:val="PL"/>
      </w:pPr>
      <w:r w:rsidRPr="00630AB6">
        <w:t xml:space="preserve">      responses:</w:t>
      </w:r>
    </w:p>
    <w:p w14:paraId="7A2F4D65" w14:textId="77777777" w:rsidR="005005FE" w:rsidRPr="00630AB6" w:rsidRDefault="005005FE" w:rsidP="00EE1738">
      <w:pPr>
        <w:pStyle w:val="PL"/>
      </w:pPr>
      <w:r w:rsidRPr="00630AB6">
        <w:t xml:space="preserve">        '204':</w:t>
      </w:r>
    </w:p>
    <w:p w14:paraId="03B92231" w14:textId="77777777" w:rsidR="00F8267A" w:rsidRDefault="005005FE" w:rsidP="00EE1738">
      <w:pPr>
        <w:pStyle w:val="PL"/>
      </w:pPr>
      <w:r w:rsidRPr="00630AB6">
        <w:t xml:space="preserve">          description: No Content (Successful deletion of subscription for NSSAI Availability notification)</w:t>
      </w:r>
    </w:p>
    <w:p w14:paraId="70616712" w14:textId="77777777" w:rsidR="00F8267A" w:rsidRDefault="00F8267A" w:rsidP="00EE1738">
      <w:pPr>
        <w:pStyle w:val="PL"/>
        <w:rPr>
          <w:lang w:val="en-US"/>
        </w:rPr>
      </w:pPr>
      <w:r>
        <w:rPr>
          <w:lang w:val="en-US"/>
        </w:rPr>
        <w:t xml:space="preserve">        '400':</w:t>
      </w:r>
    </w:p>
    <w:p w14:paraId="63BC235C" w14:textId="77777777" w:rsidR="00F8267A" w:rsidRDefault="00F8267A" w:rsidP="00EE1738">
      <w:pPr>
        <w:pStyle w:val="PL"/>
        <w:rPr>
          <w:lang w:val="en-US"/>
        </w:rPr>
      </w:pPr>
      <w:r w:rsidRPr="002E5CBA">
        <w:rPr>
          <w:lang w:val="en-US"/>
        </w:rPr>
        <w:t xml:space="preserve">          </w:t>
      </w:r>
      <w:r w:rsidRPr="001F14B1">
        <w:rPr>
          <w:lang w:val="en-US"/>
        </w:rPr>
        <w:t>$ref: 'TS29571_CommonData.yaml#/components/responses/400'</w:t>
      </w:r>
    </w:p>
    <w:p w14:paraId="43A56A25" w14:textId="77777777" w:rsidR="00F8267A" w:rsidRDefault="00F8267A" w:rsidP="00EE1738">
      <w:pPr>
        <w:pStyle w:val="PL"/>
        <w:rPr>
          <w:lang w:val="en-US"/>
        </w:rPr>
      </w:pPr>
      <w:r>
        <w:rPr>
          <w:lang w:val="en-US"/>
        </w:rPr>
        <w:t xml:space="preserve">        '401':</w:t>
      </w:r>
    </w:p>
    <w:p w14:paraId="3BE5F298" w14:textId="77777777" w:rsidR="005005FE" w:rsidRPr="00630AB6" w:rsidRDefault="00F8267A" w:rsidP="00EE1738">
      <w:pPr>
        <w:pStyle w:val="PL"/>
      </w:pPr>
      <w:r w:rsidRPr="002E5CBA">
        <w:rPr>
          <w:lang w:val="en-US"/>
        </w:rPr>
        <w:t xml:space="preserve">          </w:t>
      </w:r>
      <w:r w:rsidRPr="001F14B1">
        <w:rPr>
          <w:lang w:val="en-US"/>
        </w:rPr>
        <w:t>$ref: 'TS29571_CommonDat</w:t>
      </w:r>
      <w:r>
        <w:rPr>
          <w:lang w:val="en-US"/>
        </w:rPr>
        <w:t>a.yaml#/components/responses/401</w:t>
      </w:r>
      <w:r w:rsidRPr="001F14B1">
        <w:rPr>
          <w:lang w:val="en-US"/>
        </w:rPr>
        <w:t>'</w:t>
      </w:r>
    </w:p>
    <w:p w14:paraId="7F98934C" w14:textId="77777777" w:rsidR="00F8267A" w:rsidRDefault="007C099B" w:rsidP="00EE1738">
      <w:pPr>
        <w:pStyle w:val="PL"/>
      </w:pPr>
      <w:r w:rsidRPr="00630AB6">
        <w:t xml:space="preserve">        '404':</w:t>
      </w:r>
    </w:p>
    <w:p w14:paraId="1B57C1E6" w14:textId="77777777" w:rsidR="007C099B" w:rsidRPr="00630AB6" w:rsidRDefault="00F8267A" w:rsidP="00EE1738">
      <w:pPr>
        <w:pStyle w:val="PL"/>
      </w:pPr>
      <w:r w:rsidRPr="002E5CBA">
        <w:rPr>
          <w:lang w:val="en-US"/>
        </w:rPr>
        <w:t xml:space="preserve">          </w:t>
      </w:r>
      <w:r w:rsidRPr="008F2F3C">
        <w:t>$ref: 'TS29571_CommonData.yaml#/components/responses/</w:t>
      </w:r>
      <w:r>
        <w:t>404</w:t>
      </w:r>
      <w:r w:rsidRPr="008F2F3C">
        <w:t>'</w:t>
      </w:r>
    </w:p>
    <w:p w14:paraId="10B64EA1" w14:textId="77777777" w:rsidR="007C099B" w:rsidRPr="00630AB6" w:rsidRDefault="007C099B" w:rsidP="00EE1738">
      <w:pPr>
        <w:pStyle w:val="PL"/>
      </w:pPr>
    </w:p>
    <w:p w14:paraId="3CF32133" w14:textId="77777777" w:rsidR="00FA0593" w:rsidRDefault="00FA0593" w:rsidP="00EE1738">
      <w:pPr>
        <w:pStyle w:val="PL"/>
      </w:pPr>
      <w:r>
        <w:t xml:space="preserve">        '429</w:t>
      </w:r>
      <w:r w:rsidRPr="00630AB6">
        <w:t>':</w:t>
      </w:r>
    </w:p>
    <w:p w14:paraId="564D6988" w14:textId="77777777" w:rsidR="00FA0593" w:rsidRDefault="00FA0593" w:rsidP="00EE1738">
      <w:pPr>
        <w:pStyle w:val="PL"/>
        <w:rPr>
          <w:lang w:val="en-US"/>
        </w:rPr>
      </w:pPr>
      <w:r w:rsidRPr="002E5CBA">
        <w:rPr>
          <w:lang w:val="en-US"/>
        </w:rPr>
        <w:t xml:space="preserve">          </w:t>
      </w:r>
      <w:r w:rsidRPr="001F14B1">
        <w:rPr>
          <w:lang w:val="en-US"/>
        </w:rPr>
        <w:t>$ref: 'TS29571_CommonDat</w:t>
      </w:r>
      <w:r>
        <w:rPr>
          <w:lang w:val="en-US"/>
        </w:rPr>
        <w:t>a.yaml#/components/responses/429</w:t>
      </w:r>
      <w:r w:rsidRPr="001F14B1">
        <w:rPr>
          <w:lang w:val="en-US"/>
        </w:rPr>
        <w:t>'</w:t>
      </w:r>
    </w:p>
    <w:p w14:paraId="72D67599" w14:textId="77777777" w:rsidR="00FA0593" w:rsidRDefault="00FA0593" w:rsidP="00EE1738">
      <w:pPr>
        <w:pStyle w:val="PL"/>
        <w:rPr>
          <w:lang w:val="en-US"/>
        </w:rPr>
      </w:pPr>
      <w:r w:rsidRPr="002E5CBA">
        <w:rPr>
          <w:lang w:val="en-US"/>
        </w:rPr>
        <w:t xml:space="preserve">        </w:t>
      </w:r>
      <w:r>
        <w:rPr>
          <w:lang w:val="en-US"/>
        </w:rPr>
        <w:t>'500':</w:t>
      </w:r>
    </w:p>
    <w:p w14:paraId="286A5DB4" w14:textId="77777777" w:rsidR="00FA0593" w:rsidRDefault="00FA0593" w:rsidP="00EE1738">
      <w:pPr>
        <w:pStyle w:val="PL"/>
      </w:pPr>
      <w:r w:rsidRPr="002E5CBA">
        <w:rPr>
          <w:lang w:val="en-US"/>
        </w:rPr>
        <w:t xml:space="preserve">          </w:t>
      </w:r>
      <w:r w:rsidRPr="008F2F3C">
        <w:t>$ref: 'TS29571_CommonData.yaml#/components/responses/</w:t>
      </w:r>
      <w:r>
        <w:t>500</w:t>
      </w:r>
      <w:r w:rsidRPr="008F2F3C">
        <w:t>'</w:t>
      </w:r>
    </w:p>
    <w:p w14:paraId="13998441" w14:textId="77777777" w:rsidR="00FA0593" w:rsidRDefault="00FA0593" w:rsidP="00EE1738">
      <w:pPr>
        <w:pStyle w:val="PL"/>
        <w:rPr>
          <w:lang w:val="en-US"/>
        </w:rPr>
      </w:pPr>
      <w:r w:rsidRPr="002E5CBA">
        <w:rPr>
          <w:lang w:val="en-US"/>
        </w:rPr>
        <w:t xml:space="preserve">        </w:t>
      </w:r>
      <w:r>
        <w:rPr>
          <w:lang w:val="en-US"/>
        </w:rPr>
        <w:t>'503':</w:t>
      </w:r>
    </w:p>
    <w:p w14:paraId="03737E7E" w14:textId="77777777" w:rsidR="00FA0593" w:rsidRDefault="00FA0593" w:rsidP="00EE1738">
      <w:pPr>
        <w:pStyle w:val="PL"/>
      </w:pPr>
      <w:r w:rsidRPr="002E5CBA">
        <w:rPr>
          <w:lang w:val="en-US"/>
        </w:rPr>
        <w:t xml:space="preserve">          </w:t>
      </w:r>
      <w:r w:rsidRPr="008F2F3C">
        <w:t>$ref: 'TS29571_CommonData.yaml#/components/responses/</w:t>
      </w:r>
      <w:r>
        <w:t>503</w:t>
      </w:r>
      <w:r w:rsidRPr="008F2F3C">
        <w:t>'</w:t>
      </w:r>
    </w:p>
    <w:p w14:paraId="00C86931" w14:textId="77777777" w:rsidR="005005FE" w:rsidRPr="00630AB6" w:rsidRDefault="005005FE" w:rsidP="00EE1738">
      <w:pPr>
        <w:pStyle w:val="PL"/>
      </w:pPr>
      <w:r w:rsidRPr="00630AB6">
        <w:t xml:space="preserve">      </w:t>
      </w:r>
    </w:p>
    <w:p w14:paraId="23781FDF" w14:textId="77777777" w:rsidR="005005FE" w:rsidRPr="00630AB6" w:rsidRDefault="005005FE" w:rsidP="00EE1738">
      <w:pPr>
        <w:pStyle w:val="PL"/>
      </w:pPr>
      <w:r w:rsidRPr="00630AB6">
        <w:t xml:space="preserve">        default:</w:t>
      </w:r>
    </w:p>
    <w:p w14:paraId="526B61CA" w14:textId="77777777" w:rsidR="00D02B3F" w:rsidRDefault="005005FE" w:rsidP="00EE1738">
      <w:pPr>
        <w:pStyle w:val="PL"/>
        <w:rPr>
          <w:lang w:val="en-US"/>
        </w:rPr>
      </w:pPr>
      <w:r w:rsidRPr="00630AB6">
        <w:t xml:space="preserve">          description: Unexpected error</w:t>
      </w:r>
    </w:p>
    <w:p w14:paraId="7C935510" w14:textId="77777777" w:rsidR="00E517E8" w:rsidRDefault="00E517E8" w:rsidP="00EE1738">
      <w:pPr>
        <w:pStyle w:val="PL"/>
      </w:pPr>
    </w:p>
    <w:p w14:paraId="3B3344B1" w14:textId="77777777" w:rsidR="00E517E8" w:rsidRDefault="00E517E8" w:rsidP="00EE1738">
      <w:pPr>
        <w:pStyle w:val="PL"/>
      </w:pPr>
      <w:r w:rsidRPr="00630AB6">
        <w:t xml:space="preserve">  /nssai-availability:</w:t>
      </w:r>
    </w:p>
    <w:p w14:paraId="38DF1A23" w14:textId="77777777" w:rsidR="00E517E8" w:rsidRPr="002857AD" w:rsidRDefault="00E517E8" w:rsidP="00EE1738">
      <w:pPr>
        <w:pStyle w:val="PL"/>
      </w:pPr>
      <w:r w:rsidRPr="002857AD">
        <w:t xml:space="preserve">    </w:t>
      </w:r>
      <w:r>
        <w:t>options</w:t>
      </w:r>
      <w:r w:rsidRPr="002857AD">
        <w:t>:</w:t>
      </w:r>
    </w:p>
    <w:p w14:paraId="61FA7067" w14:textId="77777777" w:rsidR="00E517E8" w:rsidRPr="002857AD" w:rsidRDefault="00E517E8" w:rsidP="00EE1738">
      <w:pPr>
        <w:pStyle w:val="PL"/>
      </w:pPr>
      <w:r w:rsidRPr="002857AD">
        <w:t xml:space="preserve">      summary: </w:t>
      </w:r>
      <w:r>
        <w:t>Discover communication options supported by NSSF for</w:t>
      </w:r>
      <w:r w:rsidRPr="002857AD">
        <w:t xml:space="preserve"> </w:t>
      </w:r>
      <w:r>
        <w:t>NSSAI</w:t>
      </w:r>
      <w:r w:rsidRPr="002857AD">
        <w:t xml:space="preserve"> </w:t>
      </w:r>
      <w:r>
        <w:t>Availability</w:t>
      </w:r>
    </w:p>
    <w:p w14:paraId="5FB70864" w14:textId="77777777" w:rsidR="00E517E8" w:rsidRPr="002857AD" w:rsidRDefault="00E517E8" w:rsidP="00EE1738">
      <w:pPr>
        <w:pStyle w:val="PL"/>
      </w:pPr>
      <w:r w:rsidRPr="002857AD">
        <w:t xml:space="preserve">      operationId: </w:t>
      </w:r>
      <w:r w:rsidRPr="00630AB6">
        <w:t>NSSAIAvailability</w:t>
      </w:r>
      <w:r>
        <w:t>Options</w:t>
      </w:r>
    </w:p>
    <w:p w14:paraId="0BC9D087" w14:textId="77777777" w:rsidR="00E517E8" w:rsidRPr="002857AD" w:rsidRDefault="00E517E8" w:rsidP="00EE1738">
      <w:pPr>
        <w:pStyle w:val="PL"/>
      </w:pPr>
      <w:r w:rsidRPr="002857AD">
        <w:t xml:space="preserve">      tags:</w:t>
      </w:r>
    </w:p>
    <w:p w14:paraId="5851899B" w14:textId="77777777" w:rsidR="00E517E8" w:rsidRPr="002857AD" w:rsidRDefault="00E517E8" w:rsidP="00EE1738">
      <w:pPr>
        <w:pStyle w:val="PL"/>
      </w:pPr>
      <w:r w:rsidRPr="002857AD">
        <w:t xml:space="preserve">        - </w:t>
      </w:r>
      <w:r>
        <w:t>NSSAI Availability</w:t>
      </w:r>
      <w:r w:rsidRPr="002857AD">
        <w:t xml:space="preserve"> Store</w:t>
      </w:r>
    </w:p>
    <w:p w14:paraId="4B18F2D9" w14:textId="77777777" w:rsidR="00E517E8" w:rsidRPr="0059086B" w:rsidRDefault="00E517E8" w:rsidP="00EE1738">
      <w:pPr>
        <w:pStyle w:val="PL"/>
      </w:pPr>
      <w:r w:rsidRPr="0059086B">
        <w:t xml:space="preserve">      responses:</w:t>
      </w:r>
    </w:p>
    <w:p w14:paraId="17294C1F" w14:textId="77777777" w:rsidR="00E517E8" w:rsidRPr="0059086B" w:rsidRDefault="00E517E8" w:rsidP="00EE1738">
      <w:pPr>
        <w:pStyle w:val="PL"/>
      </w:pPr>
      <w:r w:rsidRPr="0059086B">
        <w:t xml:space="preserve">        '200':</w:t>
      </w:r>
    </w:p>
    <w:p w14:paraId="2659FA36" w14:textId="77777777" w:rsidR="00E517E8" w:rsidRPr="0059086B" w:rsidRDefault="00E517E8" w:rsidP="00EE1738">
      <w:pPr>
        <w:pStyle w:val="PL"/>
      </w:pPr>
      <w:r w:rsidRPr="0059086B">
        <w:t xml:space="preserve">          description: OK</w:t>
      </w:r>
    </w:p>
    <w:p w14:paraId="64E09EE4" w14:textId="77777777" w:rsidR="00E517E8" w:rsidRPr="002857AD" w:rsidRDefault="00E517E8" w:rsidP="00EE1738">
      <w:pPr>
        <w:pStyle w:val="PL"/>
        <w:rPr>
          <w:lang w:val="en-US"/>
        </w:rPr>
      </w:pPr>
      <w:r w:rsidRPr="002857AD">
        <w:rPr>
          <w:lang w:val="en-US"/>
        </w:rPr>
        <w:t xml:space="preserve">          headers:</w:t>
      </w:r>
    </w:p>
    <w:p w14:paraId="183C704A" w14:textId="77777777" w:rsidR="00E517E8" w:rsidRPr="002857AD" w:rsidRDefault="00E517E8" w:rsidP="00EE1738">
      <w:pPr>
        <w:pStyle w:val="PL"/>
        <w:rPr>
          <w:lang w:val="en-US"/>
        </w:rPr>
      </w:pPr>
      <w:r w:rsidRPr="002857AD">
        <w:rPr>
          <w:lang w:val="en-US"/>
        </w:rPr>
        <w:t xml:space="preserve">            </w:t>
      </w:r>
      <w:r>
        <w:rPr>
          <w:lang w:val="en-US"/>
        </w:rPr>
        <w:t>Accept-Encoding</w:t>
      </w:r>
      <w:r w:rsidRPr="002857AD">
        <w:rPr>
          <w:lang w:val="en-US"/>
        </w:rPr>
        <w:t>:</w:t>
      </w:r>
    </w:p>
    <w:p w14:paraId="61AC8A17" w14:textId="77777777" w:rsidR="00E517E8" w:rsidRPr="002857AD" w:rsidRDefault="00E517E8" w:rsidP="00EE1738">
      <w:pPr>
        <w:pStyle w:val="PL"/>
        <w:rPr>
          <w:lang w:val="en-US"/>
        </w:rPr>
      </w:pPr>
      <w:r w:rsidRPr="002857AD">
        <w:rPr>
          <w:lang w:val="en-US"/>
        </w:rPr>
        <w:t xml:space="preserve">              description: </w:t>
      </w:r>
      <w:r>
        <w:rPr>
          <w:lang w:val="en-US"/>
        </w:rPr>
        <w:t>Accept-Encoding</w:t>
      </w:r>
      <w:r w:rsidRPr="002857AD">
        <w:rPr>
          <w:lang w:val="en-US"/>
        </w:rPr>
        <w:t>, described in IETF RFC 7</w:t>
      </w:r>
      <w:r>
        <w:rPr>
          <w:lang w:val="en-US"/>
        </w:rPr>
        <w:t>694</w:t>
      </w:r>
    </w:p>
    <w:p w14:paraId="333A91F0" w14:textId="77777777" w:rsidR="00E517E8" w:rsidRPr="002857AD" w:rsidRDefault="00E517E8" w:rsidP="00EE1738">
      <w:pPr>
        <w:pStyle w:val="PL"/>
        <w:rPr>
          <w:lang w:val="en-US"/>
        </w:rPr>
      </w:pPr>
      <w:r w:rsidRPr="002857AD">
        <w:rPr>
          <w:lang w:val="en-US"/>
        </w:rPr>
        <w:t xml:space="preserve">              schema:</w:t>
      </w:r>
    </w:p>
    <w:p w14:paraId="68FD6825" w14:textId="77777777" w:rsidR="00E517E8" w:rsidRPr="00E517E8" w:rsidRDefault="00E517E8" w:rsidP="00EE1738">
      <w:pPr>
        <w:pStyle w:val="PL"/>
        <w:rPr>
          <w:lang w:val="en-US"/>
        </w:rPr>
      </w:pPr>
      <w:r w:rsidRPr="002857AD">
        <w:rPr>
          <w:lang w:val="en-US"/>
        </w:rPr>
        <w:t xml:space="preserve">                type: string</w:t>
      </w:r>
    </w:p>
    <w:p w14:paraId="5C9149FA" w14:textId="77777777" w:rsidR="00E517E8" w:rsidRPr="002857AD" w:rsidRDefault="00E517E8" w:rsidP="00EE1738">
      <w:pPr>
        <w:pStyle w:val="PL"/>
        <w:rPr>
          <w:lang w:val="en-US"/>
        </w:rPr>
      </w:pPr>
      <w:r w:rsidRPr="002857AD">
        <w:t xml:space="preserve">        </w:t>
      </w:r>
      <w:r w:rsidRPr="002857AD">
        <w:rPr>
          <w:lang w:val="en-US"/>
        </w:rPr>
        <w:t>'400':</w:t>
      </w:r>
    </w:p>
    <w:p w14:paraId="4CCFE34C" w14:textId="77777777" w:rsidR="00E517E8" w:rsidRDefault="00E517E8" w:rsidP="00EE1738">
      <w:pPr>
        <w:pStyle w:val="PL"/>
        <w:rPr>
          <w:lang w:val="en-US"/>
        </w:rPr>
      </w:pPr>
      <w:r w:rsidRPr="002857AD">
        <w:rPr>
          <w:lang w:val="en-US"/>
        </w:rPr>
        <w:t xml:space="preserve">          $ref: 'TS29571_CommonData.yaml#/components/responses/400'</w:t>
      </w:r>
    </w:p>
    <w:p w14:paraId="5E4FAE87" w14:textId="77777777" w:rsidR="00E517E8" w:rsidRPr="002857AD" w:rsidRDefault="00E517E8" w:rsidP="00EE1738">
      <w:pPr>
        <w:pStyle w:val="PL"/>
        <w:rPr>
          <w:lang w:val="en-US"/>
        </w:rPr>
      </w:pPr>
      <w:r w:rsidRPr="002857AD">
        <w:rPr>
          <w:lang w:val="en-US"/>
        </w:rPr>
        <w:t xml:space="preserve">        '40</w:t>
      </w:r>
      <w:r>
        <w:rPr>
          <w:lang w:val="en-US"/>
        </w:rPr>
        <w:t>1</w:t>
      </w:r>
      <w:r w:rsidRPr="002857AD">
        <w:rPr>
          <w:lang w:val="en-US"/>
        </w:rPr>
        <w:t>':</w:t>
      </w:r>
    </w:p>
    <w:p w14:paraId="31E75BAB" w14:textId="77777777" w:rsidR="00E517E8" w:rsidRPr="002857AD" w:rsidRDefault="00E517E8" w:rsidP="00EE1738">
      <w:pPr>
        <w:pStyle w:val="PL"/>
        <w:rPr>
          <w:lang w:val="en-US"/>
        </w:rPr>
      </w:pPr>
      <w:r w:rsidRPr="002857AD">
        <w:rPr>
          <w:lang w:val="en-US"/>
        </w:rPr>
        <w:t xml:space="preserve">          $ref: 'TS29571_CommonData.yaml#/components/responses/40</w:t>
      </w:r>
      <w:r>
        <w:rPr>
          <w:lang w:val="en-US"/>
        </w:rPr>
        <w:t>1</w:t>
      </w:r>
      <w:r w:rsidRPr="002857AD">
        <w:rPr>
          <w:lang w:val="en-US"/>
        </w:rPr>
        <w:t>'</w:t>
      </w:r>
    </w:p>
    <w:p w14:paraId="13B474CF" w14:textId="77777777" w:rsidR="00E517E8" w:rsidRPr="002857AD" w:rsidRDefault="00E517E8" w:rsidP="00EE1738">
      <w:pPr>
        <w:pStyle w:val="PL"/>
        <w:rPr>
          <w:lang w:val="en-US"/>
        </w:rPr>
      </w:pPr>
      <w:r w:rsidRPr="002857AD">
        <w:rPr>
          <w:lang w:val="en-US"/>
        </w:rPr>
        <w:t xml:space="preserve">        '40</w:t>
      </w:r>
      <w:r>
        <w:rPr>
          <w:lang w:val="en-US"/>
        </w:rPr>
        <w:t>3</w:t>
      </w:r>
      <w:r w:rsidRPr="002857AD">
        <w:rPr>
          <w:lang w:val="en-US"/>
        </w:rPr>
        <w:t>':</w:t>
      </w:r>
    </w:p>
    <w:p w14:paraId="0CF1D9D5" w14:textId="77777777" w:rsidR="00E517E8" w:rsidRPr="002857AD" w:rsidRDefault="00E517E8" w:rsidP="00EE1738">
      <w:pPr>
        <w:pStyle w:val="PL"/>
        <w:rPr>
          <w:lang w:val="en-US"/>
        </w:rPr>
      </w:pPr>
      <w:r w:rsidRPr="002857AD">
        <w:rPr>
          <w:lang w:val="en-US"/>
        </w:rPr>
        <w:t xml:space="preserve">          $ref: 'TS29571_CommonData.yaml#/components/responses/40</w:t>
      </w:r>
      <w:r>
        <w:rPr>
          <w:lang w:val="en-US"/>
        </w:rPr>
        <w:t>3</w:t>
      </w:r>
      <w:r w:rsidRPr="002857AD">
        <w:rPr>
          <w:lang w:val="en-US"/>
        </w:rPr>
        <w:t>'</w:t>
      </w:r>
    </w:p>
    <w:p w14:paraId="353E6F6F" w14:textId="77777777" w:rsidR="00E517E8" w:rsidRPr="002857AD" w:rsidRDefault="00E517E8" w:rsidP="00EE1738">
      <w:pPr>
        <w:pStyle w:val="PL"/>
        <w:rPr>
          <w:lang w:val="en-US"/>
        </w:rPr>
      </w:pPr>
      <w:r w:rsidRPr="002857AD">
        <w:rPr>
          <w:lang w:val="en-US"/>
        </w:rPr>
        <w:t xml:space="preserve">        '404':</w:t>
      </w:r>
    </w:p>
    <w:p w14:paraId="3745D1DD" w14:textId="77777777" w:rsidR="00E517E8" w:rsidRPr="002857AD" w:rsidRDefault="00E517E8" w:rsidP="00EE1738">
      <w:pPr>
        <w:pStyle w:val="PL"/>
        <w:rPr>
          <w:lang w:val="en-US"/>
        </w:rPr>
      </w:pPr>
      <w:r w:rsidRPr="002857AD">
        <w:rPr>
          <w:lang w:val="en-US"/>
        </w:rPr>
        <w:t xml:space="preserve">          $ref: 'TS29571_CommonData.yaml#/components/responses/404'</w:t>
      </w:r>
    </w:p>
    <w:p w14:paraId="0C90CB47" w14:textId="77777777" w:rsidR="00E517E8" w:rsidRPr="002857AD" w:rsidRDefault="00E517E8" w:rsidP="00EE1738">
      <w:pPr>
        <w:pStyle w:val="PL"/>
        <w:rPr>
          <w:lang w:val="en-US"/>
        </w:rPr>
      </w:pPr>
      <w:r w:rsidRPr="002857AD">
        <w:rPr>
          <w:lang w:val="en-US"/>
        </w:rPr>
        <w:t xml:space="preserve">        '4</w:t>
      </w:r>
      <w:r>
        <w:rPr>
          <w:lang w:val="en-US"/>
        </w:rPr>
        <w:t>05</w:t>
      </w:r>
      <w:r w:rsidRPr="002857AD">
        <w:rPr>
          <w:lang w:val="en-US"/>
        </w:rPr>
        <w:t>':</w:t>
      </w:r>
    </w:p>
    <w:p w14:paraId="29D31AEA" w14:textId="77777777" w:rsidR="00E517E8" w:rsidRPr="002857AD" w:rsidRDefault="00E517E8" w:rsidP="00EE1738">
      <w:pPr>
        <w:pStyle w:val="PL"/>
        <w:rPr>
          <w:lang w:val="en-US"/>
        </w:rPr>
      </w:pPr>
      <w:r w:rsidRPr="002857AD">
        <w:rPr>
          <w:lang w:val="en-US"/>
        </w:rPr>
        <w:t xml:space="preserve">          $ref: 'TS29571_CommonData.yaml#/components/responses/4</w:t>
      </w:r>
      <w:r>
        <w:rPr>
          <w:lang w:val="en-US"/>
        </w:rPr>
        <w:t>05</w:t>
      </w:r>
      <w:r w:rsidRPr="002857AD">
        <w:rPr>
          <w:lang w:val="en-US"/>
        </w:rPr>
        <w:t>'</w:t>
      </w:r>
    </w:p>
    <w:p w14:paraId="22BC5EB9" w14:textId="77777777" w:rsidR="00E517E8" w:rsidRPr="002857AD" w:rsidRDefault="00E517E8" w:rsidP="00EE1738">
      <w:pPr>
        <w:pStyle w:val="PL"/>
        <w:rPr>
          <w:lang w:val="en-US"/>
        </w:rPr>
      </w:pPr>
      <w:r w:rsidRPr="002857AD">
        <w:rPr>
          <w:lang w:val="en-US"/>
        </w:rPr>
        <w:t xml:space="preserve">        '4</w:t>
      </w:r>
      <w:r>
        <w:rPr>
          <w:lang w:val="en-US"/>
        </w:rPr>
        <w:t>29</w:t>
      </w:r>
      <w:r w:rsidRPr="002857AD">
        <w:rPr>
          <w:lang w:val="en-US"/>
        </w:rPr>
        <w:t>':</w:t>
      </w:r>
    </w:p>
    <w:p w14:paraId="2F8A9F46" w14:textId="77777777" w:rsidR="00E517E8" w:rsidRPr="002857AD" w:rsidRDefault="00E517E8" w:rsidP="00EE1738">
      <w:pPr>
        <w:pStyle w:val="PL"/>
        <w:rPr>
          <w:lang w:val="en-US"/>
        </w:rPr>
      </w:pPr>
      <w:r w:rsidRPr="002857AD">
        <w:rPr>
          <w:lang w:val="en-US"/>
        </w:rPr>
        <w:t xml:space="preserve">          $ref: 'TS29571_CommonData.yaml#/components/responses/4</w:t>
      </w:r>
      <w:r>
        <w:rPr>
          <w:lang w:val="en-US"/>
        </w:rPr>
        <w:t>29</w:t>
      </w:r>
      <w:r w:rsidRPr="002857AD">
        <w:rPr>
          <w:lang w:val="en-US"/>
        </w:rPr>
        <w:t>'</w:t>
      </w:r>
    </w:p>
    <w:p w14:paraId="740CFF84" w14:textId="77777777" w:rsidR="00E517E8" w:rsidRPr="002857AD" w:rsidRDefault="00E517E8" w:rsidP="00EE1738">
      <w:pPr>
        <w:pStyle w:val="PL"/>
        <w:rPr>
          <w:lang w:val="en-US"/>
        </w:rPr>
      </w:pPr>
      <w:r w:rsidRPr="002857AD">
        <w:rPr>
          <w:lang w:val="en-US"/>
        </w:rPr>
        <w:t xml:space="preserve">        '500':</w:t>
      </w:r>
    </w:p>
    <w:p w14:paraId="31B368E9" w14:textId="77777777" w:rsidR="00E517E8" w:rsidRPr="002857AD" w:rsidRDefault="00E517E8" w:rsidP="00EE1738">
      <w:pPr>
        <w:pStyle w:val="PL"/>
        <w:rPr>
          <w:lang w:val="en-US"/>
        </w:rPr>
      </w:pPr>
      <w:r w:rsidRPr="002857AD">
        <w:rPr>
          <w:lang w:val="en-US"/>
        </w:rPr>
        <w:t xml:space="preserve">          $ref: 'TS29571_CommonData.yaml#/components/responses/500'</w:t>
      </w:r>
    </w:p>
    <w:p w14:paraId="4ACC7328" w14:textId="77777777" w:rsidR="00E517E8" w:rsidRPr="002857AD" w:rsidRDefault="00E517E8" w:rsidP="00EE1738">
      <w:pPr>
        <w:pStyle w:val="PL"/>
        <w:rPr>
          <w:lang w:val="en-US"/>
        </w:rPr>
      </w:pPr>
      <w:r w:rsidRPr="002857AD">
        <w:rPr>
          <w:lang w:val="en-US"/>
        </w:rPr>
        <w:t xml:space="preserve">        '501':</w:t>
      </w:r>
    </w:p>
    <w:p w14:paraId="206AAE6F" w14:textId="77777777" w:rsidR="00E517E8" w:rsidRPr="002857AD" w:rsidRDefault="00E517E8" w:rsidP="00EE1738">
      <w:pPr>
        <w:pStyle w:val="PL"/>
        <w:rPr>
          <w:lang w:val="en-US"/>
        </w:rPr>
      </w:pPr>
      <w:r w:rsidRPr="002857AD">
        <w:rPr>
          <w:lang w:val="en-US"/>
        </w:rPr>
        <w:t xml:space="preserve">          $ref: 'TS29571_CommonData.yaml#/components/responses/501'</w:t>
      </w:r>
    </w:p>
    <w:p w14:paraId="37B29731" w14:textId="77777777" w:rsidR="00E517E8" w:rsidRPr="002857AD" w:rsidRDefault="00E517E8" w:rsidP="00EE1738">
      <w:pPr>
        <w:pStyle w:val="PL"/>
        <w:rPr>
          <w:lang w:val="en-US"/>
        </w:rPr>
      </w:pPr>
      <w:r w:rsidRPr="002857AD">
        <w:rPr>
          <w:lang w:val="en-US"/>
        </w:rPr>
        <w:t xml:space="preserve">        '503':</w:t>
      </w:r>
    </w:p>
    <w:p w14:paraId="595EF57C" w14:textId="77777777" w:rsidR="00E517E8" w:rsidRPr="002857AD" w:rsidRDefault="00E517E8" w:rsidP="00EE1738">
      <w:pPr>
        <w:pStyle w:val="PL"/>
      </w:pPr>
      <w:r w:rsidRPr="002857AD">
        <w:rPr>
          <w:lang w:val="en-US"/>
        </w:rPr>
        <w:t xml:space="preserve">          $ref: 'TS29571_CommonData.yaml#/components/responses/503'</w:t>
      </w:r>
    </w:p>
    <w:p w14:paraId="2AFC8937" w14:textId="77777777" w:rsidR="00E517E8" w:rsidRPr="002857AD" w:rsidRDefault="00E517E8" w:rsidP="00EE1738">
      <w:pPr>
        <w:pStyle w:val="PL"/>
      </w:pPr>
      <w:r w:rsidRPr="002857AD">
        <w:t xml:space="preserve">        default:</w:t>
      </w:r>
    </w:p>
    <w:p w14:paraId="3528BD6D" w14:textId="77777777" w:rsidR="00E517E8" w:rsidRPr="00630AB6" w:rsidRDefault="00E517E8" w:rsidP="00EE1738">
      <w:pPr>
        <w:pStyle w:val="PL"/>
      </w:pPr>
      <w:r w:rsidRPr="002857AD">
        <w:rPr>
          <w:lang w:val="en-US"/>
        </w:rPr>
        <w:t xml:space="preserve">          $ref: 'TS29571_CommonData.yaml#/components/responses/default'</w:t>
      </w:r>
    </w:p>
    <w:p w14:paraId="76F7CC25" w14:textId="77777777" w:rsidR="005005FE" w:rsidRPr="00630AB6" w:rsidRDefault="005005FE" w:rsidP="00EE1738">
      <w:pPr>
        <w:pStyle w:val="PL"/>
      </w:pPr>
    </w:p>
    <w:p w14:paraId="1B5FA792" w14:textId="77777777" w:rsidR="005005FE" w:rsidRPr="00630AB6" w:rsidRDefault="005005FE" w:rsidP="00EE1738">
      <w:pPr>
        <w:pStyle w:val="PL"/>
      </w:pPr>
      <w:r w:rsidRPr="00630AB6">
        <w:t>components:</w:t>
      </w:r>
    </w:p>
    <w:p w14:paraId="3FAC56E5" w14:textId="77777777" w:rsidR="00CC3781" w:rsidRPr="00630AB6" w:rsidRDefault="00CC3781" w:rsidP="00EE1738">
      <w:pPr>
        <w:pStyle w:val="PL"/>
      </w:pPr>
      <w:r w:rsidRPr="00630AB6">
        <w:t xml:space="preserve">  securitySchemes:</w:t>
      </w:r>
    </w:p>
    <w:p w14:paraId="518E5446" w14:textId="77777777" w:rsidR="00CC3781" w:rsidRPr="00630AB6" w:rsidRDefault="00CC3781" w:rsidP="00EE1738">
      <w:pPr>
        <w:pStyle w:val="PL"/>
      </w:pPr>
      <w:r w:rsidRPr="00630AB6">
        <w:t xml:space="preserve">    oAuth2ClientCredentials:</w:t>
      </w:r>
    </w:p>
    <w:p w14:paraId="5C43ED66" w14:textId="77777777" w:rsidR="00CC3781" w:rsidRPr="00630AB6" w:rsidRDefault="00CC3781" w:rsidP="00EE1738">
      <w:pPr>
        <w:pStyle w:val="PL"/>
      </w:pPr>
      <w:r w:rsidRPr="00630AB6">
        <w:t xml:space="preserve">      type: oauth2</w:t>
      </w:r>
    </w:p>
    <w:p w14:paraId="34F75871" w14:textId="77777777" w:rsidR="00CC3781" w:rsidRPr="00630AB6" w:rsidRDefault="00CC3781" w:rsidP="00EE1738">
      <w:pPr>
        <w:pStyle w:val="PL"/>
      </w:pPr>
      <w:r w:rsidRPr="00630AB6">
        <w:t xml:space="preserve">      flows:</w:t>
      </w:r>
    </w:p>
    <w:p w14:paraId="1008C098" w14:textId="77777777" w:rsidR="00CC3781" w:rsidRPr="00630AB6" w:rsidRDefault="00CC3781" w:rsidP="00EE1738">
      <w:pPr>
        <w:pStyle w:val="PL"/>
      </w:pPr>
      <w:r w:rsidRPr="00630AB6">
        <w:t xml:space="preserve">        clientCredentials:</w:t>
      </w:r>
    </w:p>
    <w:p w14:paraId="3AD13D05" w14:textId="77777777" w:rsidR="00CC3781" w:rsidRPr="00630AB6" w:rsidRDefault="00CC3781" w:rsidP="00EE1738">
      <w:pPr>
        <w:pStyle w:val="PL"/>
      </w:pPr>
      <w:r w:rsidRPr="00630AB6">
        <w:t xml:space="preserve">          tokenUrl: '{nrfApiRoot}/oauth2/token'</w:t>
      </w:r>
    </w:p>
    <w:p w14:paraId="081EAC55" w14:textId="77777777" w:rsidR="00CC3781" w:rsidRDefault="00CC3781" w:rsidP="00EE1738">
      <w:pPr>
        <w:pStyle w:val="PL"/>
      </w:pPr>
      <w:r w:rsidRPr="00630AB6">
        <w:t xml:space="preserve">          scopes:</w:t>
      </w:r>
    </w:p>
    <w:p w14:paraId="1BC5DF3F" w14:textId="77777777" w:rsidR="00174025" w:rsidRPr="00630AB6" w:rsidRDefault="00174025" w:rsidP="00EE1738">
      <w:pPr>
        <w:pStyle w:val="PL"/>
      </w:pPr>
      <w:r>
        <w:rPr>
          <w:lang w:val="en-US"/>
        </w:rPr>
        <w:lastRenderedPageBreak/>
        <w:t xml:space="preserve">            </w:t>
      </w:r>
      <w:r w:rsidRPr="002857AD">
        <w:t>nnssf-nssaiavailability</w:t>
      </w:r>
      <w:r>
        <w:rPr>
          <w:lang w:val="en-US"/>
        </w:rPr>
        <w:t xml:space="preserve">: Access to the </w:t>
      </w:r>
      <w:r w:rsidRPr="00630AB6">
        <w:t>Nnssf_NSSAIAvailability</w:t>
      </w:r>
      <w:r>
        <w:rPr>
          <w:lang w:val="en-US"/>
        </w:rPr>
        <w:t xml:space="preserve"> API</w:t>
      </w:r>
    </w:p>
    <w:p w14:paraId="1112275E" w14:textId="77777777" w:rsidR="00174025" w:rsidRPr="00174025" w:rsidRDefault="00174025" w:rsidP="00EE1738">
      <w:pPr>
        <w:pStyle w:val="PL"/>
      </w:pPr>
    </w:p>
    <w:p w14:paraId="007CEC76" w14:textId="77777777" w:rsidR="005005FE" w:rsidRPr="00630AB6" w:rsidRDefault="005005FE" w:rsidP="00EE1738">
      <w:pPr>
        <w:pStyle w:val="PL"/>
      </w:pPr>
      <w:r w:rsidRPr="00630AB6">
        <w:t xml:space="preserve">  schemas:</w:t>
      </w:r>
    </w:p>
    <w:p w14:paraId="53881DE4" w14:textId="77777777" w:rsidR="005005FE" w:rsidRPr="00630AB6" w:rsidRDefault="005005FE" w:rsidP="00EE1738">
      <w:pPr>
        <w:pStyle w:val="PL"/>
      </w:pPr>
      <w:r w:rsidRPr="00630AB6">
        <w:t xml:space="preserve">    NssaiAvailabilityInfo:</w:t>
      </w:r>
    </w:p>
    <w:p w14:paraId="27EFA86B" w14:textId="77777777" w:rsidR="005005FE" w:rsidRPr="00630AB6" w:rsidRDefault="005005FE" w:rsidP="00EE1738">
      <w:pPr>
        <w:pStyle w:val="PL"/>
      </w:pPr>
      <w:r w:rsidRPr="00630AB6">
        <w:t xml:space="preserve">      type: object</w:t>
      </w:r>
    </w:p>
    <w:p w14:paraId="301CE817" w14:textId="77777777" w:rsidR="005005FE" w:rsidRPr="00630AB6" w:rsidRDefault="005005FE" w:rsidP="00EE1738">
      <w:pPr>
        <w:pStyle w:val="PL"/>
      </w:pPr>
      <w:r w:rsidRPr="00630AB6">
        <w:t xml:space="preserve">      required:</w:t>
      </w:r>
    </w:p>
    <w:p w14:paraId="60007E50" w14:textId="77777777" w:rsidR="005005FE" w:rsidRPr="00630AB6" w:rsidRDefault="005005FE" w:rsidP="00EE1738">
      <w:pPr>
        <w:pStyle w:val="PL"/>
      </w:pPr>
      <w:r w:rsidRPr="00630AB6">
        <w:t xml:space="preserve">        - supportedNssaiAvailabilityData</w:t>
      </w:r>
    </w:p>
    <w:p w14:paraId="0DFAB99A" w14:textId="77777777" w:rsidR="005005FE" w:rsidRPr="00630AB6" w:rsidRDefault="005005FE" w:rsidP="00EE1738">
      <w:pPr>
        <w:pStyle w:val="PL"/>
      </w:pPr>
      <w:r w:rsidRPr="00630AB6">
        <w:t xml:space="preserve">      properties:</w:t>
      </w:r>
    </w:p>
    <w:p w14:paraId="66AF0A0E" w14:textId="77777777" w:rsidR="005005FE" w:rsidRDefault="005005FE" w:rsidP="00EE1738">
      <w:pPr>
        <w:pStyle w:val="PL"/>
      </w:pPr>
      <w:r w:rsidRPr="00630AB6">
        <w:t xml:space="preserve">        supportedNssaiAvailabilityData:</w:t>
      </w:r>
    </w:p>
    <w:p w14:paraId="6421B55E" w14:textId="77777777" w:rsidR="00E31868" w:rsidRDefault="00E31868" w:rsidP="00EE1738">
      <w:pPr>
        <w:pStyle w:val="PL"/>
      </w:pPr>
      <w:r w:rsidRPr="004C2CB5">
        <w:t xml:space="preserve">          </w:t>
      </w:r>
      <w:r>
        <w:t>type: array</w:t>
      </w:r>
    </w:p>
    <w:p w14:paraId="7C37C1C5" w14:textId="77777777" w:rsidR="00E31868" w:rsidRPr="00630AB6" w:rsidRDefault="00E31868" w:rsidP="00EE1738">
      <w:pPr>
        <w:pStyle w:val="PL"/>
      </w:pPr>
      <w:r w:rsidRPr="004C2CB5">
        <w:t xml:space="preserve">          </w:t>
      </w:r>
      <w:r>
        <w:t>items:</w:t>
      </w:r>
    </w:p>
    <w:p w14:paraId="02118E9E" w14:textId="77777777" w:rsidR="00E31868" w:rsidRDefault="005005FE" w:rsidP="00EE1738">
      <w:pPr>
        <w:pStyle w:val="PL"/>
      </w:pPr>
      <w:r w:rsidRPr="00630AB6">
        <w:t xml:space="preserve">          </w:t>
      </w:r>
      <w:r w:rsidR="00E31868">
        <w:t xml:space="preserve">  </w:t>
      </w:r>
      <w:r w:rsidRPr="00630AB6">
        <w:t>$ref: '#/components/schemas/SupportedNssaiAvailabilityData'</w:t>
      </w:r>
    </w:p>
    <w:p w14:paraId="7698F42C" w14:textId="77777777" w:rsidR="005005FE" w:rsidRPr="00630AB6" w:rsidRDefault="00E31868" w:rsidP="00EE1738">
      <w:pPr>
        <w:pStyle w:val="PL"/>
      </w:pPr>
      <w:r>
        <w:t xml:space="preserve">          minItems: 1</w:t>
      </w:r>
    </w:p>
    <w:p w14:paraId="64DC45B4" w14:textId="77777777" w:rsidR="005005FE" w:rsidRPr="00630AB6" w:rsidRDefault="005005FE" w:rsidP="00EE1738">
      <w:pPr>
        <w:pStyle w:val="PL"/>
      </w:pPr>
      <w:r w:rsidRPr="00630AB6">
        <w:t xml:space="preserve">        supportedFeatures:</w:t>
      </w:r>
    </w:p>
    <w:p w14:paraId="716AF5C3" w14:textId="77777777" w:rsidR="00FD5D62" w:rsidRDefault="005005FE" w:rsidP="00EE1738">
      <w:pPr>
        <w:pStyle w:val="PL"/>
      </w:pPr>
      <w:r w:rsidRPr="00630AB6">
        <w:t xml:space="preserve">          $ref: </w:t>
      </w:r>
      <w:r w:rsidR="00F16B2C" w:rsidRPr="00630AB6">
        <w:t>'TS29571_CommonData.yaml#/components/schemas/SupportedFeatures</w:t>
      </w:r>
      <w:r w:rsidRPr="00630AB6">
        <w:t>'</w:t>
      </w:r>
    </w:p>
    <w:p w14:paraId="2F631ED8" w14:textId="77777777" w:rsidR="00F56626" w:rsidRPr="00630AB6" w:rsidRDefault="00F56626" w:rsidP="00EE1738">
      <w:pPr>
        <w:pStyle w:val="PL"/>
      </w:pPr>
      <w:r w:rsidRPr="00630AB6">
        <w:t xml:space="preserve">        </w:t>
      </w:r>
      <w:r>
        <w:t>amfSetId</w:t>
      </w:r>
      <w:r w:rsidRPr="00630AB6">
        <w:t>:</w:t>
      </w:r>
    </w:p>
    <w:p w14:paraId="08A3189E" w14:textId="77777777" w:rsidR="00F56626" w:rsidRDefault="00F56626" w:rsidP="00EE1738">
      <w:pPr>
        <w:pStyle w:val="PL"/>
      </w:pPr>
      <w:r w:rsidRPr="00630AB6">
        <w:t xml:space="preserve">          type: string</w:t>
      </w:r>
    </w:p>
    <w:p w14:paraId="73F41832" w14:textId="77777777" w:rsidR="00F56626" w:rsidRPr="00FD5D62" w:rsidRDefault="00F56626" w:rsidP="00EE1738">
      <w:pPr>
        <w:pStyle w:val="PL"/>
      </w:pPr>
      <w:r w:rsidRPr="00504D4D">
        <w:t xml:space="preserve">          </w:t>
      </w:r>
      <w:r w:rsidRPr="00504D4D">
        <w:rPr>
          <w:rFonts w:cs="Arial"/>
          <w:szCs w:val="18"/>
        </w:rPr>
        <w:t>pattern: '^</w:t>
      </w:r>
      <w:r w:rsidRPr="00504D4D">
        <w:t>[0-9]{3}-[0-9]{2-3}-[A-Fa-f0-9]{2}-[0-3][A-Fa-f0-9]{2}</w:t>
      </w:r>
      <w:r w:rsidRPr="00504D4D">
        <w:rPr>
          <w:rFonts w:cs="Arial"/>
          <w:szCs w:val="18"/>
        </w:rPr>
        <w:t>$'</w:t>
      </w:r>
    </w:p>
    <w:p w14:paraId="76513C35" w14:textId="77777777" w:rsidR="005005FE" w:rsidRPr="00630AB6" w:rsidRDefault="005005FE" w:rsidP="00EE1738">
      <w:pPr>
        <w:pStyle w:val="PL"/>
      </w:pPr>
      <w:r w:rsidRPr="00630AB6">
        <w:t xml:space="preserve">  </w:t>
      </w:r>
    </w:p>
    <w:p w14:paraId="257FBBCF" w14:textId="77777777" w:rsidR="005005FE" w:rsidRPr="00630AB6" w:rsidRDefault="005005FE" w:rsidP="00EE1738">
      <w:pPr>
        <w:pStyle w:val="PL"/>
      </w:pPr>
      <w:r w:rsidRPr="00630AB6">
        <w:t xml:space="preserve">    SupportedNssaiAvailabilityData:</w:t>
      </w:r>
    </w:p>
    <w:p w14:paraId="3054C619" w14:textId="77777777" w:rsidR="005005FE" w:rsidRPr="00630AB6" w:rsidRDefault="005005FE" w:rsidP="00EE1738">
      <w:pPr>
        <w:pStyle w:val="PL"/>
      </w:pPr>
      <w:r w:rsidRPr="00630AB6">
        <w:t xml:space="preserve">      type: object</w:t>
      </w:r>
    </w:p>
    <w:p w14:paraId="3F407503" w14:textId="77777777" w:rsidR="005005FE" w:rsidRPr="00630AB6" w:rsidRDefault="005005FE" w:rsidP="00EE1738">
      <w:pPr>
        <w:pStyle w:val="PL"/>
      </w:pPr>
      <w:r w:rsidRPr="00630AB6">
        <w:t xml:space="preserve">      required:</w:t>
      </w:r>
    </w:p>
    <w:p w14:paraId="26D5DC51" w14:textId="77777777" w:rsidR="005005FE" w:rsidRPr="00630AB6" w:rsidRDefault="005005FE" w:rsidP="00EE1738">
      <w:pPr>
        <w:pStyle w:val="PL"/>
      </w:pPr>
      <w:r w:rsidRPr="00630AB6">
        <w:t xml:space="preserve">        - tai</w:t>
      </w:r>
    </w:p>
    <w:p w14:paraId="7571DC4D" w14:textId="77777777" w:rsidR="005005FE" w:rsidRPr="00630AB6" w:rsidRDefault="005005FE" w:rsidP="00EE1738">
      <w:pPr>
        <w:pStyle w:val="PL"/>
      </w:pPr>
      <w:r w:rsidRPr="00630AB6">
        <w:t xml:space="preserve">        - supportedS</w:t>
      </w:r>
      <w:r w:rsidR="00D652D6" w:rsidRPr="00630AB6">
        <w:t>n</w:t>
      </w:r>
      <w:r w:rsidRPr="00630AB6">
        <w:t>ssai</w:t>
      </w:r>
      <w:r w:rsidR="00D652D6" w:rsidRPr="00630AB6">
        <w:t>List</w:t>
      </w:r>
    </w:p>
    <w:p w14:paraId="2C1D5DC0" w14:textId="77777777" w:rsidR="005005FE" w:rsidRPr="00630AB6" w:rsidRDefault="005005FE" w:rsidP="00EE1738">
      <w:pPr>
        <w:pStyle w:val="PL"/>
      </w:pPr>
      <w:r w:rsidRPr="00630AB6">
        <w:t xml:space="preserve">      properties:</w:t>
      </w:r>
    </w:p>
    <w:p w14:paraId="7DA25840" w14:textId="77777777" w:rsidR="005005FE" w:rsidRPr="00630AB6" w:rsidRDefault="005005FE" w:rsidP="00EE1738">
      <w:pPr>
        <w:pStyle w:val="PL"/>
      </w:pPr>
      <w:r w:rsidRPr="00630AB6">
        <w:t xml:space="preserve">        tai:</w:t>
      </w:r>
    </w:p>
    <w:p w14:paraId="582096B8" w14:textId="77777777" w:rsidR="005005FE" w:rsidRPr="00630AB6" w:rsidRDefault="005005FE" w:rsidP="00EE1738">
      <w:pPr>
        <w:pStyle w:val="PL"/>
      </w:pPr>
      <w:r w:rsidRPr="00630AB6">
        <w:t xml:space="preserve">          $ref: </w:t>
      </w:r>
      <w:r w:rsidR="00F16B2C" w:rsidRPr="00630AB6">
        <w:t>'TS29571_CommonData.yaml#/components/schemas/Tai</w:t>
      </w:r>
      <w:r w:rsidRPr="00630AB6">
        <w:t>'</w:t>
      </w:r>
    </w:p>
    <w:p w14:paraId="7542FA44" w14:textId="77777777" w:rsidR="005005FE" w:rsidRPr="00630AB6" w:rsidRDefault="005005FE" w:rsidP="00EE1738">
      <w:pPr>
        <w:pStyle w:val="PL"/>
      </w:pPr>
      <w:r w:rsidRPr="00630AB6">
        <w:t xml:space="preserve">        supportedS</w:t>
      </w:r>
      <w:r w:rsidR="00D652D6" w:rsidRPr="00630AB6">
        <w:t>n</w:t>
      </w:r>
      <w:r w:rsidRPr="00630AB6">
        <w:t>ssai</w:t>
      </w:r>
      <w:r w:rsidR="00D652D6" w:rsidRPr="00630AB6">
        <w:t>List</w:t>
      </w:r>
      <w:r w:rsidRPr="00630AB6">
        <w:t>:</w:t>
      </w:r>
    </w:p>
    <w:p w14:paraId="2587F259" w14:textId="77777777" w:rsidR="005005FE" w:rsidRPr="00630AB6" w:rsidRDefault="005005FE" w:rsidP="00EE1738">
      <w:pPr>
        <w:pStyle w:val="PL"/>
      </w:pPr>
      <w:r w:rsidRPr="00630AB6">
        <w:t xml:space="preserve">          type: array</w:t>
      </w:r>
    </w:p>
    <w:p w14:paraId="6B690CAE" w14:textId="77777777" w:rsidR="005005FE" w:rsidRPr="00630AB6" w:rsidRDefault="005005FE" w:rsidP="00EE1738">
      <w:pPr>
        <w:pStyle w:val="PL"/>
      </w:pPr>
      <w:r w:rsidRPr="00630AB6">
        <w:t xml:space="preserve">          items:</w:t>
      </w:r>
    </w:p>
    <w:p w14:paraId="381872F0" w14:textId="77777777" w:rsidR="00A27813" w:rsidRDefault="005005FE" w:rsidP="00EE1738">
      <w:pPr>
        <w:pStyle w:val="PL"/>
      </w:pPr>
      <w:r w:rsidRPr="00630AB6">
        <w:t xml:space="preserve">            $ref: </w:t>
      </w:r>
      <w:r w:rsidR="00F16B2C" w:rsidRPr="00630AB6">
        <w:t>'TS29571_CommonData.yaml#/components/schemas/Snssai</w:t>
      </w:r>
      <w:r w:rsidRPr="00630AB6">
        <w:t>'</w:t>
      </w:r>
    </w:p>
    <w:p w14:paraId="1CFE2141" w14:textId="77777777" w:rsidR="005005FE" w:rsidRPr="00630AB6" w:rsidRDefault="00A27813" w:rsidP="00EE1738">
      <w:pPr>
        <w:pStyle w:val="PL"/>
      </w:pPr>
      <w:r w:rsidRPr="00630AB6">
        <w:t xml:space="preserve">          minItems: </w:t>
      </w:r>
      <w:r>
        <w:t>1</w:t>
      </w:r>
    </w:p>
    <w:p w14:paraId="5C4E79B4" w14:textId="77777777" w:rsidR="005005FE" w:rsidRPr="00630AB6" w:rsidRDefault="005005FE" w:rsidP="00EE1738">
      <w:pPr>
        <w:pStyle w:val="PL"/>
      </w:pPr>
      <w:r w:rsidRPr="00630AB6">
        <w:t xml:space="preserve">  </w:t>
      </w:r>
    </w:p>
    <w:p w14:paraId="499FC5FB" w14:textId="77777777" w:rsidR="005005FE" w:rsidRPr="00630AB6" w:rsidRDefault="005005FE" w:rsidP="00EE1738">
      <w:pPr>
        <w:pStyle w:val="PL"/>
      </w:pPr>
      <w:r w:rsidRPr="00630AB6">
        <w:t xml:space="preserve">    AuthorizedNssaiAvailabilityData:</w:t>
      </w:r>
    </w:p>
    <w:p w14:paraId="117B14FD" w14:textId="77777777" w:rsidR="005005FE" w:rsidRPr="00630AB6" w:rsidRDefault="005005FE" w:rsidP="00EE1738">
      <w:pPr>
        <w:pStyle w:val="PL"/>
      </w:pPr>
      <w:r w:rsidRPr="00630AB6">
        <w:t xml:space="preserve">      type: object</w:t>
      </w:r>
    </w:p>
    <w:p w14:paraId="39E0E97B" w14:textId="77777777" w:rsidR="005005FE" w:rsidRPr="00630AB6" w:rsidRDefault="005005FE" w:rsidP="00EE1738">
      <w:pPr>
        <w:pStyle w:val="PL"/>
      </w:pPr>
      <w:r w:rsidRPr="00630AB6">
        <w:t xml:space="preserve">      required:</w:t>
      </w:r>
    </w:p>
    <w:p w14:paraId="0469D6AC" w14:textId="77777777" w:rsidR="005005FE" w:rsidRPr="00630AB6" w:rsidRDefault="005005FE" w:rsidP="00EE1738">
      <w:pPr>
        <w:pStyle w:val="PL"/>
      </w:pPr>
      <w:r w:rsidRPr="00630AB6">
        <w:t xml:space="preserve">        - tai</w:t>
      </w:r>
    </w:p>
    <w:p w14:paraId="6B5D46CB" w14:textId="77777777" w:rsidR="005005FE" w:rsidRPr="00630AB6" w:rsidRDefault="005005FE" w:rsidP="00EE1738">
      <w:pPr>
        <w:pStyle w:val="PL"/>
      </w:pPr>
      <w:r w:rsidRPr="00630AB6">
        <w:t xml:space="preserve">        - supportedS</w:t>
      </w:r>
      <w:r w:rsidR="00D652D6" w:rsidRPr="00630AB6">
        <w:t>n</w:t>
      </w:r>
      <w:r w:rsidRPr="00630AB6">
        <w:t>ssai</w:t>
      </w:r>
      <w:r w:rsidR="00D652D6" w:rsidRPr="00630AB6">
        <w:t>List</w:t>
      </w:r>
    </w:p>
    <w:p w14:paraId="7471D06E" w14:textId="77777777" w:rsidR="005005FE" w:rsidRPr="00630AB6" w:rsidRDefault="005005FE" w:rsidP="00EE1738">
      <w:pPr>
        <w:pStyle w:val="PL"/>
      </w:pPr>
      <w:r w:rsidRPr="00630AB6">
        <w:t xml:space="preserve">      properties:</w:t>
      </w:r>
    </w:p>
    <w:p w14:paraId="4D560160" w14:textId="77777777" w:rsidR="005005FE" w:rsidRPr="00630AB6" w:rsidRDefault="005005FE" w:rsidP="00EE1738">
      <w:pPr>
        <w:pStyle w:val="PL"/>
      </w:pPr>
      <w:r w:rsidRPr="00630AB6">
        <w:t xml:space="preserve">        tai:</w:t>
      </w:r>
    </w:p>
    <w:p w14:paraId="777F8BA0" w14:textId="77777777" w:rsidR="005005FE" w:rsidRPr="00630AB6" w:rsidRDefault="005005FE" w:rsidP="00EE1738">
      <w:pPr>
        <w:pStyle w:val="PL"/>
      </w:pPr>
      <w:r w:rsidRPr="00630AB6">
        <w:t xml:space="preserve">          $ref: </w:t>
      </w:r>
      <w:r w:rsidR="00F16B2C" w:rsidRPr="00630AB6">
        <w:t>'TS29571_CommonData.yaml#/components/schemas/Tai</w:t>
      </w:r>
      <w:r w:rsidRPr="00630AB6">
        <w:t>'</w:t>
      </w:r>
    </w:p>
    <w:p w14:paraId="731C6B76" w14:textId="77777777" w:rsidR="005005FE" w:rsidRPr="00630AB6" w:rsidRDefault="005005FE" w:rsidP="00EE1738">
      <w:pPr>
        <w:pStyle w:val="PL"/>
      </w:pPr>
      <w:r w:rsidRPr="00630AB6">
        <w:t xml:space="preserve">        supportedS</w:t>
      </w:r>
      <w:r w:rsidR="00D652D6" w:rsidRPr="00630AB6">
        <w:t>n</w:t>
      </w:r>
      <w:r w:rsidRPr="00630AB6">
        <w:t>ssai</w:t>
      </w:r>
      <w:r w:rsidR="00D652D6" w:rsidRPr="00630AB6">
        <w:t>List</w:t>
      </w:r>
      <w:r w:rsidRPr="00630AB6">
        <w:t>:</w:t>
      </w:r>
    </w:p>
    <w:p w14:paraId="24539544" w14:textId="77777777" w:rsidR="005005FE" w:rsidRPr="00630AB6" w:rsidRDefault="005005FE" w:rsidP="00EE1738">
      <w:pPr>
        <w:pStyle w:val="PL"/>
      </w:pPr>
      <w:r w:rsidRPr="00630AB6">
        <w:t xml:space="preserve">          type: array</w:t>
      </w:r>
    </w:p>
    <w:p w14:paraId="35920DDF" w14:textId="77777777" w:rsidR="005005FE" w:rsidRPr="00630AB6" w:rsidRDefault="005005FE" w:rsidP="00EE1738">
      <w:pPr>
        <w:pStyle w:val="PL"/>
      </w:pPr>
      <w:r w:rsidRPr="00630AB6">
        <w:t xml:space="preserve">          items:</w:t>
      </w:r>
    </w:p>
    <w:p w14:paraId="3F2AF862" w14:textId="77777777" w:rsidR="00A27813" w:rsidRDefault="005005FE" w:rsidP="00EE1738">
      <w:pPr>
        <w:pStyle w:val="PL"/>
      </w:pPr>
      <w:r w:rsidRPr="00630AB6">
        <w:t xml:space="preserve">            $ref: </w:t>
      </w:r>
      <w:r w:rsidR="00F16B2C" w:rsidRPr="00630AB6">
        <w:t>'TS29571_CommonData.yaml#/components/schemas/Snssai</w:t>
      </w:r>
      <w:r w:rsidRPr="00630AB6">
        <w:t>'</w:t>
      </w:r>
    </w:p>
    <w:p w14:paraId="6E878F4E" w14:textId="77777777" w:rsidR="005005FE" w:rsidRPr="00630AB6" w:rsidRDefault="00A27813" w:rsidP="00EE1738">
      <w:pPr>
        <w:pStyle w:val="PL"/>
      </w:pPr>
      <w:r w:rsidRPr="00630AB6">
        <w:t xml:space="preserve">          minItems: </w:t>
      </w:r>
      <w:r>
        <w:t>1</w:t>
      </w:r>
    </w:p>
    <w:p w14:paraId="61919D05" w14:textId="77777777" w:rsidR="005005FE" w:rsidRPr="00630AB6" w:rsidRDefault="005005FE" w:rsidP="00EE1738">
      <w:pPr>
        <w:pStyle w:val="PL"/>
      </w:pPr>
      <w:r w:rsidRPr="00630AB6">
        <w:t xml:space="preserve">        restrictedSnssai</w:t>
      </w:r>
      <w:r w:rsidR="00D652D6" w:rsidRPr="00630AB6">
        <w:t>List</w:t>
      </w:r>
      <w:r w:rsidRPr="00630AB6">
        <w:t>:</w:t>
      </w:r>
    </w:p>
    <w:p w14:paraId="2A41A20F" w14:textId="77777777" w:rsidR="00D652D6" w:rsidRPr="00630AB6" w:rsidRDefault="00D652D6" w:rsidP="00EE1738">
      <w:pPr>
        <w:pStyle w:val="PL"/>
      </w:pPr>
      <w:r w:rsidRPr="00630AB6">
        <w:t xml:space="preserve">          type: array</w:t>
      </w:r>
    </w:p>
    <w:p w14:paraId="32F2D9BD" w14:textId="77777777" w:rsidR="00D652D6" w:rsidRPr="00630AB6" w:rsidRDefault="00D652D6" w:rsidP="00EE1738">
      <w:pPr>
        <w:pStyle w:val="PL"/>
      </w:pPr>
      <w:r w:rsidRPr="00630AB6">
        <w:t xml:space="preserve">          items:</w:t>
      </w:r>
    </w:p>
    <w:p w14:paraId="2997FBA8" w14:textId="77777777" w:rsidR="00A27813" w:rsidRDefault="005005FE" w:rsidP="00EE1738">
      <w:pPr>
        <w:pStyle w:val="PL"/>
      </w:pPr>
      <w:r w:rsidRPr="00630AB6">
        <w:t xml:space="preserve">          </w:t>
      </w:r>
      <w:r w:rsidR="00D652D6" w:rsidRPr="00630AB6">
        <w:t xml:space="preserve">  </w:t>
      </w:r>
      <w:r w:rsidRPr="00630AB6">
        <w:t>$ref: '#/components/schemas/RestrictedSnssai'</w:t>
      </w:r>
    </w:p>
    <w:p w14:paraId="469E2742" w14:textId="77777777" w:rsidR="005005FE" w:rsidRPr="00630AB6" w:rsidRDefault="00A27813" w:rsidP="00EE1738">
      <w:pPr>
        <w:pStyle w:val="PL"/>
      </w:pPr>
      <w:r w:rsidRPr="00630AB6">
        <w:t xml:space="preserve">          minItems: </w:t>
      </w:r>
      <w:r>
        <w:t>1</w:t>
      </w:r>
    </w:p>
    <w:p w14:paraId="3C54F6E7" w14:textId="77777777" w:rsidR="005005FE" w:rsidRPr="00630AB6" w:rsidRDefault="005005FE" w:rsidP="00EE1738">
      <w:pPr>
        <w:pStyle w:val="PL"/>
      </w:pPr>
      <w:r w:rsidRPr="00630AB6">
        <w:t xml:space="preserve">  </w:t>
      </w:r>
    </w:p>
    <w:p w14:paraId="2290D349" w14:textId="77777777" w:rsidR="005005FE" w:rsidRPr="00630AB6" w:rsidRDefault="005005FE" w:rsidP="00EE1738">
      <w:pPr>
        <w:pStyle w:val="PL"/>
      </w:pPr>
      <w:r w:rsidRPr="00630AB6">
        <w:t xml:space="preserve">    RestrictedSnssai:</w:t>
      </w:r>
    </w:p>
    <w:p w14:paraId="2906696B" w14:textId="77777777" w:rsidR="005005FE" w:rsidRPr="00630AB6" w:rsidRDefault="005005FE" w:rsidP="00EE1738">
      <w:pPr>
        <w:pStyle w:val="PL"/>
      </w:pPr>
      <w:r w:rsidRPr="00630AB6">
        <w:t xml:space="preserve">      type: object</w:t>
      </w:r>
    </w:p>
    <w:p w14:paraId="7606F5CD" w14:textId="77777777" w:rsidR="005005FE" w:rsidRPr="00630AB6" w:rsidRDefault="005005FE" w:rsidP="00EE1738">
      <w:pPr>
        <w:pStyle w:val="PL"/>
      </w:pPr>
      <w:r w:rsidRPr="00630AB6">
        <w:t xml:space="preserve">      required:</w:t>
      </w:r>
    </w:p>
    <w:p w14:paraId="0410A1B4" w14:textId="77777777" w:rsidR="005005FE" w:rsidRPr="00630AB6" w:rsidRDefault="005005FE" w:rsidP="00EE1738">
      <w:pPr>
        <w:pStyle w:val="PL"/>
      </w:pPr>
      <w:r w:rsidRPr="00630AB6">
        <w:t xml:space="preserve">        - homePlmnId</w:t>
      </w:r>
    </w:p>
    <w:p w14:paraId="0D181CFB" w14:textId="77777777" w:rsidR="005005FE" w:rsidRPr="00630AB6" w:rsidRDefault="005005FE" w:rsidP="00EE1738">
      <w:pPr>
        <w:pStyle w:val="PL"/>
      </w:pPr>
      <w:r w:rsidRPr="00630AB6">
        <w:t xml:space="preserve">        - sNssai</w:t>
      </w:r>
      <w:r w:rsidR="00D652D6" w:rsidRPr="00630AB6">
        <w:t>List</w:t>
      </w:r>
    </w:p>
    <w:p w14:paraId="711C9190" w14:textId="77777777" w:rsidR="005005FE" w:rsidRPr="00630AB6" w:rsidRDefault="005005FE" w:rsidP="00EE1738">
      <w:pPr>
        <w:pStyle w:val="PL"/>
      </w:pPr>
      <w:r w:rsidRPr="00630AB6">
        <w:t xml:space="preserve">      properties:</w:t>
      </w:r>
    </w:p>
    <w:p w14:paraId="70092CFB" w14:textId="77777777" w:rsidR="005005FE" w:rsidRPr="00630AB6" w:rsidRDefault="005005FE" w:rsidP="00EE1738">
      <w:pPr>
        <w:pStyle w:val="PL"/>
      </w:pPr>
      <w:r w:rsidRPr="00630AB6">
        <w:t xml:space="preserve">        homePlmnId:</w:t>
      </w:r>
    </w:p>
    <w:p w14:paraId="2B0F9A23" w14:textId="77777777" w:rsidR="005005FE" w:rsidRPr="00630AB6" w:rsidRDefault="005005FE" w:rsidP="00EE1738">
      <w:pPr>
        <w:pStyle w:val="PL"/>
      </w:pPr>
      <w:r w:rsidRPr="00630AB6">
        <w:t xml:space="preserve">          $ref: </w:t>
      </w:r>
      <w:r w:rsidR="00F16B2C" w:rsidRPr="00630AB6">
        <w:t>'TS29571_CommonData.yaml#/components/schemas/PlmnId</w:t>
      </w:r>
      <w:r w:rsidRPr="00630AB6">
        <w:t>'</w:t>
      </w:r>
    </w:p>
    <w:p w14:paraId="1098FB6C" w14:textId="77777777" w:rsidR="005005FE" w:rsidRPr="00630AB6" w:rsidRDefault="005005FE" w:rsidP="00EE1738">
      <w:pPr>
        <w:pStyle w:val="PL"/>
      </w:pPr>
      <w:r w:rsidRPr="00630AB6">
        <w:t xml:space="preserve">        sNssai</w:t>
      </w:r>
      <w:r w:rsidR="00D652D6" w:rsidRPr="00630AB6">
        <w:t>List</w:t>
      </w:r>
      <w:r w:rsidRPr="00630AB6">
        <w:t>:</w:t>
      </w:r>
    </w:p>
    <w:p w14:paraId="57F21561" w14:textId="77777777" w:rsidR="005005FE" w:rsidRPr="00630AB6" w:rsidRDefault="005005FE" w:rsidP="00EE1738">
      <w:pPr>
        <w:pStyle w:val="PL"/>
      </w:pPr>
      <w:r w:rsidRPr="00630AB6">
        <w:t xml:space="preserve">          type: array</w:t>
      </w:r>
    </w:p>
    <w:p w14:paraId="7D2B1E73" w14:textId="77777777" w:rsidR="005005FE" w:rsidRPr="00630AB6" w:rsidRDefault="005005FE" w:rsidP="00EE1738">
      <w:pPr>
        <w:pStyle w:val="PL"/>
      </w:pPr>
      <w:r w:rsidRPr="00630AB6">
        <w:t xml:space="preserve">          items:</w:t>
      </w:r>
    </w:p>
    <w:p w14:paraId="7A3C1769" w14:textId="77777777" w:rsidR="00A27813" w:rsidRDefault="005005FE" w:rsidP="00EE1738">
      <w:pPr>
        <w:pStyle w:val="PL"/>
      </w:pPr>
      <w:r w:rsidRPr="00630AB6">
        <w:t xml:space="preserve">            $ref: </w:t>
      </w:r>
      <w:r w:rsidR="00F16B2C" w:rsidRPr="00630AB6">
        <w:t>'TS29571_CommonData.yaml#/components/schemas/Snssai</w:t>
      </w:r>
      <w:r w:rsidRPr="00630AB6">
        <w:t>'</w:t>
      </w:r>
    </w:p>
    <w:p w14:paraId="6E5B1E3D" w14:textId="77777777" w:rsidR="005005FE" w:rsidRPr="00630AB6" w:rsidRDefault="00A27813" w:rsidP="00EE1738">
      <w:pPr>
        <w:pStyle w:val="PL"/>
      </w:pPr>
      <w:r w:rsidRPr="00630AB6">
        <w:t xml:space="preserve">          minItems: </w:t>
      </w:r>
      <w:r>
        <w:t>1</w:t>
      </w:r>
    </w:p>
    <w:p w14:paraId="38A3F72E" w14:textId="77777777" w:rsidR="005005FE" w:rsidRPr="00630AB6" w:rsidRDefault="005005FE" w:rsidP="00EE1738">
      <w:pPr>
        <w:pStyle w:val="PL"/>
      </w:pPr>
      <w:r w:rsidRPr="00630AB6">
        <w:t xml:space="preserve">  </w:t>
      </w:r>
    </w:p>
    <w:p w14:paraId="054E84A5" w14:textId="77777777" w:rsidR="005005FE" w:rsidRPr="00630AB6" w:rsidRDefault="005005FE" w:rsidP="00EE1738">
      <w:pPr>
        <w:pStyle w:val="PL"/>
      </w:pPr>
      <w:r w:rsidRPr="00630AB6">
        <w:t xml:space="preserve">    AuthorizedNssaiAvailabilityInfo:</w:t>
      </w:r>
    </w:p>
    <w:p w14:paraId="304354C1" w14:textId="77777777" w:rsidR="005005FE" w:rsidRPr="00630AB6" w:rsidRDefault="005005FE" w:rsidP="00EE1738">
      <w:pPr>
        <w:pStyle w:val="PL"/>
      </w:pPr>
      <w:r w:rsidRPr="00630AB6">
        <w:t xml:space="preserve">      type: object</w:t>
      </w:r>
    </w:p>
    <w:p w14:paraId="22174D67" w14:textId="77777777" w:rsidR="005005FE" w:rsidRPr="00630AB6" w:rsidRDefault="005005FE" w:rsidP="00EE1738">
      <w:pPr>
        <w:pStyle w:val="PL"/>
      </w:pPr>
      <w:r w:rsidRPr="00630AB6">
        <w:t xml:space="preserve">      required:</w:t>
      </w:r>
    </w:p>
    <w:p w14:paraId="7301215C" w14:textId="77777777" w:rsidR="005005FE" w:rsidRPr="00630AB6" w:rsidRDefault="005005FE" w:rsidP="00EE1738">
      <w:pPr>
        <w:pStyle w:val="PL"/>
      </w:pPr>
      <w:r w:rsidRPr="00630AB6">
        <w:t xml:space="preserve">        - authorizedNssaiAvailabilityData</w:t>
      </w:r>
    </w:p>
    <w:p w14:paraId="0D69C86D" w14:textId="77777777" w:rsidR="005005FE" w:rsidRPr="00630AB6" w:rsidRDefault="005005FE" w:rsidP="00EE1738">
      <w:pPr>
        <w:pStyle w:val="PL"/>
      </w:pPr>
      <w:r w:rsidRPr="00630AB6">
        <w:t xml:space="preserve">      properties:</w:t>
      </w:r>
    </w:p>
    <w:p w14:paraId="2E3AB6C5" w14:textId="77777777" w:rsidR="005005FE" w:rsidRPr="00630AB6" w:rsidRDefault="005005FE" w:rsidP="00EE1738">
      <w:pPr>
        <w:pStyle w:val="PL"/>
      </w:pPr>
      <w:r w:rsidRPr="00630AB6">
        <w:t xml:space="preserve">        authorizedNssaiAvailabilityData:</w:t>
      </w:r>
    </w:p>
    <w:p w14:paraId="1D826DBF" w14:textId="77777777" w:rsidR="005005FE" w:rsidRPr="00630AB6" w:rsidRDefault="005005FE" w:rsidP="00EE1738">
      <w:pPr>
        <w:pStyle w:val="PL"/>
      </w:pPr>
      <w:r w:rsidRPr="00630AB6">
        <w:t xml:space="preserve">          type: array</w:t>
      </w:r>
    </w:p>
    <w:p w14:paraId="2FB90B7C" w14:textId="77777777" w:rsidR="005005FE" w:rsidRPr="00630AB6" w:rsidRDefault="005005FE" w:rsidP="00EE1738">
      <w:pPr>
        <w:pStyle w:val="PL"/>
      </w:pPr>
      <w:r w:rsidRPr="00630AB6">
        <w:t xml:space="preserve">          items:</w:t>
      </w:r>
    </w:p>
    <w:p w14:paraId="68FA5861" w14:textId="77777777" w:rsidR="00A27813" w:rsidRDefault="005005FE" w:rsidP="00EE1738">
      <w:pPr>
        <w:pStyle w:val="PL"/>
      </w:pPr>
      <w:r w:rsidRPr="00630AB6">
        <w:t xml:space="preserve">            $ref: '#/components/schemas/AuthorizedNssaiAvailabilityData'</w:t>
      </w:r>
    </w:p>
    <w:p w14:paraId="671D7440" w14:textId="77777777" w:rsidR="005005FE" w:rsidRPr="00630AB6" w:rsidRDefault="00A27813" w:rsidP="00EE1738">
      <w:pPr>
        <w:pStyle w:val="PL"/>
      </w:pPr>
      <w:r w:rsidRPr="00630AB6">
        <w:t xml:space="preserve">          minItems: </w:t>
      </w:r>
      <w:r>
        <w:t>1</w:t>
      </w:r>
    </w:p>
    <w:p w14:paraId="7001B47B" w14:textId="77777777" w:rsidR="005005FE" w:rsidRPr="00630AB6" w:rsidRDefault="005005FE" w:rsidP="00EE1738">
      <w:pPr>
        <w:pStyle w:val="PL"/>
      </w:pPr>
      <w:r w:rsidRPr="00630AB6">
        <w:t xml:space="preserve">        supportedFeatures:</w:t>
      </w:r>
    </w:p>
    <w:p w14:paraId="0C75CED8" w14:textId="77777777" w:rsidR="005005FE" w:rsidRPr="00630AB6" w:rsidRDefault="005005FE" w:rsidP="00EE1738">
      <w:pPr>
        <w:pStyle w:val="PL"/>
      </w:pPr>
      <w:r w:rsidRPr="00630AB6">
        <w:t xml:space="preserve">          $ref: </w:t>
      </w:r>
      <w:r w:rsidR="00F16B2C" w:rsidRPr="00630AB6">
        <w:t>'TS29571_CommonData.yaml#/components/schemas/SupportedFeatures</w:t>
      </w:r>
      <w:r w:rsidRPr="00630AB6">
        <w:t>'</w:t>
      </w:r>
    </w:p>
    <w:p w14:paraId="1E8CE733" w14:textId="77777777" w:rsidR="005005FE" w:rsidRPr="00630AB6" w:rsidRDefault="005005FE" w:rsidP="00EE1738">
      <w:pPr>
        <w:pStyle w:val="PL"/>
      </w:pPr>
      <w:r w:rsidRPr="00630AB6">
        <w:lastRenderedPageBreak/>
        <w:t xml:space="preserve">  </w:t>
      </w:r>
    </w:p>
    <w:p w14:paraId="1E8E41E2" w14:textId="77777777" w:rsidR="005005FE" w:rsidRPr="00630AB6" w:rsidRDefault="005005FE" w:rsidP="00EE1738">
      <w:pPr>
        <w:pStyle w:val="PL"/>
      </w:pPr>
      <w:r w:rsidRPr="00630AB6">
        <w:t xml:space="preserve">    NssfEventSubscriptionCreateData:</w:t>
      </w:r>
    </w:p>
    <w:p w14:paraId="528230F9" w14:textId="77777777" w:rsidR="005005FE" w:rsidRPr="00630AB6" w:rsidRDefault="005005FE" w:rsidP="00EE1738">
      <w:pPr>
        <w:pStyle w:val="PL"/>
      </w:pPr>
      <w:r w:rsidRPr="00630AB6">
        <w:t xml:space="preserve">      type: object</w:t>
      </w:r>
    </w:p>
    <w:p w14:paraId="679DB14C" w14:textId="77777777" w:rsidR="005005FE" w:rsidRPr="00630AB6" w:rsidRDefault="005005FE" w:rsidP="00EE1738">
      <w:pPr>
        <w:pStyle w:val="PL"/>
      </w:pPr>
      <w:r w:rsidRPr="00630AB6">
        <w:t xml:space="preserve">      required:</w:t>
      </w:r>
    </w:p>
    <w:p w14:paraId="27A79F94" w14:textId="77777777" w:rsidR="005005FE" w:rsidRPr="00630AB6" w:rsidRDefault="005005FE" w:rsidP="00EE1738">
      <w:pPr>
        <w:pStyle w:val="PL"/>
      </w:pPr>
      <w:r w:rsidRPr="00630AB6">
        <w:t xml:space="preserve">        - nfNssaiAvailabilityUri</w:t>
      </w:r>
    </w:p>
    <w:p w14:paraId="64A1CAFA" w14:textId="77777777" w:rsidR="005005FE" w:rsidRPr="00630AB6" w:rsidRDefault="005005FE" w:rsidP="00EE1738">
      <w:pPr>
        <w:pStyle w:val="PL"/>
      </w:pPr>
      <w:r w:rsidRPr="00630AB6">
        <w:t xml:space="preserve">        - tai</w:t>
      </w:r>
      <w:r w:rsidR="00D652D6" w:rsidRPr="00630AB6">
        <w:t>List</w:t>
      </w:r>
    </w:p>
    <w:p w14:paraId="2DF4CD56" w14:textId="77777777" w:rsidR="005005FE" w:rsidRPr="00630AB6" w:rsidRDefault="005005FE" w:rsidP="00EE1738">
      <w:pPr>
        <w:pStyle w:val="PL"/>
      </w:pPr>
      <w:r w:rsidRPr="00630AB6">
        <w:t xml:space="preserve">        - event</w:t>
      </w:r>
    </w:p>
    <w:p w14:paraId="23762107" w14:textId="77777777" w:rsidR="005005FE" w:rsidRPr="00630AB6" w:rsidRDefault="005005FE" w:rsidP="00EE1738">
      <w:pPr>
        <w:pStyle w:val="PL"/>
      </w:pPr>
      <w:r w:rsidRPr="00630AB6">
        <w:t xml:space="preserve">      properties:</w:t>
      </w:r>
    </w:p>
    <w:p w14:paraId="05DDD9A5" w14:textId="77777777" w:rsidR="005005FE" w:rsidRPr="00630AB6" w:rsidRDefault="005005FE" w:rsidP="00EE1738">
      <w:pPr>
        <w:pStyle w:val="PL"/>
      </w:pPr>
      <w:r w:rsidRPr="00630AB6">
        <w:t xml:space="preserve">        nfNssaiAvailabilityUri:</w:t>
      </w:r>
    </w:p>
    <w:p w14:paraId="2AF34916" w14:textId="77777777" w:rsidR="005005FE" w:rsidRPr="00630AB6" w:rsidRDefault="005005FE" w:rsidP="00EE1738">
      <w:pPr>
        <w:pStyle w:val="PL"/>
      </w:pPr>
      <w:r w:rsidRPr="00630AB6">
        <w:t xml:space="preserve">          $ref: '</w:t>
      </w:r>
      <w:r w:rsidR="00223BB7" w:rsidRPr="00630AB6">
        <w:t>TS29571_CommonData.yaml</w:t>
      </w:r>
      <w:r w:rsidRPr="00630AB6">
        <w:t>#/components/schemas/Uri'</w:t>
      </w:r>
    </w:p>
    <w:p w14:paraId="5247A908" w14:textId="77777777" w:rsidR="005005FE" w:rsidRPr="00630AB6" w:rsidRDefault="005005FE" w:rsidP="00EE1738">
      <w:pPr>
        <w:pStyle w:val="PL"/>
      </w:pPr>
      <w:r w:rsidRPr="00630AB6">
        <w:t xml:space="preserve">        tai</w:t>
      </w:r>
      <w:r w:rsidR="00D652D6" w:rsidRPr="00630AB6">
        <w:t>List</w:t>
      </w:r>
      <w:r w:rsidRPr="00630AB6">
        <w:t>:</w:t>
      </w:r>
    </w:p>
    <w:p w14:paraId="222C8228" w14:textId="77777777" w:rsidR="005005FE" w:rsidRPr="00630AB6" w:rsidRDefault="005005FE" w:rsidP="00EE1738">
      <w:pPr>
        <w:pStyle w:val="PL"/>
      </w:pPr>
      <w:r w:rsidRPr="00630AB6">
        <w:t xml:space="preserve">          type: array</w:t>
      </w:r>
    </w:p>
    <w:p w14:paraId="208A01BD" w14:textId="77777777" w:rsidR="005005FE" w:rsidRPr="00630AB6" w:rsidRDefault="005005FE" w:rsidP="00EE1738">
      <w:pPr>
        <w:pStyle w:val="PL"/>
      </w:pPr>
      <w:r w:rsidRPr="00630AB6">
        <w:t xml:space="preserve">          items:</w:t>
      </w:r>
    </w:p>
    <w:p w14:paraId="697174E4" w14:textId="77777777" w:rsidR="00A27813" w:rsidRDefault="005005FE" w:rsidP="00EE1738">
      <w:pPr>
        <w:pStyle w:val="PL"/>
      </w:pPr>
      <w:r w:rsidRPr="00630AB6">
        <w:t xml:space="preserve">            $ref: </w:t>
      </w:r>
      <w:r w:rsidR="00F16B2C" w:rsidRPr="00630AB6">
        <w:t>'TS29571_CommonData.yaml#/components/schemas/Tai</w:t>
      </w:r>
      <w:r w:rsidRPr="00630AB6">
        <w:t>'</w:t>
      </w:r>
    </w:p>
    <w:p w14:paraId="409E48BD" w14:textId="77777777" w:rsidR="005005FE" w:rsidRPr="00630AB6" w:rsidRDefault="00A27813" w:rsidP="00EE1738">
      <w:pPr>
        <w:pStyle w:val="PL"/>
      </w:pPr>
      <w:r w:rsidRPr="00630AB6">
        <w:t xml:space="preserve">          minItems: </w:t>
      </w:r>
      <w:r>
        <w:t>1</w:t>
      </w:r>
    </w:p>
    <w:p w14:paraId="13594272" w14:textId="77777777" w:rsidR="005005FE" w:rsidRPr="00630AB6" w:rsidRDefault="005005FE" w:rsidP="00EE1738">
      <w:pPr>
        <w:pStyle w:val="PL"/>
      </w:pPr>
      <w:r w:rsidRPr="00630AB6">
        <w:t xml:space="preserve">        event:</w:t>
      </w:r>
    </w:p>
    <w:p w14:paraId="6256C356" w14:textId="77777777" w:rsidR="005005FE" w:rsidRDefault="005005FE" w:rsidP="00EE1738">
      <w:pPr>
        <w:pStyle w:val="PL"/>
      </w:pPr>
      <w:r w:rsidRPr="00630AB6">
        <w:t xml:space="preserve">          $ref: '#/components/schemas/NssfEventType'</w:t>
      </w:r>
    </w:p>
    <w:p w14:paraId="3590B5BA" w14:textId="77777777" w:rsidR="00511663" w:rsidRPr="00630AB6" w:rsidRDefault="00511663" w:rsidP="00EE1738">
      <w:pPr>
        <w:pStyle w:val="PL"/>
      </w:pPr>
      <w:r w:rsidRPr="00630AB6">
        <w:t xml:space="preserve">        </w:t>
      </w:r>
      <w:r>
        <w:t>expiry</w:t>
      </w:r>
      <w:r w:rsidRPr="00630AB6">
        <w:t>:</w:t>
      </w:r>
    </w:p>
    <w:p w14:paraId="0B98613D" w14:textId="77777777" w:rsidR="00511663" w:rsidRDefault="00511663" w:rsidP="00EE1738">
      <w:pPr>
        <w:pStyle w:val="PL"/>
      </w:pPr>
      <w:r w:rsidRPr="00630AB6">
        <w:t xml:space="preserve">          $ref: 'TS29571_CommonData.yaml#/components/schemas/</w:t>
      </w:r>
      <w:r>
        <w:t>DateTime</w:t>
      </w:r>
      <w:r w:rsidRPr="00630AB6">
        <w:t>'</w:t>
      </w:r>
    </w:p>
    <w:p w14:paraId="6FD70B44" w14:textId="77777777" w:rsidR="00862535" w:rsidRPr="00630AB6" w:rsidRDefault="00862535" w:rsidP="00EE1738">
      <w:pPr>
        <w:pStyle w:val="PL"/>
      </w:pPr>
      <w:r w:rsidRPr="00630AB6">
        <w:t xml:space="preserve">        </w:t>
      </w:r>
      <w:r>
        <w:t>amfSetId</w:t>
      </w:r>
      <w:r w:rsidRPr="00630AB6">
        <w:t>:</w:t>
      </w:r>
    </w:p>
    <w:p w14:paraId="27D8330E" w14:textId="77777777" w:rsidR="00862535" w:rsidRDefault="00862535" w:rsidP="00EE1738">
      <w:pPr>
        <w:pStyle w:val="PL"/>
      </w:pPr>
      <w:r w:rsidRPr="00630AB6">
        <w:t xml:space="preserve">          type: string</w:t>
      </w:r>
    </w:p>
    <w:p w14:paraId="2C2B6399" w14:textId="77777777" w:rsidR="00862535" w:rsidRPr="00630AB6" w:rsidRDefault="00862535" w:rsidP="00EE1738">
      <w:pPr>
        <w:pStyle w:val="PL"/>
      </w:pPr>
      <w:r w:rsidRPr="00F267AF">
        <w:t xml:space="preserve">     </w:t>
      </w:r>
      <w:r>
        <w:t xml:space="preserve">    </w:t>
      </w:r>
      <w:r w:rsidRPr="00F267AF">
        <w:t xml:space="preserve"> </w:t>
      </w:r>
      <w:r w:rsidRPr="00F267AF">
        <w:rPr>
          <w:rFonts w:cs="Arial"/>
          <w:szCs w:val="18"/>
        </w:rPr>
        <w:t xml:space="preserve">pattern: </w:t>
      </w:r>
      <w:r>
        <w:rPr>
          <w:rFonts w:cs="Arial"/>
          <w:szCs w:val="18"/>
        </w:rPr>
        <w:t>'^[0-9]{3}-[0-9]{2-3}-[A-Fa-f0-9]{2}-[0-3][A-Fa-f0-9]{2}</w:t>
      </w:r>
      <w:r w:rsidRPr="003148A6">
        <w:rPr>
          <w:rFonts w:cs="Arial"/>
          <w:szCs w:val="18"/>
        </w:rPr>
        <w:t>$</w:t>
      </w:r>
      <w:r>
        <w:rPr>
          <w:rFonts w:cs="Arial"/>
          <w:szCs w:val="18"/>
        </w:rPr>
        <w:t>'</w:t>
      </w:r>
    </w:p>
    <w:p w14:paraId="1798B150" w14:textId="77777777" w:rsidR="005005FE" w:rsidRPr="00630AB6" w:rsidRDefault="005005FE" w:rsidP="00EE1738">
      <w:pPr>
        <w:pStyle w:val="PL"/>
      </w:pPr>
      <w:r w:rsidRPr="00630AB6">
        <w:t xml:space="preserve">  </w:t>
      </w:r>
    </w:p>
    <w:p w14:paraId="57D6FD8A" w14:textId="77777777" w:rsidR="005005FE" w:rsidRPr="00630AB6" w:rsidRDefault="005005FE" w:rsidP="00EE1738">
      <w:pPr>
        <w:pStyle w:val="PL"/>
      </w:pPr>
      <w:r w:rsidRPr="00630AB6">
        <w:t xml:space="preserve">    NssfEventSubscriptionCreatedData:</w:t>
      </w:r>
    </w:p>
    <w:p w14:paraId="6DC968CD" w14:textId="77777777" w:rsidR="005005FE" w:rsidRPr="00630AB6" w:rsidRDefault="005005FE" w:rsidP="00EE1738">
      <w:pPr>
        <w:pStyle w:val="PL"/>
      </w:pPr>
      <w:r w:rsidRPr="00630AB6">
        <w:t xml:space="preserve">      type: object</w:t>
      </w:r>
    </w:p>
    <w:p w14:paraId="62C68039" w14:textId="77777777" w:rsidR="005005FE" w:rsidRPr="00630AB6" w:rsidRDefault="005005FE" w:rsidP="00EE1738">
      <w:pPr>
        <w:pStyle w:val="PL"/>
      </w:pPr>
      <w:r w:rsidRPr="00630AB6">
        <w:t xml:space="preserve">      required:</w:t>
      </w:r>
    </w:p>
    <w:p w14:paraId="7431FF5E" w14:textId="77777777" w:rsidR="005005FE" w:rsidRPr="00630AB6" w:rsidRDefault="005005FE" w:rsidP="00EE1738">
      <w:pPr>
        <w:pStyle w:val="PL"/>
      </w:pPr>
      <w:r w:rsidRPr="00630AB6">
        <w:t xml:space="preserve">        - subscriptionId</w:t>
      </w:r>
    </w:p>
    <w:p w14:paraId="3D1EB23C" w14:textId="77777777" w:rsidR="005005FE" w:rsidRPr="00630AB6" w:rsidRDefault="005005FE" w:rsidP="00EE1738">
      <w:pPr>
        <w:pStyle w:val="PL"/>
      </w:pPr>
      <w:r w:rsidRPr="00630AB6">
        <w:t xml:space="preserve">      properties:</w:t>
      </w:r>
    </w:p>
    <w:p w14:paraId="5DA86FA7" w14:textId="77777777" w:rsidR="005005FE" w:rsidRPr="00630AB6" w:rsidRDefault="005005FE" w:rsidP="00EE1738">
      <w:pPr>
        <w:pStyle w:val="PL"/>
      </w:pPr>
      <w:r w:rsidRPr="00630AB6">
        <w:t xml:space="preserve">        subscriptionId:</w:t>
      </w:r>
    </w:p>
    <w:p w14:paraId="21D03AED" w14:textId="77777777" w:rsidR="00511663" w:rsidRDefault="005005FE" w:rsidP="00EE1738">
      <w:pPr>
        <w:pStyle w:val="PL"/>
      </w:pPr>
      <w:r w:rsidRPr="00630AB6">
        <w:t xml:space="preserve">          type: string</w:t>
      </w:r>
    </w:p>
    <w:p w14:paraId="4C716718" w14:textId="77777777" w:rsidR="00511663" w:rsidRPr="00630AB6" w:rsidRDefault="00511663" w:rsidP="00EE1738">
      <w:pPr>
        <w:pStyle w:val="PL"/>
      </w:pPr>
      <w:r w:rsidRPr="00630AB6">
        <w:t xml:space="preserve">        </w:t>
      </w:r>
      <w:r>
        <w:t>expiry</w:t>
      </w:r>
      <w:r w:rsidRPr="00630AB6">
        <w:t>:</w:t>
      </w:r>
    </w:p>
    <w:p w14:paraId="358CEB1F" w14:textId="77777777" w:rsidR="005005FE" w:rsidRPr="00630AB6" w:rsidRDefault="00511663" w:rsidP="00EE1738">
      <w:pPr>
        <w:pStyle w:val="PL"/>
      </w:pPr>
      <w:r w:rsidRPr="00630AB6">
        <w:t xml:space="preserve">          $ref: 'TS29571_CommonData.yaml#/components/schemas/</w:t>
      </w:r>
      <w:r>
        <w:t>DateTime</w:t>
      </w:r>
      <w:r w:rsidRPr="00630AB6">
        <w:t>'</w:t>
      </w:r>
    </w:p>
    <w:p w14:paraId="7A24D136" w14:textId="77777777" w:rsidR="005005FE" w:rsidRPr="00630AB6" w:rsidRDefault="005005FE" w:rsidP="00EE1738">
      <w:pPr>
        <w:pStyle w:val="PL"/>
      </w:pPr>
      <w:r w:rsidRPr="00630AB6">
        <w:t xml:space="preserve">        authorizedNssaiAvailabilityData:</w:t>
      </w:r>
    </w:p>
    <w:p w14:paraId="717AF35C" w14:textId="77777777" w:rsidR="005005FE" w:rsidRPr="00630AB6" w:rsidRDefault="005005FE" w:rsidP="00EE1738">
      <w:pPr>
        <w:pStyle w:val="PL"/>
      </w:pPr>
      <w:r w:rsidRPr="00630AB6">
        <w:t xml:space="preserve">          type: array</w:t>
      </w:r>
    </w:p>
    <w:p w14:paraId="14D6FC3F" w14:textId="77777777" w:rsidR="005005FE" w:rsidRPr="00630AB6" w:rsidRDefault="005005FE" w:rsidP="00EE1738">
      <w:pPr>
        <w:pStyle w:val="PL"/>
      </w:pPr>
      <w:r w:rsidRPr="00630AB6">
        <w:t xml:space="preserve">          items:</w:t>
      </w:r>
    </w:p>
    <w:p w14:paraId="1697BF0D" w14:textId="77777777" w:rsidR="00A27813" w:rsidRDefault="005005FE" w:rsidP="00EE1738">
      <w:pPr>
        <w:pStyle w:val="PL"/>
      </w:pPr>
      <w:r w:rsidRPr="00630AB6">
        <w:t xml:space="preserve">            $ref: '#/components/schemas/AuthorizedNssaiAvailabilityData'</w:t>
      </w:r>
    </w:p>
    <w:p w14:paraId="5689181C" w14:textId="77777777" w:rsidR="005005FE" w:rsidRPr="00630AB6" w:rsidRDefault="00A27813" w:rsidP="00EE1738">
      <w:pPr>
        <w:pStyle w:val="PL"/>
      </w:pPr>
      <w:r w:rsidRPr="00630AB6">
        <w:t xml:space="preserve">          minItems: </w:t>
      </w:r>
      <w:r>
        <w:t>1</w:t>
      </w:r>
    </w:p>
    <w:p w14:paraId="646EC176" w14:textId="77777777" w:rsidR="005005FE" w:rsidRPr="00630AB6" w:rsidRDefault="005005FE" w:rsidP="00EE1738">
      <w:pPr>
        <w:pStyle w:val="PL"/>
      </w:pPr>
      <w:r w:rsidRPr="00630AB6">
        <w:t xml:space="preserve">  </w:t>
      </w:r>
    </w:p>
    <w:p w14:paraId="0800BD2A" w14:textId="77777777" w:rsidR="005005FE" w:rsidRPr="00630AB6" w:rsidRDefault="005005FE" w:rsidP="00EE1738">
      <w:pPr>
        <w:pStyle w:val="PL"/>
      </w:pPr>
      <w:r w:rsidRPr="00630AB6">
        <w:t xml:space="preserve">    NssfEventNotification:</w:t>
      </w:r>
    </w:p>
    <w:p w14:paraId="1F6599F3" w14:textId="77777777" w:rsidR="005005FE" w:rsidRPr="00630AB6" w:rsidRDefault="005005FE" w:rsidP="00EE1738">
      <w:pPr>
        <w:pStyle w:val="PL"/>
      </w:pPr>
      <w:r w:rsidRPr="00630AB6">
        <w:t xml:space="preserve">      type: object</w:t>
      </w:r>
    </w:p>
    <w:p w14:paraId="17CFC0C4" w14:textId="77777777" w:rsidR="005005FE" w:rsidRPr="00630AB6" w:rsidRDefault="005005FE" w:rsidP="00EE1738">
      <w:pPr>
        <w:pStyle w:val="PL"/>
      </w:pPr>
      <w:r w:rsidRPr="00630AB6">
        <w:t xml:space="preserve">      required:</w:t>
      </w:r>
    </w:p>
    <w:p w14:paraId="1822EF9B" w14:textId="77777777" w:rsidR="005005FE" w:rsidRPr="00630AB6" w:rsidRDefault="005005FE" w:rsidP="00EE1738">
      <w:pPr>
        <w:pStyle w:val="PL"/>
      </w:pPr>
      <w:r w:rsidRPr="00630AB6">
        <w:t xml:space="preserve">        - subscriptionId</w:t>
      </w:r>
    </w:p>
    <w:p w14:paraId="0F4EBCF7" w14:textId="77777777" w:rsidR="005005FE" w:rsidRPr="00630AB6" w:rsidRDefault="005005FE" w:rsidP="00EE1738">
      <w:pPr>
        <w:pStyle w:val="PL"/>
      </w:pPr>
      <w:r w:rsidRPr="00630AB6">
        <w:t xml:space="preserve">        - authorized</w:t>
      </w:r>
      <w:r w:rsidR="00D652D6" w:rsidRPr="00630AB6">
        <w:t>N</w:t>
      </w:r>
      <w:r w:rsidRPr="00630AB6">
        <w:t>ssaiAvailabilityData</w:t>
      </w:r>
    </w:p>
    <w:p w14:paraId="5AB41749" w14:textId="77777777" w:rsidR="005005FE" w:rsidRPr="00630AB6" w:rsidRDefault="005005FE" w:rsidP="00EE1738">
      <w:pPr>
        <w:pStyle w:val="PL"/>
      </w:pPr>
      <w:r w:rsidRPr="00630AB6">
        <w:t xml:space="preserve">      properties:</w:t>
      </w:r>
    </w:p>
    <w:p w14:paraId="49EE3744" w14:textId="77777777" w:rsidR="005005FE" w:rsidRPr="00630AB6" w:rsidRDefault="005005FE" w:rsidP="00EE1738">
      <w:pPr>
        <w:pStyle w:val="PL"/>
      </w:pPr>
      <w:r w:rsidRPr="00630AB6">
        <w:t xml:space="preserve">        subscriptionId:</w:t>
      </w:r>
    </w:p>
    <w:p w14:paraId="52CB0D2F" w14:textId="77777777" w:rsidR="005005FE" w:rsidRPr="00630AB6" w:rsidRDefault="005005FE" w:rsidP="00EE1738">
      <w:pPr>
        <w:pStyle w:val="PL"/>
      </w:pPr>
      <w:r w:rsidRPr="00630AB6">
        <w:t xml:space="preserve">          type: string</w:t>
      </w:r>
    </w:p>
    <w:p w14:paraId="52C5A9FA" w14:textId="77777777" w:rsidR="005005FE" w:rsidRPr="00630AB6" w:rsidRDefault="005005FE" w:rsidP="00EE1738">
      <w:pPr>
        <w:pStyle w:val="PL"/>
      </w:pPr>
      <w:r w:rsidRPr="00630AB6">
        <w:t xml:space="preserve">        authorizedNssaiAvailabilityData:</w:t>
      </w:r>
    </w:p>
    <w:p w14:paraId="0416B6DD" w14:textId="77777777" w:rsidR="005005FE" w:rsidRPr="00630AB6" w:rsidRDefault="005005FE" w:rsidP="00EE1738">
      <w:pPr>
        <w:pStyle w:val="PL"/>
      </w:pPr>
      <w:r w:rsidRPr="00630AB6">
        <w:t xml:space="preserve">          type: array</w:t>
      </w:r>
    </w:p>
    <w:p w14:paraId="7671E3FF" w14:textId="77777777" w:rsidR="005005FE" w:rsidRPr="00630AB6" w:rsidRDefault="005005FE" w:rsidP="00EE1738">
      <w:pPr>
        <w:pStyle w:val="PL"/>
      </w:pPr>
      <w:r w:rsidRPr="00630AB6">
        <w:t xml:space="preserve">          items:</w:t>
      </w:r>
    </w:p>
    <w:p w14:paraId="0A4491D2" w14:textId="77777777" w:rsidR="00A27813" w:rsidRDefault="005005FE" w:rsidP="00EE1738">
      <w:pPr>
        <w:pStyle w:val="PL"/>
      </w:pPr>
      <w:r w:rsidRPr="00630AB6">
        <w:t xml:space="preserve">            $ref: '#/components/schemas/AuthorizedNssaiAvailabilityData'</w:t>
      </w:r>
    </w:p>
    <w:p w14:paraId="039AD339" w14:textId="77777777" w:rsidR="005005FE" w:rsidRPr="00630AB6" w:rsidRDefault="00A27813" w:rsidP="00EE1738">
      <w:pPr>
        <w:pStyle w:val="PL"/>
      </w:pPr>
      <w:r w:rsidRPr="00630AB6">
        <w:t xml:space="preserve">          minItems: </w:t>
      </w:r>
      <w:r>
        <w:t>1</w:t>
      </w:r>
    </w:p>
    <w:p w14:paraId="65A5F271" w14:textId="77777777" w:rsidR="00063911" w:rsidRPr="00630AB6" w:rsidRDefault="00063911" w:rsidP="00EE1738">
      <w:pPr>
        <w:pStyle w:val="PL"/>
      </w:pPr>
      <w:r w:rsidRPr="00630AB6">
        <w:t xml:space="preserve">    NssfEventType:</w:t>
      </w:r>
    </w:p>
    <w:p w14:paraId="2A52D6DB" w14:textId="77777777" w:rsidR="00063911" w:rsidRPr="00630AB6" w:rsidRDefault="00063911" w:rsidP="00EE1738">
      <w:pPr>
        <w:pStyle w:val="PL"/>
      </w:pPr>
      <w:r w:rsidRPr="00630AB6">
        <w:t xml:space="preserve">      anyOf:</w:t>
      </w:r>
    </w:p>
    <w:p w14:paraId="4709686C" w14:textId="77777777" w:rsidR="00063911" w:rsidRPr="00630AB6" w:rsidRDefault="00063911" w:rsidP="00EE1738">
      <w:pPr>
        <w:pStyle w:val="PL"/>
      </w:pPr>
      <w:r w:rsidRPr="00630AB6">
        <w:t xml:space="preserve">        - type: string</w:t>
      </w:r>
    </w:p>
    <w:p w14:paraId="4EF7E168" w14:textId="77777777" w:rsidR="00063911" w:rsidRPr="00630AB6" w:rsidRDefault="00063911" w:rsidP="00EE1738">
      <w:pPr>
        <w:pStyle w:val="PL"/>
      </w:pPr>
      <w:r w:rsidRPr="00630AB6">
        <w:t xml:space="preserve">          enum:</w:t>
      </w:r>
    </w:p>
    <w:p w14:paraId="168F3B62" w14:textId="77777777" w:rsidR="00063911" w:rsidRPr="00630AB6" w:rsidRDefault="00063911" w:rsidP="00EE1738">
      <w:pPr>
        <w:pStyle w:val="PL"/>
      </w:pPr>
      <w:r w:rsidRPr="00630AB6">
        <w:t xml:space="preserve">          </w:t>
      </w:r>
      <w:r w:rsidR="009601A8" w:rsidRPr="00630AB6">
        <w:t xml:space="preserve">  </w:t>
      </w:r>
      <w:r w:rsidRPr="00630AB6">
        <w:t xml:space="preserve">- </w:t>
      </w:r>
      <w:r w:rsidR="00E50C99" w:rsidRPr="00630AB6">
        <w:t>SNSSAI_STATUS_CHANGE_REPORT</w:t>
      </w:r>
    </w:p>
    <w:p w14:paraId="0FE5E7F6" w14:textId="77777777" w:rsidR="00063911" w:rsidRPr="00630AB6" w:rsidRDefault="00063911" w:rsidP="00EE1738">
      <w:pPr>
        <w:pStyle w:val="PL"/>
      </w:pPr>
      <w:r w:rsidRPr="00630AB6">
        <w:t xml:space="preserve">        - type: string</w:t>
      </w:r>
    </w:p>
    <w:p w14:paraId="0200752E" w14:textId="77777777" w:rsidR="00063911" w:rsidRPr="00630AB6" w:rsidRDefault="00063911" w:rsidP="00EE1738">
      <w:pPr>
        <w:pStyle w:val="PL"/>
      </w:pPr>
      <w:r w:rsidRPr="00630AB6">
        <w:t xml:space="preserve">    PatchDocument:</w:t>
      </w:r>
    </w:p>
    <w:p w14:paraId="669C0AA6" w14:textId="77777777" w:rsidR="00063911" w:rsidRPr="00630AB6" w:rsidRDefault="00063911" w:rsidP="00EE1738">
      <w:pPr>
        <w:pStyle w:val="PL"/>
      </w:pPr>
      <w:r w:rsidRPr="00630AB6">
        <w:t xml:space="preserve">      type: array</w:t>
      </w:r>
    </w:p>
    <w:p w14:paraId="0B517134" w14:textId="77777777" w:rsidR="00063911" w:rsidRPr="00630AB6" w:rsidRDefault="00063911" w:rsidP="00EE1738">
      <w:pPr>
        <w:pStyle w:val="PL"/>
      </w:pPr>
      <w:r w:rsidRPr="00630AB6">
        <w:t xml:space="preserve">      items:</w:t>
      </w:r>
    </w:p>
    <w:p w14:paraId="4E709BC6" w14:textId="77777777" w:rsidR="00A27813" w:rsidRDefault="00063911" w:rsidP="00EE1738">
      <w:pPr>
        <w:pStyle w:val="PL"/>
      </w:pPr>
      <w:r w:rsidRPr="00630AB6">
        <w:t xml:space="preserve">        $ref: </w:t>
      </w:r>
      <w:r w:rsidR="00F16B2C" w:rsidRPr="00630AB6">
        <w:t>'TS29571_CommonData.yaml#/components/schemas/PatchItem</w:t>
      </w:r>
      <w:r w:rsidRPr="00630AB6">
        <w:t>'</w:t>
      </w:r>
    </w:p>
    <w:p w14:paraId="5114EA7F" w14:textId="77777777" w:rsidR="00063911" w:rsidRPr="00630AB6" w:rsidRDefault="00A27813" w:rsidP="00EE1738">
      <w:pPr>
        <w:pStyle w:val="PL"/>
      </w:pPr>
      <w:r w:rsidRPr="00630AB6">
        <w:t xml:space="preserve">      minItems: </w:t>
      </w:r>
      <w:r>
        <w:t>1</w:t>
      </w:r>
    </w:p>
    <w:p w14:paraId="2A74F5BC" w14:textId="77777777" w:rsidR="005005FE" w:rsidRPr="00630AB6" w:rsidRDefault="005005FE" w:rsidP="00EE1738">
      <w:pPr>
        <w:pStyle w:val="PL"/>
      </w:pPr>
    </w:p>
    <w:p w14:paraId="640400D7" w14:textId="77777777" w:rsidR="005005FE" w:rsidRPr="00630AB6" w:rsidRDefault="005005FE" w:rsidP="00F63301">
      <w:pPr>
        <w:pStyle w:val="PL"/>
        <w:rPr>
          <w:i/>
        </w:rPr>
      </w:pPr>
    </w:p>
    <w:p w14:paraId="08A12641" w14:textId="77777777" w:rsidR="00080512" w:rsidRPr="00630AB6" w:rsidRDefault="00080512">
      <w:pPr>
        <w:pStyle w:val="Heading8"/>
      </w:pPr>
      <w:bookmarkStart w:id="159" w:name="historyclause"/>
      <w:r w:rsidRPr="00630AB6">
        <w:br w:type="page"/>
      </w:r>
      <w:bookmarkStart w:id="160" w:name="_Toc74989920"/>
      <w:r w:rsidRPr="00630AB6">
        <w:lastRenderedPageBreak/>
        <w:t xml:space="preserve">Annex </w:t>
      </w:r>
      <w:r w:rsidR="003A7F41" w:rsidRPr="00630AB6">
        <w:t>B</w:t>
      </w:r>
      <w:r w:rsidRPr="00630AB6">
        <w:t xml:space="preserve"> (informative):</w:t>
      </w:r>
      <w:r w:rsidRPr="00630AB6">
        <w:br/>
        <w:t>Change history</w:t>
      </w:r>
      <w:bookmarkEnd w:id="160"/>
    </w:p>
    <w:bookmarkEnd w:id="159"/>
    <w:p w14:paraId="29453F8A" w14:textId="77777777" w:rsidR="00054A22" w:rsidRPr="00630AB6" w:rsidRDefault="00054A22" w:rsidP="00054A22">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962"/>
        <w:gridCol w:w="708"/>
      </w:tblGrid>
      <w:tr w:rsidR="003C3971" w:rsidRPr="00630AB6" w14:paraId="77968C46" w14:textId="77777777" w:rsidTr="005D55BD">
        <w:trPr>
          <w:cantSplit/>
        </w:trPr>
        <w:tc>
          <w:tcPr>
            <w:tcW w:w="9639" w:type="dxa"/>
            <w:gridSpan w:val="8"/>
            <w:tcBorders>
              <w:bottom w:val="nil"/>
            </w:tcBorders>
            <w:shd w:val="solid" w:color="FFFFFF" w:fill="auto"/>
          </w:tcPr>
          <w:p w14:paraId="60A36640" w14:textId="77777777" w:rsidR="003C3971" w:rsidRPr="00630AB6" w:rsidRDefault="003C3971" w:rsidP="00C72833">
            <w:pPr>
              <w:pStyle w:val="TAL"/>
              <w:jc w:val="center"/>
              <w:rPr>
                <w:b/>
                <w:sz w:val="16"/>
              </w:rPr>
            </w:pPr>
            <w:r w:rsidRPr="00630AB6">
              <w:rPr>
                <w:b/>
              </w:rPr>
              <w:t>Change history</w:t>
            </w:r>
          </w:p>
        </w:tc>
      </w:tr>
      <w:tr w:rsidR="003C3971" w:rsidRPr="00630AB6" w14:paraId="22557E3D" w14:textId="77777777" w:rsidTr="005D55BD">
        <w:tc>
          <w:tcPr>
            <w:tcW w:w="800" w:type="dxa"/>
            <w:shd w:val="pct10" w:color="auto" w:fill="FFFFFF"/>
          </w:tcPr>
          <w:p w14:paraId="65905044" w14:textId="77777777" w:rsidR="003C3971" w:rsidRPr="00630AB6" w:rsidRDefault="003C3971" w:rsidP="00C72833">
            <w:pPr>
              <w:pStyle w:val="TAL"/>
              <w:rPr>
                <w:b/>
                <w:sz w:val="16"/>
              </w:rPr>
            </w:pPr>
            <w:r w:rsidRPr="00630AB6">
              <w:rPr>
                <w:b/>
                <w:sz w:val="16"/>
              </w:rPr>
              <w:t>Date</w:t>
            </w:r>
          </w:p>
        </w:tc>
        <w:tc>
          <w:tcPr>
            <w:tcW w:w="800" w:type="dxa"/>
            <w:shd w:val="pct10" w:color="auto" w:fill="FFFFFF"/>
          </w:tcPr>
          <w:p w14:paraId="6C641DD6" w14:textId="77777777" w:rsidR="003C3971" w:rsidRPr="00630AB6" w:rsidRDefault="00DF2B1F" w:rsidP="00C72833">
            <w:pPr>
              <w:pStyle w:val="TAL"/>
              <w:rPr>
                <w:b/>
                <w:sz w:val="16"/>
              </w:rPr>
            </w:pPr>
            <w:r w:rsidRPr="00630AB6">
              <w:rPr>
                <w:b/>
                <w:sz w:val="16"/>
              </w:rPr>
              <w:t>Meeting</w:t>
            </w:r>
          </w:p>
        </w:tc>
        <w:tc>
          <w:tcPr>
            <w:tcW w:w="952" w:type="dxa"/>
            <w:shd w:val="pct10" w:color="auto" w:fill="FFFFFF"/>
          </w:tcPr>
          <w:p w14:paraId="57D9927A" w14:textId="77777777" w:rsidR="003C3971" w:rsidRPr="00630AB6" w:rsidRDefault="003C3971" w:rsidP="00DF2B1F">
            <w:pPr>
              <w:pStyle w:val="TAL"/>
              <w:rPr>
                <w:b/>
                <w:sz w:val="16"/>
              </w:rPr>
            </w:pPr>
            <w:r w:rsidRPr="00630AB6">
              <w:rPr>
                <w:b/>
                <w:sz w:val="16"/>
              </w:rPr>
              <w:t>TDoc</w:t>
            </w:r>
          </w:p>
        </w:tc>
        <w:tc>
          <w:tcPr>
            <w:tcW w:w="567" w:type="dxa"/>
            <w:shd w:val="pct10" w:color="auto" w:fill="FFFFFF"/>
          </w:tcPr>
          <w:p w14:paraId="50D53659" w14:textId="77777777" w:rsidR="003C3971" w:rsidRPr="00630AB6" w:rsidRDefault="003C3971" w:rsidP="00C72833">
            <w:pPr>
              <w:pStyle w:val="TAL"/>
              <w:rPr>
                <w:b/>
                <w:sz w:val="16"/>
              </w:rPr>
            </w:pPr>
            <w:r w:rsidRPr="00630AB6">
              <w:rPr>
                <w:b/>
                <w:sz w:val="16"/>
              </w:rPr>
              <w:t>CR</w:t>
            </w:r>
          </w:p>
        </w:tc>
        <w:tc>
          <w:tcPr>
            <w:tcW w:w="425" w:type="dxa"/>
            <w:shd w:val="pct10" w:color="auto" w:fill="FFFFFF"/>
          </w:tcPr>
          <w:p w14:paraId="1E92E0FB" w14:textId="77777777" w:rsidR="003C3971" w:rsidRPr="00630AB6" w:rsidRDefault="003C3971" w:rsidP="00C72833">
            <w:pPr>
              <w:pStyle w:val="TAL"/>
              <w:rPr>
                <w:b/>
                <w:sz w:val="16"/>
              </w:rPr>
            </w:pPr>
            <w:r w:rsidRPr="00630AB6">
              <w:rPr>
                <w:b/>
                <w:sz w:val="16"/>
              </w:rPr>
              <w:t>Rev</w:t>
            </w:r>
          </w:p>
        </w:tc>
        <w:tc>
          <w:tcPr>
            <w:tcW w:w="425" w:type="dxa"/>
            <w:shd w:val="pct10" w:color="auto" w:fill="FFFFFF"/>
          </w:tcPr>
          <w:p w14:paraId="03CDBF33" w14:textId="77777777" w:rsidR="003C3971" w:rsidRPr="00630AB6" w:rsidRDefault="003C3971" w:rsidP="00C72833">
            <w:pPr>
              <w:pStyle w:val="TAL"/>
              <w:rPr>
                <w:b/>
                <w:sz w:val="16"/>
              </w:rPr>
            </w:pPr>
            <w:r w:rsidRPr="00630AB6">
              <w:rPr>
                <w:b/>
                <w:sz w:val="16"/>
              </w:rPr>
              <w:t>Cat</w:t>
            </w:r>
          </w:p>
        </w:tc>
        <w:tc>
          <w:tcPr>
            <w:tcW w:w="4962" w:type="dxa"/>
            <w:shd w:val="pct10" w:color="auto" w:fill="FFFFFF"/>
          </w:tcPr>
          <w:p w14:paraId="072CBBFB" w14:textId="77777777" w:rsidR="003C3971" w:rsidRPr="00630AB6" w:rsidRDefault="003C3971" w:rsidP="00C72833">
            <w:pPr>
              <w:pStyle w:val="TAL"/>
              <w:rPr>
                <w:b/>
                <w:sz w:val="16"/>
              </w:rPr>
            </w:pPr>
            <w:r w:rsidRPr="00630AB6">
              <w:rPr>
                <w:b/>
                <w:sz w:val="16"/>
              </w:rPr>
              <w:t>Subject/Comment</w:t>
            </w:r>
          </w:p>
        </w:tc>
        <w:tc>
          <w:tcPr>
            <w:tcW w:w="708" w:type="dxa"/>
            <w:shd w:val="pct10" w:color="auto" w:fill="FFFFFF"/>
          </w:tcPr>
          <w:p w14:paraId="5A34455A" w14:textId="77777777" w:rsidR="003C3971" w:rsidRPr="00630AB6" w:rsidRDefault="003C3971" w:rsidP="00C72833">
            <w:pPr>
              <w:pStyle w:val="TAL"/>
              <w:rPr>
                <w:b/>
                <w:sz w:val="16"/>
              </w:rPr>
            </w:pPr>
            <w:r w:rsidRPr="00630AB6">
              <w:rPr>
                <w:b/>
                <w:sz w:val="16"/>
              </w:rPr>
              <w:t>New vers</w:t>
            </w:r>
            <w:r w:rsidR="00DF2B1F" w:rsidRPr="00630AB6">
              <w:rPr>
                <w:b/>
                <w:sz w:val="16"/>
              </w:rPr>
              <w:t>ion</w:t>
            </w:r>
          </w:p>
        </w:tc>
      </w:tr>
      <w:tr w:rsidR="003C3971" w:rsidRPr="00630AB6" w14:paraId="33153E9F" w14:textId="77777777" w:rsidTr="005D55BD">
        <w:tc>
          <w:tcPr>
            <w:tcW w:w="800" w:type="dxa"/>
            <w:shd w:val="solid" w:color="FFFFFF" w:fill="auto"/>
          </w:tcPr>
          <w:p w14:paraId="44D8BD41" w14:textId="77777777" w:rsidR="003C3971" w:rsidRPr="00630AB6" w:rsidRDefault="00BB7F15" w:rsidP="00C72833">
            <w:pPr>
              <w:pStyle w:val="TAC"/>
              <w:rPr>
                <w:sz w:val="16"/>
                <w:szCs w:val="16"/>
              </w:rPr>
            </w:pPr>
            <w:r w:rsidRPr="00630AB6">
              <w:rPr>
                <w:sz w:val="16"/>
                <w:szCs w:val="16"/>
              </w:rPr>
              <w:t>2017-10</w:t>
            </w:r>
          </w:p>
        </w:tc>
        <w:tc>
          <w:tcPr>
            <w:tcW w:w="800" w:type="dxa"/>
            <w:shd w:val="solid" w:color="FFFFFF" w:fill="auto"/>
          </w:tcPr>
          <w:p w14:paraId="49E15150" w14:textId="77777777" w:rsidR="003C3971" w:rsidRPr="00630AB6" w:rsidRDefault="00150BDE" w:rsidP="00C72833">
            <w:pPr>
              <w:pStyle w:val="TAC"/>
              <w:rPr>
                <w:sz w:val="16"/>
                <w:szCs w:val="16"/>
              </w:rPr>
            </w:pPr>
            <w:r w:rsidRPr="00630AB6">
              <w:rPr>
                <w:sz w:val="16"/>
                <w:szCs w:val="16"/>
              </w:rPr>
              <w:t>CT4#80</w:t>
            </w:r>
          </w:p>
        </w:tc>
        <w:tc>
          <w:tcPr>
            <w:tcW w:w="952" w:type="dxa"/>
            <w:shd w:val="solid" w:color="FFFFFF" w:fill="auto"/>
          </w:tcPr>
          <w:p w14:paraId="63F936B6" w14:textId="77777777" w:rsidR="003C3971" w:rsidRPr="00630AB6" w:rsidRDefault="00150BDE" w:rsidP="00773D33">
            <w:pPr>
              <w:pStyle w:val="TAC"/>
              <w:rPr>
                <w:sz w:val="16"/>
                <w:szCs w:val="16"/>
              </w:rPr>
            </w:pPr>
            <w:r w:rsidRPr="00630AB6">
              <w:rPr>
                <w:sz w:val="16"/>
                <w:szCs w:val="16"/>
              </w:rPr>
              <w:t>C4-</w:t>
            </w:r>
            <w:r w:rsidR="00773D33" w:rsidRPr="00630AB6">
              <w:rPr>
                <w:sz w:val="16"/>
                <w:szCs w:val="16"/>
              </w:rPr>
              <w:t>175279</w:t>
            </w:r>
          </w:p>
        </w:tc>
        <w:tc>
          <w:tcPr>
            <w:tcW w:w="567" w:type="dxa"/>
            <w:shd w:val="solid" w:color="FFFFFF" w:fill="auto"/>
          </w:tcPr>
          <w:p w14:paraId="6AB4DD59" w14:textId="77777777" w:rsidR="003C3971" w:rsidRPr="00630AB6" w:rsidRDefault="003C3971" w:rsidP="00C72833">
            <w:pPr>
              <w:pStyle w:val="TAL"/>
              <w:rPr>
                <w:sz w:val="16"/>
                <w:szCs w:val="16"/>
              </w:rPr>
            </w:pPr>
          </w:p>
        </w:tc>
        <w:tc>
          <w:tcPr>
            <w:tcW w:w="425" w:type="dxa"/>
            <w:shd w:val="solid" w:color="FFFFFF" w:fill="auto"/>
          </w:tcPr>
          <w:p w14:paraId="379C9B7D" w14:textId="77777777" w:rsidR="003C3971" w:rsidRPr="00630AB6" w:rsidRDefault="003C3971" w:rsidP="00C72833">
            <w:pPr>
              <w:pStyle w:val="TAR"/>
              <w:rPr>
                <w:sz w:val="16"/>
                <w:szCs w:val="16"/>
              </w:rPr>
            </w:pPr>
          </w:p>
        </w:tc>
        <w:tc>
          <w:tcPr>
            <w:tcW w:w="425" w:type="dxa"/>
            <w:shd w:val="solid" w:color="FFFFFF" w:fill="auto"/>
          </w:tcPr>
          <w:p w14:paraId="0E05E36E" w14:textId="77777777" w:rsidR="003C3971" w:rsidRPr="00630AB6" w:rsidRDefault="003C3971" w:rsidP="00C72833">
            <w:pPr>
              <w:pStyle w:val="TAC"/>
              <w:rPr>
                <w:sz w:val="16"/>
                <w:szCs w:val="16"/>
              </w:rPr>
            </w:pPr>
          </w:p>
        </w:tc>
        <w:tc>
          <w:tcPr>
            <w:tcW w:w="4962" w:type="dxa"/>
            <w:shd w:val="solid" w:color="FFFFFF" w:fill="auto"/>
          </w:tcPr>
          <w:p w14:paraId="12F29E59" w14:textId="77777777" w:rsidR="003C3971" w:rsidRPr="00630AB6" w:rsidRDefault="00150BDE" w:rsidP="00C72833">
            <w:pPr>
              <w:pStyle w:val="TAL"/>
              <w:rPr>
                <w:sz w:val="16"/>
                <w:szCs w:val="16"/>
              </w:rPr>
            </w:pPr>
            <w:r w:rsidRPr="00630AB6">
              <w:rPr>
                <w:sz w:val="16"/>
                <w:szCs w:val="16"/>
              </w:rPr>
              <w:t>Initial</w:t>
            </w:r>
            <w:r w:rsidR="004C7A0F" w:rsidRPr="00630AB6">
              <w:rPr>
                <w:sz w:val="16"/>
                <w:szCs w:val="16"/>
              </w:rPr>
              <w:t xml:space="preserve"> D</w:t>
            </w:r>
            <w:r w:rsidRPr="00630AB6">
              <w:rPr>
                <w:sz w:val="16"/>
                <w:szCs w:val="16"/>
              </w:rPr>
              <w:t>raft.</w:t>
            </w:r>
          </w:p>
        </w:tc>
        <w:tc>
          <w:tcPr>
            <w:tcW w:w="708" w:type="dxa"/>
            <w:shd w:val="solid" w:color="FFFFFF" w:fill="auto"/>
          </w:tcPr>
          <w:p w14:paraId="00B17655" w14:textId="77777777" w:rsidR="003C3971" w:rsidRPr="00630AB6" w:rsidRDefault="00150BDE" w:rsidP="00C72833">
            <w:pPr>
              <w:pStyle w:val="TAC"/>
              <w:rPr>
                <w:sz w:val="16"/>
                <w:szCs w:val="16"/>
              </w:rPr>
            </w:pPr>
            <w:r w:rsidRPr="00630AB6">
              <w:rPr>
                <w:sz w:val="16"/>
                <w:szCs w:val="16"/>
              </w:rPr>
              <w:t>0.1.0</w:t>
            </w:r>
          </w:p>
        </w:tc>
      </w:tr>
      <w:tr w:rsidR="00773D33" w:rsidRPr="00630AB6" w14:paraId="5123F8DC" w14:textId="77777777" w:rsidTr="005D55BD">
        <w:tc>
          <w:tcPr>
            <w:tcW w:w="800" w:type="dxa"/>
            <w:shd w:val="solid" w:color="FFFFFF" w:fill="auto"/>
          </w:tcPr>
          <w:p w14:paraId="511025E4" w14:textId="77777777" w:rsidR="00773D33" w:rsidRPr="00630AB6" w:rsidRDefault="00BB7F15" w:rsidP="00C72833">
            <w:pPr>
              <w:pStyle w:val="TAC"/>
              <w:rPr>
                <w:sz w:val="16"/>
                <w:szCs w:val="16"/>
                <w:lang w:eastAsia="zh-CN"/>
              </w:rPr>
            </w:pPr>
            <w:r w:rsidRPr="00630AB6">
              <w:rPr>
                <w:rFonts w:hint="eastAsia"/>
                <w:sz w:val="16"/>
                <w:szCs w:val="16"/>
                <w:lang w:eastAsia="zh-CN"/>
              </w:rPr>
              <w:t>2017-10</w:t>
            </w:r>
          </w:p>
        </w:tc>
        <w:tc>
          <w:tcPr>
            <w:tcW w:w="800" w:type="dxa"/>
            <w:shd w:val="solid" w:color="FFFFFF" w:fill="auto"/>
          </w:tcPr>
          <w:p w14:paraId="738A6FC8" w14:textId="77777777" w:rsidR="00773D33" w:rsidRPr="00630AB6" w:rsidRDefault="00773D33" w:rsidP="00C72833">
            <w:pPr>
              <w:pStyle w:val="TAC"/>
              <w:rPr>
                <w:sz w:val="16"/>
                <w:szCs w:val="16"/>
                <w:lang w:eastAsia="zh-CN"/>
              </w:rPr>
            </w:pPr>
            <w:r w:rsidRPr="00630AB6">
              <w:rPr>
                <w:sz w:val="16"/>
                <w:szCs w:val="16"/>
              </w:rPr>
              <w:t>CT4#8</w:t>
            </w:r>
            <w:r w:rsidR="00CF6AD3" w:rsidRPr="00630AB6">
              <w:rPr>
                <w:rFonts w:hint="eastAsia"/>
                <w:sz w:val="16"/>
                <w:szCs w:val="16"/>
                <w:lang w:eastAsia="zh-CN"/>
              </w:rPr>
              <w:t>1</w:t>
            </w:r>
          </w:p>
        </w:tc>
        <w:tc>
          <w:tcPr>
            <w:tcW w:w="952" w:type="dxa"/>
            <w:shd w:val="solid" w:color="FFFFFF" w:fill="auto"/>
          </w:tcPr>
          <w:p w14:paraId="20EF4CFC" w14:textId="77777777" w:rsidR="00773D33" w:rsidRPr="00630AB6" w:rsidRDefault="00773D33" w:rsidP="00773D33">
            <w:pPr>
              <w:pStyle w:val="TAC"/>
              <w:rPr>
                <w:sz w:val="16"/>
                <w:szCs w:val="16"/>
                <w:lang w:eastAsia="zh-CN"/>
              </w:rPr>
            </w:pPr>
            <w:r w:rsidRPr="00630AB6">
              <w:rPr>
                <w:rFonts w:hint="eastAsia"/>
                <w:sz w:val="16"/>
                <w:szCs w:val="16"/>
                <w:lang w:eastAsia="zh-CN"/>
              </w:rPr>
              <w:t>C</w:t>
            </w:r>
            <w:r w:rsidRPr="00630AB6">
              <w:rPr>
                <w:sz w:val="16"/>
                <w:szCs w:val="16"/>
                <w:lang w:eastAsia="zh-CN"/>
              </w:rPr>
              <w:t>4-175398</w:t>
            </w:r>
          </w:p>
        </w:tc>
        <w:tc>
          <w:tcPr>
            <w:tcW w:w="567" w:type="dxa"/>
            <w:shd w:val="solid" w:color="FFFFFF" w:fill="auto"/>
          </w:tcPr>
          <w:p w14:paraId="176926CE" w14:textId="77777777" w:rsidR="00773D33" w:rsidRPr="00630AB6" w:rsidRDefault="00773D33" w:rsidP="00C72833">
            <w:pPr>
              <w:pStyle w:val="TAL"/>
              <w:rPr>
                <w:sz w:val="16"/>
                <w:szCs w:val="16"/>
              </w:rPr>
            </w:pPr>
          </w:p>
        </w:tc>
        <w:tc>
          <w:tcPr>
            <w:tcW w:w="425" w:type="dxa"/>
            <w:shd w:val="solid" w:color="FFFFFF" w:fill="auto"/>
          </w:tcPr>
          <w:p w14:paraId="38027CB6" w14:textId="77777777" w:rsidR="00773D33" w:rsidRPr="00630AB6" w:rsidRDefault="00773D33" w:rsidP="00C72833">
            <w:pPr>
              <w:pStyle w:val="TAR"/>
              <w:rPr>
                <w:sz w:val="16"/>
                <w:szCs w:val="16"/>
              </w:rPr>
            </w:pPr>
          </w:p>
        </w:tc>
        <w:tc>
          <w:tcPr>
            <w:tcW w:w="425" w:type="dxa"/>
            <w:shd w:val="solid" w:color="FFFFFF" w:fill="auto"/>
          </w:tcPr>
          <w:p w14:paraId="52771DB8" w14:textId="77777777" w:rsidR="00773D33" w:rsidRPr="00630AB6" w:rsidRDefault="00773D33" w:rsidP="00C72833">
            <w:pPr>
              <w:pStyle w:val="TAC"/>
              <w:rPr>
                <w:sz w:val="16"/>
                <w:szCs w:val="16"/>
              </w:rPr>
            </w:pPr>
          </w:p>
        </w:tc>
        <w:tc>
          <w:tcPr>
            <w:tcW w:w="4962" w:type="dxa"/>
            <w:shd w:val="solid" w:color="FFFFFF" w:fill="auto"/>
          </w:tcPr>
          <w:p w14:paraId="3EBC0040" w14:textId="77777777" w:rsidR="00773D33" w:rsidRPr="00630AB6" w:rsidRDefault="00773D33" w:rsidP="00C72833">
            <w:pPr>
              <w:pStyle w:val="TAL"/>
              <w:rPr>
                <w:sz w:val="16"/>
                <w:szCs w:val="16"/>
              </w:rPr>
            </w:pPr>
            <w:r w:rsidRPr="00630AB6">
              <w:rPr>
                <w:rFonts w:hint="eastAsia"/>
                <w:sz w:val="16"/>
                <w:szCs w:val="16"/>
                <w:lang w:eastAsia="zh-CN"/>
              </w:rPr>
              <w:t>Implementation of C4-17</w:t>
            </w:r>
            <w:r w:rsidRPr="00630AB6">
              <w:rPr>
                <w:sz w:val="16"/>
                <w:szCs w:val="16"/>
                <w:lang w:eastAsia="zh-CN"/>
              </w:rPr>
              <w:t>5280</w:t>
            </w:r>
          </w:p>
        </w:tc>
        <w:tc>
          <w:tcPr>
            <w:tcW w:w="708" w:type="dxa"/>
            <w:shd w:val="solid" w:color="FFFFFF" w:fill="auto"/>
          </w:tcPr>
          <w:p w14:paraId="4D625A03" w14:textId="77777777" w:rsidR="00773D33" w:rsidRPr="00630AB6" w:rsidRDefault="00773D33" w:rsidP="00C72833">
            <w:pPr>
              <w:pStyle w:val="TAC"/>
              <w:rPr>
                <w:sz w:val="16"/>
                <w:szCs w:val="16"/>
                <w:lang w:eastAsia="zh-CN"/>
              </w:rPr>
            </w:pPr>
            <w:r w:rsidRPr="00630AB6">
              <w:rPr>
                <w:rFonts w:hint="eastAsia"/>
                <w:sz w:val="16"/>
                <w:szCs w:val="16"/>
                <w:lang w:eastAsia="zh-CN"/>
              </w:rPr>
              <w:t>0.2.0</w:t>
            </w:r>
          </w:p>
        </w:tc>
      </w:tr>
      <w:tr w:rsidR="008E6F9E" w:rsidRPr="00630AB6" w14:paraId="78404C52" w14:textId="77777777" w:rsidTr="005D55BD">
        <w:tc>
          <w:tcPr>
            <w:tcW w:w="800" w:type="dxa"/>
            <w:shd w:val="solid" w:color="FFFFFF" w:fill="auto"/>
          </w:tcPr>
          <w:p w14:paraId="6C0EEC9B" w14:textId="77777777" w:rsidR="008E6F9E" w:rsidRPr="00630AB6" w:rsidRDefault="008E6F9E" w:rsidP="00C72833">
            <w:pPr>
              <w:pStyle w:val="TAC"/>
              <w:rPr>
                <w:sz w:val="16"/>
                <w:szCs w:val="16"/>
                <w:lang w:eastAsia="zh-CN"/>
              </w:rPr>
            </w:pPr>
            <w:r w:rsidRPr="00630AB6">
              <w:rPr>
                <w:rFonts w:hint="eastAsia"/>
                <w:sz w:val="16"/>
                <w:szCs w:val="16"/>
                <w:lang w:eastAsia="zh-CN"/>
              </w:rPr>
              <w:t>2018-01</w:t>
            </w:r>
          </w:p>
        </w:tc>
        <w:tc>
          <w:tcPr>
            <w:tcW w:w="800" w:type="dxa"/>
            <w:shd w:val="solid" w:color="FFFFFF" w:fill="auto"/>
          </w:tcPr>
          <w:p w14:paraId="1397EA9A" w14:textId="77777777" w:rsidR="008E6F9E" w:rsidRPr="00630AB6" w:rsidRDefault="008E6F9E" w:rsidP="00C72833">
            <w:pPr>
              <w:pStyle w:val="TAC"/>
              <w:rPr>
                <w:sz w:val="16"/>
                <w:szCs w:val="16"/>
                <w:lang w:eastAsia="zh-CN"/>
              </w:rPr>
            </w:pPr>
            <w:r w:rsidRPr="00630AB6">
              <w:rPr>
                <w:sz w:val="16"/>
                <w:szCs w:val="16"/>
              </w:rPr>
              <w:t>CT4#8</w:t>
            </w:r>
            <w:r w:rsidR="00CF6AD3" w:rsidRPr="00630AB6">
              <w:rPr>
                <w:rFonts w:hint="eastAsia"/>
                <w:sz w:val="16"/>
                <w:szCs w:val="16"/>
                <w:lang w:eastAsia="zh-CN"/>
              </w:rPr>
              <w:t>2</w:t>
            </w:r>
          </w:p>
        </w:tc>
        <w:tc>
          <w:tcPr>
            <w:tcW w:w="952" w:type="dxa"/>
            <w:shd w:val="solid" w:color="FFFFFF" w:fill="auto"/>
          </w:tcPr>
          <w:p w14:paraId="460FC5D3" w14:textId="77777777" w:rsidR="008E6F9E" w:rsidRPr="00630AB6" w:rsidRDefault="008E6F9E" w:rsidP="008E6F9E">
            <w:pPr>
              <w:pStyle w:val="TAC"/>
              <w:rPr>
                <w:sz w:val="16"/>
                <w:szCs w:val="16"/>
                <w:lang w:eastAsia="zh-CN"/>
              </w:rPr>
            </w:pPr>
            <w:r w:rsidRPr="00630AB6">
              <w:rPr>
                <w:rFonts w:hint="eastAsia"/>
                <w:sz w:val="16"/>
                <w:szCs w:val="16"/>
                <w:lang w:eastAsia="zh-CN"/>
              </w:rPr>
              <w:t>C</w:t>
            </w:r>
            <w:r w:rsidRPr="00630AB6">
              <w:rPr>
                <w:sz w:val="16"/>
                <w:szCs w:val="16"/>
                <w:lang w:eastAsia="zh-CN"/>
              </w:rPr>
              <w:t>4-1</w:t>
            </w:r>
            <w:r w:rsidRPr="00630AB6">
              <w:rPr>
                <w:rFonts w:hint="eastAsia"/>
                <w:sz w:val="16"/>
                <w:szCs w:val="16"/>
                <w:lang w:eastAsia="zh-CN"/>
              </w:rPr>
              <w:t>8</w:t>
            </w:r>
            <w:hyperlink r:id="rId35" w:history="1">
              <w:r w:rsidRPr="00630AB6">
                <w:rPr>
                  <w:sz w:val="16"/>
                  <w:szCs w:val="16"/>
                  <w:lang w:eastAsia="zh-CN"/>
                </w:rPr>
                <w:t>1394</w:t>
              </w:r>
            </w:hyperlink>
          </w:p>
        </w:tc>
        <w:tc>
          <w:tcPr>
            <w:tcW w:w="567" w:type="dxa"/>
            <w:shd w:val="solid" w:color="FFFFFF" w:fill="auto"/>
          </w:tcPr>
          <w:p w14:paraId="66250C1D" w14:textId="77777777" w:rsidR="008E6F9E" w:rsidRPr="00630AB6" w:rsidRDefault="008E6F9E" w:rsidP="00C72833">
            <w:pPr>
              <w:pStyle w:val="TAL"/>
              <w:rPr>
                <w:sz w:val="16"/>
                <w:szCs w:val="16"/>
              </w:rPr>
            </w:pPr>
          </w:p>
        </w:tc>
        <w:tc>
          <w:tcPr>
            <w:tcW w:w="425" w:type="dxa"/>
            <w:shd w:val="solid" w:color="FFFFFF" w:fill="auto"/>
          </w:tcPr>
          <w:p w14:paraId="364E93EB" w14:textId="77777777" w:rsidR="008E6F9E" w:rsidRPr="00630AB6" w:rsidRDefault="008E6F9E" w:rsidP="00C72833">
            <w:pPr>
              <w:pStyle w:val="TAR"/>
              <w:rPr>
                <w:sz w:val="16"/>
                <w:szCs w:val="16"/>
              </w:rPr>
            </w:pPr>
          </w:p>
        </w:tc>
        <w:tc>
          <w:tcPr>
            <w:tcW w:w="425" w:type="dxa"/>
            <w:shd w:val="solid" w:color="FFFFFF" w:fill="auto"/>
          </w:tcPr>
          <w:p w14:paraId="7F8D80F9" w14:textId="77777777" w:rsidR="008E6F9E" w:rsidRPr="00630AB6" w:rsidRDefault="008E6F9E" w:rsidP="00C72833">
            <w:pPr>
              <w:pStyle w:val="TAC"/>
              <w:rPr>
                <w:sz w:val="16"/>
                <w:szCs w:val="16"/>
              </w:rPr>
            </w:pPr>
          </w:p>
        </w:tc>
        <w:tc>
          <w:tcPr>
            <w:tcW w:w="4962" w:type="dxa"/>
            <w:shd w:val="solid" w:color="FFFFFF" w:fill="auto"/>
          </w:tcPr>
          <w:p w14:paraId="7299D228" w14:textId="77777777" w:rsidR="008E6F9E" w:rsidRPr="00630AB6" w:rsidRDefault="008E6F9E" w:rsidP="008E6F9E">
            <w:pPr>
              <w:pStyle w:val="TAL"/>
              <w:rPr>
                <w:sz w:val="16"/>
                <w:szCs w:val="16"/>
                <w:lang w:eastAsia="zh-CN"/>
              </w:rPr>
            </w:pPr>
            <w:r w:rsidRPr="00630AB6">
              <w:rPr>
                <w:rFonts w:hint="eastAsia"/>
                <w:sz w:val="16"/>
                <w:szCs w:val="16"/>
                <w:lang w:eastAsia="zh-CN"/>
              </w:rPr>
              <w:t>Implementation of C4-181240</w:t>
            </w:r>
            <w:r w:rsidRPr="00630AB6">
              <w:rPr>
                <w:rFonts w:hint="eastAsia"/>
                <w:sz w:val="16"/>
                <w:szCs w:val="16"/>
                <w:lang w:eastAsia="zh-CN"/>
              </w:rPr>
              <w:t>、</w:t>
            </w:r>
            <w:r w:rsidRPr="00630AB6">
              <w:rPr>
                <w:rFonts w:hint="eastAsia"/>
                <w:sz w:val="16"/>
                <w:szCs w:val="16"/>
                <w:lang w:eastAsia="zh-CN"/>
              </w:rPr>
              <w:t>C4-181242</w:t>
            </w:r>
            <w:r w:rsidRPr="00630AB6">
              <w:rPr>
                <w:rFonts w:hint="eastAsia"/>
                <w:sz w:val="16"/>
                <w:szCs w:val="16"/>
                <w:lang w:eastAsia="zh-CN"/>
              </w:rPr>
              <w:t>、</w:t>
            </w:r>
            <w:r w:rsidRPr="00630AB6">
              <w:rPr>
                <w:rFonts w:hint="eastAsia"/>
                <w:sz w:val="16"/>
                <w:szCs w:val="16"/>
                <w:lang w:eastAsia="zh-CN"/>
              </w:rPr>
              <w:t>C4-181244</w:t>
            </w:r>
            <w:r w:rsidRPr="00630AB6">
              <w:rPr>
                <w:rFonts w:hint="eastAsia"/>
                <w:sz w:val="16"/>
                <w:szCs w:val="16"/>
                <w:lang w:eastAsia="zh-CN"/>
              </w:rPr>
              <w:t>、</w:t>
            </w:r>
            <w:r w:rsidRPr="00630AB6">
              <w:rPr>
                <w:rFonts w:hint="eastAsia"/>
                <w:sz w:val="16"/>
                <w:szCs w:val="16"/>
                <w:lang w:eastAsia="zh-CN"/>
              </w:rPr>
              <w:t>C4-181355</w:t>
            </w:r>
            <w:r w:rsidRPr="00630AB6">
              <w:rPr>
                <w:rFonts w:hint="eastAsia"/>
                <w:sz w:val="16"/>
                <w:szCs w:val="16"/>
                <w:lang w:eastAsia="zh-CN"/>
              </w:rPr>
              <w:t>、</w:t>
            </w:r>
            <w:r w:rsidRPr="00630AB6">
              <w:rPr>
                <w:rFonts w:hint="eastAsia"/>
                <w:sz w:val="16"/>
                <w:szCs w:val="16"/>
                <w:lang w:eastAsia="zh-CN"/>
              </w:rPr>
              <w:t>C4-181356</w:t>
            </w:r>
            <w:r w:rsidRPr="00630AB6">
              <w:rPr>
                <w:rFonts w:hint="eastAsia"/>
                <w:sz w:val="16"/>
                <w:szCs w:val="16"/>
                <w:lang w:eastAsia="zh-CN"/>
              </w:rPr>
              <w:t>、</w:t>
            </w:r>
            <w:r w:rsidRPr="00630AB6">
              <w:rPr>
                <w:rFonts w:hint="eastAsia"/>
                <w:sz w:val="16"/>
                <w:szCs w:val="16"/>
                <w:lang w:eastAsia="zh-CN"/>
              </w:rPr>
              <w:t>C4-181357</w:t>
            </w:r>
          </w:p>
        </w:tc>
        <w:tc>
          <w:tcPr>
            <w:tcW w:w="708" w:type="dxa"/>
            <w:shd w:val="solid" w:color="FFFFFF" w:fill="auto"/>
          </w:tcPr>
          <w:p w14:paraId="1220328F" w14:textId="77777777" w:rsidR="008E6F9E" w:rsidRPr="00630AB6" w:rsidRDefault="008E6F9E" w:rsidP="00C72833">
            <w:pPr>
              <w:pStyle w:val="TAC"/>
              <w:rPr>
                <w:sz w:val="16"/>
                <w:szCs w:val="16"/>
                <w:lang w:eastAsia="zh-CN"/>
              </w:rPr>
            </w:pPr>
            <w:r w:rsidRPr="00630AB6">
              <w:rPr>
                <w:rFonts w:hint="eastAsia"/>
                <w:sz w:val="16"/>
                <w:szCs w:val="16"/>
                <w:lang w:eastAsia="zh-CN"/>
              </w:rPr>
              <w:t>0.3.0</w:t>
            </w:r>
          </w:p>
        </w:tc>
      </w:tr>
      <w:tr w:rsidR="00CF6AD3" w:rsidRPr="00630AB6" w14:paraId="6B27D073" w14:textId="77777777" w:rsidTr="005D55BD">
        <w:tc>
          <w:tcPr>
            <w:tcW w:w="800" w:type="dxa"/>
            <w:shd w:val="solid" w:color="FFFFFF" w:fill="auto"/>
          </w:tcPr>
          <w:p w14:paraId="55BCE4B7" w14:textId="77777777" w:rsidR="00CF6AD3" w:rsidRPr="00630AB6" w:rsidRDefault="00CF6AD3" w:rsidP="00C72833">
            <w:pPr>
              <w:pStyle w:val="TAC"/>
              <w:rPr>
                <w:sz w:val="16"/>
                <w:szCs w:val="16"/>
                <w:lang w:eastAsia="zh-CN"/>
              </w:rPr>
            </w:pPr>
            <w:r w:rsidRPr="00630AB6">
              <w:rPr>
                <w:rFonts w:hint="eastAsia"/>
                <w:sz w:val="16"/>
                <w:szCs w:val="16"/>
                <w:lang w:eastAsia="zh-CN"/>
              </w:rPr>
              <w:t>2018-03</w:t>
            </w:r>
          </w:p>
        </w:tc>
        <w:tc>
          <w:tcPr>
            <w:tcW w:w="800" w:type="dxa"/>
            <w:shd w:val="solid" w:color="FFFFFF" w:fill="auto"/>
          </w:tcPr>
          <w:p w14:paraId="4A9F354B" w14:textId="77777777" w:rsidR="00CF6AD3" w:rsidRPr="00630AB6" w:rsidRDefault="00CF6AD3" w:rsidP="00C72833">
            <w:pPr>
              <w:pStyle w:val="TAC"/>
              <w:rPr>
                <w:sz w:val="16"/>
                <w:szCs w:val="16"/>
                <w:lang w:eastAsia="zh-CN"/>
              </w:rPr>
            </w:pPr>
            <w:r w:rsidRPr="00630AB6">
              <w:rPr>
                <w:sz w:val="16"/>
                <w:szCs w:val="16"/>
              </w:rPr>
              <w:t>CT4#8</w:t>
            </w:r>
            <w:r w:rsidRPr="00630AB6">
              <w:rPr>
                <w:rFonts w:hint="eastAsia"/>
                <w:sz w:val="16"/>
                <w:szCs w:val="16"/>
                <w:lang w:eastAsia="zh-CN"/>
              </w:rPr>
              <w:t>3</w:t>
            </w:r>
          </w:p>
        </w:tc>
        <w:tc>
          <w:tcPr>
            <w:tcW w:w="952" w:type="dxa"/>
            <w:shd w:val="solid" w:color="FFFFFF" w:fill="auto"/>
          </w:tcPr>
          <w:p w14:paraId="58CC5EE7" w14:textId="77777777" w:rsidR="00CF6AD3" w:rsidRPr="00630AB6" w:rsidRDefault="00CF6AD3" w:rsidP="00CF6AD3">
            <w:pPr>
              <w:pStyle w:val="TAC"/>
              <w:rPr>
                <w:sz w:val="16"/>
                <w:szCs w:val="16"/>
                <w:lang w:eastAsia="zh-CN"/>
              </w:rPr>
            </w:pPr>
            <w:r w:rsidRPr="00630AB6">
              <w:rPr>
                <w:rFonts w:hint="eastAsia"/>
                <w:sz w:val="16"/>
                <w:szCs w:val="16"/>
                <w:lang w:eastAsia="zh-CN"/>
              </w:rPr>
              <w:t>C</w:t>
            </w:r>
            <w:r w:rsidRPr="00630AB6">
              <w:rPr>
                <w:sz w:val="16"/>
                <w:szCs w:val="16"/>
                <w:lang w:eastAsia="zh-CN"/>
              </w:rPr>
              <w:t>4-1</w:t>
            </w:r>
            <w:r w:rsidRPr="00630AB6">
              <w:rPr>
                <w:rFonts w:hint="eastAsia"/>
                <w:sz w:val="16"/>
                <w:szCs w:val="16"/>
                <w:lang w:eastAsia="zh-CN"/>
              </w:rPr>
              <w:t>82438</w:t>
            </w:r>
          </w:p>
        </w:tc>
        <w:tc>
          <w:tcPr>
            <w:tcW w:w="567" w:type="dxa"/>
            <w:shd w:val="solid" w:color="FFFFFF" w:fill="auto"/>
          </w:tcPr>
          <w:p w14:paraId="3361A9E5" w14:textId="77777777" w:rsidR="00CF6AD3" w:rsidRPr="00630AB6" w:rsidRDefault="00CF6AD3" w:rsidP="00C72833">
            <w:pPr>
              <w:pStyle w:val="TAL"/>
              <w:rPr>
                <w:sz w:val="16"/>
                <w:szCs w:val="16"/>
              </w:rPr>
            </w:pPr>
          </w:p>
        </w:tc>
        <w:tc>
          <w:tcPr>
            <w:tcW w:w="425" w:type="dxa"/>
            <w:shd w:val="solid" w:color="FFFFFF" w:fill="auto"/>
          </w:tcPr>
          <w:p w14:paraId="44BF9833" w14:textId="77777777" w:rsidR="00CF6AD3" w:rsidRPr="00630AB6" w:rsidRDefault="00CF6AD3" w:rsidP="00C72833">
            <w:pPr>
              <w:pStyle w:val="TAR"/>
              <w:rPr>
                <w:sz w:val="16"/>
                <w:szCs w:val="16"/>
              </w:rPr>
            </w:pPr>
          </w:p>
        </w:tc>
        <w:tc>
          <w:tcPr>
            <w:tcW w:w="425" w:type="dxa"/>
            <w:shd w:val="solid" w:color="FFFFFF" w:fill="auto"/>
          </w:tcPr>
          <w:p w14:paraId="053EA67C" w14:textId="77777777" w:rsidR="00CF6AD3" w:rsidRPr="00630AB6" w:rsidRDefault="00CF6AD3" w:rsidP="00C72833">
            <w:pPr>
              <w:pStyle w:val="TAC"/>
              <w:rPr>
                <w:sz w:val="16"/>
                <w:szCs w:val="16"/>
              </w:rPr>
            </w:pPr>
          </w:p>
        </w:tc>
        <w:tc>
          <w:tcPr>
            <w:tcW w:w="4962" w:type="dxa"/>
            <w:shd w:val="solid" w:color="FFFFFF" w:fill="auto"/>
          </w:tcPr>
          <w:p w14:paraId="4F85A13D" w14:textId="77777777" w:rsidR="00CF6AD3" w:rsidRPr="00630AB6" w:rsidRDefault="00CF6AD3" w:rsidP="00CF6AD3">
            <w:pPr>
              <w:pStyle w:val="TAL"/>
              <w:rPr>
                <w:sz w:val="16"/>
                <w:szCs w:val="16"/>
                <w:lang w:eastAsia="zh-CN"/>
              </w:rPr>
            </w:pPr>
            <w:r w:rsidRPr="00630AB6">
              <w:rPr>
                <w:rFonts w:hint="eastAsia"/>
                <w:sz w:val="16"/>
                <w:szCs w:val="16"/>
                <w:lang w:eastAsia="zh-CN"/>
              </w:rPr>
              <w:t>Implementation of C4-182087</w:t>
            </w:r>
            <w:r w:rsidRPr="00630AB6">
              <w:rPr>
                <w:rFonts w:hint="eastAsia"/>
                <w:sz w:val="16"/>
                <w:szCs w:val="16"/>
                <w:lang w:eastAsia="zh-CN"/>
              </w:rPr>
              <w:t>、</w:t>
            </w:r>
            <w:r w:rsidRPr="00630AB6">
              <w:rPr>
                <w:rFonts w:hint="eastAsia"/>
                <w:sz w:val="16"/>
                <w:szCs w:val="16"/>
                <w:lang w:eastAsia="zh-CN"/>
              </w:rPr>
              <w:t>C4-182294</w:t>
            </w:r>
            <w:r w:rsidRPr="00630AB6">
              <w:rPr>
                <w:rFonts w:hint="eastAsia"/>
                <w:sz w:val="16"/>
                <w:szCs w:val="16"/>
                <w:lang w:eastAsia="zh-CN"/>
              </w:rPr>
              <w:t>、</w:t>
            </w:r>
            <w:r w:rsidRPr="00630AB6">
              <w:rPr>
                <w:rFonts w:hint="eastAsia"/>
                <w:sz w:val="16"/>
                <w:szCs w:val="16"/>
                <w:lang w:eastAsia="zh-CN"/>
              </w:rPr>
              <w:t>C4-182295</w:t>
            </w:r>
            <w:r w:rsidRPr="00630AB6">
              <w:rPr>
                <w:rFonts w:hint="eastAsia"/>
                <w:sz w:val="16"/>
                <w:szCs w:val="16"/>
                <w:lang w:eastAsia="zh-CN"/>
              </w:rPr>
              <w:t>、</w:t>
            </w:r>
            <w:r w:rsidRPr="00630AB6">
              <w:rPr>
                <w:rFonts w:hint="eastAsia"/>
                <w:sz w:val="16"/>
                <w:szCs w:val="16"/>
                <w:lang w:eastAsia="zh-CN"/>
              </w:rPr>
              <w:t>C4-182296</w:t>
            </w:r>
            <w:r w:rsidRPr="00630AB6">
              <w:rPr>
                <w:rFonts w:hint="eastAsia"/>
                <w:sz w:val="16"/>
                <w:szCs w:val="16"/>
                <w:lang w:eastAsia="zh-CN"/>
              </w:rPr>
              <w:t>、</w:t>
            </w:r>
            <w:r w:rsidRPr="00630AB6">
              <w:rPr>
                <w:rFonts w:hint="eastAsia"/>
                <w:sz w:val="16"/>
                <w:szCs w:val="16"/>
                <w:lang w:eastAsia="zh-CN"/>
              </w:rPr>
              <w:t>C4-182297</w:t>
            </w:r>
            <w:r w:rsidRPr="00630AB6">
              <w:rPr>
                <w:rFonts w:hint="eastAsia"/>
                <w:sz w:val="16"/>
                <w:szCs w:val="16"/>
                <w:lang w:eastAsia="zh-CN"/>
              </w:rPr>
              <w:t>、</w:t>
            </w:r>
            <w:r w:rsidRPr="00630AB6">
              <w:rPr>
                <w:rFonts w:hint="eastAsia"/>
                <w:sz w:val="16"/>
                <w:szCs w:val="16"/>
                <w:lang w:eastAsia="zh-CN"/>
              </w:rPr>
              <w:t>C4-182298</w:t>
            </w:r>
            <w:r w:rsidRPr="00630AB6">
              <w:rPr>
                <w:rFonts w:hint="eastAsia"/>
                <w:sz w:val="16"/>
                <w:szCs w:val="16"/>
                <w:lang w:eastAsia="zh-CN"/>
              </w:rPr>
              <w:t>、</w:t>
            </w:r>
            <w:r w:rsidRPr="00630AB6">
              <w:rPr>
                <w:rFonts w:hint="eastAsia"/>
                <w:sz w:val="16"/>
                <w:szCs w:val="16"/>
                <w:lang w:eastAsia="zh-CN"/>
              </w:rPr>
              <w:t>C4-182299</w:t>
            </w:r>
          </w:p>
        </w:tc>
        <w:tc>
          <w:tcPr>
            <w:tcW w:w="708" w:type="dxa"/>
            <w:shd w:val="solid" w:color="FFFFFF" w:fill="auto"/>
          </w:tcPr>
          <w:p w14:paraId="548771DB" w14:textId="77777777" w:rsidR="00CF6AD3" w:rsidRPr="00630AB6" w:rsidRDefault="00CF6AD3" w:rsidP="00C72833">
            <w:pPr>
              <w:pStyle w:val="TAC"/>
              <w:rPr>
                <w:sz w:val="16"/>
                <w:szCs w:val="16"/>
                <w:lang w:eastAsia="zh-CN"/>
              </w:rPr>
            </w:pPr>
            <w:r w:rsidRPr="00630AB6">
              <w:rPr>
                <w:rFonts w:hint="eastAsia"/>
                <w:sz w:val="16"/>
                <w:szCs w:val="16"/>
                <w:lang w:eastAsia="zh-CN"/>
              </w:rPr>
              <w:t>0.4.0</w:t>
            </w:r>
          </w:p>
        </w:tc>
      </w:tr>
      <w:tr w:rsidR="00261769" w:rsidRPr="00630AB6" w14:paraId="41A1C02A" w14:textId="77777777" w:rsidTr="005D55BD">
        <w:tc>
          <w:tcPr>
            <w:tcW w:w="800" w:type="dxa"/>
            <w:shd w:val="solid" w:color="FFFFFF" w:fill="auto"/>
          </w:tcPr>
          <w:p w14:paraId="7174A936" w14:textId="77777777" w:rsidR="00261769" w:rsidRPr="00630AB6" w:rsidRDefault="00261769" w:rsidP="00C72833">
            <w:pPr>
              <w:pStyle w:val="TAC"/>
              <w:rPr>
                <w:sz w:val="16"/>
                <w:szCs w:val="16"/>
                <w:lang w:eastAsia="zh-CN"/>
              </w:rPr>
            </w:pPr>
            <w:r w:rsidRPr="00630AB6">
              <w:rPr>
                <w:sz w:val="16"/>
                <w:szCs w:val="16"/>
                <w:lang w:eastAsia="zh-CN"/>
              </w:rPr>
              <w:t>2018-03</w:t>
            </w:r>
          </w:p>
        </w:tc>
        <w:tc>
          <w:tcPr>
            <w:tcW w:w="800" w:type="dxa"/>
            <w:shd w:val="solid" w:color="FFFFFF" w:fill="auto"/>
          </w:tcPr>
          <w:p w14:paraId="238C69F1" w14:textId="77777777" w:rsidR="00261769" w:rsidRPr="00630AB6" w:rsidRDefault="00261769" w:rsidP="00C72833">
            <w:pPr>
              <w:pStyle w:val="TAC"/>
              <w:rPr>
                <w:sz w:val="16"/>
                <w:szCs w:val="16"/>
              </w:rPr>
            </w:pPr>
            <w:r w:rsidRPr="00630AB6">
              <w:rPr>
                <w:sz w:val="16"/>
                <w:szCs w:val="16"/>
              </w:rPr>
              <w:t>CT#79</w:t>
            </w:r>
          </w:p>
        </w:tc>
        <w:tc>
          <w:tcPr>
            <w:tcW w:w="952" w:type="dxa"/>
            <w:shd w:val="solid" w:color="FFFFFF" w:fill="auto"/>
          </w:tcPr>
          <w:p w14:paraId="5CC8F6A0" w14:textId="77777777" w:rsidR="00261769" w:rsidRPr="00630AB6" w:rsidRDefault="00261769" w:rsidP="00CF6AD3">
            <w:pPr>
              <w:pStyle w:val="TAC"/>
              <w:rPr>
                <w:sz w:val="16"/>
                <w:szCs w:val="16"/>
                <w:lang w:eastAsia="zh-CN"/>
              </w:rPr>
            </w:pPr>
            <w:r w:rsidRPr="00630AB6">
              <w:rPr>
                <w:sz w:val="16"/>
                <w:szCs w:val="16"/>
                <w:lang w:eastAsia="zh-CN"/>
              </w:rPr>
              <w:t>CP-180035</w:t>
            </w:r>
          </w:p>
        </w:tc>
        <w:tc>
          <w:tcPr>
            <w:tcW w:w="567" w:type="dxa"/>
            <w:shd w:val="solid" w:color="FFFFFF" w:fill="auto"/>
          </w:tcPr>
          <w:p w14:paraId="24AA3B2F" w14:textId="77777777" w:rsidR="00261769" w:rsidRPr="00630AB6" w:rsidRDefault="00261769" w:rsidP="00C72833">
            <w:pPr>
              <w:pStyle w:val="TAL"/>
              <w:rPr>
                <w:sz w:val="16"/>
                <w:szCs w:val="16"/>
              </w:rPr>
            </w:pPr>
          </w:p>
        </w:tc>
        <w:tc>
          <w:tcPr>
            <w:tcW w:w="425" w:type="dxa"/>
            <w:shd w:val="solid" w:color="FFFFFF" w:fill="auto"/>
          </w:tcPr>
          <w:p w14:paraId="31AD327F" w14:textId="77777777" w:rsidR="00261769" w:rsidRPr="00630AB6" w:rsidRDefault="00261769" w:rsidP="00C72833">
            <w:pPr>
              <w:pStyle w:val="TAR"/>
              <w:rPr>
                <w:sz w:val="16"/>
                <w:szCs w:val="16"/>
              </w:rPr>
            </w:pPr>
          </w:p>
        </w:tc>
        <w:tc>
          <w:tcPr>
            <w:tcW w:w="425" w:type="dxa"/>
            <w:shd w:val="solid" w:color="FFFFFF" w:fill="auto"/>
          </w:tcPr>
          <w:p w14:paraId="5C77035C" w14:textId="77777777" w:rsidR="00261769" w:rsidRPr="00630AB6" w:rsidRDefault="00261769" w:rsidP="00C72833">
            <w:pPr>
              <w:pStyle w:val="TAC"/>
              <w:rPr>
                <w:sz w:val="16"/>
                <w:szCs w:val="16"/>
              </w:rPr>
            </w:pPr>
          </w:p>
        </w:tc>
        <w:tc>
          <w:tcPr>
            <w:tcW w:w="4962" w:type="dxa"/>
            <w:shd w:val="solid" w:color="FFFFFF" w:fill="auto"/>
          </w:tcPr>
          <w:p w14:paraId="5CC8B65D" w14:textId="77777777" w:rsidR="00261769" w:rsidRPr="00630AB6" w:rsidRDefault="00261769" w:rsidP="00CF6AD3">
            <w:pPr>
              <w:pStyle w:val="TAL"/>
              <w:rPr>
                <w:sz w:val="16"/>
                <w:szCs w:val="16"/>
                <w:lang w:eastAsia="zh-CN"/>
              </w:rPr>
            </w:pPr>
            <w:r w:rsidRPr="00630AB6">
              <w:rPr>
                <w:sz w:val="16"/>
                <w:szCs w:val="16"/>
                <w:lang w:eastAsia="zh-CN"/>
              </w:rPr>
              <w:t>Presented for information</w:t>
            </w:r>
          </w:p>
        </w:tc>
        <w:tc>
          <w:tcPr>
            <w:tcW w:w="708" w:type="dxa"/>
            <w:shd w:val="solid" w:color="FFFFFF" w:fill="auto"/>
          </w:tcPr>
          <w:p w14:paraId="1B08F4BD" w14:textId="77777777" w:rsidR="00261769" w:rsidRPr="00630AB6" w:rsidRDefault="00261769" w:rsidP="00C72833">
            <w:pPr>
              <w:pStyle w:val="TAC"/>
              <w:rPr>
                <w:sz w:val="16"/>
                <w:szCs w:val="16"/>
                <w:lang w:eastAsia="zh-CN"/>
              </w:rPr>
            </w:pPr>
            <w:r w:rsidRPr="00630AB6">
              <w:rPr>
                <w:sz w:val="16"/>
                <w:szCs w:val="16"/>
                <w:lang w:eastAsia="zh-CN"/>
              </w:rPr>
              <w:t>1.0.0</w:t>
            </w:r>
          </w:p>
        </w:tc>
      </w:tr>
      <w:tr w:rsidR="002307F7" w:rsidRPr="00630AB6" w14:paraId="529B27E3" w14:textId="77777777" w:rsidTr="005D55BD">
        <w:tc>
          <w:tcPr>
            <w:tcW w:w="800" w:type="dxa"/>
            <w:shd w:val="solid" w:color="FFFFFF" w:fill="auto"/>
          </w:tcPr>
          <w:p w14:paraId="7555EC5D" w14:textId="77777777" w:rsidR="002307F7" w:rsidRPr="00630AB6" w:rsidRDefault="002307F7" w:rsidP="00870C57">
            <w:pPr>
              <w:pStyle w:val="TAC"/>
              <w:rPr>
                <w:sz w:val="16"/>
                <w:szCs w:val="16"/>
                <w:lang w:eastAsia="zh-CN"/>
              </w:rPr>
            </w:pPr>
            <w:r w:rsidRPr="00630AB6">
              <w:rPr>
                <w:sz w:val="16"/>
                <w:szCs w:val="16"/>
                <w:lang w:eastAsia="zh-CN"/>
              </w:rPr>
              <w:t>2018-0</w:t>
            </w:r>
            <w:r w:rsidR="00CB0F2B" w:rsidRPr="00630AB6">
              <w:rPr>
                <w:rFonts w:hint="eastAsia"/>
                <w:sz w:val="16"/>
                <w:szCs w:val="16"/>
                <w:lang w:eastAsia="zh-CN"/>
              </w:rPr>
              <w:t>4</w:t>
            </w:r>
          </w:p>
        </w:tc>
        <w:tc>
          <w:tcPr>
            <w:tcW w:w="800" w:type="dxa"/>
            <w:shd w:val="solid" w:color="FFFFFF" w:fill="auto"/>
          </w:tcPr>
          <w:p w14:paraId="7C599535" w14:textId="77777777" w:rsidR="002307F7" w:rsidRPr="00630AB6" w:rsidRDefault="002307F7" w:rsidP="00CB0F2B">
            <w:pPr>
              <w:pStyle w:val="TAC"/>
              <w:rPr>
                <w:sz w:val="16"/>
                <w:szCs w:val="16"/>
                <w:lang w:eastAsia="zh-CN"/>
              </w:rPr>
            </w:pPr>
            <w:r w:rsidRPr="00630AB6">
              <w:rPr>
                <w:sz w:val="16"/>
                <w:szCs w:val="16"/>
              </w:rPr>
              <w:t>CT</w:t>
            </w:r>
            <w:r w:rsidR="00CB0F2B" w:rsidRPr="00630AB6">
              <w:rPr>
                <w:rFonts w:hint="eastAsia"/>
                <w:sz w:val="16"/>
                <w:szCs w:val="16"/>
                <w:lang w:eastAsia="zh-CN"/>
              </w:rPr>
              <w:t>4</w:t>
            </w:r>
            <w:r w:rsidRPr="00630AB6">
              <w:rPr>
                <w:sz w:val="16"/>
                <w:szCs w:val="16"/>
              </w:rPr>
              <w:t>#</w:t>
            </w:r>
            <w:r w:rsidR="00CB0F2B" w:rsidRPr="00630AB6">
              <w:rPr>
                <w:rFonts w:hint="eastAsia"/>
                <w:sz w:val="16"/>
                <w:szCs w:val="16"/>
                <w:lang w:eastAsia="zh-CN"/>
              </w:rPr>
              <w:t>84</w:t>
            </w:r>
          </w:p>
        </w:tc>
        <w:tc>
          <w:tcPr>
            <w:tcW w:w="952" w:type="dxa"/>
            <w:shd w:val="solid" w:color="FFFFFF" w:fill="auto"/>
          </w:tcPr>
          <w:p w14:paraId="13BE01FA" w14:textId="77777777" w:rsidR="002307F7" w:rsidRPr="00630AB6" w:rsidRDefault="00CB0F2B" w:rsidP="00870C57">
            <w:pPr>
              <w:pStyle w:val="TAC"/>
              <w:rPr>
                <w:sz w:val="16"/>
                <w:szCs w:val="16"/>
                <w:lang w:eastAsia="zh-CN"/>
              </w:rPr>
            </w:pPr>
            <w:r w:rsidRPr="00630AB6">
              <w:rPr>
                <w:sz w:val="16"/>
                <w:szCs w:val="16"/>
                <w:lang w:eastAsia="zh-CN"/>
              </w:rPr>
              <w:t>C</w:t>
            </w:r>
            <w:r w:rsidRPr="00630AB6">
              <w:rPr>
                <w:rFonts w:hint="eastAsia"/>
                <w:sz w:val="16"/>
                <w:szCs w:val="16"/>
                <w:lang w:eastAsia="zh-CN"/>
              </w:rPr>
              <w:t>4</w:t>
            </w:r>
            <w:r w:rsidR="002307F7" w:rsidRPr="00630AB6">
              <w:rPr>
                <w:sz w:val="16"/>
                <w:szCs w:val="16"/>
                <w:lang w:eastAsia="zh-CN"/>
              </w:rPr>
              <w:t>-18</w:t>
            </w:r>
            <w:r w:rsidRPr="00630AB6">
              <w:rPr>
                <w:sz w:val="16"/>
                <w:szCs w:val="16"/>
                <w:lang w:eastAsia="zh-CN"/>
              </w:rPr>
              <w:t>3519</w:t>
            </w:r>
          </w:p>
        </w:tc>
        <w:tc>
          <w:tcPr>
            <w:tcW w:w="567" w:type="dxa"/>
            <w:shd w:val="solid" w:color="FFFFFF" w:fill="auto"/>
          </w:tcPr>
          <w:p w14:paraId="7B5E80B3" w14:textId="77777777" w:rsidR="002307F7" w:rsidRPr="00630AB6" w:rsidRDefault="002307F7" w:rsidP="00870C57">
            <w:pPr>
              <w:pStyle w:val="TAL"/>
              <w:rPr>
                <w:sz w:val="16"/>
                <w:szCs w:val="16"/>
              </w:rPr>
            </w:pPr>
          </w:p>
        </w:tc>
        <w:tc>
          <w:tcPr>
            <w:tcW w:w="425" w:type="dxa"/>
            <w:shd w:val="solid" w:color="FFFFFF" w:fill="auto"/>
          </w:tcPr>
          <w:p w14:paraId="737C4BA9" w14:textId="77777777" w:rsidR="002307F7" w:rsidRPr="00630AB6" w:rsidRDefault="002307F7" w:rsidP="00870C57">
            <w:pPr>
              <w:pStyle w:val="TAR"/>
              <w:rPr>
                <w:sz w:val="16"/>
                <w:szCs w:val="16"/>
              </w:rPr>
            </w:pPr>
          </w:p>
        </w:tc>
        <w:tc>
          <w:tcPr>
            <w:tcW w:w="425" w:type="dxa"/>
            <w:shd w:val="solid" w:color="FFFFFF" w:fill="auto"/>
          </w:tcPr>
          <w:p w14:paraId="026F7D52" w14:textId="77777777" w:rsidR="002307F7" w:rsidRPr="00630AB6" w:rsidRDefault="002307F7" w:rsidP="00870C57">
            <w:pPr>
              <w:pStyle w:val="TAC"/>
              <w:rPr>
                <w:sz w:val="16"/>
                <w:szCs w:val="16"/>
              </w:rPr>
            </w:pPr>
          </w:p>
        </w:tc>
        <w:tc>
          <w:tcPr>
            <w:tcW w:w="4962" w:type="dxa"/>
            <w:shd w:val="solid" w:color="FFFFFF" w:fill="auto"/>
          </w:tcPr>
          <w:p w14:paraId="0A276E10" w14:textId="77777777" w:rsidR="002307F7" w:rsidRPr="00630AB6" w:rsidRDefault="00CB0F2B" w:rsidP="00CB0F2B">
            <w:pPr>
              <w:pStyle w:val="TAL"/>
              <w:rPr>
                <w:sz w:val="16"/>
                <w:szCs w:val="16"/>
                <w:lang w:eastAsia="zh-CN"/>
              </w:rPr>
            </w:pPr>
            <w:r w:rsidRPr="00630AB6">
              <w:rPr>
                <w:rFonts w:hint="eastAsia"/>
                <w:sz w:val="16"/>
                <w:szCs w:val="16"/>
                <w:lang w:eastAsia="zh-CN"/>
              </w:rPr>
              <w:t>Implementation of C4-183068</w:t>
            </w:r>
            <w:r w:rsidRPr="00630AB6">
              <w:rPr>
                <w:rFonts w:hint="eastAsia"/>
                <w:sz w:val="16"/>
                <w:szCs w:val="16"/>
                <w:lang w:eastAsia="zh-CN"/>
              </w:rPr>
              <w:t>、</w:t>
            </w:r>
            <w:r w:rsidRPr="00630AB6">
              <w:rPr>
                <w:rFonts w:hint="eastAsia"/>
                <w:sz w:val="16"/>
                <w:szCs w:val="16"/>
                <w:lang w:eastAsia="zh-CN"/>
              </w:rPr>
              <w:t>C4-183071</w:t>
            </w:r>
            <w:r w:rsidRPr="00630AB6">
              <w:rPr>
                <w:rFonts w:hint="eastAsia"/>
                <w:sz w:val="16"/>
                <w:szCs w:val="16"/>
                <w:lang w:eastAsia="zh-CN"/>
              </w:rPr>
              <w:t>、</w:t>
            </w:r>
            <w:r w:rsidRPr="00630AB6">
              <w:rPr>
                <w:rFonts w:hint="eastAsia"/>
                <w:sz w:val="16"/>
                <w:szCs w:val="16"/>
                <w:lang w:eastAsia="zh-CN"/>
              </w:rPr>
              <w:t>C4-183431</w:t>
            </w:r>
            <w:r w:rsidRPr="00630AB6">
              <w:rPr>
                <w:rFonts w:hint="eastAsia"/>
                <w:sz w:val="16"/>
                <w:szCs w:val="16"/>
                <w:lang w:eastAsia="zh-CN"/>
              </w:rPr>
              <w:t>、</w:t>
            </w:r>
            <w:r w:rsidRPr="00630AB6">
              <w:rPr>
                <w:rFonts w:hint="eastAsia"/>
                <w:sz w:val="16"/>
                <w:szCs w:val="16"/>
                <w:lang w:eastAsia="zh-CN"/>
              </w:rPr>
              <w:t>C4-183432</w:t>
            </w:r>
            <w:r w:rsidRPr="00630AB6">
              <w:rPr>
                <w:rFonts w:hint="eastAsia"/>
                <w:sz w:val="16"/>
                <w:szCs w:val="16"/>
                <w:lang w:eastAsia="zh-CN"/>
              </w:rPr>
              <w:t>、</w:t>
            </w:r>
            <w:r w:rsidRPr="00630AB6">
              <w:rPr>
                <w:rFonts w:hint="eastAsia"/>
                <w:sz w:val="16"/>
                <w:szCs w:val="16"/>
                <w:lang w:eastAsia="zh-CN"/>
              </w:rPr>
              <w:t>C4-183433</w:t>
            </w:r>
          </w:p>
        </w:tc>
        <w:tc>
          <w:tcPr>
            <w:tcW w:w="708" w:type="dxa"/>
            <w:shd w:val="solid" w:color="FFFFFF" w:fill="auto"/>
          </w:tcPr>
          <w:p w14:paraId="25B602EE" w14:textId="77777777" w:rsidR="002307F7" w:rsidRPr="00630AB6" w:rsidRDefault="002307F7" w:rsidP="00CB0F2B">
            <w:pPr>
              <w:pStyle w:val="TAC"/>
              <w:rPr>
                <w:sz w:val="16"/>
                <w:szCs w:val="16"/>
                <w:lang w:eastAsia="zh-CN"/>
              </w:rPr>
            </w:pPr>
            <w:r w:rsidRPr="00630AB6">
              <w:rPr>
                <w:sz w:val="16"/>
                <w:szCs w:val="16"/>
                <w:lang w:eastAsia="zh-CN"/>
              </w:rPr>
              <w:t>1.</w:t>
            </w:r>
            <w:r w:rsidR="00CB0F2B" w:rsidRPr="00630AB6">
              <w:rPr>
                <w:rFonts w:hint="eastAsia"/>
                <w:sz w:val="16"/>
                <w:szCs w:val="16"/>
                <w:lang w:eastAsia="zh-CN"/>
              </w:rPr>
              <w:t>1</w:t>
            </w:r>
            <w:r w:rsidRPr="00630AB6">
              <w:rPr>
                <w:sz w:val="16"/>
                <w:szCs w:val="16"/>
                <w:lang w:eastAsia="zh-CN"/>
              </w:rPr>
              <w:t>.0</w:t>
            </w:r>
          </w:p>
        </w:tc>
      </w:tr>
      <w:tr w:rsidR="00E04146" w:rsidRPr="00630AB6" w14:paraId="6CAF35BC" w14:textId="77777777" w:rsidTr="005D55BD">
        <w:tc>
          <w:tcPr>
            <w:tcW w:w="800" w:type="dxa"/>
            <w:shd w:val="solid" w:color="FFFFFF" w:fill="auto"/>
          </w:tcPr>
          <w:p w14:paraId="25560C57" w14:textId="77777777" w:rsidR="00E04146" w:rsidRPr="00630AB6" w:rsidRDefault="00E04146" w:rsidP="00870C57">
            <w:pPr>
              <w:pStyle w:val="TAC"/>
              <w:rPr>
                <w:sz w:val="16"/>
                <w:szCs w:val="16"/>
                <w:lang w:eastAsia="zh-CN"/>
              </w:rPr>
            </w:pPr>
            <w:r w:rsidRPr="00630AB6">
              <w:rPr>
                <w:rFonts w:hint="eastAsia"/>
                <w:sz w:val="16"/>
                <w:szCs w:val="16"/>
                <w:lang w:eastAsia="zh-CN"/>
              </w:rPr>
              <w:t>2018-05</w:t>
            </w:r>
          </w:p>
        </w:tc>
        <w:tc>
          <w:tcPr>
            <w:tcW w:w="800" w:type="dxa"/>
            <w:shd w:val="solid" w:color="FFFFFF" w:fill="auto"/>
          </w:tcPr>
          <w:p w14:paraId="712431BB" w14:textId="77777777" w:rsidR="00E04146" w:rsidRPr="00630AB6" w:rsidRDefault="00E04146" w:rsidP="00CB0F2B">
            <w:pPr>
              <w:pStyle w:val="TAC"/>
              <w:rPr>
                <w:sz w:val="16"/>
                <w:szCs w:val="16"/>
              </w:rPr>
            </w:pPr>
            <w:r w:rsidRPr="00630AB6">
              <w:rPr>
                <w:rFonts w:hint="eastAsia"/>
                <w:sz w:val="16"/>
                <w:szCs w:val="16"/>
              </w:rPr>
              <w:t>CT4#85</w:t>
            </w:r>
          </w:p>
        </w:tc>
        <w:tc>
          <w:tcPr>
            <w:tcW w:w="952" w:type="dxa"/>
            <w:shd w:val="solid" w:color="FFFFFF" w:fill="auto"/>
          </w:tcPr>
          <w:p w14:paraId="1494C1C1" w14:textId="77777777" w:rsidR="00E04146" w:rsidRPr="00630AB6" w:rsidRDefault="00E04146" w:rsidP="00870C57">
            <w:pPr>
              <w:pStyle w:val="TAC"/>
              <w:rPr>
                <w:sz w:val="16"/>
                <w:szCs w:val="16"/>
                <w:lang w:eastAsia="zh-CN"/>
              </w:rPr>
            </w:pPr>
            <w:r w:rsidRPr="00630AB6">
              <w:rPr>
                <w:rFonts w:hint="eastAsia"/>
                <w:sz w:val="16"/>
                <w:szCs w:val="16"/>
                <w:lang w:eastAsia="zh-CN"/>
              </w:rPr>
              <w:t>C4</w:t>
            </w:r>
            <w:r w:rsidRPr="00630AB6">
              <w:rPr>
                <w:sz w:val="16"/>
                <w:szCs w:val="16"/>
                <w:lang w:eastAsia="zh-CN"/>
              </w:rPr>
              <w:t>-184631</w:t>
            </w:r>
          </w:p>
        </w:tc>
        <w:tc>
          <w:tcPr>
            <w:tcW w:w="567" w:type="dxa"/>
            <w:shd w:val="solid" w:color="FFFFFF" w:fill="auto"/>
          </w:tcPr>
          <w:p w14:paraId="29D9D578" w14:textId="77777777" w:rsidR="00E04146" w:rsidRPr="00630AB6" w:rsidRDefault="00E04146" w:rsidP="00870C57">
            <w:pPr>
              <w:pStyle w:val="TAL"/>
              <w:rPr>
                <w:sz w:val="16"/>
                <w:szCs w:val="16"/>
              </w:rPr>
            </w:pPr>
          </w:p>
        </w:tc>
        <w:tc>
          <w:tcPr>
            <w:tcW w:w="425" w:type="dxa"/>
            <w:shd w:val="solid" w:color="FFFFFF" w:fill="auto"/>
          </w:tcPr>
          <w:p w14:paraId="24DF1398" w14:textId="77777777" w:rsidR="00E04146" w:rsidRPr="00630AB6" w:rsidRDefault="00E04146" w:rsidP="00870C57">
            <w:pPr>
              <w:pStyle w:val="TAR"/>
              <w:rPr>
                <w:sz w:val="16"/>
                <w:szCs w:val="16"/>
              </w:rPr>
            </w:pPr>
          </w:p>
        </w:tc>
        <w:tc>
          <w:tcPr>
            <w:tcW w:w="425" w:type="dxa"/>
            <w:shd w:val="solid" w:color="FFFFFF" w:fill="auto"/>
          </w:tcPr>
          <w:p w14:paraId="1CFF6E23" w14:textId="77777777" w:rsidR="00E04146" w:rsidRPr="00630AB6" w:rsidRDefault="00E04146" w:rsidP="00870C57">
            <w:pPr>
              <w:pStyle w:val="TAC"/>
              <w:rPr>
                <w:sz w:val="16"/>
                <w:szCs w:val="16"/>
              </w:rPr>
            </w:pPr>
          </w:p>
        </w:tc>
        <w:tc>
          <w:tcPr>
            <w:tcW w:w="4962" w:type="dxa"/>
            <w:shd w:val="solid" w:color="FFFFFF" w:fill="auto"/>
          </w:tcPr>
          <w:p w14:paraId="0E30E5DF" w14:textId="77777777" w:rsidR="00E04146" w:rsidRPr="00630AB6" w:rsidRDefault="00E04146" w:rsidP="00CB0F2B">
            <w:pPr>
              <w:pStyle w:val="TAL"/>
              <w:rPr>
                <w:sz w:val="16"/>
                <w:szCs w:val="16"/>
                <w:lang w:eastAsia="zh-CN"/>
              </w:rPr>
            </w:pPr>
            <w:r w:rsidRPr="00630AB6">
              <w:rPr>
                <w:rFonts w:hint="eastAsia"/>
                <w:sz w:val="16"/>
                <w:szCs w:val="16"/>
                <w:lang w:eastAsia="zh-CN"/>
              </w:rPr>
              <w:t xml:space="preserve">Implementation of </w:t>
            </w:r>
            <w:r w:rsidRPr="00630AB6">
              <w:rPr>
                <w:sz w:val="16"/>
                <w:szCs w:val="16"/>
                <w:lang w:eastAsia="zh-CN"/>
              </w:rPr>
              <w:t>C4-184602, C4-184023, C4-184024, C4-184025, C4-184026, C4-184603, C4-184527, C4-184528, C4-184604</w:t>
            </w:r>
            <w:r w:rsidR="002D0E51" w:rsidRPr="00630AB6">
              <w:rPr>
                <w:sz w:val="16"/>
                <w:szCs w:val="16"/>
                <w:lang w:eastAsia="zh-CN"/>
              </w:rPr>
              <w:t>, C4-184632</w:t>
            </w:r>
          </w:p>
        </w:tc>
        <w:tc>
          <w:tcPr>
            <w:tcW w:w="708" w:type="dxa"/>
            <w:shd w:val="solid" w:color="FFFFFF" w:fill="auto"/>
          </w:tcPr>
          <w:p w14:paraId="04EF557C" w14:textId="77777777" w:rsidR="00E04146" w:rsidRPr="00630AB6" w:rsidRDefault="00E04146" w:rsidP="00CB0F2B">
            <w:pPr>
              <w:pStyle w:val="TAC"/>
              <w:rPr>
                <w:sz w:val="16"/>
                <w:szCs w:val="16"/>
                <w:lang w:eastAsia="zh-CN"/>
              </w:rPr>
            </w:pPr>
            <w:r w:rsidRPr="00630AB6">
              <w:rPr>
                <w:rFonts w:hint="eastAsia"/>
                <w:sz w:val="16"/>
                <w:szCs w:val="16"/>
                <w:lang w:eastAsia="zh-CN"/>
              </w:rPr>
              <w:t>1.2.0</w:t>
            </w:r>
          </w:p>
        </w:tc>
      </w:tr>
      <w:tr w:rsidR="002E52C2" w:rsidRPr="00630AB6" w14:paraId="187113D2" w14:textId="77777777" w:rsidTr="005D55BD">
        <w:tc>
          <w:tcPr>
            <w:tcW w:w="800" w:type="dxa"/>
            <w:shd w:val="solid" w:color="FFFFFF" w:fill="auto"/>
          </w:tcPr>
          <w:p w14:paraId="18AD5646" w14:textId="77777777" w:rsidR="002E52C2" w:rsidRPr="00630AB6" w:rsidRDefault="002E52C2" w:rsidP="00870C57">
            <w:pPr>
              <w:pStyle w:val="TAC"/>
              <w:rPr>
                <w:sz w:val="16"/>
                <w:szCs w:val="16"/>
                <w:lang w:eastAsia="zh-CN"/>
              </w:rPr>
            </w:pPr>
            <w:r w:rsidRPr="00630AB6">
              <w:rPr>
                <w:sz w:val="16"/>
                <w:szCs w:val="16"/>
                <w:lang w:eastAsia="zh-CN"/>
              </w:rPr>
              <w:t>2018-06</w:t>
            </w:r>
          </w:p>
        </w:tc>
        <w:tc>
          <w:tcPr>
            <w:tcW w:w="800" w:type="dxa"/>
            <w:shd w:val="solid" w:color="FFFFFF" w:fill="auto"/>
          </w:tcPr>
          <w:p w14:paraId="4CD38156" w14:textId="77777777" w:rsidR="002E52C2" w:rsidRPr="00630AB6" w:rsidRDefault="002E52C2" w:rsidP="00CB0F2B">
            <w:pPr>
              <w:pStyle w:val="TAC"/>
              <w:rPr>
                <w:sz w:val="16"/>
                <w:szCs w:val="16"/>
              </w:rPr>
            </w:pPr>
            <w:r w:rsidRPr="00630AB6">
              <w:rPr>
                <w:sz w:val="16"/>
                <w:szCs w:val="16"/>
              </w:rPr>
              <w:t>CT#80</w:t>
            </w:r>
          </w:p>
        </w:tc>
        <w:tc>
          <w:tcPr>
            <w:tcW w:w="952" w:type="dxa"/>
            <w:shd w:val="solid" w:color="FFFFFF" w:fill="auto"/>
          </w:tcPr>
          <w:p w14:paraId="6915AC23" w14:textId="77777777" w:rsidR="002E52C2" w:rsidRPr="00630AB6" w:rsidRDefault="002E52C2" w:rsidP="00870C57">
            <w:pPr>
              <w:pStyle w:val="TAC"/>
              <w:rPr>
                <w:sz w:val="16"/>
                <w:szCs w:val="16"/>
                <w:lang w:eastAsia="zh-CN"/>
              </w:rPr>
            </w:pPr>
            <w:r w:rsidRPr="00630AB6">
              <w:rPr>
                <w:sz w:val="16"/>
                <w:szCs w:val="16"/>
                <w:lang w:eastAsia="zh-CN"/>
              </w:rPr>
              <w:t>CP-181108</w:t>
            </w:r>
          </w:p>
        </w:tc>
        <w:tc>
          <w:tcPr>
            <w:tcW w:w="567" w:type="dxa"/>
            <w:shd w:val="solid" w:color="FFFFFF" w:fill="auto"/>
          </w:tcPr>
          <w:p w14:paraId="7F79AA21" w14:textId="77777777" w:rsidR="002E52C2" w:rsidRPr="00630AB6" w:rsidRDefault="002E52C2" w:rsidP="00870C57">
            <w:pPr>
              <w:pStyle w:val="TAL"/>
              <w:rPr>
                <w:sz w:val="16"/>
                <w:szCs w:val="16"/>
              </w:rPr>
            </w:pPr>
          </w:p>
        </w:tc>
        <w:tc>
          <w:tcPr>
            <w:tcW w:w="425" w:type="dxa"/>
            <w:shd w:val="solid" w:color="FFFFFF" w:fill="auto"/>
          </w:tcPr>
          <w:p w14:paraId="7980B802" w14:textId="77777777" w:rsidR="002E52C2" w:rsidRPr="00630AB6" w:rsidRDefault="002E52C2" w:rsidP="00870C57">
            <w:pPr>
              <w:pStyle w:val="TAR"/>
              <w:rPr>
                <w:sz w:val="16"/>
                <w:szCs w:val="16"/>
              </w:rPr>
            </w:pPr>
          </w:p>
        </w:tc>
        <w:tc>
          <w:tcPr>
            <w:tcW w:w="425" w:type="dxa"/>
            <w:shd w:val="solid" w:color="FFFFFF" w:fill="auto"/>
          </w:tcPr>
          <w:p w14:paraId="5A202707" w14:textId="77777777" w:rsidR="002E52C2" w:rsidRPr="00630AB6" w:rsidRDefault="002E52C2" w:rsidP="00870C57">
            <w:pPr>
              <w:pStyle w:val="TAC"/>
              <w:rPr>
                <w:sz w:val="16"/>
                <w:szCs w:val="16"/>
              </w:rPr>
            </w:pPr>
          </w:p>
        </w:tc>
        <w:tc>
          <w:tcPr>
            <w:tcW w:w="4962" w:type="dxa"/>
            <w:shd w:val="solid" w:color="FFFFFF" w:fill="auto"/>
          </w:tcPr>
          <w:p w14:paraId="1E860C97" w14:textId="77777777" w:rsidR="002E52C2" w:rsidRPr="00630AB6" w:rsidRDefault="002E52C2" w:rsidP="00CB0F2B">
            <w:pPr>
              <w:pStyle w:val="TAL"/>
              <w:rPr>
                <w:sz w:val="16"/>
                <w:szCs w:val="16"/>
                <w:lang w:eastAsia="zh-CN"/>
              </w:rPr>
            </w:pPr>
            <w:r w:rsidRPr="00630AB6">
              <w:rPr>
                <w:sz w:val="16"/>
                <w:szCs w:val="16"/>
                <w:lang w:eastAsia="zh-CN"/>
              </w:rPr>
              <w:t>Presented for approval</w:t>
            </w:r>
          </w:p>
        </w:tc>
        <w:tc>
          <w:tcPr>
            <w:tcW w:w="708" w:type="dxa"/>
            <w:shd w:val="solid" w:color="FFFFFF" w:fill="auto"/>
          </w:tcPr>
          <w:p w14:paraId="179DB68E" w14:textId="77777777" w:rsidR="002E52C2" w:rsidRPr="00630AB6" w:rsidRDefault="002E52C2" w:rsidP="00CB0F2B">
            <w:pPr>
              <w:pStyle w:val="TAC"/>
              <w:rPr>
                <w:sz w:val="16"/>
                <w:szCs w:val="16"/>
                <w:lang w:eastAsia="zh-CN"/>
              </w:rPr>
            </w:pPr>
            <w:r w:rsidRPr="00630AB6">
              <w:rPr>
                <w:sz w:val="16"/>
                <w:szCs w:val="16"/>
                <w:lang w:eastAsia="zh-CN"/>
              </w:rPr>
              <w:t>2.0.0</w:t>
            </w:r>
          </w:p>
        </w:tc>
      </w:tr>
      <w:tr w:rsidR="00C00BCA" w:rsidRPr="00630AB6" w14:paraId="65CF2835" w14:textId="77777777" w:rsidTr="005D55BD">
        <w:tc>
          <w:tcPr>
            <w:tcW w:w="800" w:type="dxa"/>
            <w:shd w:val="solid" w:color="FFFFFF" w:fill="auto"/>
          </w:tcPr>
          <w:p w14:paraId="4512158A" w14:textId="77777777" w:rsidR="00C00BCA" w:rsidRPr="00630AB6" w:rsidRDefault="00C00BCA" w:rsidP="00870C57">
            <w:pPr>
              <w:pStyle w:val="TAC"/>
              <w:rPr>
                <w:sz w:val="16"/>
                <w:szCs w:val="16"/>
                <w:lang w:eastAsia="zh-CN"/>
              </w:rPr>
            </w:pPr>
            <w:r w:rsidRPr="00630AB6">
              <w:rPr>
                <w:sz w:val="16"/>
                <w:szCs w:val="16"/>
                <w:lang w:eastAsia="zh-CN"/>
              </w:rPr>
              <w:t>2018-06</w:t>
            </w:r>
          </w:p>
        </w:tc>
        <w:tc>
          <w:tcPr>
            <w:tcW w:w="800" w:type="dxa"/>
            <w:shd w:val="solid" w:color="FFFFFF" w:fill="auto"/>
          </w:tcPr>
          <w:p w14:paraId="61D11617" w14:textId="77777777" w:rsidR="00C00BCA" w:rsidRPr="00630AB6" w:rsidRDefault="00C00BCA" w:rsidP="00CB0F2B">
            <w:pPr>
              <w:pStyle w:val="TAC"/>
              <w:rPr>
                <w:sz w:val="16"/>
                <w:szCs w:val="16"/>
              </w:rPr>
            </w:pPr>
            <w:r w:rsidRPr="00630AB6">
              <w:rPr>
                <w:sz w:val="16"/>
                <w:szCs w:val="16"/>
              </w:rPr>
              <w:t>CT#80</w:t>
            </w:r>
          </w:p>
        </w:tc>
        <w:tc>
          <w:tcPr>
            <w:tcW w:w="952" w:type="dxa"/>
            <w:shd w:val="solid" w:color="FFFFFF" w:fill="auto"/>
          </w:tcPr>
          <w:p w14:paraId="2D494AB8" w14:textId="77777777" w:rsidR="00C00BCA" w:rsidRPr="00630AB6" w:rsidRDefault="00C00BCA" w:rsidP="00870C57">
            <w:pPr>
              <w:pStyle w:val="TAC"/>
              <w:rPr>
                <w:sz w:val="16"/>
                <w:szCs w:val="16"/>
                <w:lang w:eastAsia="zh-CN"/>
              </w:rPr>
            </w:pPr>
          </w:p>
        </w:tc>
        <w:tc>
          <w:tcPr>
            <w:tcW w:w="567" w:type="dxa"/>
            <w:shd w:val="solid" w:color="FFFFFF" w:fill="auto"/>
          </w:tcPr>
          <w:p w14:paraId="6FC450EE" w14:textId="77777777" w:rsidR="00C00BCA" w:rsidRPr="00630AB6" w:rsidRDefault="00C00BCA" w:rsidP="00870C57">
            <w:pPr>
              <w:pStyle w:val="TAL"/>
              <w:rPr>
                <w:sz w:val="16"/>
                <w:szCs w:val="16"/>
              </w:rPr>
            </w:pPr>
          </w:p>
        </w:tc>
        <w:tc>
          <w:tcPr>
            <w:tcW w:w="425" w:type="dxa"/>
            <w:shd w:val="solid" w:color="FFFFFF" w:fill="auto"/>
          </w:tcPr>
          <w:p w14:paraId="59619D5D" w14:textId="77777777" w:rsidR="00C00BCA" w:rsidRPr="00630AB6" w:rsidRDefault="00C00BCA" w:rsidP="00870C57">
            <w:pPr>
              <w:pStyle w:val="TAR"/>
              <w:rPr>
                <w:sz w:val="16"/>
                <w:szCs w:val="16"/>
              </w:rPr>
            </w:pPr>
          </w:p>
        </w:tc>
        <w:tc>
          <w:tcPr>
            <w:tcW w:w="425" w:type="dxa"/>
            <w:shd w:val="solid" w:color="FFFFFF" w:fill="auto"/>
          </w:tcPr>
          <w:p w14:paraId="10DEF000" w14:textId="77777777" w:rsidR="00C00BCA" w:rsidRPr="00630AB6" w:rsidRDefault="00C00BCA" w:rsidP="00870C57">
            <w:pPr>
              <w:pStyle w:val="TAC"/>
              <w:rPr>
                <w:sz w:val="16"/>
                <w:szCs w:val="16"/>
              </w:rPr>
            </w:pPr>
          </w:p>
        </w:tc>
        <w:tc>
          <w:tcPr>
            <w:tcW w:w="4962" w:type="dxa"/>
            <w:shd w:val="solid" w:color="FFFFFF" w:fill="auto"/>
          </w:tcPr>
          <w:p w14:paraId="53A9E31A" w14:textId="77777777" w:rsidR="00C00BCA" w:rsidRPr="00630AB6" w:rsidRDefault="00C00BCA" w:rsidP="00CB0F2B">
            <w:pPr>
              <w:pStyle w:val="TAL"/>
              <w:rPr>
                <w:sz w:val="16"/>
                <w:szCs w:val="16"/>
                <w:lang w:eastAsia="zh-CN"/>
              </w:rPr>
            </w:pPr>
            <w:r w:rsidRPr="00630AB6">
              <w:rPr>
                <w:sz w:val="16"/>
                <w:szCs w:val="16"/>
                <w:lang w:eastAsia="zh-CN"/>
              </w:rPr>
              <w:t>Approved in CT#80.</w:t>
            </w:r>
          </w:p>
        </w:tc>
        <w:tc>
          <w:tcPr>
            <w:tcW w:w="708" w:type="dxa"/>
            <w:shd w:val="solid" w:color="FFFFFF" w:fill="auto"/>
          </w:tcPr>
          <w:p w14:paraId="377A31A4" w14:textId="77777777" w:rsidR="00C00BCA" w:rsidRPr="00630AB6" w:rsidRDefault="00C00BCA" w:rsidP="00CB0F2B">
            <w:pPr>
              <w:pStyle w:val="TAC"/>
              <w:rPr>
                <w:sz w:val="16"/>
                <w:szCs w:val="16"/>
                <w:lang w:eastAsia="zh-CN"/>
              </w:rPr>
            </w:pPr>
            <w:r w:rsidRPr="00630AB6">
              <w:rPr>
                <w:sz w:val="16"/>
                <w:szCs w:val="16"/>
                <w:lang w:eastAsia="zh-CN"/>
              </w:rPr>
              <w:t>15.0.0</w:t>
            </w:r>
          </w:p>
        </w:tc>
      </w:tr>
      <w:tr w:rsidR="002B50D2" w:rsidRPr="00630AB6" w14:paraId="67C01F2D" w14:textId="77777777" w:rsidTr="005D55BD">
        <w:tc>
          <w:tcPr>
            <w:tcW w:w="800" w:type="dxa"/>
            <w:shd w:val="solid" w:color="FFFFFF" w:fill="auto"/>
          </w:tcPr>
          <w:p w14:paraId="57466BF8" w14:textId="77777777" w:rsidR="002B50D2" w:rsidRPr="00630AB6" w:rsidRDefault="00DC250F" w:rsidP="00870C57">
            <w:pPr>
              <w:pStyle w:val="TAC"/>
              <w:rPr>
                <w:sz w:val="16"/>
                <w:szCs w:val="16"/>
                <w:lang w:eastAsia="zh-CN"/>
              </w:rPr>
            </w:pPr>
            <w:r w:rsidRPr="00630AB6">
              <w:rPr>
                <w:rFonts w:hint="eastAsia"/>
                <w:sz w:val="16"/>
                <w:szCs w:val="16"/>
                <w:lang w:eastAsia="zh-CN"/>
              </w:rPr>
              <w:t>2018-09</w:t>
            </w:r>
          </w:p>
        </w:tc>
        <w:tc>
          <w:tcPr>
            <w:tcW w:w="800" w:type="dxa"/>
            <w:shd w:val="solid" w:color="FFFFFF" w:fill="auto"/>
          </w:tcPr>
          <w:p w14:paraId="43A8E674" w14:textId="77777777" w:rsidR="002B50D2" w:rsidRPr="00630AB6" w:rsidRDefault="002B50D2" w:rsidP="007845E6">
            <w:pPr>
              <w:pStyle w:val="TAC"/>
              <w:rPr>
                <w:sz w:val="16"/>
                <w:szCs w:val="16"/>
              </w:rPr>
            </w:pPr>
            <w:r w:rsidRPr="00630AB6">
              <w:rPr>
                <w:rFonts w:hint="eastAsia"/>
                <w:sz w:val="16"/>
                <w:szCs w:val="16"/>
              </w:rPr>
              <w:t>CT#</w:t>
            </w:r>
            <w:r w:rsidR="003A5C71" w:rsidRPr="00630AB6">
              <w:rPr>
                <w:sz w:val="16"/>
                <w:szCs w:val="16"/>
              </w:rPr>
              <w:t>8</w:t>
            </w:r>
            <w:r w:rsidR="00DC250F" w:rsidRPr="00630AB6">
              <w:rPr>
                <w:sz w:val="16"/>
                <w:szCs w:val="16"/>
              </w:rPr>
              <w:t>1</w:t>
            </w:r>
          </w:p>
        </w:tc>
        <w:tc>
          <w:tcPr>
            <w:tcW w:w="952" w:type="dxa"/>
            <w:shd w:val="solid" w:color="FFFFFF" w:fill="auto"/>
          </w:tcPr>
          <w:p w14:paraId="419DD66B" w14:textId="77777777" w:rsidR="002B50D2" w:rsidRPr="00630AB6" w:rsidRDefault="002B50D2" w:rsidP="007845E6">
            <w:pPr>
              <w:pStyle w:val="TAC"/>
              <w:rPr>
                <w:sz w:val="16"/>
                <w:szCs w:val="16"/>
                <w:lang w:eastAsia="zh-CN"/>
              </w:rPr>
            </w:pPr>
            <w:r w:rsidRPr="00630AB6">
              <w:rPr>
                <w:rFonts w:hint="eastAsia"/>
                <w:sz w:val="16"/>
                <w:szCs w:val="16"/>
                <w:lang w:eastAsia="zh-CN"/>
              </w:rPr>
              <w:t>C</w:t>
            </w:r>
            <w:r w:rsidR="00DC250F" w:rsidRPr="00630AB6">
              <w:rPr>
                <w:sz w:val="16"/>
                <w:szCs w:val="16"/>
                <w:lang w:eastAsia="zh-CN"/>
              </w:rPr>
              <w:t>P-182160</w:t>
            </w:r>
          </w:p>
        </w:tc>
        <w:tc>
          <w:tcPr>
            <w:tcW w:w="567" w:type="dxa"/>
            <w:shd w:val="solid" w:color="FFFFFF" w:fill="auto"/>
          </w:tcPr>
          <w:p w14:paraId="5F379E63" w14:textId="77777777" w:rsidR="002B50D2" w:rsidRPr="00630AB6" w:rsidRDefault="003A5C71" w:rsidP="00870C57">
            <w:pPr>
              <w:pStyle w:val="TAL"/>
              <w:rPr>
                <w:sz w:val="16"/>
                <w:szCs w:val="16"/>
              </w:rPr>
            </w:pPr>
            <w:r w:rsidRPr="00630AB6">
              <w:rPr>
                <w:rFonts w:hint="eastAsia"/>
                <w:sz w:val="16"/>
                <w:szCs w:val="16"/>
              </w:rPr>
              <w:t>0</w:t>
            </w:r>
            <w:r w:rsidRPr="00630AB6">
              <w:rPr>
                <w:sz w:val="16"/>
                <w:szCs w:val="16"/>
              </w:rPr>
              <w:t>001</w:t>
            </w:r>
          </w:p>
        </w:tc>
        <w:tc>
          <w:tcPr>
            <w:tcW w:w="425" w:type="dxa"/>
            <w:shd w:val="solid" w:color="FFFFFF" w:fill="auto"/>
          </w:tcPr>
          <w:p w14:paraId="73C41BCC" w14:textId="77777777" w:rsidR="002B50D2" w:rsidRPr="00630AB6" w:rsidRDefault="00DC250F" w:rsidP="00870C57">
            <w:pPr>
              <w:pStyle w:val="TAR"/>
              <w:rPr>
                <w:sz w:val="16"/>
                <w:szCs w:val="16"/>
              </w:rPr>
            </w:pPr>
            <w:r w:rsidRPr="00630AB6">
              <w:rPr>
                <w:sz w:val="16"/>
                <w:szCs w:val="16"/>
              </w:rPr>
              <w:t>5</w:t>
            </w:r>
          </w:p>
        </w:tc>
        <w:tc>
          <w:tcPr>
            <w:tcW w:w="425" w:type="dxa"/>
            <w:shd w:val="solid" w:color="FFFFFF" w:fill="auto"/>
          </w:tcPr>
          <w:p w14:paraId="456B4729" w14:textId="77777777" w:rsidR="002B50D2" w:rsidRPr="00630AB6" w:rsidRDefault="003A5C71" w:rsidP="00870C57">
            <w:pPr>
              <w:pStyle w:val="TAC"/>
              <w:rPr>
                <w:sz w:val="16"/>
                <w:szCs w:val="16"/>
              </w:rPr>
            </w:pPr>
            <w:r w:rsidRPr="00630AB6">
              <w:rPr>
                <w:rFonts w:hint="eastAsia"/>
                <w:sz w:val="16"/>
                <w:szCs w:val="16"/>
              </w:rPr>
              <w:t>F</w:t>
            </w:r>
          </w:p>
        </w:tc>
        <w:tc>
          <w:tcPr>
            <w:tcW w:w="4962" w:type="dxa"/>
            <w:shd w:val="solid" w:color="FFFFFF" w:fill="auto"/>
          </w:tcPr>
          <w:p w14:paraId="3F95D905" w14:textId="77777777" w:rsidR="002B50D2" w:rsidRPr="00630AB6" w:rsidRDefault="003A5C71" w:rsidP="00CB0F2B">
            <w:pPr>
              <w:pStyle w:val="TAL"/>
              <w:rPr>
                <w:sz w:val="16"/>
                <w:szCs w:val="16"/>
                <w:lang w:eastAsia="zh-CN"/>
              </w:rPr>
            </w:pPr>
            <w:r w:rsidRPr="00630AB6">
              <w:rPr>
                <w:sz w:val="16"/>
                <w:szCs w:val="16"/>
                <w:lang w:eastAsia="zh-CN"/>
              </w:rPr>
              <w:t xml:space="preserve">Alignment of </w:t>
            </w:r>
            <w:proofErr w:type="spellStart"/>
            <w:r w:rsidRPr="00630AB6">
              <w:rPr>
                <w:sz w:val="16"/>
                <w:szCs w:val="16"/>
                <w:lang w:eastAsia="zh-CN"/>
              </w:rPr>
              <w:t>Nnssf_NSSelection_Get</w:t>
            </w:r>
            <w:proofErr w:type="spellEnd"/>
            <w:r w:rsidRPr="00630AB6">
              <w:rPr>
                <w:sz w:val="16"/>
                <w:szCs w:val="16"/>
                <w:lang w:eastAsia="zh-CN"/>
              </w:rPr>
              <w:t xml:space="preserve"> service operation with stage 2</w:t>
            </w:r>
          </w:p>
        </w:tc>
        <w:tc>
          <w:tcPr>
            <w:tcW w:w="708" w:type="dxa"/>
            <w:shd w:val="solid" w:color="FFFFFF" w:fill="auto"/>
          </w:tcPr>
          <w:p w14:paraId="72B36895" w14:textId="77777777" w:rsidR="002B50D2" w:rsidRPr="00630AB6" w:rsidRDefault="002B50D2" w:rsidP="00CB0F2B">
            <w:pPr>
              <w:pStyle w:val="TAC"/>
              <w:rPr>
                <w:sz w:val="16"/>
                <w:szCs w:val="16"/>
                <w:lang w:eastAsia="zh-CN"/>
              </w:rPr>
            </w:pPr>
            <w:r w:rsidRPr="00630AB6">
              <w:rPr>
                <w:sz w:val="16"/>
                <w:szCs w:val="16"/>
                <w:lang w:eastAsia="zh-CN"/>
              </w:rPr>
              <w:t>15.1.0</w:t>
            </w:r>
          </w:p>
        </w:tc>
      </w:tr>
      <w:tr w:rsidR="003A5C71" w:rsidRPr="00630AB6" w14:paraId="3722E20B" w14:textId="77777777" w:rsidTr="005D55BD">
        <w:tc>
          <w:tcPr>
            <w:tcW w:w="800" w:type="dxa"/>
            <w:shd w:val="solid" w:color="FFFFFF" w:fill="auto"/>
          </w:tcPr>
          <w:p w14:paraId="5078F5B6" w14:textId="77777777" w:rsidR="003A5C71" w:rsidRPr="00630AB6" w:rsidRDefault="00DC250F" w:rsidP="003A5C71">
            <w:pPr>
              <w:pStyle w:val="TAC"/>
              <w:rPr>
                <w:sz w:val="16"/>
                <w:szCs w:val="16"/>
                <w:lang w:eastAsia="zh-CN"/>
              </w:rPr>
            </w:pPr>
            <w:r w:rsidRPr="00630AB6">
              <w:rPr>
                <w:rFonts w:hint="eastAsia"/>
                <w:sz w:val="16"/>
                <w:szCs w:val="16"/>
                <w:lang w:eastAsia="zh-CN"/>
              </w:rPr>
              <w:t>2018-09</w:t>
            </w:r>
          </w:p>
        </w:tc>
        <w:tc>
          <w:tcPr>
            <w:tcW w:w="800" w:type="dxa"/>
            <w:shd w:val="solid" w:color="FFFFFF" w:fill="auto"/>
          </w:tcPr>
          <w:p w14:paraId="4B772454" w14:textId="77777777" w:rsidR="003A5C71" w:rsidRPr="00630AB6" w:rsidRDefault="003A5C71" w:rsidP="003A5C71">
            <w:pPr>
              <w:pStyle w:val="TAC"/>
              <w:rPr>
                <w:sz w:val="16"/>
                <w:szCs w:val="16"/>
              </w:rPr>
            </w:pPr>
            <w:r w:rsidRPr="00630AB6">
              <w:rPr>
                <w:rFonts w:hint="eastAsia"/>
                <w:sz w:val="16"/>
                <w:szCs w:val="16"/>
              </w:rPr>
              <w:t>CT#</w:t>
            </w:r>
            <w:r w:rsidRPr="00630AB6">
              <w:rPr>
                <w:sz w:val="16"/>
                <w:szCs w:val="16"/>
              </w:rPr>
              <w:t>8</w:t>
            </w:r>
            <w:r w:rsidR="00DC250F" w:rsidRPr="00630AB6">
              <w:rPr>
                <w:sz w:val="16"/>
                <w:szCs w:val="16"/>
              </w:rPr>
              <w:t>1</w:t>
            </w:r>
          </w:p>
        </w:tc>
        <w:tc>
          <w:tcPr>
            <w:tcW w:w="952" w:type="dxa"/>
            <w:shd w:val="solid" w:color="FFFFFF" w:fill="auto"/>
          </w:tcPr>
          <w:p w14:paraId="34B982DB" w14:textId="77777777" w:rsidR="003A5C71" w:rsidRPr="00630AB6" w:rsidRDefault="003A5C71" w:rsidP="003A5C71">
            <w:pPr>
              <w:pStyle w:val="TAC"/>
              <w:rPr>
                <w:sz w:val="16"/>
                <w:szCs w:val="16"/>
                <w:lang w:eastAsia="zh-CN"/>
              </w:rPr>
            </w:pPr>
            <w:r w:rsidRPr="00630AB6">
              <w:rPr>
                <w:rFonts w:hint="eastAsia"/>
                <w:sz w:val="16"/>
                <w:szCs w:val="16"/>
                <w:lang w:eastAsia="zh-CN"/>
              </w:rPr>
              <w:t>C</w:t>
            </w:r>
            <w:r w:rsidR="00507575" w:rsidRPr="00630AB6">
              <w:rPr>
                <w:sz w:val="16"/>
                <w:szCs w:val="16"/>
                <w:lang w:eastAsia="zh-CN"/>
              </w:rPr>
              <w:t>P-182014</w:t>
            </w:r>
          </w:p>
        </w:tc>
        <w:tc>
          <w:tcPr>
            <w:tcW w:w="567" w:type="dxa"/>
            <w:shd w:val="solid" w:color="FFFFFF" w:fill="auto"/>
          </w:tcPr>
          <w:p w14:paraId="4BDDEB51" w14:textId="77777777" w:rsidR="003A5C71" w:rsidRPr="00630AB6" w:rsidRDefault="003A5C71" w:rsidP="003A5C71">
            <w:pPr>
              <w:pStyle w:val="TAL"/>
              <w:rPr>
                <w:sz w:val="16"/>
                <w:szCs w:val="16"/>
              </w:rPr>
            </w:pPr>
            <w:r w:rsidRPr="00630AB6">
              <w:rPr>
                <w:rFonts w:hint="eastAsia"/>
                <w:sz w:val="16"/>
                <w:szCs w:val="16"/>
              </w:rPr>
              <w:t>0002</w:t>
            </w:r>
          </w:p>
        </w:tc>
        <w:tc>
          <w:tcPr>
            <w:tcW w:w="425" w:type="dxa"/>
            <w:shd w:val="solid" w:color="FFFFFF" w:fill="auto"/>
          </w:tcPr>
          <w:p w14:paraId="1B996183" w14:textId="77777777" w:rsidR="003A5C71" w:rsidRPr="00630AB6" w:rsidRDefault="003A5C71" w:rsidP="003A5C71">
            <w:pPr>
              <w:pStyle w:val="TAR"/>
              <w:rPr>
                <w:sz w:val="16"/>
                <w:szCs w:val="16"/>
              </w:rPr>
            </w:pPr>
            <w:r w:rsidRPr="00630AB6">
              <w:rPr>
                <w:rFonts w:hint="eastAsia"/>
                <w:sz w:val="16"/>
                <w:szCs w:val="16"/>
              </w:rPr>
              <w:t>2</w:t>
            </w:r>
          </w:p>
        </w:tc>
        <w:tc>
          <w:tcPr>
            <w:tcW w:w="425" w:type="dxa"/>
            <w:shd w:val="solid" w:color="FFFFFF" w:fill="auto"/>
          </w:tcPr>
          <w:p w14:paraId="663EA552" w14:textId="77777777" w:rsidR="003A5C71" w:rsidRPr="00630AB6" w:rsidRDefault="003A5C71" w:rsidP="003A5C71">
            <w:pPr>
              <w:pStyle w:val="TAC"/>
              <w:rPr>
                <w:sz w:val="16"/>
                <w:szCs w:val="16"/>
              </w:rPr>
            </w:pPr>
            <w:r w:rsidRPr="00630AB6">
              <w:rPr>
                <w:rFonts w:hint="eastAsia"/>
                <w:sz w:val="16"/>
                <w:szCs w:val="16"/>
              </w:rPr>
              <w:t>F</w:t>
            </w:r>
          </w:p>
        </w:tc>
        <w:tc>
          <w:tcPr>
            <w:tcW w:w="4962" w:type="dxa"/>
            <w:shd w:val="solid" w:color="FFFFFF" w:fill="auto"/>
          </w:tcPr>
          <w:p w14:paraId="0C59269D" w14:textId="77777777" w:rsidR="003A5C71" w:rsidRPr="00630AB6" w:rsidRDefault="003A5C71" w:rsidP="003A5C71">
            <w:pPr>
              <w:pStyle w:val="TAL"/>
              <w:rPr>
                <w:sz w:val="16"/>
                <w:szCs w:val="16"/>
                <w:lang w:eastAsia="zh-CN"/>
              </w:rPr>
            </w:pPr>
            <w:r w:rsidRPr="00630AB6">
              <w:rPr>
                <w:sz w:val="16"/>
                <w:szCs w:val="16"/>
                <w:lang w:eastAsia="zh-CN"/>
              </w:rPr>
              <w:t>Adding NRF corresponding to an AMF set</w:t>
            </w:r>
          </w:p>
        </w:tc>
        <w:tc>
          <w:tcPr>
            <w:tcW w:w="708" w:type="dxa"/>
            <w:shd w:val="solid" w:color="FFFFFF" w:fill="auto"/>
          </w:tcPr>
          <w:p w14:paraId="532B171F" w14:textId="77777777" w:rsidR="003A5C71" w:rsidRPr="00630AB6" w:rsidRDefault="003A5C71" w:rsidP="003A5C71">
            <w:pPr>
              <w:pStyle w:val="TAC"/>
              <w:rPr>
                <w:sz w:val="16"/>
                <w:szCs w:val="16"/>
                <w:lang w:eastAsia="zh-CN"/>
              </w:rPr>
            </w:pPr>
            <w:r w:rsidRPr="00630AB6">
              <w:rPr>
                <w:sz w:val="16"/>
                <w:szCs w:val="16"/>
                <w:lang w:eastAsia="zh-CN"/>
              </w:rPr>
              <w:t>15.1.0</w:t>
            </w:r>
          </w:p>
        </w:tc>
      </w:tr>
      <w:tr w:rsidR="003A5C71" w:rsidRPr="00630AB6" w14:paraId="67E3C522" w14:textId="77777777" w:rsidTr="005D55BD">
        <w:tc>
          <w:tcPr>
            <w:tcW w:w="800" w:type="dxa"/>
            <w:shd w:val="solid" w:color="FFFFFF" w:fill="auto"/>
          </w:tcPr>
          <w:p w14:paraId="50469B68" w14:textId="77777777" w:rsidR="003A5C71" w:rsidRPr="00630AB6" w:rsidRDefault="00DC250F" w:rsidP="003A5C71">
            <w:pPr>
              <w:pStyle w:val="TAC"/>
              <w:rPr>
                <w:sz w:val="16"/>
                <w:szCs w:val="16"/>
                <w:lang w:eastAsia="zh-CN"/>
              </w:rPr>
            </w:pPr>
            <w:r w:rsidRPr="00630AB6">
              <w:rPr>
                <w:rFonts w:hint="eastAsia"/>
                <w:sz w:val="16"/>
                <w:szCs w:val="16"/>
                <w:lang w:eastAsia="zh-CN"/>
              </w:rPr>
              <w:t>2018-09</w:t>
            </w:r>
          </w:p>
        </w:tc>
        <w:tc>
          <w:tcPr>
            <w:tcW w:w="800" w:type="dxa"/>
            <w:shd w:val="solid" w:color="FFFFFF" w:fill="auto"/>
          </w:tcPr>
          <w:p w14:paraId="3FC4D5B3" w14:textId="77777777" w:rsidR="003A5C71" w:rsidRPr="00630AB6" w:rsidRDefault="003A5C71" w:rsidP="003A5C71">
            <w:pPr>
              <w:pStyle w:val="TAC"/>
              <w:rPr>
                <w:sz w:val="16"/>
                <w:szCs w:val="16"/>
              </w:rPr>
            </w:pPr>
            <w:r w:rsidRPr="00630AB6">
              <w:rPr>
                <w:rFonts w:hint="eastAsia"/>
                <w:sz w:val="16"/>
                <w:szCs w:val="16"/>
              </w:rPr>
              <w:t>CT#</w:t>
            </w:r>
            <w:r w:rsidRPr="00630AB6">
              <w:rPr>
                <w:sz w:val="16"/>
                <w:szCs w:val="16"/>
              </w:rPr>
              <w:t>8</w:t>
            </w:r>
            <w:r w:rsidR="00DC250F" w:rsidRPr="00630AB6">
              <w:rPr>
                <w:sz w:val="16"/>
                <w:szCs w:val="16"/>
              </w:rPr>
              <w:t>1</w:t>
            </w:r>
          </w:p>
        </w:tc>
        <w:tc>
          <w:tcPr>
            <w:tcW w:w="952" w:type="dxa"/>
            <w:shd w:val="solid" w:color="FFFFFF" w:fill="auto"/>
          </w:tcPr>
          <w:p w14:paraId="7D470399" w14:textId="77777777" w:rsidR="003A5C71" w:rsidRPr="00630AB6" w:rsidRDefault="003A5C71" w:rsidP="007845E6">
            <w:pPr>
              <w:pStyle w:val="TAC"/>
              <w:rPr>
                <w:sz w:val="16"/>
                <w:szCs w:val="16"/>
                <w:lang w:eastAsia="zh-CN"/>
              </w:rPr>
            </w:pPr>
            <w:r w:rsidRPr="00630AB6">
              <w:rPr>
                <w:rFonts w:hint="eastAsia"/>
                <w:sz w:val="16"/>
                <w:szCs w:val="16"/>
                <w:lang w:eastAsia="zh-CN"/>
              </w:rPr>
              <w:t>C</w:t>
            </w:r>
            <w:r w:rsidRPr="00630AB6">
              <w:rPr>
                <w:sz w:val="16"/>
                <w:szCs w:val="16"/>
                <w:lang w:eastAsia="zh-CN"/>
              </w:rPr>
              <w:t>P-18</w:t>
            </w:r>
            <w:r w:rsidR="00DC250F" w:rsidRPr="00630AB6">
              <w:rPr>
                <w:sz w:val="16"/>
                <w:szCs w:val="16"/>
                <w:lang w:eastAsia="zh-CN"/>
              </w:rPr>
              <w:t>2167</w:t>
            </w:r>
          </w:p>
        </w:tc>
        <w:tc>
          <w:tcPr>
            <w:tcW w:w="567" w:type="dxa"/>
            <w:shd w:val="solid" w:color="FFFFFF" w:fill="auto"/>
          </w:tcPr>
          <w:p w14:paraId="2862010A" w14:textId="77777777" w:rsidR="003A5C71" w:rsidRPr="00630AB6" w:rsidRDefault="003A5C71" w:rsidP="003A5C71">
            <w:pPr>
              <w:pStyle w:val="TAL"/>
              <w:rPr>
                <w:sz w:val="16"/>
                <w:szCs w:val="16"/>
              </w:rPr>
            </w:pPr>
            <w:r w:rsidRPr="00630AB6">
              <w:rPr>
                <w:rFonts w:hint="eastAsia"/>
                <w:sz w:val="16"/>
                <w:szCs w:val="16"/>
              </w:rPr>
              <w:t>0003</w:t>
            </w:r>
          </w:p>
        </w:tc>
        <w:tc>
          <w:tcPr>
            <w:tcW w:w="425" w:type="dxa"/>
            <w:shd w:val="solid" w:color="FFFFFF" w:fill="auto"/>
          </w:tcPr>
          <w:p w14:paraId="52CEAB3B" w14:textId="77777777" w:rsidR="003A5C71" w:rsidRPr="00630AB6" w:rsidRDefault="00DC250F" w:rsidP="003A5C71">
            <w:pPr>
              <w:pStyle w:val="TAR"/>
              <w:rPr>
                <w:sz w:val="16"/>
                <w:szCs w:val="16"/>
              </w:rPr>
            </w:pPr>
            <w:r w:rsidRPr="00630AB6">
              <w:rPr>
                <w:sz w:val="16"/>
                <w:szCs w:val="16"/>
              </w:rPr>
              <w:t>4</w:t>
            </w:r>
          </w:p>
        </w:tc>
        <w:tc>
          <w:tcPr>
            <w:tcW w:w="425" w:type="dxa"/>
            <w:shd w:val="solid" w:color="FFFFFF" w:fill="auto"/>
          </w:tcPr>
          <w:p w14:paraId="5D8BE507" w14:textId="77777777" w:rsidR="003A5C71" w:rsidRPr="00630AB6" w:rsidRDefault="003A5C71" w:rsidP="003A5C71">
            <w:pPr>
              <w:pStyle w:val="TAC"/>
              <w:rPr>
                <w:sz w:val="16"/>
                <w:szCs w:val="16"/>
              </w:rPr>
            </w:pPr>
            <w:r w:rsidRPr="00630AB6">
              <w:rPr>
                <w:rFonts w:hint="eastAsia"/>
                <w:sz w:val="16"/>
                <w:szCs w:val="16"/>
              </w:rPr>
              <w:t>F</w:t>
            </w:r>
          </w:p>
        </w:tc>
        <w:tc>
          <w:tcPr>
            <w:tcW w:w="4962" w:type="dxa"/>
            <w:shd w:val="solid" w:color="FFFFFF" w:fill="auto"/>
          </w:tcPr>
          <w:p w14:paraId="5ADE1B47" w14:textId="77777777" w:rsidR="003A5C71" w:rsidRPr="00630AB6" w:rsidRDefault="003A5C71" w:rsidP="003A5C71">
            <w:pPr>
              <w:pStyle w:val="TAL"/>
              <w:rPr>
                <w:sz w:val="16"/>
                <w:szCs w:val="16"/>
                <w:lang w:eastAsia="zh-CN"/>
              </w:rPr>
            </w:pPr>
            <w:r w:rsidRPr="00630AB6">
              <w:rPr>
                <w:sz w:val="16"/>
                <w:szCs w:val="16"/>
                <w:lang w:eastAsia="zh-CN"/>
              </w:rPr>
              <w:t>Corrections to NSSF Data Types</w:t>
            </w:r>
          </w:p>
        </w:tc>
        <w:tc>
          <w:tcPr>
            <w:tcW w:w="708" w:type="dxa"/>
            <w:shd w:val="solid" w:color="FFFFFF" w:fill="auto"/>
          </w:tcPr>
          <w:p w14:paraId="15C9558D" w14:textId="77777777" w:rsidR="003A5C71" w:rsidRPr="00630AB6" w:rsidRDefault="003A5C71" w:rsidP="003A5C71">
            <w:pPr>
              <w:pStyle w:val="TAC"/>
              <w:rPr>
                <w:sz w:val="16"/>
                <w:szCs w:val="16"/>
                <w:lang w:eastAsia="zh-CN"/>
              </w:rPr>
            </w:pPr>
            <w:r w:rsidRPr="00630AB6">
              <w:rPr>
                <w:sz w:val="16"/>
                <w:szCs w:val="16"/>
                <w:lang w:eastAsia="zh-CN"/>
              </w:rPr>
              <w:t>15.1.0</w:t>
            </w:r>
          </w:p>
        </w:tc>
      </w:tr>
      <w:tr w:rsidR="003A5C71" w:rsidRPr="00630AB6" w14:paraId="554648E7" w14:textId="77777777" w:rsidTr="005D55BD">
        <w:tc>
          <w:tcPr>
            <w:tcW w:w="800" w:type="dxa"/>
            <w:shd w:val="solid" w:color="FFFFFF" w:fill="auto"/>
          </w:tcPr>
          <w:p w14:paraId="280E8B0F" w14:textId="77777777" w:rsidR="003A5C71" w:rsidRPr="00630AB6" w:rsidRDefault="00DC250F" w:rsidP="003A5C71">
            <w:pPr>
              <w:pStyle w:val="TAC"/>
              <w:rPr>
                <w:sz w:val="16"/>
                <w:szCs w:val="16"/>
                <w:lang w:eastAsia="zh-CN"/>
              </w:rPr>
            </w:pPr>
            <w:r w:rsidRPr="00630AB6">
              <w:rPr>
                <w:rFonts w:hint="eastAsia"/>
                <w:sz w:val="16"/>
                <w:szCs w:val="16"/>
                <w:lang w:eastAsia="zh-CN"/>
              </w:rPr>
              <w:t>2018-09</w:t>
            </w:r>
          </w:p>
        </w:tc>
        <w:tc>
          <w:tcPr>
            <w:tcW w:w="800" w:type="dxa"/>
            <w:shd w:val="solid" w:color="FFFFFF" w:fill="auto"/>
          </w:tcPr>
          <w:p w14:paraId="50F992E5" w14:textId="77777777" w:rsidR="003A5C71" w:rsidRPr="00630AB6" w:rsidRDefault="003A5C71" w:rsidP="003A5C71">
            <w:pPr>
              <w:pStyle w:val="TAC"/>
              <w:rPr>
                <w:sz w:val="16"/>
                <w:szCs w:val="16"/>
              </w:rPr>
            </w:pPr>
            <w:r w:rsidRPr="00630AB6">
              <w:rPr>
                <w:rFonts w:hint="eastAsia"/>
                <w:sz w:val="16"/>
                <w:szCs w:val="16"/>
              </w:rPr>
              <w:t>CT#</w:t>
            </w:r>
            <w:r w:rsidRPr="00630AB6">
              <w:rPr>
                <w:sz w:val="16"/>
                <w:szCs w:val="16"/>
              </w:rPr>
              <w:t>8</w:t>
            </w:r>
            <w:r w:rsidR="00DC250F" w:rsidRPr="00630AB6">
              <w:rPr>
                <w:sz w:val="16"/>
                <w:szCs w:val="16"/>
              </w:rPr>
              <w:t>1</w:t>
            </w:r>
          </w:p>
        </w:tc>
        <w:tc>
          <w:tcPr>
            <w:tcW w:w="952" w:type="dxa"/>
            <w:shd w:val="solid" w:color="FFFFFF" w:fill="auto"/>
          </w:tcPr>
          <w:p w14:paraId="118529DF" w14:textId="77777777" w:rsidR="003A5C71" w:rsidRPr="00630AB6" w:rsidRDefault="003A5C71" w:rsidP="003A5C71">
            <w:pPr>
              <w:pStyle w:val="TAC"/>
              <w:rPr>
                <w:sz w:val="16"/>
                <w:szCs w:val="16"/>
                <w:lang w:eastAsia="zh-CN"/>
              </w:rPr>
            </w:pPr>
            <w:r w:rsidRPr="00630AB6">
              <w:rPr>
                <w:rFonts w:hint="eastAsia"/>
                <w:sz w:val="16"/>
                <w:szCs w:val="16"/>
                <w:lang w:eastAsia="zh-CN"/>
              </w:rPr>
              <w:t>C</w:t>
            </w:r>
            <w:r w:rsidRPr="00630AB6">
              <w:rPr>
                <w:sz w:val="16"/>
                <w:szCs w:val="16"/>
                <w:lang w:eastAsia="zh-CN"/>
              </w:rPr>
              <w:t>P-</w:t>
            </w:r>
            <w:r w:rsidR="00630AB6" w:rsidRPr="00630AB6">
              <w:rPr>
                <w:sz w:val="16"/>
                <w:szCs w:val="16"/>
                <w:lang w:eastAsia="zh-CN"/>
              </w:rPr>
              <w:t>182063</w:t>
            </w:r>
          </w:p>
        </w:tc>
        <w:tc>
          <w:tcPr>
            <w:tcW w:w="567" w:type="dxa"/>
            <w:shd w:val="solid" w:color="FFFFFF" w:fill="auto"/>
          </w:tcPr>
          <w:p w14:paraId="3CA3F8D9" w14:textId="77777777" w:rsidR="003A5C71" w:rsidRPr="00630AB6" w:rsidRDefault="003A5C71" w:rsidP="003A5C71">
            <w:pPr>
              <w:pStyle w:val="TAL"/>
              <w:rPr>
                <w:sz w:val="16"/>
                <w:szCs w:val="16"/>
              </w:rPr>
            </w:pPr>
            <w:r w:rsidRPr="00630AB6">
              <w:rPr>
                <w:rFonts w:hint="eastAsia"/>
                <w:sz w:val="16"/>
                <w:szCs w:val="16"/>
              </w:rPr>
              <w:t>0004</w:t>
            </w:r>
          </w:p>
        </w:tc>
        <w:tc>
          <w:tcPr>
            <w:tcW w:w="425" w:type="dxa"/>
            <w:shd w:val="solid" w:color="FFFFFF" w:fill="auto"/>
          </w:tcPr>
          <w:p w14:paraId="798E7671" w14:textId="77777777" w:rsidR="003A5C71" w:rsidRPr="00630AB6" w:rsidRDefault="003A5C71" w:rsidP="003A5C71">
            <w:pPr>
              <w:pStyle w:val="TAR"/>
              <w:rPr>
                <w:sz w:val="16"/>
                <w:szCs w:val="16"/>
              </w:rPr>
            </w:pPr>
          </w:p>
        </w:tc>
        <w:tc>
          <w:tcPr>
            <w:tcW w:w="425" w:type="dxa"/>
            <w:shd w:val="solid" w:color="FFFFFF" w:fill="auto"/>
          </w:tcPr>
          <w:p w14:paraId="6962D68B" w14:textId="77777777" w:rsidR="003A5C71" w:rsidRPr="00630AB6" w:rsidRDefault="003A5C71" w:rsidP="003A5C71">
            <w:pPr>
              <w:pStyle w:val="TAC"/>
              <w:rPr>
                <w:sz w:val="16"/>
                <w:szCs w:val="16"/>
              </w:rPr>
            </w:pPr>
            <w:r w:rsidRPr="00630AB6">
              <w:rPr>
                <w:rFonts w:hint="eastAsia"/>
                <w:sz w:val="16"/>
                <w:szCs w:val="16"/>
              </w:rPr>
              <w:t>F</w:t>
            </w:r>
          </w:p>
        </w:tc>
        <w:tc>
          <w:tcPr>
            <w:tcW w:w="4962" w:type="dxa"/>
            <w:shd w:val="solid" w:color="FFFFFF" w:fill="auto"/>
          </w:tcPr>
          <w:p w14:paraId="0FCD7854" w14:textId="77777777" w:rsidR="003A5C71" w:rsidRPr="00630AB6" w:rsidRDefault="003A5C71" w:rsidP="003A5C71">
            <w:pPr>
              <w:pStyle w:val="TAL"/>
              <w:rPr>
                <w:sz w:val="16"/>
                <w:szCs w:val="16"/>
                <w:lang w:eastAsia="zh-CN"/>
              </w:rPr>
            </w:pPr>
            <w:r w:rsidRPr="00630AB6">
              <w:rPr>
                <w:sz w:val="16"/>
                <w:szCs w:val="16"/>
                <w:lang w:eastAsia="zh-CN"/>
              </w:rPr>
              <w:t xml:space="preserve">Corrections to </w:t>
            </w:r>
            <w:proofErr w:type="spellStart"/>
            <w:r w:rsidRPr="00630AB6">
              <w:rPr>
                <w:sz w:val="16"/>
                <w:szCs w:val="16"/>
                <w:lang w:eastAsia="zh-CN"/>
              </w:rPr>
              <w:t>NSSAIAvailability</w:t>
            </w:r>
            <w:proofErr w:type="spellEnd"/>
            <w:r w:rsidRPr="00630AB6">
              <w:rPr>
                <w:sz w:val="16"/>
                <w:szCs w:val="16"/>
                <w:lang w:eastAsia="zh-CN"/>
              </w:rPr>
              <w:t xml:space="preserve"> Service Operations</w:t>
            </w:r>
          </w:p>
        </w:tc>
        <w:tc>
          <w:tcPr>
            <w:tcW w:w="708" w:type="dxa"/>
            <w:shd w:val="solid" w:color="FFFFFF" w:fill="auto"/>
          </w:tcPr>
          <w:p w14:paraId="588DDC39" w14:textId="77777777" w:rsidR="003A5C71" w:rsidRPr="00630AB6" w:rsidRDefault="003A5C71" w:rsidP="003A5C71">
            <w:pPr>
              <w:pStyle w:val="TAC"/>
              <w:rPr>
                <w:sz w:val="16"/>
                <w:szCs w:val="16"/>
                <w:lang w:eastAsia="zh-CN"/>
              </w:rPr>
            </w:pPr>
            <w:r w:rsidRPr="00630AB6">
              <w:rPr>
                <w:sz w:val="16"/>
                <w:szCs w:val="16"/>
                <w:lang w:eastAsia="zh-CN"/>
              </w:rPr>
              <w:t>15.1.0</w:t>
            </w:r>
          </w:p>
        </w:tc>
      </w:tr>
      <w:tr w:rsidR="003A5C71" w:rsidRPr="00630AB6" w14:paraId="52BD1049" w14:textId="77777777" w:rsidTr="005D55BD">
        <w:tc>
          <w:tcPr>
            <w:tcW w:w="800" w:type="dxa"/>
            <w:shd w:val="solid" w:color="FFFFFF" w:fill="auto"/>
          </w:tcPr>
          <w:p w14:paraId="0467A9BA" w14:textId="77777777" w:rsidR="003A5C71" w:rsidRPr="00630AB6" w:rsidRDefault="00DC250F" w:rsidP="003A5C71">
            <w:pPr>
              <w:pStyle w:val="TAC"/>
              <w:rPr>
                <w:sz w:val="16"/>
                <w:szCs w:val="16"/>
                <w:lang w:eastAsia="zh-CN"/>
              </w:rPr>
            </w:pPr>
            <w:r w:rsidRPr="00630AB6">
              <w:rPr>
                <w:rFonts w:hint="eastAsia"/>
                <w:sz w:val="16"/>
                <w:szCs w:val="16"/>
                <w:lang w:eastAsia="zh-CN"/>
              </w:rPr>
              <w:t>2018-09</w:t>
            </w:r>
          </w:p>
        </w:tc>
        <w:tc>
          <w:tcPr>
            <w:tcW w:w="800" w:type="dxa"/>
            <w:shd w:val="solid" w:color="FFFFFF" w:fill="auto"/>
          </w:tcPr>
          <w:p w14:paraId="17E6F5F3" w14:textId="77777777" w:rsidR="003A5C71" w:rsidRPr="00630AB6" w:rsidRDefault="003A5C71" w:rsidP="003A5C71">
            <w:pPr>
              <w:pStyle w:val="TAC"/>
              <w:rPr>
                <w:sz w:val="16"/>
                <w:szCs w:val="16"/>
              </w:rPr>
            </w:pPr>
            <w:r w:rsidRPr="00630AB6">
              <w:rPr>
                <w:rFonts w:hint="eastAsia"/>
                <w:sz w:val="16"/>
                <w:szCs w:val="16"/>
              </w:rPr>
              <w:t>CT#</w:t>
            </w:r>
            <w:r w:rsidRPr="00630AB6">
              <w:rPr>
                <w:sz w:val="16"/>
                <w:szCs w:val="16"/>
              </w:rPr>
              <w:t>8</w:t>
            </w:r>
            <w:r w:rsidR="00DC250F" w:rsidRPr="00630AB6">
              <w:rPr>
                <w:sz w:val="16"/>
                <w:szCs w:val="16"/>
              </w:rPr>
              <w:t>1</w:t>
            </w:r>
          </w:p>
        </w:tc>
        <w:tc>
          <w:tcPr>
            <w:tcW w:w="952" w:type="dxa"/>
            <w:shd w:val="solid" w:color="FFFFFF" w:fill="auto"/>
          </w:tcPr>
          <w:p w14:paraId="127639A8" w14:textId="77777777" w:rsidR="003A5C71" w:rsidRPr="00630AB6" w:rsidRDefault="003A5C71" w:rsidP="003A5C71">
            <w:pPr>
              <w:pStyle w:val="TAC"/>
              <w:rPr>
                <w:sz w:val="16"/>
                <w:szCs w:val="16"/>
                <w:lang w:eastAsia="zh-CN"/>
              </w:rPr>
            </w:pPr>
            <w:r w:rsidRPr="00630AB6">
              <w:rPr>
                <w:rFonts w:hint="eastAsia"/>
                <w:sz w:val="16"/>
                <w:szCs w:val="16"/>
                <w:lang w:eastAsia="zh-CN"/>
              </w:rPr>
              <w:t>C</w:t>
            </w:r>
            <w:r w:rsidRPr="00630AB6">
              <w:rPr>
                <w:sz w:val="16"/>
                <w:szCs w:val="16"/>
                <w:lang w:eastAsia="zh-CN"/>
              </w:rPr>
              <w:t>P-18</w:t>
            </w:r>
            <w:r w:rsidR="00630AB6" w:rsidRPr="00630AB6">
              <w:rPr>
                <w:sz w:val="16"/>
                <w:szCs w:val="16"/>
                <w:lang w:eastAsia="zh-CN"/>
              </w:rPr>
              <w:t>2063</w:t>
            </w:r>
          </w:p>
        </w:tc>
        <w:tc>
          <w:tcPr>
            <w:tcW w:w="567" w:type="dxa"/>
            <w:shd w:val="solid" w:color="FFFFFF" w:fill="auto"/>
          </w:tcPr>
          <w:p w14:paraId="5C8E955B" w14:textId="77777777" w:rsidR="003A5C71" w:rsidRPr="00630AB6" w:rsidRDefault="003A5C71" w:rsidP="003A5C71">
            <w:pPr>
              <w:pStyle w:val="TAL"/>
              <w:rPr>
                <w:sz w:val="16"/>
                <w:szCs w:val="16"/>
              </w:rPr>
            </w:pPr>
            <w:r w:rsidRPr="00630AB6">
              <w:rPr>
                <w:rFonts w:hint="eastAsia"/>
                <w:sz w:val="16"/>
                <w:szCs w:val="16"/>
              </w:rPr>
              <w:t>0005</w:t>
            </w:r>
          </w:p>
        </w:tc>
        <w:tc>
          <w:tcPr>
            <w:tcW w:w="425" w:type="dxa"/>
            <w:shd w:val="solid" w:color="FFFFFF" w:fill="auto"/>
          </w:tcPr>
          <w:p w14:paraId="6504AE28" w14:textId="77777777" w:rsidR="003A5C71" w:rsidRPr="00630AB6" w:rsidRDefault="003A5C71" w:rsidP="003A5C71">
            <w:pPr>
              <w:pStyle w:val="TAR"/>
              <w:rPr>
                <w:sz w:val="16"/>
                <w:szCs w:val="16"/>
              </w:rPr>
            </w:pPr>
            <w:r w:rsidRPr="00630AB6">
              <w:rPr>
                <w:rFonts w:hint="eastAsia"/>
                <w:sz w:val="16"/>
                <w:szCs w:val="16"/>
              </w:rPr>
              <w:t>1</w:t>
            </w:r>
          </w:p>
        </w:tc>
        <w:tc>
          <w:tcPr>
            <w:tcW w:w="425" w:type="dxa"/>
            <w:shd w:val="solid" w:color="FFFFFF" w:fill="auto"/>
          </w:tcPr>
          <w:p w14:paraId="7F9A1629" w14:textId="77777777" w:rsidR="003A5C71" w:rsidRPr="00630AB6" w:rsidRDefault="003A5C71" w:rsidP="003A5C71">
            <w:pPr>
              <w:pStyle w:val="TAC"/>
              <w:rPr>
                <w:sz w:val="16"/>
                <w:szCs w:val="16"/>
              </w:rPr>
            </w:pPr>
            <w:r w:rsidRPr="00630AB6">
              <w:rPr>
                <w:rFonts w:hint="eastAsia"/>
                <w:sz w:val="16"/>
                <w:szCs w:val="16"/>
              </w:rPr>
              <w:t>F</w:t>
            </w:r>
          </w:p>
        </w:tc>
        <w:tc>
          <w:tcPr>
            <w:tcW w:w="4962" w:type="dxa"/>
            <w:shd w:val="solid" w:color="FFFFFF" w:fill="auto"/>
          </w:tcPr>
          <w:p w14:paraId="555116BC" w14:textId="77777777" w:rsidR="003A5C71" w:rsidRPr="00630AB6" w:rsidRDefault="003A5C71" w:rsidP="003A5C71">
            <w:pPr>
              <w:pStyle w:val="TAL"/>
              <w:rPr>
                <w:sz w:val="16"/>
                <w:szCs w:val="16"/>
                <w:lang w:eastAsia="zh-CN"/>
              </w:rPr>
            </w:pPr>
            <w:r w:rsidRPr="00630AB6">
              <w:rPr>
                <w:sz w:val="16"/>
                <w:szCs w:val="16"/>
                <w:lang w:eastAsia="zh-CN"/>
              </w:rPr>
              <w:t>Configured NSSAI for HPLMN - Alignment with Stage 2</w:t>
            </w:r>
          </w:p>
        </w:tc>
        <w:tc>
          <w:tcPr>
            <w:tcW w:w="708" w:type="dxa"/>
            <w:shd w:val="solid" w:color="FFFFFF" w:fill="auto"/>
          </w:tcPr>
          <w:p w14:paraId="22E1FD3F" w14:textId="77777777" w:rsidR="003A5C71" w:rsidRPr="00630AB6" w:rsidRDefault="003A5C71" w:rsidP="003A5C71">
            <w:pPr>
              <w:pStyle w:val="TAC"/>
              <w:rPr>
                <w:sz w:val="16"/>
                <w:szCs w:val="16"/>
                <w:lang w:eastAsia="zh-CN"/>
              </w:rPr>
            </w:pPr>
            <w:r w:rsidRPr="00630AB6">
              <w:rPr>
                <w:sz w:val="16"/>
                <w:szCs w:val="16"/>
                <w:lang w:eastAsia="zh-CN"/>
              </w:rPr>
              <w:t>15.1.0</w:t>
            </w:r>
          </w:p>
        </w:tc>
      </w:tr>
      <w:tr w:rsidR="003A5C71" w:rsidRPr="00630AB6" w14:paraId="60FE7C88" w14:textId="77777777" w:rsidTr="005D55BD">
        <w:tc>
          <w:tcPr>
            <w:tcW w:w="800" w:type="dxa"/>
            <w:shd w:val="solid" w:color="FFFFFF" w:fill="auto"/>
          </w:tcPr>
          <w:p w14:paraId="3A26956A" w14:textId="77777777" w:rsidR="003A5C71" w:rsidRPr="00630AB6" w:rsidRDefault="003A5C71" w:rsidP="003A5C71">
            <w:pPr>
              <w:pStyle w:val="TAC"/>
              <w:rPr>
                <w:sz w:val="16"/>
                <w:szCs w:val="16"/>
                <w:lang w:eastAsia="zh-CN"/>
              </w:rPr>
            </w:pPr>
            <w:r w:rsidRPr="00630AB6">
              <w:rPr>
                <w:rFonts w:hint="eastAsia"/>
                <w:sz w:val="16"/>
                <w:szCs w:val="16"/>
                <w:lang w:eastAsia="zh-CN"/>
              </w:rPr>
              <w:t>2018-0</w:t>
            </w:r>
            <w:r w:rsidR="00DC250F" w:rsidRPr="00630AB6">
              <w:rPr>
                <w:rFonts w:hint="eastAsia"/>
                <w:sz w:val="16"/>
                <w:szCs w:val="16"/>
                <w:lang w:eastAsia="zh-CN"/>
              </w:rPr>
              <w:t>9</w:t>
            </w:r>
          </w:p>
        </w:tc>
        <w:tc>
          <w:tcPr>
            <w:tcW w:w="800" w:type="dxa"/>
            <w:shd w:val="solid" w:color="FFFFFF" w:fill="auto"/>
          </w:tcPr>
          <w:p w14:paraId="753ED5A0" w14:textId="77777777" w:rsidR="003A5C71" w:rsidRPr="00630AB6" w:rsidRDefault="003A5C71" w:rsidP="003A5C71">
            <w:pPr>
              <w:pStyle w:val="TAC"/>
              <w:rPr>
                <w:sz w:val="16"/>
                <w:szCs w:val="16"/>
              </w:rPr>
            </w:pPr>
            <w:r w:rsidRPr="00630AB6">
              <w:rPr>
                <w:rFonts w:hint="eastAsia"/>
                <w:sz w:val="16"/>
                <w:szCs w:val="16"/>
              </w:rPr>
              <w:t>CT#</w:t>
            </w:r>
            <w:r w:rsidRPr="00630AB6">
              <w:rPr>
                <w:sz w:val="16"/>
                <w:szCs w:val="16"/>
              </w:rPr>
              <w:t>8</w:t>
            </w:r>
            <w:r w:rsidR="00DC250F" w:rsidRPr="00630AB6">
              <w:rPr>
                <w:sz w:val="16"/>
                <w:szCs w:val="16"/>
              </w:rPr>
              <w:t>1</w:t>
            </w:r>
          </w:p>
        </w:tc>
        <w:tc>
          <w:tcPr>
            <w:tcW w:w="952" w:type="dxa"/>
            <w:shd w:val="solid" w:color="FFFFFF" w:fill="auto"/>
          </w:tcPr>
          <w:p w14:paraId="06965E54" w14:textId="77777777" w:rsidR="003A5C71" w:rsidRPr="00630AB6" w:rsidRDefault="003A5C71" w:rsidP="003A5C71">
            <w:pPr>
              <w:pStyle w:val="TAC"/>
              <w:rPr>
                <w:sz w:val="16"/>
                <w:szCs w:val="16"/>
                <w:lang w:eastAsia="zh-CN"/>
              </w:rPr>
            </w:pPr>
            <w:r w:rsidRPr="00630AB6">
              <w:rPr>
                <w:rFonts w:hint="eastAsia"/>
                <w:sz w:val="16"/>
                <w:szCs w:val="16"/>
                <w:lang w:eastAsia="zh-CN"/>
              </w:rPr>
              <w:t>C</w:t>
            </w:r>
            <w:r w:rsidRPr="00630AB6">
              <w:rPr>
                <w:sz w:val="16"/>
                <w:szCs w:val="16"/>
                <w:lang w:eastAsia="zh-CN"/>
              </w:rPr>
              <w:t>P-18</w:t>
            </w:r>
            <w:r w:rsidR="00630AB6" w:rsidRPr="00630AB6">
              <w:rPr>
                <w:sz w:val="16"/>
                <w:szCs w:val="16"/>
                <w:lang w:eastAsia="zh-CN"/>
              </w:rPr>
              <w:t>2063</w:t>
            </w:r>
          </w:p>
        </w:tc>
        <w:tc>
          <w:tcPr>
            <w:tcW w:w="567" w:type="dxa"/>
            <w:shd w:val="solid" w:color="FFFFFF" w:fill="auto"/>
          </w:tcPr>
          <w:p w14:paraId="51AD7217" w14:textId="77777777" w:rsidR="003A5C71" w:rsidRPr="00630AB6" w:rsidRDefault="003A5C71" w:rsidP="003A5C71">
            <w:pPr>
              <w:pStyle w:val="TAL"/>
              <w:rPr>
                <w:sz w:val="16"/>
                <w:szCs w:val="16"/>
              </w:rPr>
            </w:pPr>
            <w:r w:rsidRPr="00630AB6">
              <w:rPr>
                <w:rFonts w:hint="eastAsia"/>
                <w:sz w:val="16"/>
                <w:szCs w:val="16"/>
              </w:rPr>
              <w:t>0006</w:t>
            </w:r>
          </w:p>
        </w:tc>
        <w:tc>
          <w:tcPr>
            <w:tcW w:w="425" w:type="dxa"/>
            <w:shd w:val="solid" w:color="FFFFFF" w:fill="auto"/>
          </w:tcPr>
          <w:p w14:paraId="05FEB154" w14:textId="77777777" w:rsidR="003A5C71" w:rsidRPr="00630AB6" w:rsidRDefault="003A5C71" w:rsidP="003A5C71">
            <w:pPr>
              <w:pStyle w:val="TAR"/>
              <w:rPr>
                <w:sz w:val="16"/>
                <w:szCs w:val="16"/>
              </w:rPr>
            </w:pPr>
          </w:p>
        </w:tc>
        <w:tc>
          <w:tcPr>
            <w:tcW w:w="425" w:type="dxa"/>
            <w:shd w:val="solid" w:color="FFFFFF" w:fill="auto"/>
          </w:tcPr>
          <w:p w14:paraId="16E5963F" w14:textId="77777777" w:rsidR="003A5C71" w:rsidRPr="00630AB6" w:rsidRDefault="003A5C71" w:rsidP="003A5C71">
            <w:pPr>
              <w:pStyle w:val="TAC"/>
              <w:rPr>
                <w:sz w:val="16"/>
                <w:szCs w:val="16"/>
              </w:rPr>
            </w:pPr>
            <w:r w:rsidRPr="00630AB6">
              <w:rPr>
                <w:rFonts w:hint="eastAsia"/>
                <w:sz w:val="16"/>
                <w:szCs w:val="16"/>
              </w:rPr>
              <w:t>F</w:t>
            </w:r>
          </w:p>
        </w:tc>
        <w:tc>
          <w:tcPr>
            <w:tcW w:w="4962" w:type="dxa"/>
            <w:shd w:val="solid" w:color="FFFFFF" w:fill="auto"/>
          </w:tcPr>
          <w:p w14:paraId="00C1A13E" w14:textId="77777777" w:rsidR="003A5C71" w:rsidRPr="00630AB6" w:rsidRDefault="003A5C71" w:rsidP="003A5C71">
            <w:pPr>
              <w:pStyle w:val="TAL"/>
              <w:rPr>
                <w:sz w:val="16"/>
                <w:szCs w:val="16"/>
                <w:lang w:eastAsia="zh-CN"/>
              </w:rPr>
            </w:pPr>
            <w:r w:rsidRPr="00630AB6">
              <w:rPr>
                <w:sz w:val="16"/>
                <w:szCs w:val="16"/>
                <w:lang w:eastAsia="zh-CN"/>
              </w:rPr>
              <w:t xml:space="preserve">Correction to NRF Id in </w:t>
            </w:r>
            <w:proofErr w:type="spellStart"/>
            <w:r w:rsidRPr="00630AB6">
              <w:rPr>
                <w:sz w:val="16"/>
                <w:szCs w:val="16"/>
                <w:lang w:eastAsia="zh-CN"/>
              </w:rPr>
              <w:t>NSIInformation</w:t>
            </w:r>
            <w:proofErr w:type="spellEnd"/>
          </w:p>
        </w:tc>
        <w:tc>
          <w:tcPr>
            <w:tcW w:w="708" w:type="dxa"/>
            <w:shd w:val="solid" w:color="FFFFFF" w:fill="auto"/>
          </w:tcPr>
          <w:p w14:paraId="1F537D66" w14:textId="77777777" w:rsidR="003A5C71" w:rsidRPr="00630AB6" w:rsidRDefault="003A5C71" w:rsidP="003A5C71">
            <w:pPr>
              <w:pStyle w:val="TAC"/>
              <w:rPr>
                <w:sz w:val="16"/>
                <w:szCs w:val="16"/>
                <w:lang w:eastAsia="zh-CN"/>
              </w:rPr>
            </w:pPr>
            <w:r w:rsidRPr="00630AB6">
              <w:rPr>
                <w:sz w:val="16"/>
                <w:szCs w:val="16"/>
                <w:lang w:eastAsia="zh-CN"/>
              </w:rPr>
              <w:t>15.1.0</w:t>
            </w:r>
          </w:p>
        </w:tc>
      </w:tr>
      <w:tr w:rsidR="003A5C71" w:rsidRPr="00630AB6" w14:paraId="2BAEC15F" w14:textId="77777777" w:rsidTr="005D55BD">
        <w:tc>
          <w:tcPr>
            <w:tcW w:w="800" w:type="dxa"/>
            <w:shd w:val="solid" w:color="FFFFFF" w:fill="auto"/>
          </w:tcPr>
          <w:p w14:paraId="1DFC67E1" w14:textId="77777777" w:rsidR="003A5C71" w:rsidRPr="00630AB6" w:rsidRDefault="00DC250F" w:rsidP="003A5C71">
            <w:pPr>
              <w:pStyle w:val="TAC"/>
              <w:rPr>
                <w:sz w:val="16"/>
                <w:szCs w:val="16"/>
                <w:lang w:eastAsia="zh-CN"/>
              </w:rPr>
            </w:pPr>
            <w:r w:rsidRPr="00630AB6">
              <w:rPr>
                <w:rFonts w:hint="eastAsia"/>
                <w:sz w:val="16"/>
                <w:szCs w:val="16"/>
                <w:lang w:eastAsia="zh-CN"/>
              </w:rPr>
              <w:t>2018-09</w:t>
            </w:r>
          </w:p>
        </w:tc>
        <w:tc>
          <w:tcPr>
            <w:tcW w:w="800" w:type="dxa"/>
            <w:shd w:val="solid" w:color="FFFFFF" w:fill="auto"/>
          </w:tcPr>
          <w:p w14:paraId="7729E546" w14:textId="77777777" w:rsidR="003A5C71" w:rsidRPr="00630AB6" w:rsidRDefault="003A5C71" w:rsidP="003A5C71">
            <w:pPr>
              <w:pStyle w:val="TAC"/>
              <w:rPr>
                <w:sz w:val="16"/>
                <w:szCs w:val="16"/>
              </w:rPr>
            </w:pPr>
            <w:r w:rsidRPr="00630AB6">
              <w:rPr>
                <w:rFonts w:hint="eastAsia"/>
                <w:sz w:val="16"/>
                <w:szCs w:val="16"/>
              </w:rPr>
              <w:t>CT#</w:t>
            </w:r>
            <w:r w:rsidRPr="00630AB6">
              <w:rPr>
                <w:sz w:val="16"/>
                <w:szCs w:val="16"/>
              </w:rPr>
              <w:t>8</w:t>
            </w:r>
            <w:r w:rsidR="00DC250F" w:rsidRPr="00630AB6">
              <w:rPr>
                <w:sz w:val="16"/>
                <w:szCs w:val="16"/>
              </w:rPr>
              <w:t>1</w:t>
            </w:r>
          </w:p>
        </w:tc>
        <w:tc>
          <w:tcPr>
            <w:tcW w:w="952" w:type="dxa"/>
            <w:shd w:val="solid" w:color="FFFFFF" w:fill="auto"/>
          </w:tcPr>
          <w:p w14:paraId="1D4D93A9" w14:textId="77777777" w:rsidR="003A5C71" w:rsidRPr="00630AB6" w:rsidRDefault="003A5C71" w:rsidP="003A5C71">
            <w:pPr>
              <w:pStyle w:val="TAC"/>
              <w:rPr>
                <w:sz w:val="16"/>
                <w:szCs w:val="16"/>
                <w:lang w:eastAsia="zh-CN"/>
              </w:rPr>
            </w:pPr>
            <w:r w:rsidRPr="00630AB6">
              <w:rPr>
                <w:rFonts w:hint="eastAsia"/>
                <w:sz w:val="16"/>
                <w:szCs w:val="16"/>
                <w:lang w:eastAsia="zh-CN"/>
              </w:rPr>
              <w:t>C</w:t>
            </w:r>
            <w:r w:rsidRPr="00630AB6">
              <w:rPr>
                <w:sz w:val="16"/>
                <w:szCs w:val="16"/>
                <w:lang w:eastAsia="zh-CN"/>
              </w:rPr>
              <w:t>P-18</w:t>
            </w:r>
            <w:r w:rsidR="00630AB6" w:rsidRPr="00630AB6">
              <w:rPr>
                <w:sz w:val="16"/>
                <w:szCs w:val="16"/>
                <w:lang w:eastAsia="zh-CN"/>
              </w:rPr>
              <w:t>2063</w:t>
            </w:r>
          </w:p>
        </w:tc>
        <w:tc>
          <w:tcPr>
            <w:tcW w:w="567" w:type="dxa"/>
            <w:shd w:val="solid" w:color="FFFFFF" w:fill="auto"/>
          </w:tcPr>
          <w:p w14:paraId="44267D28" w14:textId="77777777" w:rsidR="003A5C71" w:rsidRPr="00630AB6" w:rsidRDefault="003A5C71" w:rsidP="003A5C71">
            <w:pPr>
              <w:pStyle w:val="TAL"/>
              <w:rPr>
                <w:sz w:val="16"/>
                <w:szCs w:val="16"/>
              </w:rPr>
            </w:pPr>
            <w:r w:rsidRPr="00630AB6">
              <w:rPr>
                <w:rFonts w:hint="eastAsia"/>
                <w:sz w:val="16"/>
                <w:szCs w:val="16"/>
              </w:rPr>
              <w:t>0007</w:t>
            </w:r>
          </w:p>
        </w:tc>
        <w:tc>
          <w:tcPr>
            <w:tcW w:w="425" w:type="dxa"/>
            <w:shd w:val="solid" w:color="FFFFFF" w:fill="auto"/>
          </w:tcPr>
          <w:p w14:paraId="139C3B4E" w14:textId="77777777" w:rsidR="003A5C71" w:rsidRPr="00630AB6" w:rsidRDefault="003A5C71" w:rsidP="003A5C71">
            <w:pPr>
              <w:pStyle w:val="TAR"/>
              <w:rPr>
                <w:sz w:val="16"/>
                <w:szCs w:val="16"/>
              </w:rPr>
            </w:pPr>
          </w:p>
        </w:tc>
        <w:tc>
          <w:tcPr>
            <w:tcW w:w="425" w:type="dxa"/>
            <w:shd w:val="solid" w:color="FFFFFF" w:fill="auto"/>
          </w:tcPr>
          <w:p w14:paraId="6B9BD5A8" w14:textId="77777777" w:rsidR="003A5C71" w:rsidRPr="00630AB6" w:rsidRDefault="003A5C71" w:rsidP="003A5C71">
            <w:pPr>
              <w:pStyle w:val="TAC"/>
              <w:rPr>
                <w:sz w:val="16"/>
                <w:szCs w:val="16"/>
              </w:rPr>
            </w:pPr>
            <w:r w:rsidRPr="00630AB6">
              <w:rPr>
                <w:rFonts w:hint="eastAsia"/>
                <w:sz w:val="16"/>
                <w:szCs w:val="16"/>
              </w:rPr>
              <w:t>F</w:t>
            </w:r>
          </w:p>
        </w:tc>
        <w:tc>
          <w:tcPr>
            <w:tcW w:w="4962" w:type="dxa"/>
            <w:shd w:val="solid" w:color="FFFFFF" w:fill="auto"/>
          </w:tcPr>
          <w:p w14:paraId="54608252" w14:textId="77777777" w:rsidR="003A5C71" w:rsidRPr="00630AB6" w:rsidRDefault="003A5C71" w:rsidP="003A5C71">
            <w:pPr>
              <w:pStyle w:val="TAL"/>
              <w:rPr>
                <w:sz w:val="16"/>
                <w:szCs w:val="16"/>
                <w:lang w:eastAsia="zh-CN"/>
              </w:rPr>
            </w:pPr>
            <w:r w:rsidRPr="00630AB6">
              <w:rPr>
                <w:sz w:val="16"/>
                <w:szCs w:val="16"/>
                <w:lang w:eastAsia="zh-CN"/>
              </w:rPr>
              <w:t>Description of Structured data types</w:t>
            </w:r>
          </w:p>
        </w:tc>
        <w:tc>
          <w:tcPr>
            <w:tcW w:w="708" w:type="dxa"/>
            <w:shd w:val="solid" w:color="FFFFFF" w:fill="auto"/>
          </w:tcPr>
          <w:p w14:paraId="15745A09" w14:textId="77777777" w:rsidR="003A5C71" w:rsidRPr="00630AB6" w:rsidRDefault="003A5C71" w:rsidP="003A5C71">
            <w:pPr>
              <w:pStyle w:val="TAC"/>
              <w:rPr>
                <w:sz w:val="16"/>
                <w:szCs w:val="16"/>
                <w:lang w:eastAsia="zh-CN"/>
              </w:rPr>
            </w:pPr>
            <w:r w:rsidRPr="00630AB6">
              <w:rPr>
                <w:sz w:val="16"/>
                <w:szCs w:val="16"/>
                <w:lang w:eastAsia="zh-CN"/>
              </w:rPr>
              <w:t>15.1.0</w:t>
            </w:r>
          </w:p>
        </w:tc>
      </w:tr>
      <w:tr w:rsidR="003A5C71" w:rsidRPr="00630AB6" w14:paraId="7334D493" w14:textId="77777777" w:rsidTr="005D55BD">
        <w:tc>
          <w:tcPr>
            <w:tcW w:w="800" w:type="dxa"/>
            <w:shd w:val="solid" w:color="FFFFFF" w:fill="auto"/>
          </w:tcPr>
          <w:p w14:paraId="6A3D1288" w14:textId="77777777" w:rsidR="003A5C71" w:rsidRPr="00630AB6" w:rsidRDefault="00DC250F" w:rsidP="003A5C71">
            <w:pPr>
              <w:pStyle w:val="TAC"/>
              <w:rPr>
                <w:sz w:val="16"/>
                <w:szCs w:val="16"/>
                <w:lang w:eastAsia="zh-CN"/>
              </w:rPr>
            </w:pPr>
            <w:r w:rsidRPr="00630AB6">
              <w:rPr>
                <w:rFonts w:hint="eastAsia"/>
                <w:sz w:val="16"/>
                <w:szCs w:val="16"/>
                <w:lang w:eastAsia="zh-CN"/>
              </w:rPr>
              <w:t>2018-09</w:t>
            </w:r>
          </w:p>
        </w:tc>
        <w:tc>
          <w:tcPr>
            <w:tcW w:w="800" w:type="dxa"/>
            <w:shd w:val="solid" w:color="FFFFFF" w:fill="auto"/>
          </w:tcPr>
          <w:p w14:paraId="43FCCE03" w14:textId="77777777" w:rsidR="003A5C71" w:rsidRPr="00630AB6" w:rsidRDefault="003A5C71" w:rsidP="003A5C71">
            <w:pPr>
              <w:pStyle w:val="TAC"/>
              <w:rPr>
                <w:sz w:val="16"/>
                <w:szCs w:val="16"/>
              </w:rPr>
            </w:pPr>
            <w:r w:rsidRPr="00630AB6">
              <w:rPr>
                <w:rFonts w:hint="eastAsia"/>
                <w:sz w:val="16"/>
                <w:szCs w:val="16"/>
              </w:rPr>
              <w:t>CT#</w:t>
            </w:r>
            <w:r w:rsidRPr="00630AB6">
              <w:rPr>
                <w:sz w:val="16"/>
                <w:szCs w:val="16"/>
              </w:rPr>
              <w:t>8</w:t>
            </w:r>
            <w:r w:rsidR="00DC250F" w:rsidRPr="00630AB6">
              <w:rPr>
                <w:sz w:val="16"/>
                <w:szCs w:val="16"/>
              </w:rPr>
              <w:t>1</w:t>
            </w:r>
          </w:p>
        </w:tc>
        <w:tc>
          <w:tcPr>
            <w:tcW w:w="952" w:type="dxa"/>
            <w:shd w:val="solid" w:color="FFFFFF" w:fill="auto"/>
          </w:tcPr>
          <w:p w14:paraId="5478246D" w14:textId="77777777" w:rsidR="003A5C71" w:rsidRPr="00630AB6" w:rsidRDefault="003A5C71" w:rsidP="003A5C71">
            <w:pPr>
              <w:pStyle w:val="TAC"/>
              <w:rPr>
                <w:sz w:val="16"/>
                <w:szCs w:val="16"/>
                <w:lang w:eastAsia="zh-CN"/>
              </w:rPr>
            </w:pPr>
            <w:r w:rsidRPr="00630AB6">
              <w:rPr>
                <w:rFonts w:hint="eastAsia"/>
                <w:sz w:val="16"/>
                <w:szCs w:val="16"/>
                <w:lang w:eastAsia="zh-CN"/>
              </w:rPr>
              <w:t>C</w:t>
            </w:r>
            <w:r w:rsidRPr="00630AB6">
              <w:rPr>
                <w:sz w:val="16"/>
                <w:szCs w:val="16"/>
                <w:lang w:eastAsia="zh-CN"/>
              </w:rPr>
              <w:t>P-18</w:t>
            </w:r>
            <w:r w:rsidR="00630AB6" w:rsidRPr="00630AB6">
              <w:rPr>
                <w:sz w:val="16"/>
                <w:szCs w:val="16"/>
                <w:lang w:eastAsia="zh-CN"/>
              </w:rPr>
              <w:t>2063</w:t>
            </w:r>
          </w:p>
        </w:tc>
        <w:tc>
          <w:tcPr>
            <w:tcW w:w="567" w:type="dxa"/>
            <w:shd w:val="solid" w:color="FFFFFF" w:fill="auto"/>
          </w:tcPr>
          <w:p w14:paraId="201A538C" w14:textId="77777777" w:rsidR="003A5C71" w:rsidRPr="00630AB6" w:rsidRDefault="003A5C71" w:rsidP="003A5C71">
            <w:pPr>
              <w:pStyle w:val="TAL"/>
              <w:rPr>
                <w:sz w:val="16"/>
                <w:szCs w:val="16"/>
              </w:rPr>
            </w:pPr>
            <w:r w:rsidRPr="00630AB6">
              <w:rPr>
                <w:rFonts w:hint="eastAsia"/>
                <w:sz w:val="16"/>
                <w:szCs w:val="16"/>
              </w:rPr>
              <w:t>0008</w:t>
            </w:r>
          </w:p>
        </w:tc>
        <w:tc>
          <w:tcPr>
            <w:tcW w:w="425" w:type="dxa"/>
            <w:shd w:val="solid" w:color="FFFFFF" w:fill="auto"/>
          </w:tcPr>
          <w:p w14:paraId="2D03F58E" w14:textId="77777777" w:rsidR="003A5C71" w:rsidRPr="00630AB6" w:rsidRDefault="003A5C71" w:rsidP="003A5C71">
            <w:pPr>
              <w:pStyle w:val="TAR"/>
              <w:rPr>
                <w:sz w:val="16"/>
                <w:szCs w:val="16"/>
              </w:rPr>
            </w:pPr>
          </w:p>
        </w:tc>
        <w:tc>
          <w:tcPr>
            <w:tcW w:w="425" w:type="dxa"/>
            <w:shd w:val="solid" w:color="FFFFFF" w:fill="auto"/>
          </w:tcPr>
          <w:p w14:paraId="0BF01E4F" w14:textId="77777777" w:rsidR="003A5C71" w:rsidRPr="00630AB6" w:rsidRDefault="003A5C71" w:rsidP="003A5C71">
            <w:pPr>
              <w:pStyle w:val="TAC"/>
              <w:rPr>
                <w:sz w:val="16"/>
                <w:szCs w:val="16"/>
              </w:rPr>
            </w:pPr>
            <w:r w:rsidRPr="00630AB6">
              <w:rPr>
                <w:rFonts w:hint="eastAsia"/>
                <w:sz w:val="16"/>
                <w:szCs w:val="16"/>
              </w:rPr>
              <w:t>F</w:t>
            </w:r>
          </w:p>
        </w:tc>
        <w:tc>
          <w:tcPr>
            <w:tcW w:w="4962" w:type="dxa"/>
            <w:shd w:val="solid" w:color="FFFFFF" w:fill="auto"/>
          </w:tcPr>
          <w:p w14:paraId="15C76863" w14:textId="77777777" w:rsidR="003A5C71" w:rsidRPr="00630AB6" w:rsidRDefault="003A5C71" w:rsidP="003A5C71">
            <w:pPr>
              <w:pStyle w:val="TAL"/>
              <w:rPr>
                <w:sz w:val="16"/>
                <w:szCs w:val="16"/>
                <w:lang w:eastAsia="zh-CN"/>
              </w:rPr>
            </w:pPr>
            <w:r w:rsidRPr="00630AB6">
              <w:rPr>
                <w:sz w:val="16"/>
                <w:szCs w:val="16"/>
                <w:lang w:eastAsia="zh-CN"/>
              </w:rPr>
              <w:t>API version number update</w:t>
            </w:r>
          </w:p>
        </w:tc>
        <w:tc>
          <w:tcPr>
            <w:tcW w:w="708" w:type="dxa"/>
            <w:shd w:val="solid" w:color="FFFFFF" w:fill="auto"/>
          </w:tcPr>
          <w:p w14:paraId="1DFC4D79" w14:textId="77777777" w:rsidR="003A5C71" w:rsidRPr="00630AB6" w:rsidRDefault="003A5C71" w:rsidP="003A5C71">
            <w:pPr>
              <w:pStyle w:val="TAC"/>
              <w:rPr>
                <w:sz w:val="16"/>
                <w:szCs w:val="16"/>
                <w:lang w:eastAsia="zh-CN"/>
              </w:rPr>
            </w:pPr>
            <w:r w:rsidRPr="00630AB6">
              <w:rPr>
                <w:sz w:val="16"/>
                <w:szCs w:val="16"/>
                <w:lang w:eastAsia="zh-CN"/>
              </w:rPr>
              <w:t>15.1.0</w:t>
            </w:r>
          </w:p>
        </w:tc>
      </w:tr>
      <w:tr w:rsidR="007D7EF9" w:rsidRPr="00630AB6" w14:paraId="1D2ED19F" w14:textId="77777777" w:rsidTr="005D55BD">
        <w:tc>
          <w:tcPr>
            <w:tcW w:w="800" w:type="dxa"/>
            <w:shd w:val="solid" w:color="FFFFFF" w:fill="auto"/>
          </w:tcPr>
          <w:p w14:paraId="4CCBFF64" w14:textId="77777777" w:rsidR="007D7EF9" w:rsidRPr="00630AB6" w:rsidRDefault="007D7EF9" w:rsidP="003A5C71">
            <w:pPr>
              <w:pStyle w:val="TAC"/>
              <w:rPr>
                <w:sz w:val="16"/>
                <w:szCs w:val="16"/>
                <w:lang w:eastAsia="zh-CN"/>
              </w:rPr>
            </w:pPr>
            <w:r>
              <w:rPr>
                <w:rFonts w:hint="eastAsia"/>
                <w:sz w:val="16"/>
                <w:szCs w:val="16"/>
                <w:lang w:eastAsia="zh-CN"/>
              </w:rPr>
              <w:t>2018-12</w:t>
            </w:r>
          </w:p>
        </w:tc>
        <w:tc>
          <w:tcPr>
            <w:tcW w:w="800" w:type="dxa"/>
            <w:shd w:val="solid" w:color="FFFFFF" w:fill="auto"/>
          </w:tcPr>
          <w:p w14:paraId="4911800F" w14:textId="77777777" w:rsidR="007D7EF9" w:rsidRPr="00630AB6" w:rsidRDefault="007D7EF9" w:rsidP="003A5C71">
            <w:pPr>
              <w:pStyle w:val="TAC"/>
              <w:rPr>
                <w:sz w:val="16"/>
                <w:szCs w:val="16"/>
              </w:rPr>
            </w:pPr>
            <w:r>
              <w:rPr>
                <w:rFonts w:hint="eastAsia"/>
                <w:sz w:val="16"/>
                <w:szCs w:val="16"/>
              </w:rPr>
              <w:t>CT#82</w:t>
            </w:r>
          </w:p>
        </w:tc>
        <w:tc>
          <w:tcPr>
            <w:tcW w:w="952" w:type="dxa"/>
            <w:shd w:val="solid" w:color="FFFFFF" w:fill="auto"/>
          </w:tcPr>
          <w:p w14:paraId="3F6AAC65" w14:textId="77777777" w:rsidR="007D7EF9" w:rsidRPr="00630AB6" w:rsidRDefault="007D7EF9" w:rsidP="003A5C71">
            <w:pPr>
              <w:pStyle w:val="TAC"/>
              <w:rPr>
                <w:sz w:val="16"/>
                <w:szCs w:val="16"/>
                <w:lang w:eastAsia="zh-CN"/>
              </w:rPr>
            </w:pPr>
            <w:r>
              <w:rPr>
                <w:rFonts w:hint="eastAsia"/>
                <w:sz w:val="16"/>
                <w:szCs w:val="16"/>
                <w:lang w:eastAsia="zh-CN"/>
              </w:rPr>
              <w:t>CP-18</w:t>
            </w:r>
            <w:r w:rsidR="00113A45">
              <w:rPr>
                <w:sz w:val="16"/>
                <w:szCs w:val="16"/>
                <w:lang w:eastAsia="zh-CN"/>
              </w:rPr>
              <w:t>3022</w:t>
            </w:r>
          </w:p>
        </w:tc>
        <w:tc>
          <w:tcPr>
            <w:tcW w:w="567" w:type="dxa"/>
            <w:shd w:val="solid" w:color="FFFFFF" w:fill="auto"/>
          </w:tcPr>
          <w:p w14:paraId="7A647C93" w14:textId="77777777" w:rsidR="007D7EF9" w:rsidRPr="00630AB6" w:rsidRDefault="007D7EF9" w:rsidP="003A5C71">
            <w:pPr>
              <w:pStyle w:val="TAL"/>
              <w:rPr>
                <w:sz w:val="16"/>
                <w:szCs w:val="16"/>
              </w:rPr>
            </w:pPr>
            <w:r>
              <w:rPr>
                <w:rFonts w:hint="eastAsia"/>
                <w:sz w:val="16"/>
                <w:szCs w:val="16"/>
              </w:rPr>
              <w:t>0009</w:t>
            </w:r>
          </w:p>
        </w:tc>
        <w:tc>
          <w:tcPr>
            <w:tcW w:w="425" w:type="dxa"/>
            <w:shd w:val="solid" w:color="FFFFFF" w:fill="auto"/>
          </w:tcPr>
          <w:p w14:paraId="7C0C0417" w14:textId="77777777" w:rsidR="007D7EF9" w:rsidRPr="00630AB6" w:rsidRDefault="007D7EF9" w:rsidP="003A5C71">
            <w:pPr>
              <w:pStyle w:val="TAR"/>
              <w:rPr>
                <w:sz w:val="16"/>
                <w:szCs w:val="16"/>
              </w:rPr>
            </w:pPr>
          </w:p>
        </w:tc>
        <w:tc>
          <w:tcPr>
            <w:tcW w:w="425" w:type="dxa"/>
            <w:shd w:val="solid" w:color="FFFFFF" w:fill="auto"/>
          </w:tcPr>
          <w:p w14:paraId="7405EDBF" w14:textId="77777777" w:rsidR="007D7EF9" w:rsidRPr="00630AB6" w:rsidRDefault="007D7EF9" w:rsidP="003A5C71">
            <w:pPr>
              <w:pStyle w:val="TAC"/>
              <w:rPr>
                <w:sz w:val="16"/>
                <w:szCs w:val="16"/>
              </w:rPr>
            </w:pPr>
            <w:r>
              <w:rPr>
                <w:rFonts w:hint="eastAsia"/>
                <w:sz w:val="16"/>
                <w:szCs w:val="16"/>
              </w:rPr>
              <w:t>F</w:t>
            </w:r>
          </w:p>
        </w:tc>
        <w:tc>
          <w:tcPr>
            <w:tcW w:w="4962" w:type="dxa"/>
            <w:shd w:val="solid" w:color="FFFFFF" w:fill="auto"/>
          </w:tcPr>
          <w:p w14:paraId="227EC148" w14:textId="77777777" w:rsidR="007D7EF9" w:rsidRPr="00630AB6" w:rsidRDefault="007D7EF9" w:rsidP="003A5C71">
            <w:pPr>
              <w:pStyle w:val="TAL"/>
              <w:rPr>
                <w:sz w:val="16"/>
                <w:szCs w:val="16"/>
                <w:lang w:eastAsia="zh-CN"/>
              </w:rPr>
            </w:pPr>
            <w:r w:rsidRPr="007D7EF9">
              <w:rPr>
                <w:sz w:val="16"/>
                <w:szCs w:val="16"/>
                <w:lang w:eastAsia="zh-CN"/>
              </w:rPr>
              <w:t xml:space="preserve">Type Definition of </w:t>
            </w:r>
            <w:proofErr w:type="spellStart"/>
            <w:r w:rsidRPr="007D7EF9">
              <w:rPr>
                <w:sz w:val="16"/>
                <w:szCs w:val="16"/>
                <w:lang w:eastAsia="zh-CN"/>
              </w:rPr>
              <w:t>AllowedNssai</w:t>
            </w:r>
            <w:proofErr w:type="spellEnd"/>
          </w:p>
        </w:tc>
        <w:tc>
          <w:tcPr>
            <w:tcW w:w="708" w:type="dxa"/>
            <w:shd w:val="solid" w:color="FFFFFF" w:fill="auto"/>
          </w:tcPr>
          <w:p w14:paraId="73C9BB99" w14:textId="77777777" w:rsidR="007D7EF9" w:rsidRPr="00630AB6" w:rsidRDefault="007D7EF9" w:rsidP="003A5C71">
            <w:pPr>
              <w:pStyle w:val="TAC"/>
              <w:rPr>
                <w:sz w:val="16"/>
                <w:szCs w:val="16"/>
                <w:lang w:eastAsia="zh-CN"/>
              </w:rPr>
            </w:pPr>
            <w:r>
              <w:rPr>
                <w:rFonts w:hint="eastAsia"/>
                <w:sz w:val="16"/>
                <w:szCs w:val="16"/>
                <w:lang w:eastAsia="zh-CN"/>
              </w:rPr>
              <w:t>15.2.0</w:t>
            </w:r>
          </w:p>
        </w:tc>
      </w:tr>
      <w:tr w:rsidR="005C1670" w:rsidRPr="00630AB6" w14:paraId="67464394" w14:textId="77777777" w:rsidTr="005D55BD">
        <w:tc>
          <w:tcPr>
            <w:tcW w:w="800" w:type="dxa"/>
            <w:shd w:val="solid" w:color="FFFFFF" w:fill="auto"/>
          </w:tcPr>
          <w:p w14:paraId="282C901D" w14:textId="77777777" w:rsidR="005C1670" w:rsidRDefault="005C1670" w:rsidP="005C1670">
            <w:pPr>
              <w:pStyle w:val="TAC"/>
              <w:rPr>
                <w:sz w:val="16"/>
                <w:szCs w:val="16"/>
                <w:lang w:eastAsia="zh-CN"/>
              </w:rPr>
            </w:pPr>
            <w:r>
              <w:rPr>
                <w:rFonts w:hint="eastAsia"/>
                <w:sz w:val="16"/>
                <w:szCs w:val="16"/>
                <w:lang w:eastAsia="zh-CN"/>
              </w:rPr>
              <w:t>2018-12</w:t>
            </w:r>
          </w:p>
        </w:tc>
        <w:tc>
          <w:tcPr>
            <w:tcW w:w="800" w:type="dxa"/>
            <w:shd w:val="solid" w:color="FFFFFF" w:fill="auto"/>
          </w:tcPr>
          <w:p w14:paraId="50A169B9" w14:textId="77777777" w:rsidR="005C1670" w:rsidRDefault="005C1670" w:rsidP="005C1670">
            <w:pPr>
              <w:pStyle w:val="TAC"/>
              <w:rPr>
                <w:sz w:val="16"/>
                <w:szCs w:val="16"/>
              </w:rPr>
            </w:pPr>
            <w:r>
              <w:rPr>
                <w:rFonts w:hint="eastAsia"/>
                <w:sz w:val="16"/>
                <w:szCs w:val="16"/>
              </w:rPr>
              <w:t>CT#82</w:t>
            </w:r>
          </w:p>
        </w:tc>
        <w:tc>
          <w:tcPr>
            <w:tcW w:w="952" w:type="dxa"/>
            <w:shd w:val="solid" w:color="FFFFFF" w:fill="auto"/>
          </w:tcPr>
          <w:p w14:paraId="5B61B918" w14:textId="77777777" w:rsidR="005C1670" w:rsidRDefault="00113A45" w:rsidP="005C1670">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4F06B438" w14:textId="77777777" w:rsidR="005C1670" w:rsidRDefault="005C1670" w:rsidP="005C1670">
            <w:pPr>
              <w:pStyle w:val="TAL"/>
              <w:rPr>
                <w:sz w:val="16"/>
                <w:szCs w:val="16"/>
              </w:rPr>
            </w:pPr>
            <w:r>
              <w:rPr>
                <w:rFonts w:hint="eastAsia"/>
                <w:sz w:val="16"/>
                <w:szCs w:val="16"/>
              </w:rPr>
              <w:t>0010</w:t>
            </w:r>
          </w:p>
        </w:tc>
        <w:tc>
          <w:tcPr>
            <w:tcW w:w="425" w:type="dxa"/>
            <w:shd w:val="solid" w:color="FFFFFF" w:fill="auto"/>
          </w:tcPr>
          <w:p w14:paraId="4F3CB4C4" w14:textId="77777777" w:rsidR="005C1670" w:rsidRPr="00630AB6" w:rsidRDefault="005C1670" w:rsidP="005C1670">
            <w:pPr>
              <w:pStyle w:val="TAR"/>
              <w:rPr>
                <w:sz w:val="16"/>
                <w:szCs w:val="16"/>
              </w:rPr>
            </w:pPr>
            <w:r>
              <w:rPr>
                <w:rFonts w:hint="eastAsia"/>
                <w:sz w:val="16"/>
                <w:szCs w:val="16"/>
              </w:rPr>
              <w:t>1</w:t>
            </w:r>
          </w:p>
        </w:tc>
        <w:tc>
          <w:tcPr>
            <w:tcW w:w="425" w:type="dxa"/>
            <w:shd w:val="solid" w:color="FFFFFF" w:fill="auto"/>
          </w:tcPr>
          <w:p w14:paraId="66EF96AC" w14:textId="77777777" w:rsidR="005C1670" w:rsidRDefault="005C1670" w:rsidP="005C1670">
            <w:pPr>
              <w:pStyle w:val="TAC"/>
              <w:rPr>
                <w:sz w:val="16"/>
                <w:szCs w:val="16"/>
              </w:rPr>
            </w:pPr>
            <w:r>
              <w:rPr>
                <w:rFonts w:hint="eastAsia"/>
                <w:sz w:val="16"/>
                <w:szCs w:val="16"/>
              </w:rPr>
              <w:t>F</w:t>
            </w:r>
          </w:p>
        </w:tc>
        <w:tc>
          <w:tcPr>
            <w:tcW w:w="4962" w:type="dxa"/>
            <w:shd w:val="solid" w:color="FFFFFF" w:fill="auto"/>
          </w:tcPr>
          <w:p w14:paraId="10742BAA" w14:textId="77777777" w:rsidR="005C1670" w:rsidRPr="007D7EF9" w:rsidRDefault="005C1670" w:rsidP="005C1670">
            <w:pPr>
              <w:pStyle w:val="TAL"/>
              <w:rPr>
                <w:sz w:val="16"/>
                <w:szCs w:val="16"/>
                <w:lang w:eastAsia="zh-CN"/>
              </w:rPr>
            </w:pPr>
            <w:r w:rsidRPr="005C1670">
              <w:rPr>
                <w:sz w:val="16"/>
                <w:szCs w:val="16"/>
                <w:lang w:eastAsia="zh-CN"/>
              </w:rPr>
              <w:t>Correction to Slice Information For Registration</w:t>
            </w:r>
          </w:p>
        </w:tc>
        <w:tc>
          <w:tcPr>
            <w:tcW w:w="708" w:type="dxa"/>
            <w:shd w:val="solid" w:color="FFFFFF" w:fill="auto"/>
          </w:tcPr>
          <w:p w14:paraId="53BBD0CE" w14:textId="77777777" w:rsidR="005C1670" w:rsidRDefault="005C1670" w:rsidP="005C1670">
            <w:pPr>
              <w:pStyle w:val="TAC"/>
              <w:rPr>
                <w:sz w:val="16"/>
                <w:szCs w:val="16"/>
                <w:lang w:eastAsia="zh-CN"/>
              </w:rPr>
            </w:pPr>
            <w:r>
              <w:rPr>
                <w:rFonts w:hint="eastAsia"/>
                <w:sz w:val="16"/>
                <w:szCs w:val="16"/>
                <w:lang w:eastAsia="zh-CN"/>
              </w:rPr>
              <w:t>15.2.0</w:t>
            </w:r>
          </w:p>
        </w:tc>
      </w:tr>
      <w:tr w:rsidR="005C1670" w:rsidRPr="00630AB6" w14:paraId="766338D1" w14:textId="77777777" w:rsidTr="005D55BD">
        <w:tc>
          <w:tcPr>
            <w:tcW w:w="800" w:type="dxa"/>
            <w:shd w:val="solid" w:color="FFFFFF" w:fill="auto"/>
          </w:tcPr>
          <w:p w14:paraId="0D9B6F51" w14:textId="77777777" w:rsidR="005C1670" w:rsidRDefault="005C1670" w:rsidP="005C1670">
            <w:pPr>
              <w:pStyle w:val="TAC"/>
              <w:rPr>
                <w:sz w:val="16"/>
                <w:szCs w:val="16"/>
                <w:lang w:eastAsia="zh-CN"/>
              </w:rPr>
            </w:pPr>
            <w:r>
              <w:rPr>
                <w:rFonts w:hint="eastAsia"/>
                <w:sz w:val="16"/>
                <w:szCs w:val="16"/>
                <w:lang w:eastAsia="zh-CN"/>
              </w:rPr>
              <w:t>2018-12</w:t>
            </w:r>
          </w:p>
        </w:tc>
        <w:tc>
          <w:tcPr>
            <w:tcW w:w="800" w:type="dxa"/>
            <w:shd w:val="solid" w:color="FFFFFF" w:fill="auto"/>
          </w:tcPr>
          <w:p w14:paraId="1F0A3525" w14:textId="77777777" w:rsidR="005C1670" w:rsidRDefault="005C1670" w:rsidP="005C1670">
            <w:pPr>
              <w:pStyle w:val="TAC"/>
              <w:rPr>
                <w:sz w:val="16"/>
                <w:szCs w:val="16"/>
              </w:rPr>
            </w:pPr>
            <w:r>
              <w:rPr>
                <w:rFonts w:hint="eastAsia"/>
                <w:sz w:val="16"/>
                <w:szCs w:val="16"/>
              </w:rPr>
              <w:t>CT#82</w:t>
            </w:r>
          </w:p>
        </w:tc>
        <w:tc>
          <w:tcPr>
            <w:tcW w:w="952" w:type="dxa"/>
            <w:shd w:val="solid" w:color="FFFFFF" w:fill="auto"/>
          </w:tcPr>
          <w:p w14:paraId="65A58130" w14:textId="77777777" w:rsidR="005C1670" w:rsidRDefault="00113A45" w:rsidP="005C1670">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195A09D9" w14:textId="77777777" w:rsidR="005C1670" w:rsidRDefault="005C1670" w:rsidP="005C1670">
            <w:pPr>
              <w:pStyle w:val="TAL"/>
              <w:rPr>
                <w:sz w:val="16"/>
                <w:szCs w:val="16"/>
              </w:rPr>
            </w:pPr>
            <w:r>
              <w:rPr>
                <w:rFonts w:hint="eastAsia"/>
                <w:sz w:val="16"/>
                <w:szCs w:val="16"/>
              </w:rPr>
              <w:t>0011</w:t>
            </w:r>
          </w:p>
        </w:tc>
        <w:tc>
          <w:tcPr>
            <w:tcW w:w="425" w:type="dxa"/>
            <w:shd w:val="solid" w:color="FFFFFF" w:fill="auto"/>
          </w:tcPr>
          <w:p w14:paraId="2E388387" w14:textId="77777777" w:rsidR="005C1670" w:rsidRDefault="005C1670" w:rsidP="005C1670">
            <w:pPr>
              <w:pStyle w:val="TAR"/>
              <w:rPr>
                <w:sz w:val="16"/>
                <w:szCs w:val="16"/>
              </w:rPr>
            </w:pPr>
          </w:p>
        </w:tc>
        <w:tc>
          <w:tcPr>
            <w:tcW w:w="425" w:type="dxa"/>
            <w:shd w:val="solid" w:color="FFFFFF" w:fill="auto"/>
          </w:tcPr>
          <w:p w14:paraId="491AA6A3" w14:textId="77777777" w:rsidR="005C1670" w:rsidRDefault="005C1670" w:rsidP="005C1670">
            <w:pPr>
              <w:pStyle w:val="TAC"/>
              <w:rPr>
                <w:sz w:val="16"/>
                <w:szCs w:val="16"/>
              </w:rPr>
            </w:pPr>
            <w:r>
              <w:rPr>
                <w:rFonts w:hint="eastAsia"/>
                <w:sz w:val="16"/>
                <w:szCs w:val="16"/>
              </w:rPr>
              <w:t>F</w:t>
            </w:r>
          </w:p>
        </w:tc>
        <w:tc>
          <w:tcPr>
            <w:tcW w:w="4962" w:type="dxa"/>
            <w:shd w:val="solid" w:color="FFFFFF" w:fill="auto"/>
          </w:tcPr>
          <w:p w14:paraId="1E7797D4" w14:textId="77777777" w:rsidR="005C1670" w:rsidRPr="005C1670" w:rsidRDefault="005C1670" w:rsidP="005C1670">
            <w:pPr>
              <w:pStyle w:val="TAL"/>
              <w:rPr>
                <w:sz w:val="16"/>
                <w:szCs w:val="16"/>
                <w:lang w:eastAsia="zh-CN"/>
              </w:rPr>
            </w:pPr>
            <w:r>
              <w:rPr>
                <w:rFonts w:hint="eastAsia"/>
                <w:sz w:val="16"/>
                <w:szCs w:val="16"/>
                <w:lang w:eastAsia="zh-CN"/>
              </w:rPr>
              <w:t>API Root</w:t>
            </w:r>
          </w:p>
        </w:tc>
        <w:tc>
          <w:tcPr>
            <w:tcW w:w="708" w:type="dxa"/>
            <w:shd w:val="solid" w:color="FFFFFF" w:fill="auto"/>
          </w:tcPr>
          <w:p w14:paraId="6D0866F8" w14:textId="77777777" w:rsidR="005C1670" w:rsidRDefault="005C1670" w:rsidP="005C1670">
            <w:pPr>
              <w:pStyle w:val="TAC"/>
              <w:rPr>
                <w:sz w:val="16"/>
                <w:szCs w:val="16"/>
                <w:lang w:eastAsia="zh-CN"/>
              </w:rPr>
            </w:pPr>
            <w:r>
              <w:rPr>
                <w:rFonts w:hint="eastAsia"/>
                <w:sz w:val="16"/>
                <w:szCs w:val="16"/>
                <w:lang w:eastAsia="zh-CN"/>
              </w:rPr>
              <w:t>15.2.0</w:t>
            </w:r>
          </w:p>
        </w:tc>
      </w:tr>
      <w:tr w:rsidR="00AF36AA" w:rsidRPr="00630AB6" w14:paraId="5B546B85" w14:textId="77777777" w:rsidTr="005D55BD">
        <w:tc>
          <w:tcPr>
            <w:tcW w:w="800" w:type="dxa"/>
            <w:shd w:val="solid" w:color="FFFFFF" w:fill="auto"/>
          </w:tcPr>
          <w:p w14:paraId="5787AC86" w14:textId="77777777" w:rsidR="00AF36AA" w:rsidRDefault="00AF36AA" w:rsidP="00AF36AA">
            <w:pPr>
              <w:pStyle w:val="TAC"/>
              <w:rPr>
                <w:sz w:val="16"/>
                <w:szCs w:val="16"/>
                <w:lang w:eastAsia="zh-CN"/>
              </w:rPr>
            </w:pPr>
            <w:r>
              <w:rPr>
                <w:rFonts w:hint="eastAsia"/>
                <w:sz w:val="16"/>
                <w:szCs w:val="16"/>
                <w:lang w:eastAsia="zh-CN"/>
              </w:rPr>
              <w:t>2018-12</w:t>
            </w:r>
          </w:p>
        </w:tc>
        <w:tc>
          <w:tcPr>
            <w:tcW w:w="800" w:type="dxa"/>
            <w:shd w:val="solid" w:color="FFFFFF" w:fill="auto"/>
          </w:tcPr>
          <w:p w14:paraId="0AF2819A" w14:textId="77777777" w:rsidR="00AF36AA" w:rsidRDefault="00AF36AA" w:rsidP="00AF36AA">
            <w:pPr>
              <w:pStyle w:val="TAC"/>
              <w:rPr>
                <w:sz w:val="16"/>
                <w:szCs w:val="16"/>
              </w:rPr>
            </w:pPr>
            <w:r>
              <w:rPr>
                <w:rFonts w:hint="eastAsia"/>
                <w:sz w:val="16"/>
                <w:szCs w:val="16"/>
              </w:rPr>
              <w:t>CT#82</w:t>
            </w:r>
          </w:p>
        </w:tc>
        <w:tc>
          <w:tcPr>
            <w:tcW w:w="952" w:type="dxa"/>
            <w:shd w:val="solid" w:color="FFFFFF" w:fill="auto"/>
          </w:tcPr>
          <w:p w14:paraId="14629A29" w14:textId="77777777" w:rsidR="00AF36AA" w:rsidRDefault="00113A45" w:rsidP="00AF36AA">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25C0C6A0" w14:textId="77777777" w:rsidR="00AF36AA" w:rsidRDefault="00AF36AA" w:rsidP="00AF36AA">
            <w:pPr>
              <w:pStyle w:val="TAL"/>
              <w:rPr>
                <w:sz w:val="16"/>
                <w:szCs w:val="16"/>
              </w:rPr>
            </w:pPr>
            <w:r>
              <w:rPr>
                <w:rFonts w:hint="eastAsia"/>
                <w:sz w:val="16"/>
                <w:szCs w:val="16"/>
              </w:rPr>
              <w:t>0012</w:t>
            </w:r>
          </w:p>
        </w:tc>
        <w:tc>
          <w:tcPr>
            <w:tcW w:w="425" w:type="dxa"/>
            <w:shd w:val="solid" w:color="FFFFFF" w:fill="auto"/>
          </w:tcPr>
          <w:p w14:paraId="6F90B6A6" w14:textId="77777777" w:rsidR="00AF36AA" w:rsidRDefault="00AF36AA" w:rsidP="00AF36AA">
            <w:pPr>
              <w:pStyle w:val="TAR"/>
              <w:rPr>
                <w:sz w:val="16"/>
                <w:szCs w:val="16"/>
              </w:rPr>
            </w:pPr>
            <w:r>
              <w:rPr>
                <w:rFonts w:hint="eastAsia"/>
                <w:sz w:val="16"/>
                <w:szCs w:val="16"/>
              </w:rPr>
              <w:t>3</w:t>
            </w:r>
          </w:p>
        </w:tc>
        <w:tc>
          <w:tcPr>
            <w:tcW w:w="425" w:type="dxa"/>
            <w:shd w:val="solid" w:color="FFFFFF" w:fill="auto"/>
          </w:tcPr>
          <w:p w14:paraId="1DBBE5EF" w14:textId="77777777" w:rsidR="00AF36AA" w:rsidRDefault="00AF36AA" w:rsidP="00AF36AA">
            <w:pPr>
              <w:pStyle w:val="TAC"/>
              <w:rPr>
                <w:sz w:val="16"/>
                <w:szCs w:val="16"/>
              </w:rPr>
            </w:pPr>
            <w:r>
              <w:rPr>
                <w:rFonts w:hint="eastAsia"/>
                <w:sz w:val="16"/>
                <w:szCs w:val="16"/>
              </w:rPr>
              <w:t>F</w:t>
            </w:r>
          </w:p>
        </w:tc>
        <w:tc>
          <w:tcPr>
            <w:tcW w:w="4962" w:type="dxa"/>
            <w:shd w:val="solid" w:color="FFFFFF" w:fill="auto"/>
          </w:tcPr>
          <w:p w14:paraId="4C70BD64" w14:textId="77777777" w:rsidR="00AF36AA" w:rsidRDefault="00AF36AA" w:rsidP="00AF36AA">
            <w:pPr>
              <w:pStyle w:val="TAL"/>
              <w:rPr>
                <w:sz w:val="16"/>
                <w:szCs w:val="16"/>
                <w:lang w:eastAsia="zh-CN"/>
              </w:rPr>
            </w:pPr>
            <w:r w:rsidRPr="00AF36AA">
              <w:rPr>
                <w:sz w:val="16"/>
                <w:szCs w:val="16"/>
                <w:lang w:eastAsia="zh-CN"/>
              </w:rPr>
              <w:t>Common Error Status Codes</w:t>
            </w:r>
          </w:p>
        </w:tc>
        <w:tc>
          <w:tcPr>
            <w:tcW w:w="708" w:type="dxa"/>
            <w:shd w:val="solid" w:color="FFFFFF" w:fill="auto"/>
          </w:tcPr>
          <w:p w14:paraId="1C1E8EAE" w14:textId="77777777" w:rsidR="00AF36AA" w:rsidRDefault="00AF36AA" w:rsidP="00AF36AA">
            <w:pPr>
              <w:pStyle w:val="TAC"/>
              <w:rPr>
                <w:sz w:val="16"/>
                <w:szCs w:val="16"/>
                <w:lang w:eastAsia="zh-CN"/>
              </w:rPr>
            </w:pPr>
            <w:r>
              <w:rPr>
                <w:rFonts w:hint="eastAsia"/>
                <w:sz w:val="16"/>
                <w:szCs w:val="16"/>
                <w:lang w:eastAsia="zh-CN"/>
              </w:rPr>
              <w:t>15.2.0</w:t>
            </w:r>
          </w:p>
        </w:tc>
      </w:tr>
      <w:tr w:rsidR="00AF36AA" w:rsidRPr="00630AB6" w14:paraId="48E83CD2" w14:textId="77777777" w:rsidTr="005D55BD">
        <w:tc>
          <w:tcPr>
            <w:tcW w:w="800" w:type="dxa"/>
            <w:shd w:val="solid" w:color="FFFFFF" w:fill="auto"/>
          </w:tcPr>
          <w:p w14:paraId="50ADC401" w14:textId="77777777" w:rsidR="00AF36AA" w:rsidRDefault="00AF36AA" w:rsidP="00AF36AA">
            <w:pPr>
              <w:pStyle w:val="TAC"/>
              <w:rPr>
                <w:sz w:val="16"/>
                <w:szCs w:val="16"/>
                <w:lang w:eastAsia="zh-CN"/>
              </w:rPr>
            </w:pPr>
            <w:r>
              <w:rPr>
                <w:rFonts w:hint="eastAsia"/>
                <w:sz w:val="16"/>
                <w:szCs w:val="16"/>
                <w:lang w:eastAsia="zh-CN"/>
              </w:rPr>
              <w:t>2018-12</w:t>
            </w:r>
          </w:p>
        </w:tc>
        <w:tc>
          <w:tcPr>
            <w:tcW w:w="800" w:type="dxa"/>
            <w:shd w:val="solid" w:color="FFFFFF" w:fill="auto"/>
          </w:tcPr>
          <w:p w14:paraId="3545296A" w14:textId="77777777" w:rsidR="00AF36AA" w:rsidRDefault="00AF36AA" w:rsidP="00AF36AA">
            <w:pPr>
              <w:pStyle w:val="TAC"/>
              <w:rPr>
                <w:sz w:val="16"/>
                <w:szCs w:val="16"/>
              </w:rPr>
            </w:pPr>
            <w:r>
              <w:rPr>
                <w:rFonts w:hint="eastAsia"/>
                <w:sz w:val="16"/>
                <w:szCs w:val="16"/>
              </w:rPr>
              <w:t>CT#82</w:t>
            </w:r>
          </w:p>
        </w:tc>
        <w:tc>
          <w:tcPr>
            <w:tcW w:w="952" w:type="dxa"/>
            <w:shd w:val="solid" w:color="FFFFFF" w:fill="auto"/>
          </w:tcPr>
          <w:p w14:paraId="39529330" w14:textId="77777777" w:rsidR="00AF36AA" w:rsidRDefault="00AF36AA" w:rsidP="00AF36AA">
            <w:pPr>
              <w:pStyle w:val="TAC"/>
              <w:rPr>
                <w:sz w:val="16"/>
                <w:szCs w:val="16"/>
                <w:lang w:eastAsia="zh-CN"/>
              </w:rPr>
            </w:pPr>
            <w:r>
              <w:rPr>
                <w:rFonts w:hint="eastAsia"/>
                <w:sz w:val="16"/>
                <w:szCs w:val="16"/>
                <w:lang w:eastAsia="zh-CN"/>
              </w:rPr>
              <w:t>CP-18</w:t>
            </w:r>
            <w:r w:rsidR="00C662AC">
              <w:rPr>
                <w:sz w:val="16"/>
                <w:szCs w:val="16"/>
                <w:lang w:eastAsia="zh-CN"/>
              </w:rPr>
              <w:t>3148</w:t>
            </w:r>
          </w:p>
        </w:tc>
        <w:tc>
          <w:tcPr>
            <w:tcW w:w="567" w:type="dxa"/>
            <w:shd w:val="solid" w:color="FFFFFF" w:fill="auto"/>
          </w:tcPr>
          <w:p w14:paraId="2FE55D73" w14:textId="77777777" w:rsidR="00AF36AA" w:rsidRDefault="00AF36AA" w:rsidP="00AF36AA">
            <w:pPr>
              <w:pStyle w:val="TAL"/>
              <w:rPr>
                <w:sz w:val="16"/>
                <w:szCs w:val="16"/>
              </w:rPr>
            </w:pPr>
            <w:r>
              <w:rPr>
                <w:rFonts w:hint="eastAsia"/>
                <w:sz w:val="16"/>
                <w:szCs w:val="16"/>
              </w:rPr>
              <w:t>0013</w:t>
            </w:r>
          </w:p>
        </w:tc>
        <w:tc>
          <w:tcPr>
            <w:tcW w:w="425" w:type="dxa"/>
            <w:shd w:val="solid" w:color="FFFFFF" w:fill="auto"/>
          </w:tcPr>
          <w:p w14:paraId="0D3EC36C" w14:textId="77777777" w:rsidR="00AF36AA" w:rsidRDefault="00C662AC" w:rsidP="00AF36AA">
            <w:pPr>
              <w:pStyle w:val="TAR"/>
              <w:rPr>
                <w:sz w:val="16"/>
                <w:szCs w:val="16"/>
              </w:rPr>
            </w:pPr>
            <w:r>
              <w:rPr>
                <w:sz w:val="16"/>
                <w:szCs w:val="16"/>
              </w:rPr>
              <w:t>2</w:t>
            </w:r>
          </w:p>
        </w:tc>
        <w:tc>
          <w:tcPr>
            <w:tcW w:w="425" w:type="dxa"/>
            <w:shd w:val="solid" w:color="FFFFFF" w:fill="auto"/>
          </w:tcPr>
          <w:p w14:paraId="3BDBB404" w14:textId="77777777" w:rsidR="00AF36AA" w:rsidRDefault="00AF36AA" w:rsidP="00AF36AA">
            <w:pPr>
              <w:pStyle w:val="TAC"/>
              <w:rPr>
                <w:sz w:val="16"/>
                <w:szCs w:val="16"/>
              </w:rPr>
            </w:pPr>
            <w:r>
              <w:rPr>
                <w:rFonts w:hint="eastAsia"/>
                <w:sz w:val="16"/>
                <w:szCs w:val="16"/>
              </w:rPr>
              <w:t>F</w:t>
            </w:r>
          </w:p>
        </w:tc>
        <w:tc>
          <w:tcPr>
            <w:tcW w:w="4962" w:type="dxa"/>
            <w:shd w:val="solid" w:color="FFFFFF" w:fill="auto"/>
          </w:tcPr>
          <w:p w14:paraId="7695D69D" w14:textId="77777777" w:rsidR="00AF36AA" w:rsidRDefault="00AF36AA" w:rsidP="00AF36AA">
            <w:pPr>
              <w:pStyle w:val="TAL"/>
              <w:rPr>
                <w:sz w:val="16"/>
                <w:szCs w:val="16"/>
                <w:lang w:eastAsia="zh-CN"/>
              </w:rPr>
            </w:pPr>
            <w:r>
              <w:rPr>
                <w:rFonts w:hint="eastAsia"/>
                <w:sz w:val="16"/>
                <w:szCs w:val="16"/>
                <w:lang w:eastAsia="zh-CN"/>
              </w:rPr>
              <w:t>Array Range Correction</w:t>
            </w:r>
          </w:p>
        </w:tc>
        <w:tc>
          <w:tcPr>
            <w:tcW w:w="708" w:type="dxa"/>
            <w:shd w:val="solid" w:color="FFFFFF" w:fill="auto"/>
          </w:tcPr>
          <w:p w14:paraId="6D574B14" w14:textId="77777777" w:rsidR="00AF36AA" w:rsidRDefault="00AF36AA" w:rsidP="00AF36AA">
            <w:pPr>
              <w:pStyle w:val="TAC"/>
              <w:rPr>
                <w:sz w:val="16"/>
                <w:szCs w:val="16"/>
                <w:lang w:eastAsia="zh-CN"/>
              </w:rPr>
            </w:pPr>
            <w:r>
              <w:rPr>
                <w:rFonts w:hint="eastAsia"/>
                <w:sz w:val="16"/>
                <w:szCs w:val="16"/>
                <w:lang w:eastAsia="zh-CN"/>
              </w:rPr>
              <w:t>15.2.0</w:t>
            </w:r>
          </w:p>
        </w:tc>
      </w:tr>
      <w:tr w:rsidR="002A24FD" w:rsidRPr="00630AB6" w14:paraId="7E7F1758" w14:textId="77777777" w:rsidTr="005D55BD">
        <w:tc>
          <w:tcPr>
            <w:tcW w:w="800" w:type="dxa"/>
            <w:shd w:val="solid" w:color="FFFFFF" w:fill="auto"/>
          </w:tcPr>
          <w:p w14:paraId="10721630" w14:textId="77777777" w:rsidR="002A24FD" w:rsidRDefault="002A24FD" w:rsidP="002A24FD">
            <w:pPr>
              <w:pStyle w:val="TAC"/>
              <w:rPr>
                <w:sz w:val="16"/>
                <w:szCs w:val="16"/>
                <w:lang w:eastAsia="zh-CN"/>
              </w:rPr>
            </w:pPr>
            <w:r>
              <w:rPr>
                <w:rFonts w:hint="eastAsia"/>
                <w:sz w:val="16"/>
                <w:szCs w:val="16"/>
                <w:lang w:eastAsia="zh-CN"/>
              </w:rPr>
              <w:t>2018-12</w:t>
            </w:r>
          </w:p>
        </w:tc>
        <w:tc>
          <w:tcPr>
            <w:tcW w:w="800" w:type="dxa"/>
            <w:shd w:val="solid" w:color="FFFFFF" w:fill="auto"/>
          </w:tcPr>
          <w:p w14:paraId="03C9F75F" w14:textId="77777777" w:rsidR="002A24FD" w:rsidRDefault="002A24FD" w:rsidP="002A24FD">
            <w:pPr>
              <w:pStyle w:val="TAC"/>
              <w:rPr>
                <w:sz w:val="16"/>
                <w:szCs w:val="16"/>
              </w:rPr>
            </w:pPr>
            <w:r>
              <w:rPr>
                <w:rFonts w:hint="eastAsia"/>
                <w:sz w:val="16"/>
                <w:szCs w:val="16"/>
              </w:rPr>
              <w:t>CT#82</w:t>
            </w:r>
          </w:p>
        </w:tc>
        <w:tc>
          <w:tcPr>
            <w:tcW w:w="952" w:type="dxa"/>
            <w:shd w:val="solid" w:color="FFFFFF" w:fill="auto"/>
          </w:tcPr>
          <w:p w14:paraId="7623B95F" w14:textId="77777777" w:rsidR="002A24FD" w:rsidRDefault="00113A45" w:rsidP="002A24FD">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538B64C0" w14:textId="77777777" w:rsidR="002A24FD" w:rsidRDefault="002A24FD" w:rsidP="002A24FD">
            <w:pPr>
              <w:pStyle w:val="TAL"/>
              <w:rPr>
                <w:sz w:val="16"/>
                <w:szCs w:val="16"/>
              </w:rPr>
            </w:pPr>
            <w:r>
              <w:rPr>
                <w:rFonts w:hint="eastAsia"/>
                <w:sz w:val="16"/>
                <w:szCs w:val="16"/>
              </w:rPr>
              <w:t>0016</w:t>
            </w:r>
          </w:p>
        </w:tc>
        <w:tc>
          <w:tcPr>
            <w:tcW w:w="425" w:type="dxa"/>
            <w:shd w:val="solid" w:color="FFFFFF" w:fill="auto"/>
          </w:tcPr>
          <w:p w14:paraId="25A501AD" w14:textId="77777777" w:rsidR="002A24FD" w:rsidRDefault="002A24FD" w:rsidP="002A24FD">
            <w:pPr>
              <w:pStyle w:val="TAR"/>
              <w:rPr>
                <w:sz w:val="16"/>
                <w:szCs w:val="16"/>
              </w:rPr>
            </w:pPr>
            <w:r>
              <w:rPr>
                <w:rFonts w:hint="eastAsia"/>
                <w:sz w:val="16"/>
                <w:szCs w:val="16"/>
              </w:rPr>
              <w:t>1</w:t>
            </w:r>
          </w:p>
        </w:tc>
        <w:tc>
          <w:tcPr>
            <w:tcW w:w="425" w:type="dxa"/>
            <w:shd w:val="solid" w:color="FFFFFF" w:fill="auto"/>
          </w:tcPr>
          <w:p w14:paraId="463E2137" w14:textId="77777777" w:rsidR="002A24FD" w:rsidRDefault="002A24FD" w:rsidP="002A24FD">
            <w:pPr>
              <w:pStyle w:val="TAC"/>
              <w:rPr>
                <w:sz w:val="16"/>
                <w:szCs w:val="16"/>
              </w:rPr>
            </w:pPr>
            <w:r>
              <w:rPr>
                <w:rFonts w:hint="eastAsia"/>
                <w:sz w:val="16"/>
                <w:szCs w:val="16"/>
              </w:rPr>
              <w:t>F</w:t>
            </w:r>
          </w:p>
        </w:tc>
        <w:tc>
          <w:tcPr>
            <w:tcW w:w="4962" w:type="dxa"/>
            <w:shd w:val="solid" w:color="FFFFFF" w:fill="auto"/>
          </w:tcPr>
          <w:p w14:paraId="588D0CE0" w14:textId="77777777" w:rsidR="002A24FD" w:rsidRDefault="002A24FD" w:rsidP="002A24FD">
            <w:pPr>
              <w:pStyle w:val="TAL"/>
              <w:rPr>
                <w:sz w:val="16"/>
                <w:szCs w:val="16"/>
                <w:lang w:eastAsia="zh-CN"/>
              </w:rPr>
            </w:pPr>
            <w:r>
              <w:rPr>
                <w:rFonts w:hint="eastAsia"/>
                <w:sz w:val="16"/>
                <w:szCs w:val="16"/>
                <w:lang w:eastAsia="zh-CN"/>
              </w:rPr>
              <w:t xml:space="preserve">OpenAPI </w:t>
            </w:r>
            <w:r>
              <w:rPr>
                <w:sz w:val="16"/>
                <w:szCs w:val="16"/>
                <w:lang w:eastAsia="zh-CN"/>
              </w:rPr>
              <w:t>Corrections</w:t>
            </w:r>
          </w:p>
        </w:tc>
        <w:tc>
          <w:tcPr>
            <w:tcW w:w="708" w:type="dxa"/>
            <w:shd w:val="solid" w:color="FFFFFF" w:fill="auto"/>
          </w:tcPr>
          <w:p w14:paraId="3633DBAC" w14:textId="77777777" w:rsidR="002A24FD" w:rsidRDefault="002A24FD" w:rsidP="002A24FD">
            <w:pPr>
              <w:pStyle w:val="TAC"/>
              <w:rPr>
                <w:sz w:val="16"/>
                <w:szCs w:val="16"/>
                <w:lang w:eastAsia="zh-CN"/>
              </w:rPr>
            </w:pPr>
            <w:r>
              <w:rPr>
                <w:rFonts w:hint="eastAsia"/>
                <w:sz w:val="16"/>
                <w:szCs w:val="16"/>
                <w:lang w:eastAsia="zh-CN"/>
              </w:rPr>
              <w:t>15.2.0</w:t>
            </w:r>
          </w:p>
        </w:tc>
      </w:tr>
      <w:tr w:rsidR="00500CE5" w:rsidRPr="00630AB6" w14:paraId="6312D6F6" w14:textId="77777777" w:rsidTr="005D55BD">
        <w:tc>
          <w:tcPr>
            <w:tcW w:w="800" w:type="dxa"/>
            <w:shd w:val="solid" w:color="FFFFFF" w:fill="auto"/>
          </w:tcPr>
          <w:p w14:paraId="6CAF7E35" w14:textId="77777777" w:rsidR="00500CE5" w:rsidRDefault="00500CE5" w:rsidP="00500CE5">
            <w:pPr>
              <w:pStyle w:val="TAC"/>
              <w:rPr>
                <w:sz w:val="16"/>
                <w:szCs w:val="16"/>
                <w:lang w:eastAsia="zh-CN"/>
              </w:rPr>
            </w:pPr>
            <w:r>
              <w:rPr>
                <w:rFonts w:hint="eastAsia"/>
                <w:sz w:val="16"/>
                <w:szCs w:val="16"/>
                <w:lang w:eastAsia="zh-CN"/>
              </w:rPr>
              <w:t>2018-12</w:t>
            </w:r>
          </w:p>
        </w:tc>
        <w:tc>
          <w:tcPr>
            <w:tcW w:w="800" w:type="dxa"/>
            <w:shd w:val="solid" w:color="FFFFFF" w:fill="auto"/>
          </w:tcPr>
          <w:p w14:paraId="23899F2E" w14:textId="77777777" w:rsidR="00500CE5" w:rsidRDefault="00500CE5" w:rsidP="00500CE5">
            <w:pPr>
              <w:pStyle w:val="TAC"/>
              <w:rPr>
                <w:sz w:val="16"/>
                <w:szCs w:val="16"/>
              </w:rPr>
            </w:pPr>
            <w:r>
              <w:rPr>
                <w:rFonts w:hint="eastAsia"/>
                <w:sz w:val="16"/>
                <w:szCs w:val="16"/>
              </w:rPr>
              <w:t>CT#82</w:t>
            </w:r>
          </w:p>
        </w:tc>
        <w:tc>
          <w:tcPr>
            <w:tcW w:w="952" w:type="dxa"/>
            <w:shd w:val="solid" w:color="FFFFFF" w:fill="auto"/>
          </w:tcPr>
          <w:p w14:paraId="71AC7F26" w14:textId="77777777" w:rsidR="00500CE5" w:rsidRDefault="00113A45" w:rsidP="00500CE5">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0196D409" w14:textId="77777777" w:rsidR="00500CE5" w:rsidRDefault="00500CE5" w:rsidP="00500CE5">
            <w:pPr>
              <w:pStyle w:val="TAL"/>
              <w:rPr>
                <w:sz w:val="16"/>
                <w:szCs w:val="16"/>
              </w:rPr>
            </w:pPr>
            <w:r>
              <w:rPr>
                <w:rFonts w:hint="eastAsia"/>
                <w:sz w:val="16"/>
                <w:szCs w:val="16"/>
              </w:rPr>
              <w:t>0017</w:t>
            </w:r>
          </w:p>
        </w:tc>
        <w:tc>
          <w:tcPr>
            <w:tcW w:w="425" w:type="dxa"/>
            <w:shd w:val="solid" w:color="FFFFFF" w:fill="auto"/>
          </w:tcPr>
          <w:p w14:paraId="1251213C" w14:textId="77777777" w:rsidR="00500CE5" w:rsidRDefault="00500CE5" w:rsidP="00500CE5">
            <w:pPr>
              <w:pStyle w:val="TAR"/>
              <w:rPr>
                <w:sz w:val="16"/>
                <w:szCs w:val="16"/>
              </w:rPr>
            </w:pPr>
            <w:r>
              <w:rPr>
                <w:rFonts w:hint="eastAsia"/>
                <w:sz w:val="16"/>
                <w:szCs w:val="16"/>
              </w:rPr>
              <w:t>2</w:t>
            </w:r>
          </w:p>
        </w:tc>
        <w:tc>
          <w:tcPr>
            <w:tcW w:w="425" w:type="dxa"/>
            <w:shd w:val="solid" w:color="FFFFFF" w:fill="auto"/>
          </w:tcPr>
          <w:p w14:paraId="4D74A49C" w14:textId="77777777" w:rsidR="00500CE5" w:rsidRDefault="00500CE5" w:rsidP="00500CE5">
            <w:pPr>
              <w:pStyle w:val="TAC"/>
              <w:rPr>
                <w:sz w:val="16"/>
                <w:szCs w:val="16"/>
              </w:rPr>
            </w:pPr>
            <w:r>
              <w:rPr>
                <w:rFonts w:hint="eastAsia"/>
                <w:sz w:val="16"/>
                <w:szCs w:val="16"/>
              </w:rPr>
              <w:t>F</w:t>
            </w:r>
          </w:p>
        </w:tc>
        <w:tc>
          <w:tcPr>
            <w:tcW w:w="4962" w:type="dxa"/>
            <w:shd w:val="solid" w:color="FFFFFF" w:fill="auto"/>
          </w:tcPr>
          <w:p w14:paraId="0EDBC14A" w14:textId="77777777" w:rsidR="00500CE5" w:rsidRDefault="00500CE5" w:rsidP="00500CE5">
            <w:pPr>
              <w:pStyle w:val="TAL"/>
              <w:rPr>
                <w:sz w:val="16"/>
                <w:szCs w:val="16"/>
                <w:lang w:eastAsia="zh-CN"/>
              </w:rPr>
            </w:pPr>
            <w:r w:rsidRPr="00500CE5">
              <w:rPr>
                <w:sz w:val="16"/>
                <w:szCs w:val="16"/>
                <w:lang w:eastAsia="zh-CN"/>
              </w:rPr>
              <w:t>Subscription Lifetime for NSSAI Availability Event Subscription</w:t>
            </w:r>
          </w:p>
        </w:tc>
        <w:tc>
          <w:tcPr>
            <w:tcW w:w="708" w:type="dxa"/>
            <w:shd w:val="solid" w:color="FFFFFF" w:fill="auto"/>
          </w:tcPr>
          <w:p w14:paraId="1F92F021" w14:textId="77777777" w:rsidR="00500CE5" w:rsidRDefault="00500CE5" w:rsidP="00500CE5">
            <w:pPr>
              <w:pStyle w:val="TAC"/>
              <w:rPr>
                <w:sz w:val="16"/>
                <w:szCs w:val="16"/>
                <w:lang w:eastAsia="zh-CN"/>
              </w:rPr>
            </w:pPr>
            <w:r>
              <w:rPr>
                <w:rFonts w:hint="eastAsia"/>
                <w:sz w:val="16"/>
                <w:szCs w:val="16"/>
                <w:lang w:eastAsia="zh-CN"/>
              </w:rPr>
              <w:t>15.2.0</w:t>
            </w:r>
          </w:p>
        </w:tc>
      </w:tr>
      <w:tr w:rsidR="00C55F85" w:rsidRPr="00630AB6" w14:paraId="4E98315D" w14:textId="77777777" w:rsidTr="005D55BD">
        <w:tc>
          <w:tcPr>
            <w:tcW w:w="800" w:type="dxa"/>
            <w:shd w:val="solid" w:color="FFFFFF" w:fill="auto"/>
          </w:tcPr>
          <w:p w14:paraId="64CD8550" w14:textId="77777777" w:rsidR="00C55F85" w:rsidRDefault="00C55F85" w:rsidP="00C55F85">
            <w:pPr>
              <w:pStyle w:val="TAC"/>
              <w:rPr>
                <w:sz w:val="16"/>
                <w:szCs w:val="16"/>
                <w:lang w:eastAsia="zh-CN"/>
              </w:rPr>
            </w:pPr>
            <w:r>
              <w:rPr>
                <w:rFonts w:hint="eastAsia"/>
                <w:sz w:val="16"/>
                <w:szCs w:val="16"/>
                <w:lang w:eastAsia="zh-CN"/>
              </w:rPr>
              <w:t>2018-12</w:t>
            </w:r>
          </w:p>
        </w:tc>
        <w:tc>
          <w:tcPr>
            <w:tcW w:w="800" w:type="dxa"/>
            <w:shd w:val="solid" w:color="FFFFFF" w:fill="auto"/>
          </w:tcPr>
          <w:p w14:paraId="3B80481F" w14:textId="77777777" w:rsidR="00C55F85" w:rsidRDefault="00C55F85" w:rsidP="00C55F85">
            <w:pPr>
              <w:pStyle w:val="TAC"/>
              <w:rPr>
                <w:sz w:val="16"/>
                <w:szCs w:val="16"/>
              </w:rPr>
            </w:pPr>
            <w:r>
              <w:rPr>
                <w:rFonts w:hint="eastAsia"/>
                <w:sz w:val="16"/>
                <w:szCs w:val="16"/>
              </w:rPr>
              <w:t>CT#82</w:t>
            </w:r>
          </w:p>
        </w:tc>
        <w:tc>
          <w:tcPr>
            <w:tcW w:w="952" w:type="dxa"/>
            <w:shd w:val="solid" w:color="FFFFFF" w:fill="auto"/>
          </w:tcPr>
          <w:p w14:paraId="435BA2FB" w14:textId="77777777" w:rsidR="00C55F85" w:rsidRDefault="00113A45" w:rsidP="00C55F85">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2D88493B" w14:textId="77777777" w:rsidR="00C55F85" w:rsidRDefault="00C55F85" w:rsidP="00C55F85">
            <w:pPr>
              <w:pStyle w:val="TAL"/>
              <w:rPr>
                <w:sz w:val="16"/>
                <w:szCs w:val="16"/>
              </w:rPr>
            </w:pPr>
            <w:r>
              <w:rPr>
                <w:rFonts w:hint="eastAsia"/>
                <w:sz w:val="16"/>
                <w:szCs w:val="16"/>
              </w:rPr>
              <w:t>0018</w:t>
            </w:r>
          </w:p>
        </w:tc>
        <w:tc>
          <w:tcPr>
            <w:tcW w:w="425" w:type="dxa"/>
            <w:shd w:val="solid" w:color="FFFFFF" w:fill="auto"/>
          </w:tcPr>
          <w:p w14:paraId="606E324D" w14:textId="77777777" w:rsidR="00C55F85" w:rsidRDefault="00C55F85" w:rsidP="00C55F85">
            <w:pPr>
              <w:pStyle w:val="TAR"/>
              <w:rPr>
                <w:sz w:val="16"/>
                <w:szCs w:val="16"/>
              </w:rPr>
            </w:pPr>
          </w:p>
        </w:tc>
        <w:tc>
          <w:tcPr>
            <w:tcW w:w="425" w:type="dxa"/>
            <w:shd w:val="solid" w:color="FFFFFF" w:fill="auto"/>
          </w:tcPr>
          <w:p w14:paraId="7E8C93F4" w14:textId="77777777" w:rsidR="00C55F85" w:rsidRDefault="00C55F85" w:rsidP="00C55F85">
            <w:pPr>
              <w:pStyle w:val="TAC"/>
              <w:rPr>
                <w:sz w:val="16"/>
                <w:szCs w:val="16"/>
              </w:rPr>
            </w:pPr>
            <w:r>
              <w:rPr>
                <w:rFonts w:hint="eastAsia"/>
                <w:sz w:val="16"/>
                <w:szCs w:val="16"/>
              </w:rPr>
              <w:t>F</w:t>
            </w:r>
          </w:p>
        </w:tc>
        <w:tc>
          <w:tcPr>
            <w:tcW w:w="4962" w:type="dxa"/>
            <w:shd w:val="solid" w:color="FFFFFF" w:fill="auto"/>
          </w:tcPr>
          <w:p w14:paraId="7214EBA0" w14:textId="77777777" w:rsidR="00C55F85" w:rsidRPr="00500CE5" w:rsidRDefault="00C55F85" w:rsidP="00C55F85">
            <w:pPr>
              <w:pStyle w:val="TAL"/>
              <w:rPr>
                <w:sz w:val="16"/>
                <w:szCs w:val="16"/>
                <w:lang w:eastAsia="zh-CN"/>
              </w:rPr>
            </w:pPr>
            <w:r w:rsidRPr="00C55F85">
              <w:rPr>
                <w:sz w:val="16"/>
                <w:szCs w:val="16"/>
                <w:lang w:eastAsia="zh-CN"/>
              </w:rPr>
              <w:t>Correction of Resource URI structure</w:t>
            </w:r>
          </w:p>
        </w:tc>
        <w:tc>
          <w:tcPr>
            <w:tcW w:w="708" w:type="dxa"/>
            <w:shd w:val="solid" w:color="FFFFFF" w:fill="auto"/>
          </w:tcPr>
          <w:p w14:paraId="27A06039" w14:textId="77777777" w:rsidR="00C55F85" w:rsidRDefault="00C55F85" w:rsidP="00C55F85">
            <w:pPr>
              <w:pStyle w:val="TAC"/>
              <w:rPr>
                <w:sz w:val="16"/>
                <w:szCs w:val="16"/>
                <w:lang w:eastAsia="zh-CN"/>
              </w:rPr>
            </w:pPr>
            <w:r>
              <w:rPr>
                <w:rFonts w:hint="eastAsia"/>
                <w:sz w:val="16"/>
                <w:szCs w:val="16"/>
                <w:lang w:eastAsia="zh-CN"/>
              </w:rPr>
              <w:t>15.2.0</w:t>
            </w:r>
          </w:p>
        </w:tc>
      </w:tr>
      <w:tr w:rsidR="002B0EAC" w:rsidRPr="00630AB6" w14:paraId="22627368" w14:textId="77777777" w:rsidTr="005D55BD">
        <w:tc>
          <w:tcPr>
            <w:tcW w:w="800" w:type="dxa"/>
            <w:shd w:val="solid" w:color="FFFFFF" w:fill="auto"/>
          </w:tcPr>
          <w:p w14:paraId="3FAAA1A4" w14:textId="77777777" w:rsidR="002B0EAC" w:rsidRDefault="002B0EAC" w:rsidP="002B0EAC">
            <w:pPr>
              <w:pStyle w:val="TAC"/>
              <w:rPr>
                <w:sz w:val="16"/>
                <w:szCs w:val="16"/>
                <w:lang w:eastAsia="zh-CN"/>
              </w:rPr>
            </w:pPr>
            <w:r>
              <w:rPr>
                <w:rFonts w:hint="eastAsia"/>
                <w:sz w:val="16"/>
                <w:szCs w:val="16"/>
                <w:lang w:eastAsia="zh-CN"/>
              </w:rPr>
              <w:t>2018-12</w:t>
            </w:r>
          </w:p>
        </w:tc>
        <w:tc>
          <w:tcPr>
            <w:tcW w:w="800" w:type="dxa"/>
            <w:shd w:val="solid" w:color="FFFFFF" w:fill="auto"/>
          </w:tcPr>
          <w:p w14:paraId="1007D6CA" w14:textId="77777777" w:rsidR="002B0EAC" w:rsidRDefault="002B0EAC" w:rsidP="002B0EAC">
            <w:pPr>
              <w:pStyle w:val="TAC"/>
              <w:rPr>
                <w:sz w:val="16"/>
                <w:szCs w:val="16"/>
              </w:rPr>
            </w:pPr>
            <w:r>
              <w:rPr>
                <w:rFonts w:hint="eastAsia"/>
                <w:sz w:val="16"/>
                <w:szCs w:val="16"/>
              </w:rPr>
              <w:t>CT#82</w:t>
            </w:r>
          </w:p>
        </w:tc>
        <w:tc>
          <w:tcPr>
            <w:tcW w:w="952" w:type="dxa"/>
            <w:shd w:val="solid" w:color="FFFFFF" w:fill="auto"/>
          </w:tcPr>
          <w:p w14:paraId="17C7BE6E" w14:textId="77777777" w:rsidR="002B0EAC" w:rsidRDefault="00113A45" w:rsidP="002B0EAC">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64E13A88" w14:textId="77777777" w:rsidR="002B0EAC" w:rsidRDefault="002B0EAC" w:rsidP="002B0EAC">
            <w:pPr>
              <w:pStyle w:val="TAL"/>
              <w:rPr>
                <w:sz w:val="16"/>
                <w:szCs w:val="16"/>
              </w:rPr>
            </w:pPr>
            <w:r>
              <w:rPr>
                <w:rFonts w:hint="eastAsia"/>
                <w:sz w:val="16"/>
                <w:szCs w:val="16"/>
              </w:rPr>
              <w:t>0019</w:t>
            </w:r>
          </w:p>
        </w:tc>
        <w:tc>
          <w:tcPr>
            <w:tcW w:w="425" w:type="dxa"/>
            <w:shd w:val="solid" w:color="FFFFFF" w:fill="auto"/>
          </w:tcPr>
          <w:p w14:paraId="2F8F5291" w14:textId="77777777" w:rsidR="002B0EAC" w:rsidRDefault="002B0EAC" w:rsidP="002B0EAC">
            <w:pPr>
              <w:pStyle w:val="TAR"/>
              <w:rPr>
                <w:sz w:val="16"/>
                <w:szCs w:val="16"/>
              </w:rPr>
            </w:pPr>
          </w:p>
        </w:tc>
        <w:tc>
          <w:tcPr>
            <w:tcW w:w="425" w:type="dxa"/>
            <w:shd w:val="solid" w:color="FFFFFF" w:fill="auto"/>
          </w:tcPr>
          <w:p w14:paraId="285F5261" w14:textId="77777777" w:rsidR="002B0EAC" w:rsidRDefault="002B0EAC" w:rsidP="002B0EAC">
            <w:pPr>
              <w:pStyle w:val="TAC"/>
              <w:rPr>
                <w:sz w:val="16"/>
                <w:szCs w:val="16"/>
              </w:rPr>
            </w:pPr>
            <w:r>
              <w:rPr>
                <w:rFonts w:hint="eastAsia"/>
                <w:sz w:val="16"/>
                <w:szCs w:val="16"/>
              </w:rPr>
              <w:t>F</w:t>
            </w:r>
          </w:p>
        </w:tc>
        <w:tc>
          <w:tcPr>
            <w:tcW w:w="4962" w:type="dxa"/>
            <w:shd w:val="solid" w:color="FFFFFF" w:fill="auto"/>
          </w:tcPr>
          <w:p w14:paraId="6BE81493" w14:textId="77777777" w:rsidR="002B0EAC" w:rsidRPr="00C55F85" w:rsidRDefault="002B0EAC" w:rsidP="002B0EAC">
            <w:pPr>
              <w:pStyle w:val="TAL"/>
              <w:rPr>
                <w:sz w:val="16"/>
                <w:szCs w:val="16"/>
                <w:lang w:eastAsia="zh-CN"/>
              </w:rPr>
            </w:pPr>
            <w:r w:rsidRPr="002B0EAC">
              <w:rPr>
                <w:sz w:val="16"/>
                <w:szCs w:val="16"/>
                <w:lang w:eastAsia="zh-CN"/>
              </w:rPr>
              <w:t xml:space="preserve">Add Delete Service Operation in </w:t>
            </w:r>
            <w:proofErr w:type="spellStart"/>
            <w:r w:rsidRPr="002B0EAC">
              <w:rPr>
                <w:sz w:val="16"/>
                <w:szCs w:val="16"/>
                <w:lang w:eastAsia="zh-CN"/>
              </w:rPr>
              <w:t>Nnssf_NSSAIAvailability</w:t>
            </w:r>
            <w:proofErr w:type="spellEnd"/>
            <w:r w:rsidRPr="002B0EAC">
              <w:rPr>
                <w:sz w:val="16"/>
                <w:szCs w:val="16"/>
                <w:lang w:eastAsia="zh-CN"/>
              </w:rPr>
              <w:t xml:space="preserve"> Service</w:t>
            </w:r>
          </w:p>
        </w:tc>
        <w:tc>
          <w:tcPr>
            <w:tcW w:w="708" w:type="dxa"/>
            <w:shd w:val="solid" w:color="FFFFFF" w:fill="auto"/>
          </w:tcPr>
          <w:p w14:paraId="416A343A" w14:textId="77777777" w:rsidR="002B0EAC" w:rsidRDefault="002B0EAC" w:rsidP="002B0EAC">
            <w:pPr>
              <w:pStyle w:val="TAC"/>
              <w:rPr>
                <w:sz w:val="16"/>
                <w:szCs w:val="16"/>
                <w:lang w:eastAsia="zh-CN"/>
              </w:rPr>
            </w:pPr>
            <w:r>
              <w:rPr>
                <w:rFonts w:hint="eastAsia"/>
                <w:sz w:val="16"/>
                <w:szCs w:val="16"/>
                <w:lang w:eastAsia="zh-CN"/>
              </w:rPr>
              <w:t>15.2.0</w:t>
            </w:r>
          </w:p>
        </w:tc>
      </w:tr>
      <w:tr w:rsidR="00CB3BA4" w:rsidRPr="00630AB6" w14:paraId="13962ADD" w14:textId="77777777" w:rsidTr="005D55BD">
        <w:tc>
          <w:tcPr>
            <w:tcW w:w="800" w:type="dxa"/>
            <w:shd w:val="solid" w:color="FFFFFF" w:fill="auto"/>
          </w:tcPr>
          <w:p w14:paraId="35F22A8F" w14:textId="77777777" w:rsidR="00CB3BA4" w:rsidRDefault="00CB3BA4" w:rsidP="00CB3BA4">
            <w:pPr>
              <w:pStyle w:val="TAC"/>
              <w:rPr>
                <w:sz w:val="16"/>
                <w:szCs w:val="16"/>
                <w:lang w:eastAsia="zh-CN"/>
              </w:rPr>
            </w:pPr>
            <w:r>
              <w:rPr>
                <w:rFonts w:hint="eastAsia"/>
                <w:sz w:val="16"/>
                <w:szCs w:val="16"/>
                <w:lang w:eastAsia="zh-CN"/>
              </w:rPr>
              <w:t>2018-12</w:t>
            </w:r>
          </w:p>
        </w:tc>
        <w:tc>
          <w:tcPr>
            <w:tcW w:w="800" w:type="dxa"/>
            <w:shd w:val="solid" w:color="FFFFFF" w:fill="auto"/>
          </w:tcPr>
          <w:p w14:paraId="26577842" w14:textId="77777777" w:rsidR="00CB3BA4" w:rsidRDefault="00CB3BA4" w:rsidP="00CB3BA4">
            <w:pPr>
              <w:pStyle w:val="TAC"/>
              <w:rPr>
                <w:sz w:val="16"/>
                <w:szCs w:val="16"/>
              </w:rPr>
            </w:pPr>
            <w:r>
              <w:rPr>
                <w:rFonts w:hint="eastAsia"/>
                <w:sz w:val="16"/>
                <w:szCs w:val="16"/>
              </w:rPr>
              <w:t>CT#82</w:t>
            </w:r>
          </w:p>
        </w:tc>
        <w:tc>
          <w:tcPr>
            <w:tcW w:w="952" w:type="dxa"/>
            <w:shd w:val="solid" w:color="FFFFFF" w:fill="auto"/>
          </w:tcPr>
          <w:p w14:paraId="04AD3A52" w14:textId="77777777" w:rsidR="00CB3BA4" w:rsidRDefault="00113A45" w:rsidP="00CB3BA4">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04A31410" w14:textId="77777777" w:rsidR="00CB3BA4" w:rsidRDefault="00CB3BA4" w:rsidP="00CB3BA4">
            <w:pPr>
              <w:pStyle w:val="TAL"/>
              <w:rPr>
                <w:sz w:val="16"/>
                <w:szCs w:val="16"/>
              </w:rPr>
            </w:pPr>
            <w:r>
              <w:rPr>
                <w:rFonts w:hint="eastAsia"/>
                <w:sz w:val="16"/>
                <w:szCs w:val="16"/>
              </w:rPr>
              <w:t>0020</w:t>
            </w:r>
          </w:p>
        </w:tc>
        <w:tc>
          <w:tcPr>
            <w:tcW w:w="425" w:type="dxa"/>
            <w:shd w:val="solid" w:color="FFFFFF" w:fill="auto"/>
          </w:tcPr>
          <w:p w14:paraId="7F456D18" w14:textId="77777777" w:rsidR="00CB3BA4" w:rsidRDefault="00CB3BA4" w:rsidP="00CB3BA4">
            <w:pPr>
              <w:pStyle w:val="TAR"/>
              <w:rPr>
                <w:sz w:val="16"/>
                <w:szCs w:val="16"/>
              </w:rPr>
            </w:pPr>
            <w:r>
              <w:rPr>
                <w:rFonts w:hint="eastAsia"/>
                <w:sz w:val="16"/>
                <w:szCs w:val="16"/>
              </w:rPr>
              <w:t>2</w:t>
            </w:r>
          </w:p>
        </w:tc>
        <w:tc>
          <w:tcPr>
            <w:tcW w:w="425" w:type="dxa"/>
            <w:shd w:val="solid" w:color="FFFFFF" w:fill="auto"/>
          </w:tcPr>
          <w:p w14:paraId="25773645" w14:textId="77777777" w:rsidR="00CB3BA4" w:rsidRDefault="00CB3BA4" w:rsidP="00CB3BA4">
            <w:pPr>
              <w:pStyle w:val="TAC"/>
              <w:rPr>
                <w:sz w:val="16"/>
                <w:szCs w:val="16"/>
              </w:rPr>
            </w:pPr>
            <w:r>
              <w:rPr>
                <w:rFonts w:hint="eastAsia"/>
                <w:sz w:val="16"/>
                <w:szCs w:val="16"/>
              </w:rPr>
              <w:t>F</w:t>
            </w:r>
          </w:p>
        </w:tc>
        <w:tc>
          <w:tcPr>
            <w:tcW w:w="4962" w:type="dxa"/>
            <w:shd w:val="solid" w:color="FFFFFF" w:fill="auto"/>
          </w:tcPr>
          <w:p w14:paraId="6969B4FA" w14:textId="77777777" w:rsidR="00CB3BA4" w:rsidRPr="002B0EAC" w:rsidRDefault="00CB3BA4" w:rsidP="00CB3BA4">
            <w:pPr>
              <w:pStyle w:val="TAL"/>
              <w:rPr>
                <w:sz w:val="16"/>
                <w:szCs w:val="16"/>
                <w:lang w:eastAsia="zh-CN"/>
              </w:rPr>
            </w:pPr>
            <w:r w:rsidRPr="00CB3BA4">
              <w:rPr>
                <w:sz w:val="16"/>
                <w:szCs w:val="16"/>
                <w:lang w:eastAsia="zh-CN"/>
              </w:rPr>
              <w:t xml:space="preserve">Add the Default Configured NSSAI Indication in </w:t>
            </w:r>
            <w:proofErr w:type="spellStart"/>
            <w:r w:rsidRPr="00CB3BA4">
              <w:rPr>
                <w:sz w:val="16"/>
                <w:szCs w:val="16"/>
                <w:lang w:eastAsia="zh-CN"/>
              </w:rPr>
              <w:t>Nnssf_NSSelection</w:t>
            </w:r>
            <w:proofErr w:type="spellEnd"/>
            <w:r w:rsidRPr="00CB3BA4">
              <w:rPr>
                <w:sz w:val="16"/>
                <w:szCs w:val="16"/>
                <w:lang w:eastAsia="zh-CN"/>
              </w:rPr>
              <w:t xml:space="preserve"> Service</w:t>
            </w:r>
          </w:p>
        </w:tc>
        <w:tc>
          <w:tcPr>
            <w:tcW w:w="708" w:type="dxa"/>
            <w:shd w:val="solid" w:color="FFFFFF" w:fill="auto"/>
          </w:tcPr>
          <w:p w14:paraId="1750D8B4" w14:textId="77777777" w:rsidR="00CB3BA4" w:rsidRDefault="00CB3BA4" w:rsidP="00CB3BA4">
            <w:pPr>
              <w:pStyle w:val="TAC"/>
              <w:rPr>
                <w:sz w:val="16"/>
                <w:szCs w:val="16"/>
                <w:lang w:eastAsia="zh-CN"/>
              </w:rPr>
            </w:pPr>
            <w:r>
              <w:rPr>
                <w:rFonts w:hint="eastAsia"/>
                <w:sz w:val="16"/>
                <w:szCs w:val="16"/>
                <w:lang w:eastAsia="zh-CN"/>
              </w:rPr>
              <w:t>15.2.0</w:t>
            </w:r>
          </w:p>
        </w:tc>
      </w:tr>
      <w:tr w:rsidR="004A6B81" w:rsidRPr="00630AB6" w14:paraId="18FA9797" w14:textId="77777777" w:rsidTr="005D55BD">
        <w:tc>
          <w:tcPr>
            <w:tcW w:w="800" w:type="dxa"/>
            <w:shd w:val="solid" w:color="FFFFFF" w:fill="auto"/>
          </w:tcPr>
          <w:p w14:paraId="02F71FFA" w14:textId="77777777" w:rsidR="004A6B81" w:rsidRDefault="004A6B81" w:rsidP="004A6B81">
            <w:pPr>
              <w:pStyle w:val="TAC"/>
              <w:rPr>
                <w:sz w:val="16"/>
                <w:szCs w:val="16"/>
                <w:lang w:eastAsia="zh-CN"/>
              </w:rPr>
            </w:pPr>
            <w:r>
              <w:rPr>
                <w:rFonts w:hint="eastAsia"/>
                <w:sz w:val="16"/>
                <w:szCs w:val="16"/>
                <w:lang w:eastAsia="zh-CN"/>
              </w:rPr>
              <w:t>2018-12</w:t>
            </w:r>
          </w:p>
        </w:tc>
        <w:tc>
          <w:tcPr>
            <w:tcW w:w="800" w:type="dxa"/>
            <w:shd w:val="solid" w:color="FFFFFF" w:fill="auto"/>
          </w:tcPr>
          <w:p w14:paraId="5D927C6E" w14:textId="77777777" w:rsidR="004A6B81" w:rsidRDefault="004A6B81" w:rsidP="004A6B81">
            <w:pPr>
              <w:pStyle w:val="TAC"/>
              <w:rPr>
                <w:sz w:val="16"/>
                <w:szCs w:val="16"/>
              </w:rPr>
            </w:pPr>
            <w:r>
              <w:rPr>
                <w:rFonts w:hint="eastAsia"/>
                <w:sz w:val="16"/>
                <w:szCs w:val="16"/>
              </w:rPr>
              <w:t>CT#82</w:t>
            </w:r>
          </w:p>
        </w:tc>
        <w:tc>
          <w:tcPr>
            <w:tcW w:w="952" w:type="dxa"/>
            <w:shd w:val="solid" w:color="FFFFFF" w:fill="auto"/>
          </w:tcPr>
          <w:p w14:paraId="57BC7429" w14:textId="77777777" w:rsidR="004A6B81" w:rsidRDefault="00113A45" w:rsidP="004A6B81">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73C11E76" w14:textId="77777777" w:rsidR="004A6B81" w:rsidRDefault="004A6B81" w:rsidP="004A6B81">
            <w:pPr>
              <w:pStyle w:val="TAL"/>
              <w:rPr>
                <w:sz w:val="16"/>
                <w:szCs w:val="16"/>
              </w:rPr>
            </w:pPr>
            <w:r>
              <w:rPr>
                <w:rFonts w:hint="eastAsia"/>
                <w:sz w:val="16"/>
                <w:szCs w:val="16"/>
              </w:rPr>
              <w:t>0021</w:t>
            </w:r>
          </w:p>
        </w:tc>
        <w:tc>
          <w:tcPr>
            <w:tcW w:w="425" w:type="dxa"/>
            <w:shd w:val="solid" w:color="FFFFFF" w:fill="auto"/>
          </w:tcPr>
          <w:p w14:paraId="52BA7F57" w14:textId="77777777" w:rsidR="004A6B81" w:rsidRDefault="004A6B81" w:rsidP="004A6B81">
            <w:pPr>
              <w:pStyle w:val="TAR"/>
              <w:rPr>
                <w:sz w:val="16"/>
                <w:szCs w:val="16"/>
              </w:rPr>
            </w:pPr>
          </w:p>
        </w:tc>
        <w:tc>
          <w:tcPr>
            <w:tcW w:w="425" w:type="dxa"/>
            <w:shd w:val="solid" w:color="FFFFFF" w:fill="auto"/>
          </w:tcPr>
          <w:p w14:paraId="57B40ACA" w14:textId="77777777" w:rsidR="004A6B81" w:rsidRDefault="004A6B81" w:rsidP="004A6B81">
            <w:pPr>
              <w:pStyle w:val="TAC"/>
              <w:rPr>
                <w:sz w:val="16"/>
                <w:szCs w:val="16"/>
              </w:rPr>
            </w:pPr>
            <w:r>
              <w:rPr>
                <w:rFonts w:hint="eastAsia"/>
                <w:sz w:val="16"/>
                <w:szCs w:val="16"/>
              </w:rPr>
              <w:t>F</w:t>
            </w:r>
          </w:p>
        </w:tc>
        <w:tc>
          <w:tcPr>
            <w:tcW w:w="4962" w:type="dxa"/>
            <w:shd w:val="solid" w:color="FFFFFF" w:fill="auto"/>
          </w:tcPr>
          <w:p w14:paraId="310ECD96" w14:textId="77777777" w:rsidR="004A6B81" w:rsidRPr="00CB3BA4" w:rsidRDefault="004A6B81" w:rsidP="004A6B81">
            <w:pPr>
              <w:pStyle w:val="TAL"/>
              <w:rPr>
                <w:sz w:val="16"/>
                <w:szCs w:val="16"/>
                <w:lang w:eastAsia="zh-CN"/>
              </w:rPr>
            </w:pPr>
            <w:r w:rsidRPr="004A6B81">
              <w:rPr>
                <w:sz w:val="16"/>
                <w:szCs w:val="16"/>
                <w:lang w:eastAsia="zh-CN"/>
              </w:rPr>
              <w:t>CR 0021 29.531 Rel-15 Resource Uri Correction</w:t>
            </w:r>
          </w:p>
        </w:tc>
        <w:tc>
          <w:tcPr>
            <w:tcW w:w="708" w:type="dxa"/>
            <w:shd w:val="solid" w:color="FFFFFF" w:fill="auto"/>
          </w:tcPr>
          <w:p w14:paraId="1FF1C40B" w14:textId="77777777" w:rsidR="004A6B81" w:rsidRDefault="004A6B81" w:rsidP="004A6B81">
            <w:pPr>
              <w:pStyle w:val="TAC"/>
              <w:rPr>
                <w:sz w:val="16"/>
                <w:szCs w:val="16"/>
                <w:lang w:eastAsia="zh-CN"/>
              </w:rPr>
            </w:pPr>
            <w:r>
              <w:rPr>
                <w:rFonts w:hint="eastAsia"/>
                <w:sz w:val="16"/>
                <w:szCs w:val="16"/>
                <w:lang w:eastAsia="zh-CN"/>
              </w:rPr>
              <w:t>15.2.0</w:t>
            </w:r>
          </w:p>
        </w:tc>
      </w:tr>
      <w:tr w:rsidR="00E31868" w:rsidRPr="00630AB6" w14:paraId="75B757EB" w14:textId="77777777" w:rsidTr="005D55BD">
        <w:tc>
          <w:tcPr>
            <w:tcW w:w="800" w:type="dxa"/>
            <w:shd w:val="solid" w:color="FFFFFF" w:fill="auto"/>
          </w:tcPr>
          <w:p w14:paraId="60963B2B" w14:textId="77777777" w:rsidR="00E31868" w:rsidRDefault="00E31868" w:rsidP="00E31868">
            <w:pPr>
              <w:pStyle w:val="TAC"/>
              <w:rPr>
                <w:sz w:val="16"/>
                <w:szCs w:val="16"/>
                <w:lang w:eastAsia="zh-CN"/>
              </w:rPr>
            </w:pPr>
            <w:r>
              <w:rPr>
                <w:rFonts w:hint="eastAsia"/>
                <w:sz w:val="16"/>
                <w:szCs w:val="16"/>
                <w:lang w:eastAsia="zh-CN"/>
              </w:rPr>
              <w:t>2018-12</w:t>
            </w:r>
          </w:p>
        </w:tc>
        <w:tc>
          <w:tcPr>
            <w:tcW w:w="800" w:type="dxa"/>
            <w:shd w:val="solid" w:color="FFFFFF" w:fill="auto"/>
          </w:tcPr>
          <w:p w14:paraId="7E68CD1D" w14:textId="77777777" w:rsidR="00E31868" w:rsidRDefault="00E31868" w:rsidP="00E31868">
            <w:pPr>
              <w:pStyle w:val="TAC"/>
              <w:rPr>
                <w:sz w:val="16"/>
                <w:szCs w:val="16"/>
              </w:rPr>
            </w:pPr>
            <w:r>
              <w:rPr>
                <w:rFonts w:hint="eastAsia"/>
                <w:sz w:val="16"/>
                <w:szCs w:val="16"/>
              </w:rPr>
              <w:t>CT#82</w:t>
            </w:r>
          </w:p>
        </w:tc>
        <w:tc>
          <w:tcPr>
            <w:tcW w:w="952" w:type="dxa"/>
            <w:shd w:val="solid" w:color="FFFFFF" w:fill="auto"/>
          </w:tcPr>
          <w:p w14:paraId="1591D257" w14:textId="77777777" w:rsidR="00E31868" w:rsidRDefault="00113A45" w:rsidP="00E31868">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163F1060" w14:textId="77777777" w:rsidR="00E31868" w:rsidRDefault="00E31868" w:rsidP="00E31868">
            <w:pPr>
              <w:pStyle w:val="TAL"/>
              <w:rPr>
                <w:sz w:val="16"/>
                <w:szCs w:val="16"/>
              </w:rPr>
            </w:pPr>
            <w:r>
              <w:rPr>
                <w:rFonts w:hint="eastAsia"/>
                <w:sz w:val="16"/>
                <w:szCs w:val="16"/>
              </w:rPr>
              <w:t>0022</w:t>
            </w:r>
          </w:p>
        </w:tc>
        <w:tc>
          <w:tcPr>
            <w:tcW w:w="425" w:type="dxa"/>
            <w:shd w:val="solid" w:color="FFFFFF" w:fill="auto"/>
          </w:tcPr>
          <w:p w14:paraId="0C63F245" w14:textId="77777777" w:rsidR="00E31868" w:rsidRDefault="00E31868" w:rsidP="00E31868">
            <w:pPr>
              <w:pStyle w:val="TAR"/>
              <w:rPr>
                <w:sz w:val="16"/>
                <w:szCs w:val="16"/>
              </w:rPr>
            </w:pPr>
          </w:p>
        </w:tc>
        <w:tc>
          <w:tcPr>
            <w:tcW w:w="425" w:type="dxa"/>
            <w:shd w:val="solid" w:color="FFFFFF" w:fill="auto"/>
          </w:tcPr>
          <w:p w14:paraId="7151E7CD" w14:textId="77777777" w:rsidR="00E31868" w:rsidRDefault="00E31868" w:rsidP="00E31868">
            <w:pPr>
              <w:pStyle w:val="TAC"/>
              <w:rPr>
                <w:sz w:val="16"/>
                <w:szCs w:val="16"/>
              </w:rPr>
            </w:pPr>
            <w:r>
              <w:rPr>
                <w:rFonts w:hint="eastAsia"/>
                <w:sz w:val="16"/>
                <w:szCs w:val="16"/>
              </w:rPr>
              <w:t>F</w:t>
            </w:r>
          </w:p>
        </w:tc>
        <w:tc>
          <w:tcPr>
            <w:tcW w:w="4962" w:type="dxa"/>
            <w:shd w:val="solid" w:color="FFFFFF" w:fill="auto"/>
          </w:tcPr>
          <w:p w14:paraId="6E36A027" w14:textId="77777777" w:rsidR="00E31868" w:rsidRPr="004A6B81" w:rsidRDefault="00E31868" w:rsidP="00E31868">
            <w:pPr>
              <w:pStyle w:val="TAL"/>
              <w:rPr>
                <w:sz w:val="16"/>
                <w:szCs w:val="16"/>
                <w:lang w:eastAsia="zh-CN"/>
              </w:rPr>
            </w:pPr>
            <w:r w:rsidRPr="00E31868">
              <w:rPr>
                <w:sz w:val="16"/>
                <w:szCs w:val="16"/>
                <w:lang w:eastAsia="zh-CN"/>
              </w:rPr>
              <w:t xml:space="preserve">Correction to </w:t>
            </w:r>
            <w:proofErr w:type="spellStart"/>
            <w:r w:rsidRPr="00E31868">
              <w:rPr>
                <w:sz w:val="16"/>
                <w:szCs w:val="16"/>
                <w:lang w:eastAsia="zh-CN"/>
              </w:rPr>
              <w:t>NssaiAvailabilityInfo</w:t>
            </w:r>
            <w:proofErr w:type="spellEnd"/>
          </w:p>
        </w:tc>
        <w:tc>
          <w:tcPr>
            <w:tcW w:w="708" w:type="dxa"/>
            <w:shd w:val="solid" w:color="FFFFFF" w:fill="auto"/>
          </w:tcPr>
          <w:p w14:paraId="40AADB99" w14:textId="77777777" w:rsidR="00E31868" w:rsidRDefault="00E31868" w:rsidP="00E31868">
            <w:pPr>
              <w:pStyle w:val="TAC"/>
              <w:rPr>
                <w:sz w:val="16"/>
                <w:szCs w:val="16"/>
                <w:lang w:eastAsia="zh-CN"/>
              </w:rPr>
            </w:pPr>
            <w:r>
              <w:rPr>
                <w:rFonts w:hint="eastAsia"/>
                <w:sz w:val="16"/>
                <w:szCs w:val="16"/>
                <w:lang w:eastAsia="zh-CN"/>
              </w:rPr>
              <w:t>15.2.0</w:t>
            </w:r>
          </w:p>
        </w:tc>
      </w:tr>
      <w:tr w:rsidR="0017640E" w:rsidRPr="00630AB6" w14:paraId="0183D24A" w14:textId="77777777" w:rsidTr="005D55BD">
        <w:tc>
          <w:tcPr>
            <w:tcW w:w="800" w:type="dxa"/>
            <w:shd w:val="solid" w:color="FFFFFF" w:fill="auto"/>
          </w:tcPr>
          <w:p w14:paraId="15B4BC53" w14:textId="77777777" w:rsidR="0017640E" w:rsidRDefault="0017640E" w:rsidP="0017640E">
            <w:pPr>
              <w:pStyle w:val="TAC"/>
              <w:rPr>
                <w:sz w:val="16"/>
                <w:szCs w:val="16"/>
                <w:lang w:eastAsia="zh-CN"/>
              </w:rPr>
            </w:pPr>
            <w:r>
              <w:rPr>
                <w:rFonts w:hint="eastAsia"/>
                <w:sz w:val="16"/>
                <w:szCs w:val="16"/>
                <w:lang w:eastAsia="zh-CN"/>
              </w:rPr>
              <w:t>2018-12</w:t>
            </w:r>
          </w:p>
        </w:tc>
        <w:tc>
          <w:tcPr>
            <w:tcW w:w="800" w:type="dxa"/>
            <w:shd w:val="solid" w:color="FFFFFF" w:fill="auto"/>
          </w:tcPr>
          <w:p w14:paraId="51A969A2" w14:textId="77777777" w:rsidR="0017640E" w:rsidRDefault="0017640E" w:rsidP="0017640E">
            <w:pPr>
              <w:pStyle w:val="TAC"/>
              <w:rPr>
                <w:sz w:val="16"/>
                <w:szCs w:val="16"/>
              </w:rPr>
            </w:pPr>
            <w:r>
              <w:rPr>
                <w:rFonts w:hint="eastAsia"/>
                <w:sz w:val="16"/>
                <w:szCs w:val="16"/>
              </w:rPr>
              <w:t>CT#82</w:t>
            </w:r>
          </w:p>
        </w:tc>
        <w:tc>
          <w:tcPr>
            <w:tcW w:w="952" w:type="dxa"/>
            <w:shd w:val="solid" w:color="FFFFFF" w:fill="auto"/>
          </w:tcPr>
          <w:p w14:paraId="6B464F81" w14:textId="77777777" w:rsidR="0017640E" w:rsidRDefault="00113A45" w:rsidP="0017640E">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0364F809" w14:textId="77777777" w:rsidR="0017640E" w:rsidRDefault="0017640E" w:rsidP="0017640E">
            <w:pPr>
              <w:pStyle w:val="TAL"/>
              <w:rPr>
                <w:sz w:val="16"/>
                <w:szCs w:val="16"/>
              </w:rPr>
            </w:pPr>
            <w:r>
              <w:rPr>
                <w:rFonts w:hint="eastAsia"/>
                <w:sz w:val="16"/>
                <w:szCs w:val="16"/>
              </w:rPr>
              <w:t>0023</w:t>
            </w:r>
          </w:p>
        </w:tc>
        <w:tc>
          <w:tcPr>
            <w:tcW w:w="425" w:type="dxa"/>
            <w:shd w:val="solid" w:color="FFFFFF" w:fill="auto"/>
          </w:tcPr>
          <w:p w14:paraId="538C2199" w14:textId="77777777" w:rsidR="0017640E" w:rsidRDefault="0017640E" w:rsidP="0017640E">
            <w:pPr>
              <w:pStyle w:val="TAR"/>
              <w:rPr>
                <w:sz w:val="16"/>
                <w:szCs w:val="16"/>
              </w:rPr>
            </w:pPr>
            <w:r>
              <w:rPr>
                <w:rFonts w:hint="eastAsia"/>
                <w:sz w:val="16"/>
                <w:szCs w:val="16"/>
              </w:rPr>
              <w:t>2</w:t>
            </w:r>
          </w:p>
        </w:tc>
        <w:tc>
          <w:tcPr>
            <w:tcW w:w="425" w:type="dxa"/>
            <w:shd w:val="solid" w:color="FFFFFF" w:fill="auto"/>
          </w:tcPr>
          <w:p w14:paraId="41F1CA7E" w14:textId="77777777" w:rsidR="0017640E" w:rsidRDefault="0017640E" w:rsidP="0017640E">
            <w:pPr>
              <w:pStyle w:val="TAC"/>
              <w:rPr>
                <w:sz w:val="16"/>
                <w:szCs w:val="16"/>
              </w:rPr>
            </w:pPr>
            <w:r>
              <w:rPr>
                <w:rFonts w:hint="eastAsia"/>
                <w:sz w:val="16"/>
                <w:szCs w:val="16"/>
              </w:rPr>
              <w:t>F</w:t>
            </w:r>
          </w:p>
        </w:tc>
        <w:tc>
          <w:tcPr>
            <w:tcW w:w="4962" w:type="dxa"/>
            <w:shd w:val="solid" w:color="FFFFFF" w:fill="auto"/>
          </w:tcPr>
          <w:p w14:paraId="73F20A6E" w14:textId="77777777" w:rsidR="0017640E" w:rsidRPr="00E31868" w:rsidRDefault="0017640E" w:rsidP="0017640E">
            <w:pPr>
              <w:pStyle w:val="TAL"/>
              <w:rPr>
                <w:sz w:val="16"/>
                <w:szCs w:val="16"/>
                <w:lang w:eastAsia="zh-CN"/>
              </w:rPr>
            </w:pPr>
            <w:r w:rsidRPr="0017640E">
              <w:rPr>
                <w:sz w:val="16"/>
                <w:szCs w:val="16"/>
                <w:lang w:eastAsia="zh-CN"/>
              </w:rPr>
              <w:t>Make OAuth2.0 Optional to Use</w:t>
            </w:r>
          </w:p>
        </w:tc>
        <w:tc>
          <w:tcPr>
            <w:tcW w:w="708" w:type="dxa"/>
            <w:shd w:val="solid" w:color="FFFFFF" w:fill="auto"/>
          </w:tcPr>
          <w:p w14:paraId="278702D1" w14:textId="77777777" w:rsidR="0017640E" w:rsidRDefault="0017640E" w:rsidP="0017640E">
            <w:pPr>
              <w:pStyle w:val="TAC"/>
              <w:rPr>
                <w:sz w:val="16"/>
                <w:szCs w:val="16"/>
                <w:lang w:eastAsia="zh-CN"/>
              </w:rPr>
            </w:pPr>
            <w:r>
              <w:rPr>
                <w:rFonts w:hint="eastAsia"/>
                <w:sz w:val="16"/>
                <w:szCs w:val="16"/>
                <w:lang w:eastAsia="zh-CN"/>
              </w:rPr>
              <w:t>15.2.0</w:t>
            </w:r>
          </w:p>
        </w:tc>
      </w:tr>
      <w:tr w:rsidR="0017640E" w:rsidRPr="00630AB6" w14:paraId="1315FC31" w14:textId="77777777" w:rsidTr="005D55BD">
        <w:tc>
          <w:tcPr>
            <w:tcW w:w="800" w:type="dxa"/>
            <w:shd w:val="solid" w:color="FFFFFF" w:fill="auto"/>
          </w:tcPr>
          <w:p w14:paraId="39270380" w14:textId="77777777" w:rsidR="0017640E" w:rsidRDefault="0017640E" w:rsidP="0017640E">
            <w:pPr>
              <w:pStyle w:val="TAC"/>
              <w:rPr>
                <w:sz w:val="16"/>
                <w:szCs w:val="16"/>
                <w:lang w:eastAsia="zh-CN"/>
              </w:rPr>
            </w:pPr>
            <w:r>
              <w:rPr>
                <w:rFonts w:hint="eastAsia"/>
                <w:sz w:val="16"/>
                <w:szCs w:val="16"/>
                <w:lang w:eastAsia="zh-CN"/>
              </w:rPr>
              <w:t>2018-12</w:t>
            </w:r>
          </w:p>
        </w:tc>
        <w:tc>
          <w:tcPr>
            <w:tcW w:w="800" w:type="dxa"/>
            <w:shd w:val="solid" w:color="FFFFFF" w:fill="auto"/>
          </w:tcPr>
          <w:p w14:paraId="28BE1C32" w14:textId="77777777" w:rsidR="0017640E" w:rsidRDefault="0017640E" w:rsidP="0017640E">
            <w:pPr>
              <w:pStyle w:val="TAC"/>
              <w:rPr>
                <w:sz w:val="16"/>
                <w:szCs w:val="16"/>
              </w:rPr>
            </w:pPr>
            <w:r>
              <w:rPr>
                <w:rFonts w:hint="eastAsia"/>
                <w:sz w:val="16"/>
                <w:szCs w:val="16"/>
              </w:rPr>
              <w:t>CT#82</w:t>
            </w:r>
          </w:p>
        </w:tc>
        <w:tc>
          <w:tcPr>
            <w:tcW w:w="952" w:type="dxa"/>
            <w:shd w:val="solid" w:color="FFFFFF" w:fill="auto"/>
          </w:tcPr>
          <w:p w14:paraId="204C6F2D" w14:textId="77777777" w:rsidR="0017640E" w:rsidRDefault="00113A45" w:rsidP="0017640E">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2F51CFFD" w14:textId="77777777" w:rsidR="0017640E" w:rsidRDefault="0017640E" w:rsidP="0017640E">
            <w:pPr>
              <w:pStyle w:val="TAL"/>
              <w:rPr>
                <w:sz w:val="16"/>
                <w:szCs w:val="16"/>
              </w:rPr>
            </w:pPr>
            <w:r>
              <w:rPr>
                <w:rFonts w:hint="eastAsia"/>
                <w:sz w:val="16"/>
                <w:szCs w:val="16"/>
              </w:rPr>
              <w:t>0024</w:t>
            </w:r>
          </w:p>
        </w:tc>
        <w:tc>
          <w:tcPr>
            <w:tcW w:w="425" w:type="dxa"/>
            <w:shd w:val="solid" w:color="FFFFFF" w:fill="auto"/>
          </w:tcPr>
          <w:p w14:paraId="70A4F10D" w14:textId="77777777" w:rsidR="0017640E" w:rsidRDefault="0017640E" w:rsidP="0017640E">
            <w:pPr>
              <w:pStyle w:val="TAR"/>
              <w:rPr>
                <w:sz w:val="16"/>
                <w:szCs w:val="16"/>
              </w:rPr>
            </w:pPr>
          </w:p>
        </w:tc>
        <w:tc>
          <w:tcPr>
            <w:tcW w:w="425" w:type="dxa"/>
            <w:shd w:val="solid" w:color="FFFFFF" w:fill="auto"/>
          </w:tcPr>
          <w:p w14:paraId="02C07F41" w14:textId="77777777" w:rsidR="0017640E" w:rsidRDefault="0017640E" w:rsidP="0017640E">
            <w:pPr>
              <w:pStyle w:val="TAC"/>
              <w:rPr>
                <w:sz w:val="16"/>
                <w:szCs w:val="16"/>
              </w:rPr>
            </w:pPr>
            <w:r>
              <w:rPr>
                <w:rFonts w:hint="eastAsia"/>
                <w:sz w:val="16"/>
                <w:szCs w:val="16"/>
              </w:rPr>
              <w:t>F</w:t>
            </w:r>
          </w:p>
        </w:tc>
        <w:tc>
          <w:tcPr>
            <w:tcW w:w="4962" w:type="dxa"/>
            <w:shd w:val="solid" w:color="FFFFFF" w:fill="auto"/>
          </w:tcPr>
          <w:p w14:paraId="2DDE9A16" w14:textId="77777777" w:rsidR="0017640E" w:rsidRDefault="0017640E" w:rsidP="0017640E">
            <w:pPr>
              <w:pStyle w:val="TAL"/>
              <w:rPr>
                <w:sz w:val="16"/>
                <w:szCs w:val="16"/>
                <w:lang w:eastAsia="zh-CN"/>
              </w:rPr>
            </w:pPr>
            <w:proofErr w:type="spellStart"/>
            <w:r>
              <w:rPr>
                <w:rFonts w:hint="eastAsia"/>
                <w:sz w:val="16"/>
                <w:szCs w:val="16"/>
                <w:lang w:eastAsia="zh-CN"/>
              </w:rPr>
              <w:t>ExternalDocs</w:t>
            </w:r>
            <w:proofErr w:type="spellEnd"/>
          </w:p>
        </w:tc>
        <w:tc>
          <w:tcPr>
            <w:tcW w:w="708" w:type="dxa"/>
            <w:shd w:val="solid" w:color="FFFFFF" w:fill="auto"/>
          </w:tcPr>
          <w:p w14:paraId="4FC9FDAF" w14:textId="77777777" w:rsidR="0017640E" w:rsidRDefault="0017640E" w:rsidP="0017640E">
            <w:pPr>
              <w:pStyle w:val="TAC"/>
              <w:rPr>
                <w:sz w:val="16"/>
                <w:szCs w:val="16"/>
                <w:lang w:eastAsia="zh-CN"/>
              </w:rPr>
            </w:pPr>
            <w:r>
              <w:rPr>
                <w:rFonts w:hint="eastAsia"/>
                <w:sz w:val="16"/>
                <w:szCs w:val="16"/>
                <w:lang w:eastAsia="zh-CN"/>
              </w:rPr>
              <w:t>15.2.0</w:t>
            </w:r>
          </w:p>
        </w:tc>
      </w:tr>
      <w:tr w:rsidR="0017640E" w:rsidRPr="00630AB6" w14:paraId="64341F02" w14:textId="77777777" w:rsidTr="005D55BD">
        <w:tc>
          <w:tcPr>
            <w:tcW w:w="800" w:type="dxa"/>
            <w:shd w:val="solid" w:color="FFFFFF" w:fill="auto"/>
          </w:tcPr>
          <w:p w14:paraId="4D78A091" w14:textId="77777777" w:rsidR="0017640E" w:rsidRDefault="0017640E" w:rsidP="0017640E">
            <w:pPr>
              <w:pStyle w:val="TAC"/>
              <w:rPr>
                <w:sz w:val="16"/>
                <w:szCs w:val="16"/>
                <w:lang w:eastAsia="zh-CN"/>
              </w:rPr>
            </w:pPr>
            <w:r>
              <w:rPr>
                <w:rFonts w:hint="eastAsia"/>
                <w:sz w:val="16"/>
                <w:szCs w:val="16"/>
                <w:lang w:eastAsia="zh-CN"/>
              </w:rPr>
              <w:t>2018-12</w:t>
            </w:r>
          </w:p>
        </w:tc>
        <w:tc>
          <w:tcPr>
            <w:tcW w:w="800" w:type="dxa"/>
            <w:shd w:val="solid" w:color="FFFFFF" w:fill="auto"/>
          </w:tcPr>
          <w:p w14:paraId="27B4C06E" w14:textId="77777777" w:rsidR="0017640E" w:rsidRDefault="0017640E" w:rsidP="0017640E">
            <w:pPr>
              <w:pStyle w:val="TAC"/>
              <w:rPr>
                <w:sz w:val="16"/>
                <w:szCs w:val="16"/>
              </w:rPr>
            </w:pPr>
            <w:r>
              <w:rPr>
                <w:rFonts w:hint="eastAsia"/>
                <w:sz w:val="16"/>
                <w:szCs w:val="16"/>
              </w:rPr>
              <w:t>CT#82</w:t>
            </w:r>
          </w:p>
        </w:tc>
        <w:tc>
          <w:tcPr>
            <w:tcW w:w="952" w:type="dxa"/>
            <w:shd w:val="solid" w:color="FFFFFF" w:fill="auto"/>
          </w:tcPr>
          <w:p w14:paraId="5C470910" w14:textId="77777777" w:rsidR="0017640E" w:rsidRDefault="00113A45" w:rsidP="0017640E">
            <w:pPr>
              <w:pStyle w:val="TAC"/>
              <w:rPr>
                <w:sz w:val="16"/>
                <w:szCs w:val="16"/>
                <w:lang w:eastAsia="zh-CN"/>
              </w:rPr>
            </w:pPr>
            <w:r>
              <w:rPr>
                <w:rFonts w:hint="eastAsia"/>
                <w:sz w:val="16"/>
                <w:szCs w:val="16"/>
                <w:lang w:eastAsia="zh-CN"/>
              </w:rPr>
              <w:t>CP-18</w:t>
            </w:r>
            <w:r>
              <w:rPr>
                <w:sz w:val="16"/>
                <w:szCs w:val="16"/>
                <w:lang w:eastAsia="zh-CN"/>
              </w:rPr>
              <w:t>3022</w:t>
            </w:r>
          </w:p>
        </w:tc>
        <w:tc>
          <w:tcPr>
            <w:tcW w:w="567" w:type="dxa"/>
            <w:shd w:val="solid" w:color="FFFFFF" w:fill="auto"/>
          </w:tcPr>
          <w:p w14:paraId="2C338122" w14:textId="77777777" w:rsidR="0017640E" w:rsidRDefault="0017640E" w:rsidP="0017640E">
            <w:pPr>
              <w:pStyle w:val="TAL"/>
              <w:rPr>
                <w:sz w:val="16"/>
                <w:szCs w:val="16"/>
              </w:rPr>
            </w:pPr>
            <w:r>
              <w:rPr>
                <w:rFonts w:hint="eastAsia"/>
                <w:sz w:val="16"/>
                <w:szCs w:val="16"/>
              </w:rPr>
              <w:t>0025</w:t>
            </w:r>
          </w:p>
        </w:tc>
        <w:tc>
          <w:tcPr>
            <w:tcW w:w="425" w:type="dxa"/>
            <w:shd w:val="solid" w:color="FFFFFF" w:fill="auto"/>
          </w:tcPr>
          <w:p w14:paraId="4EEDB26B" w14:textId="77777777" w:rsidR="0017640E" w:rsidRDefault="0017640E" w:rsidP="0017640E">
            <w:pPr>
              <w:pStyle w:val="TAR"/>
              <w:rPr>
                <w:sz w:val="16"/>
                <w:szCs w:val="16"/>
              </w:rPr>
            </w:pPr>
          </w:p>
        </w:tc>
        <w:tc>
          <w:tcPr>
            <w:tcW w:w="425" w:type="dxa"/>
            <w:shd w:val="solid" w:color="FFFFFF" w:fill="auto"/>
          </w:tcPr>
          <w:p w14:paraId="0FE28E23" w14:textId="77777777" w:rsidR="0017640E" w:rsidRDefault="0017640E" w:rsidP="0017640E">
            <w:pPr>
              <w:pStyle w:val="TAC"/>
              <w:rPr>
                <w:sz w:val="16"/>
                <w:szCs w:val="16"/>
              </w:rPr>
            </w:pPr>
            <w:r>
              <w:rPr>
                <w:rFonts w:hint="eastAsia"/>
                <w:sz w:val="16"/>
                <w:szCs w:val="16"/>
              </w:rPr>
              <w:t>F</w:t>
            </w:r>
          </w:p>
        </w:tc>
        <w:tc>
          <w:tcPr>
            <w:tcW w:w="4962" w:type="dxa"/>
            <w:shd w:val="solid" w:color="FFFFFF" w:fill="auto"/>
          </w:tcPr>
          <w:p w14:paraId="01739156" w14:textId="77777777" w:rsidR="0017640E" w:rsidRDefault="0017640E" w:rsidP="0017640E">
            <w:pPr>
              <w:pStyle w:val="TAL"/>
              <w:rPr>
                <w:sz w:val="16"/>
                <w:szCs w:val="16"/>
                <w:lang w:eastAsia="zh-CN"/>
              </w:rPr>
            </w:pPr>
            <w:r>
              <w:rPr>
                <w:rFonts w:hint="eastAsia"/>
                <w:sz w:val="16"/>
                <w:szCs w:val="16"/>
                <w:lang w:eastAsia="zh-CN"/>
              </w:rPr>
              <w:t>API Version</w:t>
            </w:r>
          </w:p>
        </w:tc>
        <w:tc>
          <w:tcPr>
            <w:tcW w:w="708" w:type="dxa"/>
            <w:shd w:val="solid" w:color="FFFFFF" w:fill="auto"/>
          </w:tcPr>
          <w:p w14:paraId="499B41B2" w14:textId="77777777" w:rsidR="0017640E" w:rsidRDefault="0017640E" w:rsidP="0017640E">
            <w:pPr>
              <w:pStyle w:val="TAC"/>
              <w:rPr>
                <w:sz w:val="16"/>
                <w:szCs w:val="16"/>
                <w:lang w:eastAsia="zh-CN"/>
              </w:rPr>
            </w:pPr>
            <w:r>
              <w:rPr>
                <w:rFonts w:hint="eastAsia"/>
                <w:sz w:val="16"/>
                <w:szCs w:val="16"/>
                <w:lang w:eastAsia="zh-CN"/>
              </w:rPr>
              <w:t>15.2.0</w:t>
            </w:r>
          </w:p>
        </w:tc>
      </w:tr>
      <w:tr w:rsidR="000B2589" w:rsidRPr="00630AB6" w14:paraId="18F78D15" w14:textId="77777777" w:rsidTr="005D55BD">
        <w:tc>
          <w:tcPr>
            <w:tcW w:w="800" w:type="dxa"/>
            <w:shd w:val="solid" w:color="FFFFFF" w:fill="auto"/>
          </w:tcPr>
          <w:p w14:paraId="3E9670C2" w14:textId="77777777" w:rsidR="000B2589" w:rsidRDefault="000B2589" w:rsidP="0017640E">
            <w:pPr>
              <w:pStyle w:val="TAC"/>
              <w:rPr>
                <w:sz w:val="16"/>
                <w:szCs w:val="16"/>
                <w:lang w:eastAsia="zh-CN"/>
              </w:rPr>
            </w:pPr>
            <w:r>
              <w:rPr>
                <w:rFonts w:hint="eastAsia"/>
                <w:sz w:val="16"/>
                <w:szCs w:val="16"/>
                <w:lang w:eastAsia="zh-CN"/>
              </w:rPr>
              <w:t>2019-03</w:t>
            </w:r>
          </w:p>
        </w:tc>
        <w:tc>
          <w:tcPr>
            <w:tcW w:w="800" w:type="dxa"/>
            <w:shd w:val="solid" w:color="FFFFFF" w:fill="auto"/>
          </w:tcPr>
          <w:p w14:paraId="2C70A4EF" w14:textId="77777777" w:rsidR="000B2589" w:rsidRDefault="000B2589" w:rsidP="0017640E">
            <w:pPr>
              <w:pStyle w:val="TAC"/>
              <w:rPr>
                <w:sz w:val="16"/>
                <w:szCs w:val="16"/>
              </w:rPr>
            </w:pPr>
            <w:r>
              <w:rPr>
                <w:rFonts w:hint="eastAsia"/>
                <w:sz w:val="16"/>
                <w:szCs w:val="16"/>
              </w:rPr>
              <w:t>CT#83</w:t>
            </w:r>
          </w:p>
        </w:tc>
        <w:tc>
          <w:tcPr>
            <w:tcW w:w="952" w:type="dxa"/>
            <w:shd w:val="solid" w:color="FFFFFF" w:fill="auto"/>
          </w:tcPr>
          <w:p w14:paraId="78743239" w14:textId="77777777" w:rsidR="000B2589" w:rsidRDefault="000B2589">
            <w:pPr>
              <w:pStyle w:val="TAC"/>
              <w:rPr>
                <w:sz w:val="16"/>
                <w:szCs w:val="16"/>
                <w:lang w:eastAsia="zh-CN"/>
              </w:rPr>
            </w:pPr>
            <w:r>
              <w:rPr>
                <w:rFonts w:hint="eastAsia"/>
                <w:sz w:val="16"/>
                <w:szCs w:val="16"/>
                <w:lang w:eastAsia="zh-CN"/>
              </w:rPr>
              <w:t>CP-19</w:t>
            </w:r>
            <w:r w:rsidR="00E017F2">
              <w:rPr>
                <w:sz w:val="16"/>
                <w:szCs w:val="16"/>
                <w:lang w:eastAsia="zh-CN"/>
              </w:rPr>
              <w:t>0027</w:t>
            </w:r>
          </w:p>
        </w:tc>
        <w:tc>
          <w:tcPr>
            <w:tcW w:w="567" w:type="dxa"/>
            <w:shd w:val="solid" w:color="FFFFFF" w:fill="auto"/>
          </w:tcPr>
          <w:p w14:paraId="1CB7A6E6" w14:textId="77777777" w:rsidR="000B2589" w:rsidRDefault="000B2589" w:rsidP="0017640E">
            <w:pPr>
              <w:pStyle w:val="TAL"/>
              <w:rPr>
                <w:sz w:val="16"/>
                <w:szCs w:val="16"/>
              </w:rPr>
            </w:pPr>
            <w:r>
              <w:rPr>
                <w:rFonts w:hint="eastAsia"/>
                <w:sz w:val="16"/>
                <w:szCs w:val="16"/>
              </w:rPr>
              <w:t>0026</w:t>
            </w:r>
          </w:p>
        </w:tc>
        <w:tc>
          <w:tcPr>
            <w:tcW w:w="425" w:type="dxa"/>
            <w:shd w:val="solid" w:color="FFFFFF" w:fill="auto"/>
          </w:tcPr>
          <w:p w14:paraId="4C8A9880" w14:textId="77777777" w:rsidR="000B2589" w:rsidRDefault="005E6511" w:rsidP="0017640E">
            <w:pPr>
              <w:pStyle w:val="TAR"/>
              <w:rPr>
                <w:sz w:val="16"/>
                <w:szCs w:val="16"/>
              </w:rPr>
            </w:pPr>
            <w:r>
              <w:rPr>
                <w:rFonts w:hint="eastAsia"/>
                <w:sz w:val="16"/>
                <w:szCs w:val="16"/>
              </w:rPr>
              <w:t>1</w:t>
            </w:r>
          </w:p>
        </w:tc>
        <w:tc>
          <w:tcPr>
            <w:tcW w:w="425" w:type="dxa"/>
            <w:shd w:val="solid" w:color="FFFFFF" w:fill="auto"/>
          </w:tcPr>
          <w:p w14:paraId="7C094342" w14:textId="77777777" w:rsidR="000B2589" w:rsidRDefault="000B2589" w:rsidP="0017640E">
            <w:pPr>
              <w:pStyle w:val="TAC"/>
              <w:rPr>
                <w:sz w:val="16"/>
                <w:szCs w:val="16"/>
              </w:rPr>
            </w:pPr>
            <w:r>
              <w:rPr>
                <w:rFonts w:hint="eastAsia"/>
                <w:sz w:val="16"/>
                <w:szCs w:val="16"/>
              </w:rPr>
              <w:t>F</w:t>
            </w:r>
          </w:p>
        </w:tc>
        <w:tc>
          <w:tcPr>
            <w:tcW w:w="4962" w:type="dxa"/>
            <w:shd w:val="solid" w:color="FFFFFF" w:fill="auto"/>
          </w:tcPr>
          <w:p w14:paraId="0A66363D" w14:textId="77777777" w:rsidR="000B2589" w:rsidRDefault="000B2589" w:rsidP="0017640E">
            <w:pPr>
              <w:pStyle w:val="TAL"/>
              <w:rPr>
                <w:sz w:val="16"/>
                <w:szCs w:val="16"/>
                <w:lang w:eastAsia="zh-CN"/>
              </w:rPr>
            </w:pPr>
            <w:r w:rsidRPr="00FD52C0">
              <w:rPr>
                <w:sz w:val="16"/>
                <w:szCs w:val="16"/>
                <w:lang w:eastAsia="zh-CN"/>
              </w:rPr>
              <w:t xml:space="preserve">Definition of </w:t>
            </w:r>
            <w:proofErr w:type="spellStart"/>
            <w:r w:rsidRPr="00FD52C0">
              <w:rPr>
                <w:sz w:val="16"/>
                <w:szCs w:val="16"/>
                <w:lang w:eastAsia="zh-CN"/>
              </w:rPr>
              <w:t>TargetAmfSet</w:t>
            </w:r>
            <w:proofErr w:type="spellEnd"/>
          </w:p>
        </w:tc>
        <w:tc>
          <w:tcPr>
            <w:tcW w:w="708" w:type="dxa"/>
            <w:shd w:val="solid" w:color="FFFFFF" w:fill="auto"/>
          </w:tcPr>
          <w:p w14:paraId="0E3B6DFF" w14:textId="77777777" w:rsidR="000B2589" w:rsidRDefault="000B2589" w:rsidP="0017640E">
            <w:pPr>
              <w:pStyle w:val="TAC"/>
              <w:rPr>
                <w:sz w:val="16"/>
                <w:szCs w:val="16"/>
                <w:lang w:eastAsia="zh-CN"/>
              </w:rPr>
            </w:pPr>
            <w:r>
              <w:rPr>
                <w:rFonts w:hint="eastAsia"/>
                <w:sz w:val="16"/>
                <w:szCs w:val="16"/>
                <w:lang w:eastAsia="zh-CN"/>
              </w:rPr>
              <w:t>15.3</w:t>
            </w:r>
            <w:r>
              <w:rPr>
                <w:sz w:val="16"/>
                <w:szCs w:val="16"/>
                <w:lang w:eastAsia="zh-CN"/>
              </w:rPr>
              <w:t>.0</w:t>
            </w:r>
          </w:p>
        </w:tc>
      </w:tr>
      <w:tr w:rsidR="000B2589" w:rsidRPr="00630AB6" w14:paraId="592C4D60" w14:textId="77777777" w:rsidTr="005D55BD">
        <w:tc>
          <w:tcPr>
            <w:tcW w:w="800" w:type="dxa"/>
            <w:shd w:val="solid" w:color="FFFFFF" w:fill="auto"/>
          </w:tcPr>
          <w:p w14:paraId="6BEC1001" w14:textId="77777777" w:rsidR="000B2589" w:rsidRDefault="000B2589" w:rsidP="000B2589">
            <w:pPr>
              <w:pStyle w:val="TAC"/>
              <w:rPr>
                <w:sz w:val="16"/>
                <w:szCs w:val="16"/>
                <w:lang w:eastAsia="zh-CN"/>
              </w:rPr>
            </w:pPr>
            <w:r>
              <w:rPr>
                <w:rFonts w:hint="eastAsia"/>
                <w:sz w:val="16"/>
                <w:szCs w:val="16"/>
                <w:lang w:eastAsia="zh-CN"/>
              </w:rPr>
              <w:t>2019-03</w:t>
            </w:r>
          </w:p>
        </w:tc>
        <w:tc>
          <w:tcPr>
            <w:tcW w:w="800" w:type="dxa"/>
            <w:shd w:val="solid" w:color="FFFFFF" w:fill="auto"/>
          </w:tcPr>
          <w:p w14:paraId="5A2EEB1A" w14:textId="77777777" w:rsidR="000B2589" w:rsidRDefault="000B2589" w:rsidP="000B2589">
            <w:pPr>
              <w:pStyle w:val="TAC"/>
              <w:rPr>
                <w:sz w:val="16"/>
                <w:szCs w:val="16"/>
              </w:rPr>
            </w:pPr>
            <w:r>
              <w:rPr>
                <w:rFonts w:hint="eastAsia"/>
                <w:sz w:val="16"/>
                <w:szCs w:val="16"/>
              </w:rPr>
              <w:t>CT#83</w:t>
            </w:r>
          </w:p>
        </w:tc>
        <w:tc>
          <w:tcPr>
            <w:tcW w:w="952" w:type="dxa"/>
            <w:shd w:val="solid" w:color="FFFFFF" w:fill="auto"/>
          </w:tcPr>
          <w:p w14:paraId="54FE1E49" w14:textId="77777777" w:rsidR="000B2589" w:rsidRDefault="000B2589">
            <w:pPr>
              <w:pStyle w:val="TAC"/>
              <w:rPr>
                <w:sz w:val="16"/>
                <w:szCs w:val="16"/>
                <w:lang w:eastAsia="zh-CN"/>
              </w:rPr>
            </w:pPr>
            <w:r>
              <w:rPr>
                <w:rFonts w:hint="eastAsia"/>
                <w:sz w:val="16"/>
                <w:szCs w:val="16"/>
                <w:lang w:eastAsia="zh-CN"/>
              </w:rPr>
              <w:t>CP-19</w:t>
            </w:r>
            <w:r w:rsidR="00E017F2">
              <w:rPr>
                <w:sz w:val="16"/>
                <w:szCs w:val="16"/>
                <w:lang w:eastAsia="zh-CN"/>
              </w:rPr>
              <w:t>0027</w:t>
            </w:r>
          </w:p>
        </w:tc>
        <w:tc>
          <w:tcPr>
            <w:tcW w:w="567" w:type="dxa"/>
            <w:shd w:val="solid" w:color="FFFFFF" w:fill="auto"/>
          </w:tcPr>
          <w:p w14:paraId="33DCA831" w14:textId="77777777" w:rsidR="000B2589" w:rsidRDefault="000B2589" w:rsidP="000B2589">
            <w:pPr>
              <w:pStyle w:val="TAL"/>
              <w:rPr>
                <w:sz w:val="16"/>
                <w:szCs w:val="16"/>
              </w:rPr>
            </w:pPr>
            <w:r>
              <w:rPr>
                <w:rFonts w:hint="eastAsia"/>
                <w:sz w:val="16"/>
                <w:szCs w:val="16"/>
              </w:rPr>
              <w:t>0027</w:t>
            </w:r>
          </w:p>
        </w:tc>
        <w:tc>
          <w:tcPr>
            <w:tcW w:w="425" w:type="dxa"/>
            <w:shd w:val="solid" w:color="FFFFFF" w:fill="auto"/>
          </w:tcPr>
          <w:p w14:paraId="332D3931" w14:textId="77777777" w:rsidR="000B2589" w:rsidRDefault="005E6511" w:rsidP="000B2589">
            <w:pPr>
              <w:pStyle w:val="TAR"/>
              <w:rPr>
                <w:sz w:val="16"/>
                <w:szCs w:val="16"/>
              </w:rPr>
            </w:pPr>
            <w:r>
              <w:rPr>
                <w:rFonts w:hint="eastAsia"/>
                <w:sz w:val="16"/>
                <w:szCs w:val="16"/>
              </w:rPr>
              <w:t>1</w:t>
            </w:r>
          </w:p>
        </w:tc>
        <w:tc>
          <w:tcPr>
            <w:tcW w:w="425" w:type="dxa"/>
            <w:shd w:val="solid" w:color="FFFFFF" w:fill="auto"/>
          </w:tcPr>
          <w:p w14:paraId="68F7DB06" w14:textId="77777777" w:rsidR="000B2589" w:rsidRDefault="000B2589" w:rsidP="000B2589">
            <w:pPr>
              <w:pStyle w:val="TAC"/>
              <w:rPr>
                <w:sz w:val="16"/>
                <w:szCs w:val="16"/>
              </w:rPr>
            </w:pPr>
            <w:r>
              <w:rPr>
                <w:rFonts w:hint="eastAsia"/>
                <w:sz w:val="16"/>
                <w:szCs w:val="16"/>
              </w:rPr>
              <w:t>F</w:t>
            </w:r>
          </w:p>
        </w:tc>
        <w:tc>
          <w:tcPr>
            <w:tcW w:w="4962" w:type="dxa"/>
            <w:shd w:val="solid" w:color="FFFFFF" w:fill="auto"/>
          </w:tcPr>
          <w:p w14:paraId="079A674D" w14:textId="77777777" w:rsidR="000B2589" w:rsidRPr="00FD52C0" w:rsidRDefault="000B2589" w:rsidP="000B2589">
            <w:pPr>
              <w:pStyle w:val="TAL"/>
              <w:rPr>
                <w:sz w:val="16"/>
                <w:szCs w:val="16"/>
                <w:lang w:eastAsia="zh-CN"/>
              </w:rPr>
            </w:pPr>
            <w:r w:rsidRPr="00FD52C0">
              <w:rPr>
                <w:sz w:val="16"/>
                <w:szCs w:val="16"/>
                <w:lang w:eastAsia="zh-CN"/>
              </w:rPr>
              <w:t>OpenAPI Corrections</w:t>
            </w:r>
          </w:p>
        </w:tc>
        <w:tc>
          <w:tcPr>
            <w:tcW w:w="708" w:type="dxa"/>
            <w:shd w:val="solid" w:color="FFFFFF" w:fill="auto"/>
          </w:tcPr>
          <w:p w14:paraId="49799A96" w14:textId="77777777" w:rsidR="000B2589" w:rsidRDefault="000B2589" w:rsidP="000B2589">
            <w:pPr>
              <w:pStyle w:val="TAC"/>
              <w:rPr>
                <w:sz w:val="16"/>
                <w:szCs w:val="16"/>
                <w:lang w:eastAsia="zh-CN"/>
              </w:rPr>
            </w:pPr>
            <w:r>
              <w:rPr>
                <w:rFonts w:hint="eastAsia"/>
                <w:sz w:val="16"/>
                <w:szCs w:val="16"/>
                <w:lang w:eastAsia="zh-CN"/>
              </w:rPr>
              <w:t>15.3.0</w:t>
            </w:r>
          </w:p>
        </w:tc>
      </w:tr>
      <w:tr w:rsidR="000B2589" w:rsidRPr="00630AB6" w14:paraId="5F9B38DE" w14:textId="77777777" w:rsidTr="005D55BD">
        <w:tc>
          <w:tcPr>
            <w:tcW w:w="800" w:type="dxa"/>
            <w:shd w:val="solid" w:color="FFFFFF" w:fill="auto"/>
          </w:tcPr>
          <w:p w14:paraId="13A13066" w14:textId="77777777" w:rsidR="000B2589" w:rsidRDefault="000B2589" w:rsidP="000B2589">
            <w:pPr>
              <w:pStyle w:val="TAC"/>
              <w:rPr>
                <w:sz w:val="16"/>
                <w:szCs w:val="16"/>
                <w:lang w:eastAsia="zh-CN"/>
              </w:rPr>
            </w:pPr>
            <w:r>
              <w:rPr>
                <w:rFonts w:hint="eastAsia"/>
                <w:sz w:val="16"/>
                <w:szCs w:val="16"/>
                <w:lang w:eastAsia="zh-CN"/>
              </w:rPr>
              <w:t>2019-03</w:t>
            </w:r>
          </w:p>
        </w:tc>
        <w:tc>
          <w:tcPr>
            <w:tcW w:w="800" w:type="dxa"/>
            <w:shd w:val="solid" w:color="FFFFFF" w:fill="auto"/>
          </w:tcPr>
          <w:p w14:paraId="29CA6856" w14:textId="77777777" w:rsidR="000B2589" w:rsidRDefault="000B2589" w:rsidP="000B2589">
            <w:pPr>
              <w:pStyle w:val="TAC"/>
              <w:rPr>
                <w:sz w:val="16"/>
                <w:szCs w:val="16"/>
              </w:rPr>
            </w:pPr>
            <w:r>
              <w:rPr>
                <w:rFonts w:hint="eastAsia"/>
                <w:sz w:val="16"/>
                <w:szCs w:val="16"/>
              </w:rPr>
              <w:t>CT#83</w:t>
            </w:r>
          </w:p>
        </w:tc>
        <w:tc>
          <w:tcPr>
            <w:tcW w:w="952" w:type="dxa"/>
            <w:shd w:val="solid" w:color="FFFFFF" w:fill="auto"/>
          </w:tcPr>
          <w:p w14:paraId="55117652" w14:textId="77777777" w:rsidR="000B2589" w:rsidRDefault="000B2589">
            <w:pPr>
              <w:pStyle w:val="TAC"/>
              <w:rPr>
                <w:sz w:val="16"/>
                <w:szCs w:val="16"/>
                <w:lang w:eastAsia="zh-CN"/>
              </w:rPr>
            </w:pPr>
            <w:r>
              <w:rPr>
                <w:rFonts w:hint="eastAsia"/>
                <w:sz w:val="16"/>
                <w:szCs w:val="16"/>
                <w:lang w:eastAsia="zh-CN"/>
              </w:rPr>
              <w:t>CP-19</w:t>
            </w:r>
            <w:r w:rsidR="00E017F2">
              <w:rPr>
                <w:sz w:val="16"/>
                <w:szCs w:val="16"/>
                <w:lang w:eastAsia="zh-CN"/>
              </w:rPr>
              <w:t>0027</w:t>
            </w:r>
          </w:p>
        </w:tc>
        <w:tc>
          <w:tcPr>
            <w:tcW w:w="567" w:type="dxa"/>
            <w:shd w:val="solid" w:color="FFFFFF" w:fill="auto"/>
          </w:tcPr>
          <w:p w14:paraId="19F501C8" w14:textId="77777777" w:rsidR="000B2589" w:rsidRDefault="000B2589" w:rsidP="000B2589">
            <w:pPr>
              <w:pStyle w:val="TAL"/>
              <w:rPr>
                <w:sz w:val="16"/>
                <w:szCs w:val="16"/>
              </w:rPr>
            </w:pPr>
            <w:r>
              <w:rPr>
                <w:rFonts w:hint="eastAsia"/>
                <w:sz w:val="16"/>
                <w:szCs w:val="16"/>
              </w:rPr>
              <w:t>0029</w:t>
            </w:r>
          </w:p>
        </w:tc>
        <w:tc>
          <w:tcPr>
            <w:tcW w:w="425" w:type="dxa"/>
            <w:shd w:val="solid" w:color="FFFFFF" w:fill="auto"/>
          </w:tcPr>
          <w:p w14:paraId="67520EE6" w14:textId="77777777" w:rsidR="000B2589" w:rsidRDefault="000B2589" w:rsidP="000B2589">
            <w:pPr>
              <w:pStyle w:val="TAR"/>
              <w:rPr>
                <w:sz w:val="16"/>
                <w:szCs w:val="16"/>
              </w:rPr>
            </w:pPr>
          </w:p>
        </w:tc>
        <w:tc>
          <w:tcPr>
            <w:tcW w:w="425" w:type="dxa"/>
            <w:shd w:val="solid" w:color="FFFFFF" w:fill="auto"/>
          </w:tcPr>
          <w:p w14:paraId="52128511" w14:textId="77777777" w:rsidR="000B2589" w:rsidRDefault="000B2589" w:rsidP="000B2589">
            <w:pPr>
              <w:pStyle w:val="TAC"/>
              <w:rPr>
                <w:sz w:val="16"/>
                <w:szCs w:val="16"/>
              </w:rPr>
            </w:pPr>
            <w:r>
              <w:rPr>
                <w:rFonts w:hint="eastAsia"/>
                <w:sz w:val="16"/>
                <w:szCs w:val="16"/>
              </w:rPr>
              <w:t>F</w:t>
            </w:r>
          </w:p>
        </w:tc>
        <w:tc>
          <w:tcPr>
            <w:tcW w:w="4962" w:type="dxa"/>
            <w:shd w:val="solid" w:color="FFFFFF" w:fill="auto"/>
          </w:tcPr>
          <w:p w14:paraId="2B87AC27" w14:textId="77777777" w:rsidR="000B2589" w:rsidRPr="00FD52C0" w:rsidRDefault="000B2589" w:rsidP="000B2589">
            <w:pPr>
              <w:pStyle w:val="TAL"/>
              <w:rPr>
                <w:sz w:val="16"/>
                <w:szCs w:val="16"/>
                <w:lang w:eastAsia="zh-CN"/>
              </w:rPr>
            </w:pPr>
            <w:r w:rsidRPr="00FD52C0">
              <w:rPr>
                <w:sz w:val="16"/>
                <w:szCs w:val="16"/>
                <w:lang w:eastAsia="zh-CN"/>
              </w:rPr>
              <w:t xml:space="preserve">Add missing </w:t>
            </w:r>
            <w:proofErr w:type="spellStart"/>
            <w:r w:rsidRPr="00FD52C0">
              <w:rPr>
                <w:sz w:val="16"/>
                <w:szCs w:val="16"/>
                <w:lang w:eastAsia="zh-CN"/>
              </w:rPr>
              <w:t>NFType</w:t>
            </w:r>
            <w:proofErr w:type="spellEnd"/>
            <w:r w:rsidRPr="00FD52C0">
              <w:rPr>
                <w:sz w:val="16"/>
                <w:szCs w:val="16"/>
                <w:lang w:eastAsia="zh-CN"/>
              </w:rPr>
              <w:t xml:space="preserve"> reference in reused data types</w:t>
            </w:r>
          </w:p>
        </w:tc>
        <w:tc>
          <w:tcPr>
            <w:tcW w:w="708" w:type="dxa"/>
            <w:shd w:val="solid" w:color="FFFFFF" w:fill="auto"/>
          </w:tcPr>
          <w:p w14:paraId="0EE418E1" w14:textId="77777777" w:rsidR="000B2589" w:rsidRDefault="000B2589" w:rsidP="000B2589">
            <w:pPr>
              <w:pStyle w:val="TAC"/>
              <w:rPr>
                <w:sz w:val="16"/>
                <w:szCs w:val="16"/>
                <w:lang w:eastAsia="zh-CN"/>
              </w:rPr>
            </w:pPr>
            <w:r>
              <w:rPr>
                <w:rFonts w:hint="eastAsia"/>
                <w:sz w:val="16"/>
                <w:szCs w:val="16"/>
                <w:lang w:eastAsia="zh-CN"/>
              </w:rPr>
              <w:t>15.3.0</w:t>
            </w:r>
          </w:p>
        </w:tc>
      </w:tr>
      <w:tr w:rsidR="000B2589" w:rsidRPr="00630AB6" w14:paraId="7D12D7B4" w14:textId="77777777" w:rsidTr="005D55BD">
        <w:tc>
          <w:tcPr>
            <w:tcW w:w="800" w:type="dxa"/>
            <w:shd w:val="solid" w:color="FFFFFF" w:fill="auto"/>
          </w:tcPr>
          <w:p w14:paraId="60E18147" w14:textId="77777777" w:rsidR="000B2589" w:rsidRDefault="000B2589" w:rsidP="000B2589">
            <w:pPr>
              <w:pStyle w:val="TAC"/>
              <w:rPr>
                <w:sz w:val="16"/>
                <w:szCs w:val="16"/>
                <w:lang w:eastAsia="zh-CN"/>
              </w:rPr>
            </w:pPr>
            <w:r>
              <w:rPr>
                <w:rFonts w:hint="eastAsia"/>
                <w:sz w:val="16"/>
                <w:szCs w:val="16"/>
                <w:lang w:eastAsia="zh-CN"/>
              </w:rPr>
              <w:t>2019-03</w:t>
            </w:r>
          </w:p>
        </w:tc>
        <w:tc>
          <w:tcPr>
            <w:tcW w:w="800" w:type="dxa"/>
            <w:shd w:val="solid" w:color="FFFFFF" w:fill="auto"/>
          </w:tcPr>
          <w:p w14:paraId="46295876" w14:textId="77777777" w:rsidR="000B2589" w:rsidRDefault="000B2589" w:rsidP="000B2589">
            <w:pPr>
              <w:pStyle w:val="TAC"/>
              <w:rPr>
                <w:sz w:val="16"/>
                <w:szCs w:val="16"/>
              </w:rPr>
            </w:pPr>
            <w:r>
              <w:rPr>
                <w:rFonts w:hint="eastAsia"/>
                <w:sz w:val="16"/>
                <w:szCs w:val="16"/>
              </w:rPr>
              <w:t>CT#83</w:t>
            </w:r>
          </w:p>
        </w:tc>
        <w:tc>
          <w:tcPr>
            <w:tcW w:w="952" w:type="dxa"/>
            <w:shd w:val="solid" w:color="FFFFFF" w:fill="auto"/>
          </w:tcPr>
          <w:p w14:paraId="3B336E46" w14:textId="77777777" w:rsidR="000B2589" w:rsidRDefault="000B2589">
            <w:pPr>
              <w:pStyle w:val="TAC"/>
              <w:rPr>
                <w:sz w:val="16"/>
                <w:szCs w:val="16"/>
                <w:lang w:eastAsia="zh-CN"/>
              </w:rPr>
            </w:pPr>
            <w:r>
              <w:rPr>
                <w:rFonts w:hint="eastAsia"/>
                <w:sz w:val="16"/>
                <w:szCs w:val="16"/>
                <w:lang w:eastAsia="zh-CN"/>
              </w:rPr>
              <w:t>CP-19</w:t>
            </w:r>
            <w:r w:rsidR="00E017F2">
              <w:rPr>
                <w:sz w:val="16"/>
                <w:szCs w:val="16"/>
                <w:lang w:eastAsia="zh-CN"/>
              </w:rPr>
              <w:t>0027</w:t>
            </w:r>
          </w:p>
        </w:tc>
        <w:tc>
          <w:tcPr>
            <w:tcW w:w="567" w:type="dxa"/>
            <w:shd w:val="solid" w:color="FFFFFF" w:fill="auto"/>
          </w:tcPr>
          <w:p w14:paraId="3F1A513E" w14:textId="77777777" w:rsidR="000B2589" w:rsidRDefault="000B2589" w:rsidP="000B2589">
            <w:pPr>
              <w:pStyle w:val="TAL"/>
              <w:rPr>
                <w:sz w:val="16"/>
                <w:szCs w:val="16"/>
              </w:rPr>
            </w:pPr>
            <w:r>
              <w:rPr>
                <w:rFonts w:hint="eastAsia"/>
                <w:sz w:val="16"/>
                <w:szCs w:val="16"/>
              </w:rPr>
              <w:t>0030</w:t>
            </w:r>
          </w:p>
        </w:tc>
        <w:tc>
          <w:tcPr>
            <w:tcW w:w="425" w:type="dxa"/>
            <w:shd w:val="solid" w:color="FFFFFF" w:fill="auto"/>
          </w:tcPr>
          <w:p w14:paraId="6FAB7AE2" w14:textId="77777777" w:rsidR="000B2589" w:rsidRDefault="005E6511" w:rsidP="000B2589">
            <w:pPr>
              <w:pStyle w:val="TAR"/>
              <w:rPr>
                <w:sz w:val="16"/>
                <w:szCs w:val="16"/>
              </w:rPr>
            </w:pPr>
            <w:r>
              <w:rPr>
                <w:rFonts w:hint="eastAsia"/>
                <w:sz w:val="16"/>
                <w:szCs w:val="16"/>
              </w:rPr>
              <w:t>2</w:t>
            </w:r>
          </w:p>
        </w:tc>
        <w:tc>
          <w:tcPr>
            <w:tcW w:w="425" w:type="dxa"/>
            <w:shd w:val="solid" w:color="FFFFFF" w:fill="auto"/>
          </w:tcPr>
          <w:p w14:paraId="20961542" w14:textId="77777777" w:rsidR="000B2589" w:rsidRDefault="000B2589" w:rsidP="000B2589">
            <w:pPr>
              <w:pStyle w:val="TAC"/>
              <w:rPr>
                <w:sz w:val="16"/>
                <w:szCs w:val="16"/>
              </w:rPr>
            </w:pPr>
            <w:r>
              <w:rPr>
                <w:rFonts w:hint="eastAsia"/>
                <w:sz w:val="16"/>
                <w:szCs w:val="16"/>
              </w:rPr>
              <w:t>F</w:t>
            </w:r>
          </w:p>
        </w:tc>
        <w:tc>
          <w:tcPr>
            <w:tcW w:w="4962" w:type="dxa"/>
            <w:shd w:val="solid" w:color="FFFFFF" w:fill="auto"/>
          </w:tcPr>
          <w:p w14:paraId="38BA40D8" w14:textId="77777777" w:rsidR="000B2589" w:rsidRPr="00FD52C0" w:rsidRDefault="000B2589" w:rsidP="000B2589">
            <w:pPr>
              <w:pStyle w:val="TAL"/>
              <w:rPr>
                <w:sz w:val="16"/>
                <w:szCs w:val="16"/>
                <w:lang w:eastAsia="zh-CN"/>
              </w:rPr>
            </w:pPr>
            <w:r w:rsidRPr="00FD52C0">
              <w:rPr>
                <w:sz w:val="16"/>
                <w:szCs w:val="16"/>
                <w:lang w:eastAsia="zh-CN"/>
              </w:rPr>
              <w:t>Clarify the conditions of returning Configured NSSAI.</w:t>
            </w:r>
          </w:p>
        </w:tc>
        <w:tc>
          <w:tcPr>
            <w:tcW w:w="708" w:type="dxa"/>
            <w:shd w:val="solid" w:color="FFFFFF" w:fill="auto"/>
          </w:tcPr>
          <w:p w14:paraId="5C567D54" w14:textId="77777777" w:rsidR="000B2589" w:rsidRDefault="000B2589" w:rsidP="000B2589">
            <w:pPr>
              <w:pStyle w:val="TAC"/>
              <w:rPr>
                <w:sz w:val="16"/>
                <w:szCs w:val="16"/>
                <w:lang w:eastAsia="zh-CN"/>
              </w:rPr>
            </w:pPr>
            <w:r>
              <w:rPr>
                <w:rFonts w:hint="eastAsia"/>
                <w:sz w:val="16"/>
                <w:szCs w:val="16"/>
                <w:lang w:eastAsia="zh-CN"/>
              </w:rPr>
              <w:t>15.3.0</w:t>
            </w:r>
          </w:p>
        </w:tc>
      </w:tr>
      <w:tr w:rsidR="000B2589" w:rsidRPr="00630AB6" w14:paraId="0B727177" w14:textId="77777777" w:rsidTr="005D55BD">
        <w:tc>
          <w:tcPr>
            <w:tcW w:w="800" w:type="dxa"/>
            <w:shd w:val="solid" w:color="FFFFFF" w:fill="auto"/>
          </w:tcPr>
          <w:p w14:paraId="56EA0C93" w14:textId="77777777" w:rsidR="000B2589" w:rsidRDefault="000B2589" w:rsidP="000B2589">
            <w:pPr>
              <w:pStyle w:val="TAC"/>
              <w:rPr>
                <w:sz w:val="16"/>
                <w:szCs w:val="16"/>
                <w:lang w:eastAsia="zh-CN"/>
              </w:rPr>
            </w:pPr>
            <w:r>
              <w:rPr>
                <w:rFonts w:hint="eastAsia"/>
                <w:sz w:val="16"/>
                <w:szCs w:val="16"/>
                <w:lang w:eastAsia="zh-CN"/>
              </w:rPr>
              <w:t>2019-03</w:t>
            </w:r>
          </w:p>
        </w:tc>
        <w:tc>
          <w:tcPr>
            <w:tcW w:w="800" w:type="dxa"/>
            <w:shd w:val="solid" w:color="FFFFFF" w:fill="auto"/>
          </w:tcPr>
          <w:p w14:paraId="6BF14ABA" w14:textId="77777777" w:rsidR="000B2589" w:rsidRDefault="000B2589" w:rsidP="000B2589">
            <w:pPr>
              <w:pStyle w:val="TAC"/>
              <w:rPr>
                <w:sz w:val="16"/>
                <w:szCs w:val="16"/>
              </w:rPr>
            </w:pPr>
            <w:r>
              <w:rPr>
                <w:rFonts w:hint="eastAsia"/>
                <w:sz w:val="16"/>
                <w:szCs w:val="16"/>
              </w:rPr>
              <w:t>CT#83</w:t>
            </w:r>
          </w:p>
        </w:tc>
        <w:tc>
          <w:tcPr>
            <w:tcW w:w="952" w:type="dxa"/>
            <w:shd w:val="solid" w:color="FFFFFF" w:fill="auto"/>
          </w:tcPr>
          <w:p w14:paraId="22CCADEB" w14:textId="77777777" w:rsidR="000B2589" w:rsidRDefault="000B2589">
            <w:pPr>
              <w:pStyle w:val="TAC"/>
              <w:rPr>
                <w:sz w:val="16"/>
                <w:szCs w:val="16"/>
                <w:lang w:eastAsia="zh-CN"/>
              </w:rPr>
            </w:pPr>
            <w:r>
              <w:rPr>
                <w:rFonts w:hint="eastAsia"/>
                <w:sz w:val="16"/>
                <w:szCs w:val="16"/>
                <w:lang w:eastAsia="zh-CN"/>
              </w:rPr>
              <w:t>CP-19</w:t>
            </w:r>
            <w:r w:rsidR="00E017F2">
              <w:rPr>
                <w:sz w:val="16"/>
                <w:szCs w:val="16"/>
                <w:lang w:eastAsia="zh-CN"/>
              </w:rPr>
              <w:t>0027</w:t>
            </w:r>
          </w:p>
        </w:tc>
        <w:tc>
          <w:tcPr>
            <w:tcW w:w="567" w:type="dxa"/>
            <w:shd w:val="solid" w:color="FFFFFF" w:fill="auto"/>
          </w:tcPr>
          <w:p w14:paraId="2138DD06" w14:textId="77777777" w:rsidR="000B2589" w:rsidRDefault="000B2589" w:rsidP="000B2589">
            <w:pPr>
              <w:pStyle w:val="TAL"/>
              <w:rPr>
                <w:sz w:val="16"/>
                <w:szCs w:val="16"/>
              </w:rPr>
            </w:pPr>
            <w:r>
              <w:rPr>
                <w:rFonts w:hint="eastAsia"/>
                <w:sz w:val="16"/>
                <w:szCs w:val="16"/>
              </w:rPr>
              <w:t>003</w:t>
            </w:r>
            <w:r w:rsidR="005E6511">
              <w:rPr>
                <w:rFonts w:hint="eastAsia"/>
                <w:sz w:val="16"/>
                <w:szCs w:val="16"/>
              </w:rPr>
              <w:t>1</w:t>
            </w:r>
          </w:p>
        </w:tc>
        <w:tc>
          <w:tcPr>
            <w:tcW w:w="425" w:type="dxa"/>
            <w:shd w:val="solid" w:color="FFFFFF" w:fill="auto"/>
          </w:tcPr>
          <w:p w14:paraId="1D84020E" w14:textId="77777777" w:rsidR="000B2589" w:rsidRDefault="005E6511" w:rsidP="000B2589">
            <w:pPr>
              <w:pStyle w:val="TAR"/>
              <w:rPr>
                <w:sz w:val="16"/>
                <w:szCs w:val="16"/>
              </w:rPr>
            </w:pPr>
            <w:r>
              <w:rPr>
                <w:rFonts w:hint="eastAsia"/>
                <w:sz w:val="16"/>
                <w:szCs w:val="16"/>
              </w:rPr>
              <w:t>1</w:t>
            </w:r>
          </w:p>
        </w:tc>
        <w:tc>
          <w:tcPr>
            <w:tcW w:w="425" w:type="dxa"/>
            <w:shd w:val="solid" w:color="FFFFFF" w:fill="auto"/>
          </w:tcPr>
          <w:p w14:paraId="6C4F8283" w14:textId="77777777" w:rsidR="000B2589" w:rsidRDefault="000B2589" w:rsidP="000B2589">
            <w:pPr>
              <w:pStyle w:val="TAC"/>
              <w:rPr>
                <w:sz w:val="16"/>
                <w:szCs w:val="16"/>
              </w:rPr>
            </w:pPr>
            <w:r>
              <w:rPr>
                <w:rFonts w:hint="eastAsia"/>
                <w:sz w:val="16"/>
                <w:szCs w:val="16"/>
              </w:rPr>
              <w:t>F</w:t>
            </w:r>
          </w:p>
        </w:tc>
        <w:tc>
          <w:tcPr>
            <w:tcW w:w="4962" w:type="dxa"/>
            <w:shd w:val="solid" w:color="FFFFFF" w:fill="auto"/>
          </w:tcPr>
          <w:p w14:paraId="414EDAF8" w14:textId="77777777" w:rsidR="000B2589" w:rsidRPr="00FD52C0" w:rsidRDefault="000B2589" w:rsidP="000B2589">
            <w:pPr>
              <w:pStyle w:val="TAL"/>
              <w:rPr>
                <w:sz w:val="16"/>
                <w:szCs w:val="16"/>
                <w:lang w:eastAsia="zh-CN"/>
              </w:rPr>
            </w:pPr>
            <w:r w:rsidRPr="00FD52C0">
              <w:rPr>
                <w:sz w:val="16"/>
                <w:szCs w:val="16"/>
                <w:lang w:eastAsia="zh-CN"/>
              </w:rPr>
              <w:t xml:space="preserve">Service operation of </w:t>
            </w:r>
            <w:proofErr w:type="spellStart"/>
            <w:r w:rsidRPr="00FD52C0">
              <w:rPr>
                <w:sz w:val="16"/>
                <w:szCs w:val="16"/>
                <w:lang w:eastAsia="zh-CN"/>
              </w:rPr>
              <w:t>Nnssf_NSSelection</w:t>
            </w:r>
            <w:proofErr w:type="spellEnd"/>
            <w:r w:rsidRPr="00FD52C0">
              <w:rPr>
                <w:sz w:val="16"/>
                <w:szCs w:val="16"/>
                <w:lang w:eastAsia="zh-CN"/>
              </w:rPr>
              <w:t xml:space="preserve"> service during UE configuration update procedure</w:t>
            </w:r>
          </w:p>
        </w:tc>
        <w:tc>
          <w:tcPr>
            <w:tcW w:w="708" w:type="dxa"/>
            <w:shd w:val="solid" w:color="FFFFFF" w:fill="auto"/>
          </w:tcPr>
          <w:p w14:paraId="09332DD8" w14:textId="77777777" w:rsidR="000B2589" w:rsidRDefault="000B2589" w:rsidP="000B2589">
            <w:pPr>
              <w:pStyle w:val="TAC"/>
              <w:rPr>
                <w:sz w:val="16"/>
                <w:szCs w:val="16"/>
                <w:lang w:eastAsia="zh-CN"/>
              </w:rPr>
            </w:pPr>
            <w:r>
              <w:rPr>
                <w:rFonts w:hint="eastAsia"/>
                <w:sz w:val="16"/>
                <w:szCs w:val="16"/>
                <w:lang w:eastAsia="zh-CN"/>
              </w:rPr>
              <w:t>15.3.0</w:t>
            </w:r>
          </w:p>
        </w:tc>
      </w:tr>
      <w:tr w:rsidR="00B66BB2" w:rsidRPr="00630AB6" w14:paraId="14179A13" w14:textId="77777777" w:rsidTr="005D55BD">
        <w:tc>
          <w:tcPr>
            <w:tcW w:w="800" w:type="dxa"/>
            <w:shd w:val="solid" w:color="FFFFFF" w:fill="auto"/>
          </w:tcPr>
          <w:p w14:paraId="4077AC56" w14:textId="77777777" w:rsidR="00B66BB2" w:rsidRDefault="00B66BB2" w:rsidP="000B2589">
            <w:pPr>
              <w:pStyle w:val="TAC"/>
              <w:rPr>
                <w:sz w:val="16"/>
                <w:szCs w:val="16"/>
                <w:lang w:eastAsia="zh-CN"/>
              </w:rPr>
            </w:pPr>
            <w:r>
              <w:rPr>
                <w:rFonts w:hint="eastAsia"/>
                <w:sz w:val="16"/>
                <w:szCs w:val="16"/>
                <w:lang w:eastAsia="zh-CN"/>
              </w:rPr>
              <w:t>2019-03</w:t>
            </w:r>
          </w:p>
        </w:tc>
        <w:tc>
          <w:tcPr>
            <w:tcW w:w="800" w:type="dxa"/>
            <w:shd w:val="solid" w:color="FFFFFF" w:fill="auto"/>
          </w:tcPr>
          <w:p w14:paraId="4A1B2B5E" w14:textId="77777777" w:rsidR="00B66BB2" w:rsidRDefault="00B66BB2" w:rsidP="000B2589">
            <w:pPr>
              <w:pStyle w:val="TAC"/>
              <w:rPr>
                <w:sz w:val="16"/>
                <w:szCs w:val="16"/>
              </w:rPr>
            </w:pPr>
            <w:r>
              <w:rPr>
                <w:rFonts w:hint="eastAsia"/>
                <w:sz w:val="16"/>
                <w:szCs w:val="16"/>
              </w:rPr>
              <w:t>CT#83</w:t>
            </w:r>
          </w:p>
        </w:tc>
        <w:tc>
          <w:tcPr>
            <w:tcW w:w="952" w:type="dxa"/>
            <w:shd w:val="solid" w:color="FFFFFF" w:fill="auto"/>
          </w:tcPr>
          <w:p w14:paraId="0F5BA3F8" w14:textId="77777777" w:rsidR="00B66BB2" w:rsidRDefault="00B66BB2" w:rsidP="00B412C6">
            <w:pPr>
              <w:pStyle w:val="TAC"/>
              <w:rPr>
                <w:sz w:val="16"/>
                <w:szCs w:val="16"/>
                <w:lang w:eastAsia="zh-CN"/>
              </w:rPr>
            </w:pPr>
            <w:r>
              <w:rPr>
                <w:rFonts w:hint="eastAsia"/>
                <w:sz w:val="16"/>
                <w:szCs w:val="16"/>
                <w:lang w:eastAsia="zh-CN"/>
              </w:rPr>
              <w:t>CP-190</w:t>
            </w:r>
            <w:r w:rsidR="005E6511">
              <w:rPr>
                <w:sz w:val="16"/>
                <w:szCs w:val="16"/>
                <w:lang w:eastAsia="zh-CN"/>
              </w:rPr>
              <w:t>171</w:t>
            </w:r>
          </w:p>
        </w:tc>
        <w:tc>
          <w:tcPr>
            <w:tcW w:w="567" w:type="dxa"/>
            <w:shd w:val="solid" w:color="FFFFFF" w:fill="auto"/>
          </w:tcPr>
          <w:p w14:paraId="49AE2D5F" w14:textId="77777777" w:rsidR="00B66BB2" w:rsidRDefault="00880E69" w:rsidP="000B2589">
            <w:pPr>
              <w:pStyle w:val="TAL"/>
              <w:rPr>
                <w:sz w:val="16"/>
                <w:szCs w:val="16"/>
              </w:rPr>
            </w:pPr>
            <w:r>
              <w:rPr>
                <w:rFonts w:hint="eastAsia"/>
                <w:sz w:val="16"/>
                <w:szCs w:val="16"/>
              </w:rPr>
              <w:t>0032</w:t>
            </w:r>
          </w:p>
        </w:tc>
        <w:tc>
          <w:tcPr>
            <w:tcW w:w="425" w:type="dxa"/>
            <w:shd w:val="solid" w:color="FFFFFF" w:fill="auto"/>
          </w:tcPr>
          <w:p w14:paraId="3A0F6BE8" w14:textId="77777777" w:rsidR="00B66BB2" w:rsidRDefault="005E6511" w:rsidP="000B2589">
            <w:pPr>
              <w:pStyle w:val="TAR"/>
              <w:rPr>
                <w:sz w:val="16"/>
                <w:szCs w:val="16"/>
              </w:rPr>
            </w:pPr>
            <w:r>
              <w:rPr>
                <w:rFonts w:hint="eastAsia"/>
                <w:sz w:val="16"/>
                <w:szCs w:val="16"/>
              </w:rPr>
              <w:t>1</w:t>
            </w:r>
          </w:p>
        </w:tc>
        <w:tc>
          <w:tcPr>
            <w:tcW w:w="425" w:type="dxa"/>
            <w:shd w:val="solid" w:color="FFFFFF" w:fill="auto"/>
          </w:tcPr>
          <w:p w14:paraId="7CAB6750" w14:textId="77777777" w:rsidR="00B66BB2" w:rsidRDefault="00880E69" w:rsidP="000B2589">
            <w:pPr>
              <w:pStyle w:val="TAC"/>
              <w:rPr>
                <w:sz w:val="16"/>
                <w:szCs w:val="16"/>
              </w:rPr>
            </w:pPr>
            <w:r>
              <w:rPr>
                <w:rFonts w:hint="eastAsia"/>
                <w:sz w:val="16"/>
                <w:szCs w:val="16"/>
              </w:rPr>
              <w:t>F</w:t>
            </w:r>
          </w:p>
        </w:tc>
        <w:tc>
          <w:tcPr>
            <w:tcW w:w="4962" w:type="dxa"/>
            <w:shd w:val="solid" w:color="FFFFFF" w:fill="auto"/>
          </w:tcPr>
          <w:p w14:paraId="56A76591" w14:textId="77777777" w:rsidR="00B66BB2" w:rsidRPr="00FD52C0" w:rsidRDefault="00880E69" w:rsidP="000B2589">
            <w:pPr>
              <w:pStyle w:val="TAL"/>
              <w:rPr>
                <w:sz w:val="16"/>
                <w:szCs w:val="16"/>
                <w:lang w:eastAsia="zh-CN"/>
              </w:rPr>
            </w:pPr>
            <w:r w:rsidRPr="00FD52C0">
              <w:rPr>
                <w:sz w:val="16"/>
                <w:szCs w:val="16"/>
                <w:lang w:eastAsia="zh-CN"/>
              </w:rPr>
              <w:t>API version update</w:t>
            </w:r>
          </w:p>
        </w:tc>
        <w:tc>
          <w:tcPr>
            <w:tcW w:w="708" w:type="dxa"/>
            <w:shd w:val="solid" w:color="FFFFFF" w:fill="auto"/>
          </w:tcPr>
          <w:p w14:paraId="6EF04F1A" w14:textId="77777777" w:rsidR="00B66BB2" w:rsidRDefault="00880E69" w:rsidP="000B2589">
            <w:pPr>
              <w:pStyle w:val="TAC"/>
              <w:rPr>
                <w:sz w:val="16"/>
                <w:szCs w:val="16"/>
                <w:lang w:eastAsia="zh-CN"/>
              </w:rPr>
            </w:pPr>
            <w:r>
              <w:rPr>
                <w:rFonts w:hint="eastAsia"/>
                <w:sz w:val="16"/>
                <w:szCs w:val="16"/>
                <w:lang w:eastAsia="zh-CN"/>
              </w:rPr>
              <w:t>15.3.0</w:t>
            </w:r>
          </w:p>
        </w:tc>
      </w:tr>
      <w:tr w:rsidR="00C14A11" w:rsidRPr="00630AB6" w14:paraId="1A6362CC" w14:textId="77777777" w:rsidTr="005D55BD">
        <w:tc>
          <w:tcPr>
            <w:tcW w:w="800" w:type="dxa"/>
            <w:shd w:val="solid" w:color="FFFFFF" w:fill="auto"/>
          </w:tcPr>
          <w:p w14:paraId="687E87AB" w14:textId="77777777" w:rsidR="00C14A11" w:rsidRDefault="00C14A11" w:rsidP="00C14A11">
            <w:pPr>
              <w:pStyle w:val="TAC"/>
              <w:rPr>
                <w:sz w:val="16"/>
                <w:szCs w:val="16"/>
                <w:lang w:eastAsia="zh-CN"/>
              </w:rPr>
            </w:pPr>
            <w:r>
              <w:rPr>
                <w:rFonts w:hint="eastAsia"/>
                <w:sz w:val="16"/>
                <w:szCs w:val="16"/>
                <w:lang w:eastAsia="zh-CN"/>
              </w:rPr>
              <w:t>2</w:t>
            </w:r>
            <w:r>
              <w:rPr>
                <w:sz w:val="16"/>
                <w:szCs w:val="16"/>
                <w:lang w:eastAsia="zh-CN"/>
              </w:rPr>
              <w:t>019-06</w:t>
            </w:r>
          </w:p>
        </w:tc>
        <w:tc>
          <w:tcPr>
            <w:tcW w:w="800" w:type="dxa"/>
            <w:shd w:val="solid" w:color="FFFFFF" w:fill="auto"/>
          </w:tcPr>
          <w:p w14:paraId="592790DF" w14:textId="77777777" w:rsidR="00C14A11" w:rsidRDefault="00C14A11" w:rsidP="00C14A11">
            <w:pPr>
              <w:pStyle w:val="TAC"/>
              <w:rPr>
                <w:sz w:val="16"/>
                <w:szCs w:val="16"/>
              </w:rPr>
            </w:pPr>
            <w:r>
              <w:rPr>
                <w:rFonts w:hint="eastAsia"/>
                <w:sz w:val="16"/>
                <w:szCs w:val="16"/>
              </w:rPr>
              <w:t>CT#8</w:t>
            </w:r>
            <w:r>
              <w:rPr>
                <w:sz w:val="16"/>
                <w:szCs w:val="16"/>
              </w:rPr>
              <w:t>4</w:t>
            </w:r>
          </w:p>
        </w:tc>
        <w:tc>
          <w:tcPr>
            <w:tcW w:w="952" w:type="dxa"/>
            <w:shd w:val="solid" w:color="FFFFFF" w:fill="auto"/>
          </w:tcPr>
          <w:p w14:paraId="5DEDAE7A" w14:textId="77777777" w:rsidR="00C14A11" w:rsidRDefault="00C14A11" w:rsidP="00C14A11">
            <w:pPr>
              <w:pStyle w:val="TAC"/>
              <w:rPr>
                <w:sz w:val="16"/>
                <w:szCs w:val="16"/>
                <w:lang w:eastAsia="zh-CN"/>
              </w:rPr>
            </w:pPr>
            <w:r>
              <w:rPr>
                <w:rFonts w:hint="eastAsia"/>
                <w:sz w:val="16"/>
                <w:szCs w:val="16"/>
                <w:lang w:eastAsia="zh-CN"/>
              </w:rPr>
              <w:t>CP-19</w:t>
            </w:r>
            <w:r>
              <w:rPr>
                <w:sz w:val="16"/>
                <w:szCs w:val="16"/>
                <w:lang w:eastAsia="zh-CN"/>
              </w:rPr>
              <w:t>1039</w:t>
            </w:r>
          </w:p>
        </w:tc>
        <w:tc>
          <w:tcPr>
            <w:tcW w:w="567" w:type="dxa"/>
            <w:shd w:val="solid" w:color="FFFFFF" w:fill="auto"/>
          </w:tcPr>
          <w:p w14:paraId="024B54A4" w14:textId="77777777" w:rsidR="00C14A11" w:rsidRDefault="00C14A11" w:rsidP="00C14A11">
            <w:pPr>
              <w:pStyle w:val="TAL"/>
              <w:rPr>
                <w:sz w:val="16"/>
                <w:szCs w:val="16"/>
              </w:rPr>
            </w:pPr>
            <w:r>
              <w:rPr>
                <w:rFonts w:hint="eastAsia"/>
                <w:sz w:val="16"/>
                <w:szCs w:val="16"/>
                <w:lang w:eastAsia="zh-CN"/>
              </w:rPr>
              <w:t>0</w:t>
            </w:r>
            <w:r>
              <w:rPr>
                <w:sz w:val="16"/>
                <w:szCs w:val="16"/>
                <w:lang w:eastAsia="zh-CN"/>
              </w:rPr>
              <w:t>033</w:t>
            </w:r>
          </w:p>
        </w:tc>
        <w:tc>
          <w:tcPr>
            <w:tcW w:w="425" w:type="dxa"/>
            <w:shd w:val="solid" w:color="FFFFFF" w:fill="auto"/>
          </w:tcPr>
          <w:p w14:paraId="1EFAD4A6" w14:textId="77777777" w:rsidR="00C14A11" w:rsidRDefault="00C14A11" w:rsidP="00C14A11">
            <w:pPr>
              <w:pStyle w:val="TAR"/>
              <w:rPr>
                <w:sz w:val="16"/>
                <w:szCs w:val="16"/>
              </w:rPr>
            </w:pPr>
            <w:r>
              <w:rPr>
                <w:rFonts w:hint="eastAsia"/>
                <w:sz w:val="16"/>
                <w:szCs w:val="16"/>
                <w:lang w:eastAsia="zh-CN"/>
              </w:rPr>
              <w:t>1</w:t>
            </w:r>
          </w:p>
        </w:tc>
        <w:tc>
          <w:tcPr>
            <w:tcW w:w="425" w:type="dxa"/>
            <w:shd w:val="solid" w:color="FFFFFF" w:fill="auto"/>
          </w:tcPr>
          <w:p w14:paraId="17BC9936" w14:textId="77777777" w:rsidR="00C14A11" w:rsidRDefault="00C14A11" w:rsidP="00C14A11">
            <w:pPr>
              <w:pStyle w:val="TAC"/>
              <w:rPr>
                <w:sz w:val="16"/>
                <w:szCs w:val="16"/>
              </w:rPr>
            </w:pPr>
            <w:r>
              <w:rPr>
                <w:rFonts w:hint="eastAsia"/>
                <w:sz w:val="16"/>
                <w:szCs w:val="16"/>
                <w:lang w:eastAsia="zh-CN"/>
              </w:rPr>
              <w:t>F</w:t>
            </w:r>
          </w:p>
        </w:tc>
        <w:tc>
          <w:tcPr>
            <w:tcW w:w="4962" w:type="dxa"/>
            <w:shd w:val="solid" w:color="FFFFFF" w:fill="auto"/>
          </w:tcPr>
          <w:p w14:paraId="394E59E0" w14:textId="77777777" w:rsidR="00C14A11" w:rsidRPr="00FD52C0" w:rsidRDefault="00C14A11" w:rsidP="00C14A11">
            <w:pPr>
              <w:pStyle w:val="TAL"/>
              <w:rPr>
                <w:sz w:val="16"/>
                <w:szCs w:val="16"/>
                <w:lang w:eastAsia="zh-CN"/>
              </w:rPr>
            </w:pPr>
            <w:r w:rsidRPr="00FD52C0">
              <w:rPr>
                <w:sz w:val="16"/>
                <w:szCs w:val="16"/>
                <w:lang w:eastAsia="zh-CN"/>
              </w:rPr>
              <w:t>Content encodings supported in HTTP requests</w:t>
            </w:r>
          </w:p>
        </w:tc>
        <w:tc>
          <w:tcPr>
            <w:tcW w:w="708" w:type="dxa"/>
            <w:shd w:val="solid" w:color="FFFFFF" w:fill="auto"/>
          </w:tcPr>
          <w:p w14:paraId="0DDAB521" w14:textId="77777777" w:rsidR="00C14A11" w:rsidRDefault="00C14A11" w:rsidP="00C14A11">
            <w:pPr>
              <w:pStyle w:val="TAC"/>
              <w:rPr>
                <w:sz w:val="16"/>
                <w:szCs w:val="16"/>
                <w:lang w:eastAsia="zh-CN"/>
              </w:rPr>
            </w:pPr>
            <w:r>
              <w:rPr>
                <w:rFonts w:hint="eastAsia"/>
                <w:sz w:val="16"/>
                <w:szCs w:val="16"/>
                <w:lang w:eastAsia="zh-CN"/>
              </w:rPr>
              <w:t>1</w:t>
            </w:r>
            <w:r>
              <w:rPr>
                <w:sz w:val="16"/>
                <w:szCs w:val="16"/>
                <w:lang w:eastAsia="zh-CN"/>
              </w:rPr>
              <w:t>5.4.0</w:t>
            </w:r>
          </w:p>
        </w:tc>
      </w:tr>
      <w:tr w:rsidR="00C14A11" w:rsidRPr="00630AB6" w14:paraId="77C8E17C" w14:textId="77777777" w:rsidTr="005D55BD">
        <w:tc>
          <w:tcPr>
            <w:tcW w:w="800" w:type="dxa"/>
            <w:shd w:val="solid" w:color="FFFFFF" w:fill="auto"/>
          </w:tcPr>
          <w:p w14:paraId="71D1DB3D" w14:textId="77777777" w:rsidR="00C14A11" w:rsidRDefault="00C14A11" w:rsidP="00C14A11">
            <w:pPr>
              <w:pStyle w:val="TAC"/>
              <w:rPr>
                <w:sz w:val="16"/>
                <w:szCs w:val="16"/>
                <w:lang w:eastAsia="zh-CN"/>
              </w:rPr>
            </w:pPr>
            <w:r>
              <w:rPr>
                <w:rFonts w:hint="eastAsia"/>
                <w:sz w:val="16"/>
                <w:szCs w:val="16"/>
                <w:lang w:eastAsia="zh-CN"/>
              </w:rPr>
              <w:t>2</w:t>
            </w:r>
            <w:r>
              <w:rPr>
                <w:sz w:val="16"/>
                <w:szCs w:val="16"/>
                <w:lang w:eastAsia="zh-CN"/>
              </w:rPr>
              <w:t>019-06</w:t>
            </w:r>
          </w:p>
        </w:tc>
        <w:tc>
          <w:tcPr>
            <w:tcW w:w="800" w:type="dxa"/>
            <w:shd w:val="solid" w:color="FFFFFF" w:fill="auto"/>
          </w:tcPr>
          <w:p w14:paraId="1AD496AB" w14:textId="77777777" w:rsidR="00C14A11" w:rsidRDefault="00C14A11" w:rsidP="00C14A11">
            <w:pPr>
              <w:pStyle w:val="TAC"/>
              <w:rPr>
                <w:sz w:val="16"/>
                <w:szCs w:val="16"/>
              </w:rPr>
            </w:pPr>
            <w:r>
              <w:rPr>
                <w:rFonts w:hint="eastAsia"/>
                <w:sz w:val="16"/>
                <w:szCs w:val="16"/>
              </w:rPr>
              <w:t>CT#8</w:t>
            </w:r>
            <w:r>
              <w:rPr>
                <w:sz w:val="16"/>
                <w:szCs w:val="16"/>
              </w:rPr>
              <w:t>4</w:t>
            </w:r>
          </w:p>
        </w:tc>
        <w:tc>
          <w:tcPr>
            <w:tcW w:w="952" w:type="dxa"/>
            <w:shd w:val="solid" w:color="FFFFFF" w:fill="auto"/>
          </w:tcPr>
          <w:p w14:paraId="68A4D9FD" w14:textId="77777777" w:rsidR="00C14A11" w:rsidRDefault="00C14A11" w:rsidP="00C14A11">
            <w:pPr>
              <w:pStyle w:val="TAC"/>
              <w:rPr>
                <w:sz w:val="16"/>
                <w:szCs w:val="16"/>
                <w:lang w:eastAsia="zh-CN"/>
              </w:rPr>
            </w:pPr>
            <w:r>
              <w:rPr>
                <w:rFonts w:hint="eastAsia"/>
                <w:sz w:val="16"/>
                <w:szCs w:val="16"/>
                <w:lang w:eastAsia="zh-CN"/>
              </w:rPr>
              <w:t>CP-19</w:t>
            </w:r>
            <w:r>
              <w:rPr>
                <w:sz w:val="16"/>
                <w:szCs w:val="16"/>
                <w:lang w:eastAsia="zh-CN"/>
              </w:rPr>
              <w:t>1039</w:t>
            </w:r>
          </w:p>
        </w:tc>
        <w:tc>
          <w:tcPr>
            <w:tcW w:w="567" w:type="dxa"/>
            <w:shd w:val="solid" w:color="FFFFFF" w:fill="auto"/>
          </w:tcPr>
          <w:p w14:paraId="174B9DC6" w14:textId="77777777" w:rsidR="00C14A11" w:rsidRDefault="00C14A11" w:rsidP="00C14A11">
            <w:pPr>
              <w:pStyle w:val="TAL"/>
              <w:rPr>
                <w:sz w:val="16"/>
                <w:szCs w:val="16"/>
              </w:rPr>
            </w:pPr>
            <w:r>
              <w:rPr>
                <w:rFonts w:hint="eastAsia"/>
                <w:sz w:val="16"/>
                <w:szCs w:val="16"/>
                <w:lang w:eastAsia="zh-CN"/>
              </w:rPr>
              <w:t>0</w:t>
            </w:r>
            <w:r>
              <w:rPr>
                <w:sz w:val="16"/>
                <w:szCs w:val="16"/>
                <w:lang w:eastAsia="zh-CN"/>
              </w:rPr>
              <w:t>034</w:t>
            </w:r>
          </w:p>
        </w:tc>
        <w:tc>
          <w:tcPr>
            <w:tcW w:w="425" w:type="dxa"/>
            <w:shd w:val="solid" w:color="FFFFFF" w:fill="auto"/>
          </w:tcPr>
          <w:p w14:paraId="4AF066C2" w14:textId="77777777" w:rsidR="00C14A11" w:rsidRDefault="00C14A11" w:rsidP="00C14A11">
            <w:pPr>
              <w:pStyle w:val="TAR"/>
              <w:rPr>
                <w:sz w:val="16"/>
                <w:szCs w:val="16"/>
              </w:rPr>
            </w:pPr>
            <w:r>
              <w:rPr>
                <w:sz w:val="16"/>
                <w:szCs w:val="16"/>
                <w:lang w:eastAsia="zh-CN"/>
              </w:rPr>
              <w:t>4</w:t>
            </w:r>
          </w:p>
        </w:tc>
        <w:tc>
          <w:tcPr>
            <w:tcW w:w="425" w:type="dxa"/>
            <w:shd w:val="solid" w:color="FFFFFF" w:fill="auto"/>
          </w:tcPr>
          <w:p w14:paraId="03A2F24D" w14:textId="77777777" w:rsidR="00C14A11" w:rsidRDefault="00C14A11" w:rsidP="00C14A11">
            <w:pPr>
              <w:pStyle w:val="TAC"/>
              <w:rPr>
                <w:sz w:val="16"/>
                <w:szCs w:val="16"/>
              </w:rPr>
            </w:pPr>
            <w:r>
              <w:rPr>
                <w:rFonts w:hint="eastAsia"/>
                <w:sz w:val="16"/>
                <w:szCs w:val="16"/>
                <w:lang w:eastAsia="zh-CN"/>
              </w:rPr>
              <w:t>F</w:t>
            </w:r>
          </w:p>
        </w:tc>
        <w:tc>
          <w:tcPr>
            <w:tcW w:w="4962" w:type="dxa"/>
            <w:shd w:val="solid" w:color="FFFFFF" w:fill="auto"/>
          </w:tcPr>
          <w:p w14:paraId="1D3634F0" w14:textId="77777777" w:rsidR="00C14A11" w:rsidRPr="00FD52C0" w:rsidRDefault="00C14A11" w:rsidP="00C14A11">
            <w:pPr>
              <w:pStyle w:val="TAL"/>
              <w:rPr>
                <w:sz w:val="16"/>
                <w:szCs w:val="16"/>
                <w:lang w:eastAsia="zh-CN"/>
              </w:rPr>
            </w:pPr>
            <w:r w:rsidRPr="00FD52C0">
              <w:rPr>
                <w:sz w:val="16"/>
                <w:szCs w:val="16"/>
                <w:lang w:eastAsia="zh-CN"/>
              </w:rPr>
              <w:t xml:space="preserve">Add </w:t>
            </w:r>
            <w:proofErr w:type="spellStart"/>
            <w:r w:rsidRPr="00FD52C0">
              <w:rPr>
                <w:sz w:val="16"/>
                <w:szCs w:val="16"/>
                <w:lang w:eastAsia="zh-CN"/>
              </w:rPr>
              <w:t>AMFset</w:t>
            </w:r>
            <w:proofErr w:type="spellEnd"/>
            <w:r w:rsidRPr="00FD52C0">
              <w:rPr>
                <w:sz w:val="16"/>
                <w:szCs w:val="16"/>
                <w:lang w:eastAsia="zh-CN"/>
              </w:rPr>
              <w:t xml:space="preserve"> in </w:t>
            </w:r>
            <w:proofErr w:type="spellStart"/>
            <w:r w:rsidRPr="00FD52C0">
              <w:rPr>
                <w:sz w:val="16"/>
                <w:szCs w:val="16"/>
                <w:lang w:eastAsia="zh-CN"/>
              </w:rPr>
              <w:t>NssaiAvailabilityInfo</w:t>
            </w:r>
            <w:proofErr w:type="spellEnd"/>
          </w:p>
        </w:tc>
        <w:tc>
          <w:tcPr>
            <w:tcW w:w="708" w:type="dxa"/>
            <w:shd w:val="solid" w:color="FFFFFF" w:fill="auto"/>
          </w:tcPr>
          <w:p w14:paraId="4399A12C" w14:textId="77777777" w:rsidR="00C14A11" w:rsidRDefault="00C14A11" w:rsidP="00C14A11">
            <w:pPr>
              <w:pStyle w:val="TAC"/>
              <w:rPr>
                <w:sz w:val="16"/>
                <w:szCs w:val="16"/>
                <w:lang w:eastAsia="zh-CN"/>
              </w:rPr>
            </w:pPr>
            <w:r>
              <w:rPr>
                <w:rFonts w:hint="eastAsia"/>
                <w:sz w:val="16"/>
                <w:szCs w:val="16"/>
                <w:lang w:eastAsia="zh-CN"/>
              </w:rPr>
              <w:t>1</w:t>
            </w:r>
            <w:r>
              <w:rPr>
                <w:sz w:val="16"/>
                <w:szCs w:val="16"/>
                <w:lang w:eastAsia="zh-CN"/>
              </w:rPr>
              <w:t>5.4.0</w:t>
            </w:r>
          </w:p>
        </w:tc>
      </w:tr>
      <w:tr w:rsidR="00C14A11" w:rsidRPr="00630AB6" w14:paraId="6199CD3C" w14:textId="77777777" w:rsidTr="005D55BD">
        <w:tc>
          <w:tcPr>
            <w:tcW w:w="800" w:type="dxa"/>
            <w:shd w:val="solid" w:color="FFFFFF" w:fill="auto"/>
          </w:tcPr>
          <w:p w14:paraId="707F3D57" w14:textId="77777777" w:rsidR="00C14A11" w:rsidRDefault="00C14A11" w:rsidP="00C14A11">
            <w:pPr>
              <w:pStyle w:val="TAC"/>
              <w:rPr>
                <w:sz w:val="16"/>
                <w:szCs w:val="16"/>
                <w:lang w:eastAsia="zh-CN"/>
              </w:rPr>
            </w:pPr>
            <w:r>
              <w:rPr>
                <w:rFonts w:hint="eastAsia"/>
                <w:sz w:val="16"/>
                <w:szCs w:val="16"/>
                <w:lang w:eastAsia="zh-CN"/>
              </w:rPr>
              <w:t>2</w:t>
            </w:r>
            <w:r>
              <w:rPr>
                <w:sz w:val="16"/>
                <w:szCs w:val="16"/>
                <w:lang w:eastAsia="zh-CN"/>
              </w:rPr>
              <w:t>019-06</w:t>
            </w:r>
          </w:p>
        </w:tc>
        <w:tc>
          <w:tcPr>
            <w:tcW w:w="800" w:type="dxa"/>
            <w:shd w:val="solid" w:color="FFFFFF" w:fill="auto"/>
          </w:tcPr>
          <w:p w14:paraId="5C613701" w14:textId="77777777" w:rsidR="00C14A11" w:rsidRDefault="00C14A11" w:rsidP="00C14A11">
            <w:pPr>
              <w:pStyle w:val="TAC"/>
              <w:rPr>
                <w:sz w:val="16"/>
                <w:szCs w:val="16"/>
              </w:rPr>
            </w:pPr>
            <w:r>
              <w:rPr>
                <w:rFonts w:hint="eastAsia"/>
                <w:sz w:val="16"/>
                <w:szCs w:val="16"/>
              </w:rPr>
              <w:t>CT#8</w:t>
            </w:r>
            <w:r>
              <w:rPr>
                <w:sz w:val="16"/>
                <w:szCs w:val="16"/>
              </w:rPr>
              <w:t>4</w:t>
            </w:r>
          </w:p>
        </w:tc>
        <w:tc>
          <w:tcPr>
            <w:tcW w:w="952" w:type="dxa"/>
            <w:shd w:val="solid" w:color="FFFFFF" w:fill="auto"/>
          </w:tcPr>
          <w:p w14:paraId="1887F9B5" w14:textId="77777777" w:rsidR="00C14A11" w:rsidRDefault="00C14A11" w:rsidP="00C14A11">
            <w:pPr>
              <w:pStyle w:val="TAC"/>
              <w:rPr>
                <w:sz w:val="16"/>
                <w:szCs w:val="16"/>
                <w:lang w:eastAsia="zh-CN"/>
              </w:rPr>
            </w:pPr>
            <w:r>
              <w:rPr>
                <w:rFonts w:hint="eastAsia"/>
                <w:sz w:val="16"/>
                <w:szCs w:val="16"/>
                <w:lang w:eastAsia="zh-CN"/>
              </w:rPr>
              <w:t>CP-19</w:t>
            </w:r>
            <w:r>
              <w:rPr>
                <w:sz w:val="16"/>
                <w:szCs w:val="16"/>
                <w:lang w:eastAsia="zh-CN"/>
              </w:rPr>
              <w:t>1039</w:t>
            </w:r>
          </w:p>
        </w:tc>
        <w:tc>
          <w:tcPr>
            <w:tcW w:w="567" w:type="dxa"/>
            <w:shd w:val="solid" w:color="FFFFFF" w:fill="auto"/>
          </w:tcPr>
          <w:p w14:paraId="33834E26" w14:textId="77777777" w:rsidR="00C14A11" w:rsidRDefault="00C14A11" w:rsidP="00C14A11">
            <w:pPr>
              <w:pStyle w:val="TAL"/>
              <w:rPr>
                <w:sz w:val="16"/>
                <w:szCs w:val="16"/>
              </w:rPr>
            </w:pPr>
            <w:r>
              <w:rPr>
                <w:rFonts w:hint="eastAsia"/>
                <w:sz w:val="16"/>
                <w:szCs w:val="16"/>
                <w:lang w:eastAsia="zh-CN"/>
              </w:rPr>
              <w:t>0</w:t>
            </w:r>
            <w:r>
              <w:rPr>
                <w:sz w:val="16"/>
                <w:szCs w:val="16"/>
                <w:lang w:eastAsia="zh-CN"/>
              </w:rPr>
              <w:t>036</w:t>
            </w:r>
          </w:p>
        </w:tc>
        <w:tc>
          <w:tcPr>
            <w:tcW w:w="425" w:type="dxa"/>
            <w:shd w:val="solid" w:color="FFFFFF" w:fill="auto"/>
          </w:tcPr>
          <w:p w14:paraId="4F59E6E3" w14:textId="77777777" w:rsidR="00C14A11" w:rsidRDefault="00C14A11" w:rsidP="00C14A11">
            <w:pPr>
              <w:pStyle w:val="TAR"/>
              <w:rPr>
                <w:sz w:val="16"/>
                <w:szCs w:val="16"/>
              </w:rPr>
            </w:pPr>
            <w:r>
              <w:rPr>
                <w:rFonts w:hint="eastAsia"/>
                <w:sz w:val="16"/>
                <w:szCs w:val="16"/>
                <w:lang w:eastAsia="zh-CN"/>
              </w:rPr>
              <w:t>2</w:t>
            </w:r>
          </w:p>
        </w:tc>
        <w:tc>
          <w:tcPr>
            <w:tcW w:w="425" w:type="dxa"/>
            <w:shd w:val="solid" w:color="FFFFFF" w:fill="auto"/>
          </w:tcPr>
          <w:p w14:paraId="46FB7F8F" w14:textId="77777777" w:rsidR="00C14A11" w:rsidRDefault="00C14A11" w:rsidP="00C14A11">
            <w:pPr>
              <w:pStyle w:val="TAC"/>
              <w:rPr>
                <w:sz w:val="16"/>
                <w:szCs w:val="16"/>
              </w:rPr>
            </w:pPr>
            <w:r>
              <w:rPr>
                <w:rFonts w:hint="eastAsia"/>
                <w:sz w:val="16"/>
                <w:szCs w:val="16"/>
                <w:lang w:eastAsia="zh-CN"/>
              </w:rPr>
              <w:t>F</w:t>
            </w:r>
          </w:p>
        </w:tc>
        <w:tc>
          <w:tcPr>
            <w:tcW w:w="4962" w:type="dxa"/>
            <w:shd w:val="solid" w:color="FFFFFF" w:fill="auto"/>
          </w:tcPr>
          <w:p w14:paraId="39597CC6" w14:textId="77777777" w:rsidR="00C14A11" w:rsidRPr="00FD52C0" w:rsidRDefault="00C14A11" w:rsidP="00C14A11">
            <w:pPr>
              <w:pStyle w:val="TAL"/>
              <w:rPr>
                <w:sz w:val="16"/>
                <w:szCs w:val="16"/>
                <w:lang w:eastAsia="zh-CN"/>
              </w:rPr>
            </w:pPr>
            <w:r w:rsidRPr="00FD52C0">
              <w:rPr>
                <w:sz w:val="16"/>
                <w:szCs w:val="16"/>
                <w:lang w:eastAsia="zh-CN"/>
              </w:rPr>
              <w:t>Storage of OpenAPI specification files</w:t>
            </w:r>
          </w:p>
        </w:tc>
        <w:tc>
          <w:tcPr>
            <w:tcW w:w="708" w:type="dxa"/>
            <w:shd w:val="solid" w:color="FFFFFF" w:fill="auto"/>
          </w:tcPr>
          <w:p w14:paraId="39147A04" w14:textId="77777777" w:rsidR="00C14A11" w:rsidRDefault="00C14A11" w:rsidP="00C14A11">
            <w:pPr>
              <w:pStyle w:val="TAC"/>
              <w:rPr>
                <w:sz w:val="16"/>
                <w:szCs w:val="16"/>
                <w:lang w:eastAsia="zh-CN"/>
              </w:rPr>
            </w:pPr>
            <w:r>
              <w:rPr>
                <w:rFonts w:hint="eastAsia"/>
                <w:sz w:val="16"/>
                <w:szCs w:val="16"/>
                <w:lang w:eastAsia="zh-CN"/>
              </w:rPr>
              <w:t>1</w:t>
            </w:r>
            <w:r>
              <w:rPr>
                <w:sz w:val="16"/>
                <w:szCs w:val="16"/>
                <w:lang w:eastAsia="zh-CN"/>
              </w:rPr>
              <w:t>5.4.0</w:t>
            </w:r>
          </w:p>
        </w:tc>
      </w:tr>
      <w:tr w:rsidR="00C14A11" w:rsidRPr="00630AB6" w14:paraId="21D3DCB1" w14:textId="77777777" w:rsidTr="005D55BD">
        <w:tc>
          <w:tcPr>
            <w:tcW w:w="800" w:type="dxa"/>
            <w:shd w:val="solid" w:color="FFFFFF" w:fill="auto"/>
          </w:tcPr>
          <w:p w14:paraId="64635235" w14:textId="77777777" w:rsidR="00C14A11" w:rsidRDefault="00C14A11" w:rsidP="00C14A11">
            <w:pPr>
              <w:pStyle w:val="TAC"/>
              <w:rPr>
                <w:sz w:val="16"/>
                <w:szCs w:val="16"/>
                <w:lang w:eastAsia="zh-CN"/>
              </w:rPr>
            </w:pPr>
            <w:r>
              <w:rPr>
                <w:rFonts w:hint="eastAsia"/>
                <w:sz w:val="16"/>
                <w:szCs w:val="16"/>
                <w:lang w:eastAsia="zh-CN"/>
              </w:rPr>
              <w:t>2</w:t>
            </w:r>
            <w:r>
              <w:rPr>
                <w:sz w:val="16"/>
                <w:szCs w:val="16"/>
                <w:lang w:eastAsia="zh-CN"/>
              </w:rPr>
              <w:t>019-06</w:t>
            </w:r>
          </w:p>
        </w:tc>
        <w:tc>
          <w:tcPr>
            <w:tcW w:w="800" w:type="dxa"/>
            <w:shd w:val="solid" w:color="FFFFFF" w:fill="auto"/>
          </w:tcPr>
          <w:p w14:paraId="5155AC2C" w14:textId="77777777" w:rsidR="00C14A11" w:rsidRDefault="00C14A11" w:rsidP="00C14A11">
            <w:pPr>
              <w:pStyle w:val="TAC"/>
              <w:rPr>
                <w:sz w:val="16"/>
                <w:szCs w:val="16"/>
              </w:rPr>
            </w:pPr>
            <w:r>
              <w:rPr>
                <w:rFonts w:hint="eastAsia"/>
                <w:sz w:val="16"/>
                <w:szCs w:val="16"/>
              </w:rPr>
              <w:t>CT#8</w:t>
            </w:r>
            <w:r>
              <w:rPr>
                <w:sz w:val="16"/>
                <w:szCs w:val="16"/>
              </w:rPr>
              <w:t>4</w:t>
            </w:r>
          </w:p>
        </w:tc>
        <w:tc>
          <w:tcPr>
            <w:tcW w:w="952" w:type="dxa"/>
            <w:shd w:val="solid" w:color="FFFFFF" w:fill="auto"/>
          </w:tcPr>
          <w:p w14:paraId="5EBAE38F" w14:textId="77777777" w:rsidR="00C14A11" w:rsidRDefault="00C14A11" w:rsidP="00C14A11">
            <w:pPr>
              <w:pStyle w:val="TAC"/>
              <w:rPr>
                <w:sz w:val="16"/>
                <w:szCs w:val="16"/>
                <w:lang w:eastAsia="zh-CN"/>
              </w:rPr>
            </w:pPr>
            <w:r>
              <w:rPr>
                <w:rFonts w:hint="eastAsia"/>
                <w:sz w:val="16"/>
                <w:szCs w:val="16"/>
                <w:lang w:eastAsia="zh-CN"/>
              </w:rPr>
              <w:t>CP-19</w:t>
            </w:r>
            <w:r>
              <w:rPr>
                <w:sz w:val="16"/>
                <w:szCs w:val="16"/>
                <w:lang w:eastAsia="zh-CN"/>
              </w:rPr>
              <w:t>1039</w:t>
            </w:r>
          </w:p>
        </w:tc>
        <w:tc>
          <w:tcPr>
            <w:tcW w:w="567" w:type="dxa"/>
            <w:shd w:val="solid" w:color="FFFFFF" w:fill="auto"/>
          </w:tcPr>
          <w:p w14:paraId="42B8BB0B" w14:textId="77777777" w:rsidR="00C14A11" w:rsidRDefault="00C14A11" w:rsidP="00C14A11">
            <w:pPr>
              <w:pStyle w:val="TAL"/>
              <w:rPr>
                <w:sz w:val="16"/>
                <w:szCs w:val="16"/>
              </w:rPr>
            </w:pPr>
            <w:r>
              <w:rPr>
                <w:rFonts w:hint="eastAsia"/>
                <w:sz w:val="16"/>
                <w:szCs w:val="16"/>
                <w:lang w:eastAsia="zh-CN"/>
              </w:rPr>
              <w:t>0</w:t>
            </w:r>
            <w:r>
              <w:rPr>
                <w:sz w:val="16"/>
                <w:szCs w:val="16"/>
                <w:lang w:eastAsia="zh-CN"/>
              </w:rPr>
              <w:t>039</w:t>
            </w:r>
          </w:p>
        </w:tc>
        <w:tc>
          <w:tcPr>
            <w:tcW w:w="425" w:type="dxa"/>
            <w:shd w:val="solid" w:color="FFFFFF" w:fill="auto"/>
          </w:tcPr>
          <w:p w14:paraId="43EC6385" w14:textId="77777777" w:rsidR="00C14A11" w:rsidRDefault="00C14A11" w:rsidP="00C14A11">
            <w:pPr>
              <w:pStyle w:val="TAR"/>
              <w:rPr>
                <w:sz w:val="16"/>
                <w:szCs w:val="16"/>
              </w:rPr>
            </w:pPr>
            <w:r>
              <w:rPr>
                <w:rFonts w:hint="eastAsia"/>
                <w:sz w:val="16"/>
                <w:szCs w:val="16"/>
                <w:lang w:eastAsia="zh-CN"/>
              </w:rPr>
              <w:t>1</w:t>
            </w:r>
          </w:p>
        </w:tc>
        <w:tc>
          <w:tcPr>
            <w:tcW w:w="425" w:type="dxa"/>
            <w:shd w:val="solid" w:color="FFFFFF" w:fill="auto"/>
          </w:tcPr>
          <w:p w14:paraId="5EB2CCF1" w14:textId="77777777" w:rsidR="00C14A11" w:rsidRDefault="00C14A11" w:rsidP="00C14A11">
            <w:pPr>
              <w:pStyle w:val="TAC"/>
              <w:rPr>
                <w:sz w:val="16"/>
                <w:szCs w:val="16"/>
              </w:rPr>
            </w:pPr>
            <w:r>
              <w:rPr>
                <w:rFonts w:hint="eastAsia"/>
                <w:sz w:val="16"/>
                <w:szCs w:val="16"/>
                <w:lang w:eastAsia="zh-CN"/>
              </w:rPr>
              <w:t>F</w:t>
            </w:r>
          </w:p>
        </w:tc>
        <w:tc>
          <w:tcPr>
            <w:tcW w:w="4962" w:type="dxa"/>
            <w:shd w:val="solid" w:color="FFFFFF" w:fill="auto"/>
          </w:tcPr>
          <w:p w14:paraId="0C6D1B69" w14:textId="77777777" w:rsidR="00C14A11" w:rsidRPr="00FD52C0" w:rsidRDefault="00C14A11" w:rsidP="00C14A11">
            <w:pPr>
              <w:pStyle w:val="TAL"/>
              <w:rPr>
                <w:sz w:val="16"/>
                <w:szCs w:val="16"/>
                <w:lang w:eastAsia="zh-CN"/>
              </w:rPr>
            </w:pPr>
            <w:r w:rsidRPr="00FD52C0">
              <w:rPr>
                <w:sz w:val="16"/>
                <w:szCs w:val="16"/>
                <w:lang w:eastAsia="zh-CN"/>
              </w:rPr>
              <w:t>API URIs of the NRF</w:t>
            </w:r>
          </w:p>
        </w:tc>
        <w:tc>
          <w:tcPr>
            <w:tcW w:w="708" w:type="dxa"/>
            <w:shd w:val="solid" w:color="FFFFFF" w:fill="auto"/>
          </w:tcPr>
          <w:p w14:paraId="50C14729" w14:textId="77777777" w:rsidR="00C14A11" w:rsidRDefault="00C14A11" w:rsidP="00C14A11">
            <w:pPr>
              <w:pStyle w:val="TAC"/>
              <w:rPr>
                <w:sz w:val="16"/>
                <w:szCs w:val="16"/>
                <w:lang w:eastAsia="zh-CN"/>
              </w:rPr>
            </w:pPr>
            <w:r>
              <w:rPr>
                <w:rFonts w:hint="eastAsia"/>
                <w:sz w:val="16"/>
                <w:szCs w:val="16"/>
                <w:lang w:eastAsia="zh-CN"/>
              </w:rPr>
              <w:t>1</w:t>
            </w:r>
            <w:r>
              <w:rPr>
                <w:sz w:val="16"/>
                <w:szCs w:val="16"/>
                <w:lang w:eastAsia="zh-CN"/>
              </w:rPr>
              <w:t>5.4.0</w:t>
            </w:r>
          </w:p>
        </w:tc>
      </w:tr>
      <w:tr w:rsidR="00C14A11" w:rsidRPr="00630AB6" w14:paraId="7F02CCA8" w14:textId="77777777" w:rsidTr="005D55BD">
        <w:tc>
          <w:tcPr>
            <w:tcW w:w="800" w:type="dxa"/>
            <w:shd w:val="solid" w:color="FFFFFF" w:fill="auto"/>
          </w:tcPr>
          <w:p w14:paraId="57C64240" w14:textId="77777777" w:rsidR="00C14A11" w:rsidRDefault="00C14A11" w:rsidP="00C14A11">
            <w:pPr>
              <w:pStyle w:val="TAC"/>
              <w:rPr>
                <w:sz w:val="16"/>
                <w:szCs w:val="16"/>
                <w:lang w:eastAsia="zh-CN"/>
              </w:rPr>
            </w:pPr>
            <w:r>
              <w:rPr>
                <w:rFonts w:hint="eastAsia"/>
                <w:sz w:val="16"/>
                <w:szCs w:val="16"/>
                <w:lang w:eastAsia="zh-CN"/>
              </w:rPr>
              <w:t>2</w:t>
            </w:r>
            <w:r>
              <w:rPr>
                <w:sz w:val="16"/>
                <w:szCs w:val="16"/>
                <w:lang w:eastAsia="zh-CN"/>
              </w:rPr>
              <w:t>019-06</w:t>
            </w:r>
          </w:p>
        </w:tc>
        <w:tc>
          <w:tcPr>
            <w:tcW w:w="800" w:type="dxa"/>
            <w:shd w:val="solid" w:color="FFFFFF" w:fill="auto"/>
          </w:tcPr>
          <w:p w14:paraId="6BE863D2" w14:textId="77777777" w:rsidR="00C14A11" w:rsidRDefault="00C14A11" w:rsidP="00C14A11">
            <w:pPr>
              <w:pStyle w:val="TAC"/>
              <w:rPr>
                <w:sz w:val="16"/>
                <w:szCs w:val="16"/>
              </w:rPr>
            </w:pPr>
            <w:r>
              <w:rPr>
                <w:rFonts w:hint="eastAsia"/>
                <w:sz w:val="16"/>
                <w:szCs w:val="16"/>
              </w:rPr>
              <w:t>CT#8</w:t>
            </w:r>
            <w:r>
              <w:rPr>
                <w:sz w:val="16"/>
                <w:szCs w:val="16"/>
              </w:rPr>
              <w:t>4</w:t>
            </w:r>
          </w:p>
        </w:tc>
        <w:tc>
          <w:tcPr>
            <w:tcW w:w="952" w:type="dxa"/>
            <w:shd w:val="solid" w:color="FFFFFF" w:fill="auto"/>
          </w:tcPr>
          <w:p w14:paraId="4D4A4F92" w14:textId="77777777" w:rsidR="00C14A11" w:rsidRDefault="00C14A11" w:rsidP="00C14A11">
            <w:pPr>
              <w:pStyle w:val="TAC"/>
              <w:rPr>
                <w:sz w:val="16"/>
                <w:szCs w:val="16"/>
                <w:lang w:eastAsia="zh-CN"/>
              </w:rPr>
            </w:pPr>
            <w:r>
              <w:rPr>
                <w:rFonts w:hint="eastAsia"/>
                <w:sz w:val="16"/>
                <w:szCs w:val="16"/>
                <w:lang w:eastAsia="zh-CN"/>
              </w:rPr>
              <w:t>CP-19</w:t>
            </w:r>
            <w:r>
              <w:rPr>
                <w:sz w:val="16"/>
                <w:szCs w:val="16"/>
                <w:lang w:eastAsia="zh-CN"/>
              </w:rPr>
              <w:t>1039</w:t>
            </w:r>
          </w:p>
        </w:tc>
        <w:tc>
          <w:tcPr>
            <w:tcW w:w="567" w:type="dxa"/>
            <w:shd w:val="solid" w:color="FFFFFF" w:fill="auto"/>
          </w:tcPr>
          <w:p w14:paraId="36DB7D9D" w14:textId="77777777" w:rsidR="00C14A11" w:rsidRDefault="00C14A11" w:rsidP="00C14A11">
            <w:pPr>
              <w:pStyle w:val="TAL"/>
              <w:rPr>
                <w:sz w:val="16"/>
                <w:szCs w:val="16"/>
              </w:rPr>
            </w:pPr>
            <w:r>
              <w:rPr>
                <w:rFonts w:hint="eastAsia"/>
                <w:sz w:val="16"/>
                <w:szCs w:val="16"/>
                <w:lang w:eastAsia="zh-CN"/>
              </w:rPr>
              <w:t>0</w:t>
            </w:r>
            <w:r>
              <w:rPr>
                <w:sz w:val="16"/>
                <w:szCs w:val="16"/>
                <w:lang w:eastAsia="zh-CN"/>
              </w:rPr>
              <w:t>040</w:t>
            </w:r>
          </w:p>
        </w:tc>
        <w:tc>
          <w:tcPr>
            <w:tcW w:w="425" w:type="dxa"/>
            <w:shd w:val="solid" w:color="FFFFFF" w:fill="auto"/>
          </w:tcPr>
          <w:p w14:paraId="1D6EC741" w14:textId="77777777" w:rsidR="00C14A11" w:rsidRDefault="00C14A11" w:rsidP="00C14A11">
            <w:pPr>
              <w:pStyle w:val="TAR"/>
              <w:rPr>
                <w:sz w:val="16"/>
                <w:szCs w:val="16"/>
              </w:rPr>
            </w:pPr>
            <w:r>
              <w:rPr>
                <w:rFonts w:hint="eastAsia"/>
                <w:sz w:val="16"/>
                <w:szCs w:val="16"/>
                <w:lang w:eastAsia="zh-CN"/>
              </w:rPr>
              <w:t>1</w:t>
            </w:r>
          </w:p>
        </w:tc>
        <w:tc>
          <w:tcPr>
            <w:tcW w:w="425" w:type="dxa"/>
            <w:shd w:val="solid" w:color="FFFFFF" w:fill="auto"/>
          </w:tcPr>
          <w:p w14:paraId="3DDECC93" w14:textId="77777777" w:rsidR="00C14A11" w:rsidRDefault="00C14A11" w:rsidP="00C14A11">
            <w:pPr>
              <w:pStyle w:val="TAC"/>
              <w:rPr>
                <w:sz w:val="16"/>
                <w:szCs w:val="16"/>
              </w:rPr>
            </w:pPr>
            <w:r>
              <w:rPr>
                <w:rFonts w:hint="eastAsia"/>
                <w:sz w:val="16"/>
                <w:szCs w:val="16"/>
                <w:lang w:eastAsia="zh-CN"/>
              </w:rPr>
              <w:t>F</w:t>
            </w:r>
          </w:p>
        </w:tc>
        <w:tc>
          <w:tcPr>
            <w:tcW w:w="4962" w:type="dxa"/>
            <w:shd w:val="solid" w:color="FFFFFF" w:fill="auto"/>
          </w:tcPr>
          <w:p w14:paraId="275AF394" w14:textId="77777777" w:rsidR="00C14A11" w:rsidRPr="00FD52C0" w:rsidRDefault="00C14A11" w:rsidP="00C14A11">
            <w:pPr>
              <w:pStyle w:val="TAL"/>
              <w:rPr>
                <w:sz w:val="16"/>
                <w:szCs w:val="16"/>
                <w:lang w:eastAsia="zh-CN"/>
              </w:rPr>
            </w:pPr>
            <w:r w:rsidRPr="00FD52C0">
              <w:rPr>
                <w:sz w:val="16"/>
                <w:szCs w:val="16"/>
                <w:lang w:eastAsia="zh-CN"/>
              </w:rPr>
              <w:t>Subscription to and notification of NSSF events</w:t>
            </w:r>
          </w:p>
        </w:tc>
        <w:tc>
          <w:tcPr>
            <w:tcW w:w="708" w:type="dxa"/>
            <w:shd w:val="solid" w:color="FFFFFF" w:fill="auto"/>
          </w:tcPr>
          <w:p w14:paraId="673F35E0" w14:textId="77777777" w:rsidR="00C14A11" w:rsidRDefault="00C14A11" w:rsidP="00C14A11">
            <w:pPr>
              <w:pStyle w:val="TAC"/>
              <w:rPr>
                <w:sz w:val="16"/>
                <w:szCs w:val="16"/>
                <w:lang w:eastAsia="zh-CN"/>
              </w:rPr>
            </w:pPr>
            <w:r>
              <w:rPr>
                <w:rFonts w:hint="eastAsia"/>
                <w:sz w:val="16"/>
                <w:szCs w:val="16"/>
                <w:lang w:eastAsia="zh-CN"/>
              </w:rPr>
              <w:t>1</w:t>
            </w:r>
            <w:r>
              <w:rPr>
                <w:sz w:val="16"/>
                <w:szCs w:val="16"/>
                <w:lang w:eastAsia="zh-CN"/>
              </w:rPr>
              <w:t>5.4.0</w:t>
            </w:r>
          </w:p>
        </w:tc>
      </w:tr>
      <w:tr w:rsidR="00C14A11" w:rsidRPr="00630AB6" w14:paraId="01BA8956" w14:textId="77777777" w:rsidTr="005D55BD">
        <w:tc>
          <w:tcPr>
            <w:tcW w:w="800" w:type="dxa"/>
            <w:shd w:val="solid" w:color="FFFFFF" w:fill="auto"/>
          </w:tcPr>
          <w:p w14:paraId="297233A8" w14:textId="77777777" w:rsidR="00C14A11" w:rsidRDefault="00C14A11" w:rsidP="00C14A11">
            <w:pPr>
              <w:pStyle w:val="TAC"/>
              <w:rPr>
                <w:sz w:val="16"/>
                <w:szCs w:val="16"/>
                <w:lang w:eastAsia="zh-CN"/>
              </w:rPr>
            </w:pPr>
            <w:r>
              <w:rPr>
                <w:rFonts w:hint="eastAsia"/>
                <w:sz w:val="16"/>
                <w:szCs w:val="16"/>
                <w:lang w:eastAsia="zh-CN"/>
              </w:rPr>
              <w:t>2</w:t>
            </w:r>
            <w:r>
              <w:rPr>
                <w:sz w:val="16"/>
                <w:szCs w:val="16"/>
                <w:lang w:eastAsia="zh-CN"/>
              </w:rPr>
              <w:t>019-06</w:t>
            </w:r>
          </w:p>
        </w:tc>
        <w:tc>
          <w:tcPr>
            <w:tcW w:w="800" w:type="dxa"/>
            <w:shd w:val="solid" w:color="FFFFFF" w:fill="auto"/>
          </w:tcPr>
          <w:p w14:paraId="1D3479CB" w14:textId="77777777" w:rsidR="00C14A11" w:rsidRDefault="00C14A11" w:rsidP="00C14A11">
            <w:pPr>
              <w:pStyle w:val="TAC"/>
              <w:rPr>
                <w:sz w:val="16"/>
                <w:szCs w:val="16"/>
              </w:rPr>
            </w:pPr>
            <w:r>
              <w:rPr>
                <w:rFonts w:hint="eastAsia"/>
                <w:sz w:val="16"/>
                <w:szCs w:val="16"/>
              </w:rPr>
              <w:t>CT#8</w:t>
            </w:r>
            <w:r>
              <w:rPr>
                <w:sz w:val="16"/>
                <w:szCs w:val="16"/>
              </w:rPr>
              <w:t>4</w:t>
            </w:r>
          </w:p>
        </w:tc>
        <w:tc>
          <w:tcPr>
            <w:tcW w:w="952" w:type="dxa"/>
            <w:shd w:val="solid" w:color="FFFFFF" w:fill="auto"/>
          </w:tcPr>
          <w:p w14:paraId="01311859" w14:textId="77777777" w:rsidR="00C14A11" w:rsidRDefault="00C14A11" w:rsidP="00C14A11">
            <w:pPr>
              <w:pStyle w:val="TAC"/>
              <w:rPr>
                <w:sz w:val="16"/>
                <w:szCs w:val="16"/>
                <w:lang w:eastAsia="zh-CN"/>
              </w:rPr>
            </w:pPr>
            <w:r>
              <w:rPr>
                <w:rFonts w:hint="eastAsia"/>
                <w:sz w:val="16"/>
                <w:szCs w:val="16"/>
                <w:lang w:eastAsia="zh-CN"/>
              </w:rPr>
              <w:t>CP-19</w:t>
            </w:r>
            <w:r>
              <w:rPr>
                <w:sz w:val="16"/>
                <w:szCs w:val="16"/>
                <w:lang w:eastAsia="zh-CN"/>
              </w:rPr>
              <w:t>1039</w:t>
            </w:r>
          </w:p>
        </w:tc>
        <w:tc>
          <w:tcPr>
            <w:tcW w:w="567" w:type="dxa"/>
            <w:shd w:val="solid" w:color="FFFFFF" w:fill="auto"/>
          </w:tcPr>
          <w:p w14:paraId="537FB944" w14:textId="77777777" w:rsidR="00C14A11" w:rsidRDefault="00C14A11" w:rsidP="00C14A11">
            <w:pPr>
              <w:pStyle w:val="TAL"/>
              <w:rPr>
                <w:sz w:val="16"/>
                <w:szCs w:val="16"/>
              </w:rPr>
            </w:pPr>
            <w:r>
              <w:rPr>
                <w:rFonts w:hint="eastAsia"/>
                <w:sz w:val="16"/>
                <w:szCs w:val="16"/>
                <w:lang w:eastAsia="zh-CN"/>
              </w:rPr>
              <w:t>0</w:t>
            </w:r>
            <w:r>
              <w:rPr>
                <w:sz w:val="16"/>
                <w:szCs w:val="16"/>
                <w:lang w:eastAsia="zh-CN"/>
              </w:rPr>
              <w:t>041</w:t>
            </w:r>
          </w:p>
        </w:tc>
        <w:tc>
          <w:tcPr>
            <w:tcW w:w="425" w:type="dxa"/>
            <w:shd w:val="solid" w:color="FFFFFF" w:fill="auto"/>
          </w:tcPr>
          <w:p w14:paraId="65F3429D" w14:textId="77777777" w:rsidR="00C14A11" w:rsidRDefault="00C14A11" w:rsidP="00C14A11">
            <w:pPr>
              <w:pStyle w:val="TAR"/>
              <w:rPr>
                <w:sz w:val="16"/>
                <w:szCs w:val="16"/>
              </w:rPr>
            </w:pPr>
            <w:r>
              <w:rPr>
                <w:rFonts w:hint="eastAsia"/>
                <w:sz w:val="16"/>
                <w:szCs w:val="16"/>
                <w:lang w:eastAsia="zh-CN"/>
              </w:rPr>
              <w:t>2</w:t>
            </w:r>
          </w:p>
        </w:tc>
        <w:tc>
          <w:tcPr>
            <w:tcW w:w="425" w:type="dxa"/>
            <w:shd w:val="solid" w:color="FFFFFF" w:fill="auto"/>
          </w:tcPr>
          <w:p w14:paraId="404F6F54" w14:textId="77777777" w:rsidR="00C14A11" w:rsidRDefault="00C14A11" w:rsidP="00C14A11">
            <w:pPr>
              <w:pStyle w:val="TAC"/>
              <w:rPr>
                <w:sz w:val="16"/>
                <w:szCs w:val="16"/>
              </w:rPr>
            </w:pPr>
            <w:r>
              <w:rPr>
                <w:rFonts w:hint="eastAsia"/>
                <w:sz w:val="16"/>
                <w:szCs w:val="16"/>
                <w:lang w:eastAsia="zh-CN"/>
              </w:rPr>
              <w:t>F</w:t>
            </w:r>
          </w:p>
        </w:tc>
        <w:tc>
          <w:tcPr>
            <w:tcW w:w="4962" w:type="dxa"/>
            <w:shd w:val="solid" w:color="FFFFFF" w:fill="auto"/>
          </w:tcPr>
          <w:p w14:paraId="426ED1BE" w14:textId="77777777" w:rsidR="00C14A11" w:rsidRPr="00FD52C0" w:rsidRDefault="00C14A11" w:rsidP="00C14A11">
            <w:pPr>
              <w:pStyle w:val="TAL"/>
              <w:rPr>
                <w:sz w:val="16"/>
                <w:szCs w:val="16"/>
                <w:lang w:eastAsia="zh-CN"/>
              </w:rPr>
            </w:pPr>
            <w:r w:rsidRPr="00FD52C0">
              <w:rPr>
                <w:sz w:val="16"/>
                <w:szCs w:val="16"/>
                <w:lang w:eastAsia="zh-CN"/>
              </w:rPr>
              <w:t>Essential Correction on Application Error returned by NSSF</w:t>
            </w:r>
          </w:p>
        </w:tc>
        <w:tc>
          <w:tcPr>
            <w:tcW w:w="708" w:type="dxa"/>
            <w:shd w:val="solid" w:color="FFFFFF" w:fill="auto"/>
          </w:tcPr>
          <w:p w14:paraId="307132E7" w14:textId="77777777" w:rsidR="00C14A11" w:rsidRDefault="00C14A11" w:rsidP="00C14A11">
            <w:pPr>
              <w:pStyle w:val="TAC"/>
              <w:rPr>
                <w:sz w:val="16"/>
                <w:szCs w:val="16"/>
                <w:lang w:eastAsia="zh-CN"/>
              </w:rPr>
            </w:pPr>
            <w:r>
              <w:rPr>
                <w:rFonts w:hint="eastAsia"/>
                <w:sz w:val="16"/>
                <w:szCs w:val="16"/>
                <w:lang w:eastAsia="zh-CN"/>
              </w:rPr>
              <w:t>1</w:t>
            </w:r>
            <w:r>
              <w:rPr>
                <w:sz w:val="16"/>
                <w:szCs w:val="16"/>
                <w:lang w:eastAsia="zh-CN"/>
              </w:rPr>
              <w:t>5.4.0</w:t>
            </w:r>
          </w:p>
        </w:tc>
      </w:tr>
      <w:tr w:rsidR="00C14A11" w:rsidRPr="00630AB6" w14:paraId="4068DD0A" w14:textId="77777777" w:rsidTr="005D55BD">
        <w:tc>
          <w:tcPr>
            <w:tcW w:w="800" w:type="dxa"/>
            <w:shd w:val="solid" w:color="FFFFFF" w:fill="auto"/>
          </w:tcPr>
          <w:p w14:paraId="6C334B4E" w14:textId="77777777" w:rsidR="00C14A11" w:rsidRDefault="00C14A11" w:rsidP="00C14A11">
            <w:pPr>
              <w:pStyle w:val="TAC"/>
              <w:rPr>
                <w:sz w:val="16"/>
                <w:szCs w:val="16"/>
                <w:lang w:eastAsia="zh-CN"/>
              </w:rPr>
            </w:pPr>
            <w:r>
              <w:rPr>
                <w:rFonts w:hint="eastAsia"/>
                <w:sz w:val="16"/>
                <w:szCs w:val="16"/>
                <w:lang w:eastAsia="zh-CN"/>
              </w:rPr>
              <w:t>2</w:t>
            </w:r>
            <w:r>
              <w:rPr>
                <w:sz w:val="16"/>
                <w:szCs w:val="16"/>
                <w:lang w:eastAsia="zh-CN"/>
              </w:rPr>
              <w:t>019-06</w:t>
            </w:r>
          </w:p>
        </w:tc>
        <w:tc>
          <w:tcPr>
            <w:tcW w:w="800" w:type="dxa"/>
            <w:shd w:val="solid" w:color="FFFFFF" w:fill="auto"/>
          </w:tcPr>
          <w:p w14:paraId="06DCEFD8" w14:textId="77777777" w:rsidR="00C14A11" w:rsidRDefault="00C14A11" w:rsidP="00C14A11">
            <w:pPr>
              <w:pStyle w:val="TAC"/>
              <w:rPr>
                <w:sz w:val="16"/>
                <w:szCs w:val="16"/>
              </w:rPr>
            </w:pPr>
            <w:r>
              <w:rPr>
                <w:rFonts w:hint="eastAsia"/>
                <w:sz w:val="16"/>
                <w:szCs w:val="16"/>
              </w:rPr>
              <w:t>CT#8</w:t>
            </w:r>
            <w:r>
              <w:rPr>
                <w:sz w:val="16"/>
                <w:szCs w:val="16"/>
              </w:rPr>
              <w:t>4</w:t>
            </w:r>
          </w:p>
        </w:tc>
        <w:tc>
          <w:tcPr>
            <w:tcW w:w="952" w:type="dxa"/>
            <w:shd w:val="solid" w:color="FFFFFF" w:fill="auto"/>
          </w:tcPr>
          <w:p w14:paraId="64E9E94A" w14:textId="77777777" w:rsidR="00C14A11" w:rsidRDefault="00C14A11" w:rsidP="00C14A11">
            <w:pPr>
              <w:pStyle w:val="TAC"/>
              <w:rPr>
                <w:sz w:val="16"/>
                <w:szCs w:val="16"/>
                <w:lang w:eastAsia="zh-CN"/>
              </w:rPr>
            </w:pPr>
            <w:r>
              <w:rPr>
                <w:rFonts w:hint="eastAsia"/>
                <w:sz w:val="16"/>
                <w:szCs w:val="16"/>
                <w:lang w:eastAsia="zh-CN"/>
              </w:rPr>
              <w:t>CP-19</w:t>
            </w:r>
            <w:r>
              <w:rPr>
                <w:sz w:val="16"/>
                <w:szCs w:val="16"/>
                <w:lang w:eastAsia="zh-CN"/>
              </w:rPr>
              <w:t>1039</w:t>
            </w:r>
          </w:p>
        </w:tc>
        <w:tc>
          <w:tcPr>
            <w:tcW w:w="567" w:type="dxa"/>
            <w:shd w:val="solid" w:color="FFFFFF" w:fill="auto"/>
          </w:tcPr>
          <w:p w14:paraId="7CA7A215" w14:textId="77777777" w:rsidR="00C14A11" w:rsidRDefault="00C14A11" w:rsidP="00C14A11">
            <w:pPr>
              <w:pStyle w:val="TAL"/>
              <w:rPr>
                <w:sz w:val="16"/>
                <w:szCs w:val="16"/>
              </w:rPr>
            </w:pPr>
            <w:r>
              <w:rPr>
                <w:rFonts w:hint="eastAsia"/>
                <w:sz w:val="16"/>
                <w:szCs w:val="16"/>
                <w:lang w:eastAsia="zh-CN"/>
              </w:rPr>
              <w:t>0</w:t>
            </w:r>
            <w:r>
              <w:rPr>
                <w:sz w:val="16"/>
                <w:szCs w:val="16"/>
                <w:lang w:eastAsia="zh-CN"/>
              </w:rPr>
              <w:t>042</w:t>
            </w:r>
          </w:p>
        </w:tc>
        <w:tc>
          <w:tcPr>
            <w:tcW w:w="425" w:type="dxa"/>
            <w:shd w:val="solid" w:color="FFFFFF" w:fill="auto"/>
          </w:tcPr>
          <w:p w14:paraId="4601F68A" w14:textId="77777777" w:rsidR="00C14A11" w:rsidRDefault="00C14A11" w:rsidP="00C14A11">
            <w:pPr>
              <w:pStyle w:val="TAR"/>
              <w:rPr>
                <w:sz w:val="16"/>
                <w:szCs w:val="16"/>
              </w:rPr>
            </w:pPr>
            <w:r>
              <w:rPr>
                <w:rFonts w:hint="eastAsia"/>
                <w:sz w:val="16"/>
                <w:szCs w:val="16"/>
                <w:lang w:eastAsia="zh-CN"/>
              </w:rPr>
              <w:t>1</w:t>
            </w:r>
          </w:p>
        </w:tc>
        <w:tc>
          <w:tcPr>
            <w:tcW w:w="425" w:type="dxa"/>
            <w:shd w:val="solid" w:color="FFFFFF" w:fill="auto"/>
          </w:tcPr>
          <w:p w14:paraId="545BF029" w14:textId="77777777" w:rsidR="00C14A11" w:rsidRDefault="00C14A11" w:rsidP="00C14A11">
            <w:pPr>
              <w:pStyle w:val="TAC"/>
              <w:rPr>
                <w:sz w:val="16"/>
                <w:szCs w:val="16"/>
              </w:rPr>
            </w:pPr>
            <w:r>
              <w:rPr>
                <w:rFonts w:hint="eastAsia"/>
                <w:sz w:val="16"/>
                <w:szCs w:val="16"/>
                <w:lang w:eastAsia="zh-CN"/>
              </w:rPr>
              <w:t>F</w:t>
            </w:r>
          </w:p>
        </w:tc>
        <w:tc>
          <w:tcPr>
            <w:tcW w:w="4962" w:type="dxa"/>
            <w:shd w:val="solid" w:color="FFFFFF" w:fill="auto"/>
          </w:tcPr>
          <w:p w14:paraId="6619418A" w14:textId="77777777" w:rsidR="00C14A11" w:rsidRPr="00FD52C0" w:rsidRDefault="00C14A11" w:rsidP="00C14A11">
            <w:pPr>
              <w:pStyle w:val="TAL"/>
              <w:rPr>
                <w:sz w:val="16"/>
                <w:szCs w:val="16"/>
                <w:lang w:eastAsia="zh-CN"/>
              </w:rPr>
            </w:pPr>
            <w:r w:rsidRPr="00FD52C0">
              <w:rPr>
                <w:sz w:val="16"/>
                <w:szCs w:val="16"/>
                <w:lang w:eastAsia="zh-CN"/>
              </w:rPr>
              <w:t>Copyright Note in YAML file</w:t>
            </w:r>
          </w:p>
        </w:tc>
        <w:tc>
          <w:tcPr>
            <w:tcW w:w="708" w:type="dxa"/>
            <w:shd w:val="solid" w:color="FFFFFF" w:fill="auto"/>
          </w:tcPr>
          <w:p w14:paraId="71F43381" w14:textId="77777777" w:rsidR="00C14A11" w:rsidRDefault="00C14A11" w:rsidP="00C14A11">
            <w:pPr>
              <w:pStyle w:val="TAC"/>
              <w:rPr>
                <w:sz w:val="16"/>
                <w:szCs w:val="16"/>
                <w:lang w:eastAsia="zh-CN"/>
              </w:rPr>
            </w:pPr>
            <w:r>
              <w:rPr>
                <w:rFonts w:hint="eastAsia"/>
                <w:sz w:val="16"/>
                <w:szCs w:val="16"/>
                <w:lang w:eastAsia="zh-CN"/>
              </w:rPr>
              <w:t>1</w:t>
            </w:r>
            <w:r>
              <w:rPr>
                <w:sz w:val="16"/>
                <w:szCs w:val="16"/>
                <w:lang w:eastAsia="zh-CN"/>
              </w:rPr>
              <w:t>5.4.0</w:t>
            </w:r>
          </w:p>
        </w:tc>
      </w:tr>
      <w:tr w:rsidR="00C14A11" w:rsidRPr="00630AB6" w14:paraId="49068610" w14:textId="77777777" w:rsidTr="005D55BD">
        <w:tc>
          <w:tcPr>
            <w:tcW w:w="800" w:type="dxa"/>
            <w:shd w:val="solid" w:color="FFFFFF" w:fill="auto"/>
          </w:tcPr>
          <w:p w14:paraId="11F4A82B" w14:textId="77777777" w:rsidR="00C14A11" w:rsidRDefault="00C14A11" w:rsidP="00C14A11">
            <w:pPr>
              <w:pStyle w:val="TAC"/>
              <w:rPr>
                <w:sz w:val="16"/>
                <w:szCs w:val="16"/>
                <w:lang w:eastAsia="zh-CN"/>
              </w:rPr>
            </w:pPr>
            <w:r>
              <w:rPr>
                <w:rFonts w:hint="eastAsia"/>
                <w:sz w:val="16"/>
                <w:szCs w:val="16"/>
                <w:lang w:eastAsia="zh-CN"/>
              </w:rPr>
              <w:t>2</w:t>
            </w:r>
            <w:r>
              <w:rPr>
                <w:sz w:val="16"/>
                <w:szCs w:val="16"/>
                <w:lang w:eastAsia="zh-CN"/>
              </w:rPr>
              <w:t>019-06</w:t>
            </w:r>
          </w:p>
        </w:tc>
        <w:tc>
          <w:tcPr>
            <w:tcW w:w="800" w:type="dxa"/>
            <w:shd w:val="solid" w:color="FFFFFF" w:fill="auto"/>
          </w:tcPr>
          <w:p w14:paraId="71E443CC" w14:textId="77777777" w:rsidR="00C14A11" w:rsidRDefault="00C14A11" w:rsidP="00C14A11">
            <w:pPr>
              <w:pStyle w:val="TAC"/>
              <w:rPr>
                <w:sz w:val="16"/>
                <w:szCs w:val="16"/>
              </w:rPr>
            </w:pPr>
            <w:r>
              <w:rPr>
                <w:rFonts w:hint="eastAsia"/>
                <w:sz w:val="16"/>
                <w:szCs w:val="16"/>
              </w:rPr>
              <w:t>CT#8</w:t>
            </w:r>
            <w:r>
              <w:rPr>
                <w:sz w:val="16"/>
                <w:szCs w:val="16"/>
              </w:rPr>
              <w:t>4</w:t>
            </w:r>
          </w:p>
        </w:tc>
        <w:tc>
          <w:tcPr>
            <w:tcW w:w="952" w:type="dxa"/>
            <w:shd w:val="solid" w:color="FFFFFF" w:fill="auto"/>
          </w:tcPr>
          <w:p w14:paraId="5D09E291" w14:textId="77777777" w:rsidR="00C14A11" w:rsidRDefault="00C14A11" w:rsidP="00C14A11">
            <w:pPr>
              <w:pStyle w:val="TAC"/>
              <w:rPr>
                <w:sz w:val="16"/>
                <w:szCs w:val="16"/>
                <w:lang w:eastAsia="zh-CN"/>
              </w:rPr>
            </w:pPr>
            <w:r>
              <w:rPr>
                <w:rFonts w:hint="eastAsia"/>
                <w:sz w:val="16"/>
                <w:szCs w:val="16"/>
                <w:lang w:eastAsia="zh-CN"/>
              </w:rPr>
              <w:t>CP-19</w:t>
            </w:r>
            <w:r>
              <w:rPr>
                <w:sz w:val="16"/>
                <w:szCs w:val="16"/>
                <w:lang w:eastAsia="zh-CN"/>
              </w:rPr>
              <w:t>1039</w:t>
            </w:r>
          </w:p>
        </w:tc>
        <w:tc>
          <w:tcPr>
            <w:tcW w:w="567" w:type="dxa"/>
            <w:shd w:val="solid" w:color="FFFFFF" w:fill="auto"/>
          </w:tcPr>
          <w:p w14:paraId="5F45BF72" w14:textId="77777777" w:rsidR="00C14A11" w:rsidRDefault="00C14A11" w:rsidP="00C14A11">
            <w:pPr>
              <w:pStyle w:val="TAL"/>
              <w:rPr>
                <w:sz w:val="16"/>
                <w:szCs w:val="16"/>
              </w:rPr>
            </w:pPr>
            <w:r>
              <w:rPr>
                <w:rFonts w:hint="eastAsia"/>
                <w:sz w:val="16"/>
                <w:szCs w:val="16"/>
                <w:lang w:eastAsia="zh-CN"/>
              </w:rPr>
              <w:t>0</w:t>
            </w:r>
            <w:r>
              <w:rPr>
                <w:sz w:val="16"/>
                <w:szCs w:val="16"/>
                <w:lang w:eastAsia="zh-CN"/>
              </w:rPr>
              <w:t>043</w:t>
            </w:r>
          </w:p>
        </w:tc>
        <w:tc>
          <w:tcPr>
            <w:tcW w:w="425" w:type="dxa"/>
            <w:shd w:val="solid" w:color="FFFFFF" w:fill="auto"/>
          </w:tcPr>
          <w:p w14:paraId="11CE7267" w14:textId="77777777" w:rsidR="00C14A11" w:rsidRDefault="00C14A11" w:rsidP="00C14A11">
            <w:pPr>
              <w:pStyle w:val="TAR"/>
              <w:rPr>
                <w:sz w:val="16"/>
                <w:szCs w:val="16"/>
              </w:rPr>
            </w:pPr>
          </w:p>
        </w:tc>
        <w:tc>
          <w:tcPr>
            <w:tcW w:w="425" w:type="dxa"/>
            <w:shd w:val="solid" w:color="FFFFFF" w:fill="auto"/>
          </w:tcPr>
          <w:p w14:paraId="380781CE" w14:textId="77777777" w:rsidR="00C14A11" w:rsidRDefault="00C14A11" w:rsidP="00C14A11">
            <w:pPr>
              <w:pStyle w:val="TAC"/>
              <w:rPr>
                <w:sz w:val="16"/>
                <w:szCs w:val="16"/>
              </w:rPr>
            </w:pPr>
            <w:r>
              <w:rPr>
                <w:rFonts w:hint="eastAsia"/>
                <w:sz w:val="16"/>
                <w:szCs w:val="16"/>
                <w:lang w:eastAsia="zh-CN"/>
              </w:rPr>
              <w:t>F</w:t>
            </w:r>
          </w:p>
        </w:tc>
        <w:tc>
          <w:tcPr>
            <w:tcW w:w="4962" w:type="dxa"/>
            <w:shd w:val="solid" w:color="FFFFFF" w:fill="auto"/>
          </w:tcPr>
          <w:p w14:paraId="130B9202" w14:textId="77777777" w:rsidR="00C14A11" w:rsidRPr="00FD52C0" w:rsidRDefault="00C14A11" w:rsidP="00C14A11">
            <w:pPr>
              <w:pStyle w:val="TAL"/>
              <w:rPr>
                <w:sz w:val="16"/>
                <w:szCs w:val="16"/>
                <w:lang w:eastAsia="zh-CN"/>
              </w:rPr>
            </w:pPr>
            <w:r w:rsidRPr="00FD52C0">
              <w:rPr>
                <w:sz w:val="16"/>
                <w:szCs w:val="16"/>
                <w:lang w:eastAsia="zh-CN"/>
              </w:rPr>
              <w:t>3GPP TS 29.531 API version update</w:t>
            </w:r>
          </w:p>
        </w:tc>
        <w:tc>
          <w:tcPr>
            <w:tcW w:w="708" w:type="dxa"/>
            <w:shd w:val="solid" w:color="FFFFFF" w:fill="auto"/>
          </w:tcPr>
          <w:p w14:paraId="3DED05DB" w14:textId="77777777" w:rsidR="00C14A11" w:rsidRDefault="00C14A11" w:rsidP="00C14A11">
            <w:pPr>
              <w:pStyle w:val="TAC"/>
              <w:rPr>
                <w:sz w:val="16"/>
                <w:szCs w:val="16"/>
                <w:lang w:eastAsia="zh-CN"/>
              </w:rPr>
            </w:pPr>
            <w:r>
              <w:rPr>
                <w:rFonts w:hint="eastAsia"/>
                <w:sz w:val="16"/>
                <w:szCs w:val="16"/>
                <w:lang w:eastAsia="zh-CN"/>
              </w:rPr>
              <w:t>1</w:t>
            </w:r>
            <w:r>
              <w:rPr>
                <w:sz w:val="16"/>
                <w:szCs w:val="16"/>
                <w:lang w:eastAsia="zh-CN"/>
              </w:rPr>
              <w:t>5.4.0</w:t>
            </w:r>
          </w:p>
        </w:tc>
      </w:tr>
      <w:tr w:rsidR="00FD52C0" w:rsidRPr="00630AB6" w14:paraId="3C023587" w14:textId="77777777" w:rsidTr="005D55BD">
        <w:tc>
          <w:tcPr>
            <w:tcW w:w="800" w:type="dxa"/>
            <w:shd w:val="solid" w:color="FFFFFF" w:fill="auto"/>
          </w:tcPr>
          <w:p w14:paraId="1A51F60C" w14:textId="77777777" w:rsidR="00FD52C0" w:rsidRDefault="00FD52C0" w:rsidP="00FD52C0">
            <w:pPr>
              <w:pStyle w:val="TAC"/>
              <w:rPr>
                <w:sz w:val="16"/>
                <w:szCs w:val="16"/>
                <w:lang w:eastAsia="zh-CN"/>
              </w:rPr>
            </w:pPr>
            <w:r>
              <w:rPr>
                <w:sz w:val="16"/>
                <w:szCs w:val="16"/>
              </w:rPr>
              <w:t>2019-09</w:t>
            </w:r>
          </w:p>
        </w:tc>
        <w:tc>
          <w:tcPr>
            <w:tcW w:w="800" w:type="dxa"/>
            <w:shd w:val="solid" w:color="FFFFFF" w:fill="auto"/>
          </w:tcPr>
          <w:p w14:paraId="5558E2DB" w14:textId="77777777" w:rsidR="00FD52C0" w:rsidRDefault="00FD52C0" w:rsidP="00FD52C0">
            <w:pPr>
              <w:pStyle w:val="TAC"/>
              <w:rPr>
                <w:sz w:val="16"/>
                <w:szCs w:val="16"/>
              </w:rPr>
            </w:pPr>
            <w:r>
              <w:rPr>
                <w:sz w:val="16"/>
                <w:szCs w:val="16"/>
              </w:rPr>
              <w:t>CT#85</w:t>
            </w:r>
          </w:p>
        </w:tc>
        <w:tc>
          <w:tcPr>
            <w:tcW w:w="952" w:type="dxa"/>
            <w:shd w:val="solid" w:color="FFFFFF" w:fill="auto"/>
          </w:tcPr>
          <w:p w14:paraId="4E03C3C0" w14:textId="77777777" w:rsidR="00FD52C0" w:rsidRDefault="00FD52C0" w:rsidP="004A2BD2">
            <w:pPr>
              <w:pStyle w:val="TAC"/>
              <w:rPr>
                <w:sz w:val="16"/>
                <w:szCs w:val="16"/>
                <w:lang w:eastAsia="zh-CN"/>
              </w:rPr>
            </w:pPr>
            <w:r>
              <w:rPr>
                <w:rFonts w:hint="eastAsia"/>
                <w:sz w:val="16"/>
                <w:szCs w:val="16"/>
                <w:lang w:eastAsia="zh-CN"/>
              </w:rPr>
              <w:t>C</w:t>
            </w:r>
            <w:r w:rsidR="004A2BD2">
              <w:rPr>
                <w:sz w:val="16"/>
                <w:szCs w:val="16"/>
                <w:lang w:eastAsia="zh-CN"/>
              </w:rPr>
              <w:t>P</w:t>
            </w:r>
            <w:r>
              <w:rPr>
                <w:sz w:val="16"/>
                <w:szCs w:val="16"/>
                <w:lang w:eastAsia="zh-CN"/>
              </w:rPr>
              <w:t>-19</w:t>
            </w:r>
            <w:r w:rsidR="004A2BD2">
              <w:rPr>
                <w:sz w:val="16"/>
                <w:szCs w:val="16"/>
                <w:lang w:eastAsia="zh-CN"/>
              </w:rPr>
              <w:t>2111</w:t>
            </w:r>
          </w:p>
        </w:tc>
        <w:tc>
          <w:tcPr>
            <w:tcW w:w="567" w:type="dxa"/>
            <w:shd w:val="solid" w:color="FFFFFF" w:fill="auto"/>
          </w:tcPr>
          <w:p w14:paraId="01796E93" w14:textId="77777777" w:rsidR="00FD52C0" w:rsidRDefault="00FD52C0" w:rsidP="00FD52C0">
            <w:pPr>
              <w:pStyle w:val="TAL"/>
              <w:rPr>
                <w:sz w:val="16"/>
                <w:szCs w:val="16"/>
                <w:lang w:eastAsia="zh-CN"/>
              </w:rPr>
            </w:pPr>
            <w:r>
              <w:rPr>
                <w:rFonts w:hint="eastAsia"/>
                <w:sz w:val="16"/>
                <w:szCs w:val="16"/>
                <w:lang w:eastAsia="zh-CN"/>
              </w:rPr>
              <w:t>0</w:t>
            </w:r>
            <w:r>
              <w:rPr>
                <w:sz w:val="16"/>
                <w:szCs w:val="16"/>
                <w:lang w:eastAsia="zh-CN"/>
              </w:rPr>
              <w:t>045</w:t>
            </w:r>
          </w:p>
        </w:tc>
        <w:tc>
          <w:tcPr>
            <w:tcW w:w="425" w:type="dxa"/>
            <w:shd w:val="solid" w:color="FFFFFF" w:fill="auto"/>
          </w:tcPr>
          <w:p w14:paraId="2A93BE5E" w14:textId="77777777" w:rsidR="00FD52C0" w:rsidRDefault="00FD52C0" w:rsidP="00FD52C0">
            <w:pPr>
              <w:pStyle w:val="TAR"/>
              <w:rPr>
                <w:sz w:val="16"/>
                <w:szCs w:val="16"/>
              </w:rPr>
            </w:pPr>
          </w:p>
        </w:tc>
        <w:tc>
          <w:tcPr>
            <w:tcW w:w="425" w:type="dxa"/>
            <w:shd w:val="solid" w:color="FFFFFF" w:fill="auto"/>
          </w:tcPr>
          <w:p w14:paraId="00FAE223" w14:textId="77777777" w:rsidR="00FD52C0" w:rsidRDefault="00FD52C0" w:rsidP="00FD52C0">
            <w:pPr>
              <w:pStyle w:val="TAC"/>
              <w:rPr>
                <w:sz w:val="16"/>
                <w:szCs w:val="16"/>
                <w:lang w:eastAsia="zh-CN"/>
              </w:rPr>
            </w:pPr>
            <w:r>
              <w:rPr>
                <w:rFonts w:hint="eastAsia"/>
                <w:sz w:val="16"/>
                <w:szCs w:val="16"/>
                <w:lang w:eastAsia="zh-CN"/>
              </w:rPr>
              <w:t>F</w:t>
            </w:r>
          </w:p>
        </w:tc>
        <w:tc>
          <w:tcPr>
            <w:tcW w:w="4962" w:type="dxa"/>
            <w:shd w:val="solid" w:color="FFFFFF" w:fill="auto"/>
          </w:tcPr>
          <w:p w14:paraId="33C20A5B" w14:textId="77777777" w:rsidR="00FD52C0" w:rsidRPr="00FD52C0" w:rsidRDefault="00FD52C0" w:rsidP="00FD52C0">
            <w:pPr>
              <w:pStyle w:val="TAL"/>
              <w:rPr>
                <w:sz w:val="16"/>
                <w:szCs w:val="16"/>
                <w:lang w:eastAsia="zh-CN"/>
              </w:rPr>
            </w:pPr>
            <w:r w:rsidRPr="00FD52C0">
              <w:rPr>
                <w:sz w:val="16"/>
                <w:szCs w:val="16"/>
                <w:lang w:eastAsia="zh-CN"/>
              </w:rPr>
              <w:t xml:space="preserve">Essential Correction on </w:t>
            </w:r>
            <w:proofErr w:type="spellStart"/>
            <w:r w:rsidRPr="00FD52C0">
              <w:rPr>
                <w:sz w:val="16"/>
                <w:szCs w:val="16"/>
                <w:lang w:eastAsia="zh-CN"/>
              </w:rPr>
              <w:t>AllowedNssai</w:t>
            </w:r>
            <w:proofErr w:type="spellEnd"/>
          </w:p>
        </w:tc>
        <w:tc>
          <w:tcPr>
            <w:tcW w:w="708" w:type="dxa"/>
            <w:shd w:val="solid" w:color="FFFFFF" w:fill="auto"/>
          </w:tcPr>
          <w:p w14:paraId="361418A5" w14:textId="77777777" w:rsidR="00FD52C0" w:rsidRDefault="00FD52C0" w:rsidP="00FD52C0">
            <w:pPr>
              <w:pStyle w:val="TAC"/>
              <w:rPr>
                <w:sz w:val="16"/>
                <w:szCs w:val="16"/>
                <w:lang w:eastAsia="zh-CN"/>
              </w:rPr>
            </w:pPr>
            <w:r>
              <w:rPr>
                <w:rFonts w:hint="eastAsia"/>
                <w:sz w:val="16"/>
                <w:szCs w:val="16"/>
                <w:lang w:eastAsia="zh-CN"/>
              </w:rPr>
              <w:t>1</w:t>
            </w:r>
            <w:r>
              <w:rPr>
                <w:sz w:val="16"/>
                <w:szCs w:val="16"/>
                <w:lang w:eastAsia="zh-CN"/>
              </w:rPr>
              <w:t>5.5.0</w:t>
            </w:r>
          </w:p>
        </w:tc>
      </w:tr>
      <w:tr w:rsidR="00B7289A" w:rsidRPr="00630AB6" w14:paraId="61202C56" w14:textId="77777777" w:rsidTr="005D55BD">
        <w:tc>
          <w:tcPr>
            <w:tcW w:w="800" w:type="dxa"/>
            <w:shd w:val="solid" w:color="FFFFFF" w:fill="auto"/>
          </w:tcPr>
          <w:p w14:paraId="3BCC4FBD" w14:textId="77777777" w:rsidR="00B7289A" w:rsidRDefault="00B7289A" w:rsidP="00B7289A">
            <w:pPr>
              <w:pStyle w:val="TAC"/>
              <w:rPr>
                <w:sz w:val="16"/>
                <w:szCs w:val="16"/>
              </w:rPr>
            </w:pPr>
            <w:r>
              <w:rPr>
                <w:rFonts w:hint="eastAsia"/>
                <w:sz w:val="16"/>
                <w:szCs w:val="16"/>
                <w:lang w:eastAsia="zh-CN"/>
              </w:rPr>
              <w:t>2</w:t>
            </w:r>
            <w:r>
              <w:rPr>
                <w:sz w:val="16"/>
                <w:szCs w:val="16"/>
                <w:lang w:eastAsia="zh-CN"/>
              </w:rPr>
              <w:t>021-06</w:t>
            </w:r>
          </w:p>
        </w:tc>
        <w:tc>
          <w:tcPr>
            <w:tcW w:w="800" w:type="dxa"/>
            <w:shd w:val="solid" w:color="FFFFFF" w:fill="auto"/>
          </w:tcPr>
          <w:p w14:paraId="281BDB61" w14:textId="77777777" w:rsidR="00B7289A" w:rsidRDefault="00B7289A" w:rsidP="00B7289A">
            <w:pPr>
              <w:pStyle w:val="TAC"/>
              <w:rPr>
                <w:sz w:val="16"/>
                <w:szCs w:val="16"/>
              </w:rPr>
            </w:pPr>
            <w:r>
              <w:rPr>
                <w:rFonts w:hint="eastAsia"/>
                <w:sz w:val="16"/>
                <w:szCs w:val="16"/>
                <w:lang w:eastAsia="zh-CN"/>
              </w:rPr>
              <w:t>C</w:t>
            </w:r>
            <w:r>
              <w:rPr>
                <w:sz w:val="16"/>
                <w:szCs w:val="16"/>
                <w:lang w:eastAsia="zh-CN"/>
              </w:rPr>
              <w:t>T#92-e</w:t>
            </w:r>
          </w:p>
        </w:tc>
        <w:tc>
          <w:tcPr>
            <w:tcW w:w="952" w:type="dxa"/>
            <w:shd w:val="solid" w:color="FFFFFF" w:fill="auto"/>
          </w:tcPr>
          <w:p w14:paraId="4FBBEA49" w14:textId="77777777" w:rsidR="00B7289A" w:rsidRDefault="00B7289A" w:rsidP="00B7289A">
            <w:pPr>
              <w:pStyle w:val="TAC"/>
              <w:rPr>
                <w:sz w:val="16"/>
                <w:szCs w:val="16"/>
                <w:lang w:eastAsia="zh-CN"/>
              </w:rPr>
            </w:pPr>
            <w:r>
              <w:rPr>
                <w:rFonts w:hint="eastAsia"/>
                <w:sz w:val="16"/>
                <w:szCs w:val="16"/>
                <w:lang w:eastAsia="zh-CN"/>
              </w:rPr>
              <w:t>C</w:t>
            </w:r>
            <w:r>
              <w:rPr>
                <w:sz w:val="16"/>
                <w:szCs w:val="16"/>
                <w:lang w:eastAsia="zh-CN"/>
              </w:rPr>
              <w:t>P-211083</w:t>
            </w:r>
          </w:p>
        </w:tc>
        <w:tc>
          <w:tcPr>
            <w:tcW w:w="567" w:type="dxa"/>
            <w:shd w:val="solid" w:color="FFFFFF" w:fill="auto"/>
          </w:tcPr>
          <w:p w14:paraId="7717C862" w14:textId="77777777" w:rsidR="00B7289A" w:rsidRDefault="00B7289A" w:rsidP="00B7289A">
            <w:pPr>
              <w:pStyle w:val="TAL"/>
              <w:rPr>
                <w:sz w:val="16"/>
                <w:szCs w:val="16"/>
                <w:lang w:eastAsia="zh-CN"/>
              </w:rPr>
            </w:pPr>
            <w:r w:rsidRPr="00F51C09">
              <w:rPr>
                <w:rFonts w:hint="eastAsia"/>
                <w:sz w:val="16"/>
                <w:szCs w:val="16"/>
                <w:lang w:eastAsia="zh-CN"/>
              </w:rPr>
              <w:t>0</w:t>
            </w:r>
            <w:r w:rsidRPr="00F51C09">
              <w:rPr>
                <w:sz w:val="16"/>
                <w:szCs w:val="16"/>
                <w:lang w:eastAsia="zh-CN"/>
              </w:rPr>
              <w:t>09</w:t>
            </w:r>
            <w:r>
              <w:rPr>
                <w:sz w:val="16"/>
                <w:szCs w:val="16"/>
                <w:lang w:eastAsia="zh-CN"/>
              </w:rPr>
              <w:t>2</w:t>
            </w:r>
          </w:p>
        </w:tc>
        <w:tc>
          <w:tcPr>
            <w:tcW w:w="425" w:type="dxa"/>
            <w:shd w:val="solid" w:color="FFFFFF" w:fill="auto"/>
          </w:tcPr>
          <w:p w14:paraId="666F5DF2" w14:textId="77777777" w:rsidR="00B7289A" w:rsidRDefault="00B7289A" w:rsidP="00B7289A">
            <w:pPr>
              <w:pStyle w:val="TAR"/>
              <w:rPr>
                <w:sz w:val="16"/>
                <w:szCs w:val="16"/>
              </w:rPr>
            </w:pPr>
            <w:r>
              <w:rPr>
                <w:rFonts w:hint="eastAsia"/>
                <w:sz w:val="16"/>
                <w:szCs w:val="16"/>
                <w:lang w:eastAsia="zh-CN"/>
              </w:rPr>
              <w:t>1</w:t>
            </w:r>
          </w:p>
        </w:tc>
        <w:tc>
          <w:tcPr>
            <w:tcW w:w="425" w:type="dxa"/>
            <w:shd w:val="solid" w:color="FFFFFF" w:fill="auto"/>
          </w:tcPr>
          <w:p w14:paraId="597400FA" w14:textId="77777777" w:rsidR="00B7289A" w:rsidRDefault="00B7289A" w:rsidP="00B7289A">
            <w:pPr>
              <w:pStyle w:val="TAC"/>
              <w:rPr>
                <w:sz w:val="16"/>
                <w:szCs w:val="16"/>
                <w:lang w:eastAsia="zh-CN"/>
              </w:rPr>
            </w:pPr>
            <w:r>
              <w:rPr>
                <w:rFonts w:hint="eastAsia"/>
                <w:sz w:val="16"/>
                <w:szCs w:val="16"/>
                <w:lang w:eastAsia="zh-CN"/>
              </w:rPr>
              <w:t>F</w:t>
            </w:r>
          </w:p>
        </w:tc>
        <w:tc>
          <w:tcPr>
            <w:tcW w:w="4962" w:type="dxa"/>
            <w:shd w:val="solid" w:color="FFFFFF" w:fill="auto"/>
          </w:tcPr>
          <w:p w14:paraId="52565E85" w14:textId="77777777" w:rsidR="00B7289A" w:rsidRPr="00FD52C0" w:rsidRDefault="00B7289A" w:rsidP="00B7289A">
            <w:pPr>
              <w:pStyle w:val="TAL"/>
              <w:rPr>
                <w:sz w:val="16"/>
                <w:szCs w:val="16"/>
                <w:lang w:eastAsia="zh-CN"/>
              </w:rPr>
            </w:pPr>
            <w:r w:rsidRPr="00F51C09">
              <w:rPr>
                <w:sz w:val="16"/>
                <w:szCs w:val="16"/>
                <w:lang w:eastAsia="zh-CN"/>
              </w:rPr>
              <w:t xml:space="preserve">Essential correction on </w:t>
            </w:r>
            <w:proofErr w:type="spellStart"/>
            <w:r w:rsidRPr="00F51C09">
              <w:rPr>
                <w:sz w:val="16"/>
                <w:szCs w:val="16"/>
                <w:lang w:eastAsia="zh-CN"/>
              </w:rPr>
              <w:t>Nssai</w:t>
            </w:r>
            <w:proofErr w:type="spellEnd"/>
            <w:r w:rsidRPr="00F51C09">
              <w:rPr>
                <w:sz w:val="16"/>
                <w:szCs w:val="16"/>
                <w:lang w:eastAsia="zh-CN"/>
              </w:rPr>
              <w:t xml:space="preserve"> Availability Document Update</w:t>
            </w:r>
          </w:p>
        </w:tc>
        <w:tc>
          <w:tcPr>
            <w:tcW w:w="708" w:type="dxa"/>
            <w:shd w:val="solid" w:color="FFFFFF" w:fill="auto"/>
          </w:tcPr>
          <w:p w14:paraId="5674FD24" w14:textId="77777777" w:rsidR="00B7289A" w:rsidRDefault="00B7289A" w:rsidP="00B7289A">
            <w:pPr>
              <w:pStyle w:val="TAC"/>
              <w:rPr>
                <w:sz w:val="16"/>
                <w:szCs w:val="16"/>
                <w:lang w:eastAsia="zh-CN"/>
              </w:rPr>
            </w:pPr>
            <w:r>
              <w:rPr>
                <w:rFonts w:hint="eastAsia"/>
                <w:sz w:val="16"/>
                <w:szCs w:val="16"/>
                <w:lang w:eastAsia="zh-CN"/>
              </w:rPr>
              <w:t>1</w:t>
            </w:r>
            <w:r>
              <w:rPr>
                <w:sz w:val="16"/>
                <w:szCs w:val="16"/>
                <w:lang w:eastAsia="zh-CN"/>
              </w:rPr>
              <w:t>5.6.0</w:t>
            </w:r>
          </w:p>
        </w:tc>
      </w:tr>
    </w:tbl>
    <w:p w14:paraId="2A51CC6A" w14:textId="77777777" w:rsidR="0038424D" w:rsidRPr="00630AB6" w:rsidRDefault="0038424D"/>
    <w:sectPr w:rsidR="0038424D" w:rsidRPr="00630AB6">
      <w:headerReference w:type="default" r:id="rId36"/>
      <w:footerReference w:type="default" r:id="rId37"/>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E8F81" w14:textId="77777777" w:rsidR="003F231D" w:rsidRDefault="003F231D">
      <w:r>
        <w:separator/>
      </w:r>
    </w:p>
  </w:endnote>
  <w:endnote w:type="continuationSeparator" w:id="0">
    <w:p w14:paraId="2F017B55" w14:textId="77777777" w:rsidR="003F231D" w:rsidRDefault="003F2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swiss"/>
    <w:pitch w:val="default"/>
    <w:sig w:usb0="00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20A71" w14:textId="77777777" w:rsidR="00EE1738" w:rsidRDefault="00EE173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3D123" w14:textId="77777777" w:rsidR="003F231D" w:rsidRDefault="003F231D">
      <w:r>
        <w:separator/>
      </w:r>
    </w:p>
  </w:footnote>
  <w:footnote w:type="continuationSeparator" w:id="0">
    <w:p w14:paraId="6586FADE" w14:textId="77777777" w:rsidR="003F231D" w:rsidRDefault="003F2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95D92" w14:textId="751D578F" w:rsidR="00EE1738" w:rsidRDefault="00EE1738">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8738E">
      <w:rPr>
        <w:rFonts w:ascii="Arial" w:hAnsi="Arial" w:cs="Arial"/>
        <w:b/>
        <w:noProof/>
        <w:sz w:val="18"/>
        <w:szCs w:val="18"/>
      </w:rPr>
      <w:t>3GPP TS 29.531 V15.6.0 (2021-06)</w:t>
    </w:r>
    <w:r>
      <w:rPr>
        <w:rFonts w:ascii="Arial" w:hAnsi="Arial" w:cs="Arial"/>
        <w:b/>
        <w:sz w:val="18"/>
        <w:szCs w:val="18"/>
      </w:rPr>
      <w:fldChar w:fldCharType="end"/>
    </w:r>
  </w:p>
  <w:p w14:paraId="6D677D35" w14:textId="77777777" w:rsidR="00EE1738" w:rsidRDefault="00EE1738">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BA4003">
      <w:rPr>
        <w:rFonts w:ascii="Arial" w:hAnsi="Arial" w:cs="Arial"/>
        <w:b/>
        <w:noProof/>
        <w:sz w:val="18"/>
        <w:szCs w:val="18"/>
      </w:rPr>
      <w:t>21</w:t>
    </w:r>
    <w:r>
      <w:rPr>
        <w:rFonts w:ascii="Arial" w:hAnsi="Arial" w:cs="Arial"/>
        <w:b/>
        <w:sz w:val="18"/>
        <w:szCs w:val="18"/>
      </w:rPr>
      <w:fldChar w:fldCharType="end"/>
    </w:r>
  </w:p>
  <w:p w14:paraId="363B4BEC" w14:textId="16C8AA8A" w:rsidR="00EE1738" w:rsidRDefault="00EE1738">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8738E">
      <w:rPr>
        <w:rFonts w:ascii="Arial" w:hAnsi="Arial" w:cs="Arial"/>
        <w:b/>
        <w:noProof/>
        <w:sz w:val="18"/>
        <w:szCs w:val="18"/>
      </w:rPr>
      <w:t>Release 15</w:t>
    </w:r>
    <w:r>
      <w:rPr>
        <w:rFonts w:ascii="Arial" w:hAnsi="Arial" w:cs="Arial"/>
        <w:b/>
        <w:sz w:val="18"/>
        <w:szCs w:val="18"/>
      </w:rPr>
      <w:fldChar w:fldCharType="end"/>
    </w:r>
  </w:p>
  <w:p w14:paraId="1BDC6558" w14:textId="77777777" w:rsidR="00EE1738" w:rsidRDefault="00EE17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176D438"/>
    <w:lvl w:ilvl="0">
      <w:start w:val="1"/>
      <w:numFmt w:val="decimal"/>
      <w:pStyle w:val="ListNumber"/>
      <w:lvlText w:val="%1."/>
      <w:lvlJc w:val="left"/>
      <w:pPr>
        <w:tabs>
          <w:tab w:val="num" w:pos="360"/>
        </w:tabs>
        <w:ind w:left="360" w:hangingChars="20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87E779D"/>
    <w:multiLevelType w:val="hybridMultilevel"/>
    <w:tmpl w:val="419A3C9A"/>
    <w:lvl w:ilvl="0" w:tplc="F4228484">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CA3192"/>
    <w:multiLevelType w:val="hybridMultilevel"/>
    <w:tmpl w:val="59B26292"/>
    <w:lvl w:ilvl="0" w:tplc="008A1308">
      <w:start w:val="1"/>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1B949E2"/>
    <w:multiLevelType w:val="hybridMultilevel"/>
    <w:tmpl w:val="0B06599A"/>
    <w:lvl w:ilvl="0" w:tplc="45785F86">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15:restartNumberingAfterBreak="0">
    <w:nsid w:val="40BB160D"/>
    <w:multiLevelType w:val="hybridMultilevel"/>
    <w:tmpl w:val="34EEF3D4"/>
    <w:lvl w:ilvl="0" w:tplc="56A2FC14">
      <w:start w:val="5"/>
      <w:numFmt w:val="bullet"/>
      <w:lvlText w:val=""/>
      <w:lvlJc w:val="left"/>
      <w:pPr>
        <w:ind w:left="720" w:hanging="360"/>
      </w:pPr>
      <w:rPr>
        <w:rFonts w:ascii="Wingdings" w:eastAsia="SimSu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F84641"/>
    <w:multiLevelType w:val="hybridMultilevel"/>
    <w:tmpl w:val="E0A263AA"/>
    <w:lvl w:ilvl="0" w:tplc="7914680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41CE3"/>
    <w:multiLevelType w:val="hybridMultilevel"/>
    <w:tmpl w:val="E72C177C"/>
    <w:lvl w:ilvl="0" w:tplc="ECC292D8">
      <w:start w:val="4"/>
      <w:numFmt w:val="bullet"/>
      <w:lvlText w:val="-"/>
      <w:lvlJc w:val="left"/>
      <w:pPr>
        <w:ind w:left="644" w:hanging="360"/>
      </w:pPr>
      <w:rPr>
        <w:rFonts w:ascii="Times New Roman" w:eastAsia="SimSu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0" w15:restartNumberingAfterBreak="0">
    <w:nsid w:val="7FFB18B3"/>
    <w:multiLevelType w:val="hybridMultilevel"/>
    <w:tmpl w:val="99ACF7D8"/>
    <w:lvl w:ilvl="0" w:tplc="480A262C">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8"/>
  </w:num>
  <w:num w:numId="5">
    <w:abstractNumId w:val="6"/>
  </w:num>
  <w:num w:numId="6">
    <w:abstractNumId w:val="5"/>
  </w:num>
  <w:num w:numId="7">
    <w:abstractNumId w:val="4"/>
  </w:num>
  <w:num w:numId="8">
    <w:abstractNumId w:val="1"/>
    <w:lvlOverride w:ilvl="0">
      <w:lvl w:ilvl="0">
        <w:start w:val="1"/>
        <w:numFmt w:val="bullet"/>
        <w:lvlText w:val=""/>
        <w:legacy w:legacy="1" w:legacySpace="0" w:legacyIndent="283"/>
        <w:lvlJc w:val="left"/>
        <w:pPr>
          <w:ind w:left="567" w:hanging="283"/>
        </w:pPr>
        <w:rPr>
          <w:rFonts w:ascii="Geneva" w:hAnsi="Geneva" w:hint="default"/>
        </w:rPr>
      </w:lvl>
    </w:lvlOverride>
  </w:num>
  <w:num w:numId="9">
    <w:abstractNumId w:val="7"/>
  </w:num>
  <w:num w:numId="10">
    <w:abstractNumId w:val="9"/>
  </w:num>
  <w:num w:numId="11">
    <w:abstractNumId w:val="1"/>
    <w:lvlOverride w:ilvl="0">
      <w:lvl w:ilvl="0">
        <w:start w:val="1"/>
        <w:numFmt w:val="bullet"/>
        <w:lvlText w:val=""/>
        <w:legacy w:legacy="1" w:legacySpace="0" w:legacyIndent="283"/>
        <w:lvlJc w:val="left"/>
        <w:pPr>
          <w:ind w:left="283" w:hanging="283"/>
        </w:pPr>
        <w:rPr>
          <w:rFonts w:ascii="Geneva" w:hAnsi="Geneva" w:hint="default"/>
        </w:rPr>
      </w:lvl>
    </w:lvlOverride>
  </w:num>
  <w:num w:numId="12">
    <w:abstractNumId w:val="0"/>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9"/>
  <w:printFractionalCharacterWidth/>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572D"/>
    <w:rsid w:val="00010650"/>
    <w:rsid w:val="00017569"/>
    <w:rsid w:val="0002353F"/>
    <w:rsid w:val="00033397"/>
    <w:rsid w:val="00033470"/>
    <w:rsid w:val="000352FF"/>
    <w:rsid w:val="00040095"/>
    <w:rsid w:val="00040F27"/>
    <w:rsid w:val="00040FB4"/>
    <w:rsid w:val="000419A3"/>
    <w:rsid w:val="00043C07"/>
    <w:rsid w:val="00050196"/>
    <w:rsid w:val="00051834"/>
    <w:rsid w:val="00054A22"/>
    <w:rsid w:val="00055F1F"/>
    <w:rsid w:val="00062279"/>
    <w:rsid w:val="00063911"/>
    <w:rsid w:val="000655A6"/>
    <w:rsid w:val="00065857"/>
    <w:rsid w:val="00080512"/>
    <w:rsid w:val="0008359C"/>
    <w:rsid w:val="00083EA1"/>
    <w:rsid w:val="0008689A"/>
    <w:rsid w:val="00087ED8"/>
    <w:rsid w:val="00090E6B"/>
    <w:rsid w:val="00093DDE"/>
    <w:rsid w:val="0009692D"/>
    <w:rsid w:val="000A4BF7"/>
    <w:rsid w:val="000A7435"/>
    <w:rsid w:val="000B2589"/>
    <w:rsid w:val="000B344C"/>
    <w:rsid w:val="000C3D56"/>
    <w:rsid w:val="000C3D73"/>
    <w:rsid w:val="000C5200"/>
    <w:rsid w:val="000D513C"/>
    <w:rsid w:val="000D5772"/>
    <w:rsid w:val="000D58AB"/>
    <w:rsid w:val="000D7EEB"/>
    <w:rsid w:val="000E1E4B"/>
    <w:rsid w:val="000E74C8"/>
    <w:rsid w:val="000E77D4"/>
    <w:rsid w:val="000F0802"/>
    <w:rsid w:val="000F0A88"/>
    <w:rsid w:val="000F36CF"/>
    <w:rsid w:val="001015AB"/>
    <w:rsid w:val="001048FB"/>
    <w:rsid w:val="00106ADA"/>
    <w:rsid w:val="00113A45"/>
    <w:rsid w:val="001163BB"/>
    <w:rsid w:val="00126E07"/>
    <w:rsid w:val="001271D9"/>
    <w:rsid w:val="001307E4"/>
    <w:rsid w:val="00135B8D"/>
    <w:rsid w:val="00145FE3"/>
    <w:rsid w:val="00150306"/>
    <w:rsid w:val="00150BDE"/>
    <w:rsid w:val="00155A8A"/>
    <w:rsid w:val="0015708C"/>
    <w:rsid w:val="00157484"/>
    <w:rsid w:val="00165BBE"/>
    <w:rsid w:val="00167960"/>
    <w:rsid w:val="00170F79"/>
    <w:rsid w:val="00174025"/>
    <w:rsid w:val="00174A8E"/>
    <w:rsid w:val="0017640E"/>
    <w:rsid w:val="001765C8"/>
    <w:rsid w:val="001767F1"/>
    <w:rsid w:val="001769FF"/>
    <w:rsid w:val="00183954"/>
    <w:rsid w:val="00183B0B"/>
    <w:rsid w:val="001869C6"/>
    <w:rsid w:val="00192CD3"/>
    <w:rsid w:val="00196270"/>
    <w:rsid w:val="00196300"/>
    <w:rsid w:val="001A53C6"/>
    <w:rsid w:val="001B26E5"/>
    <w:rsid w:val="001B338C"/>
    <w:rsid w:val="001B59F0"/>
    <w:rsid w:val="001D02C2"/>
    <w:rsid w:val="001D0DF2"/>
    <w:rsid w:val="001D4DFC"/>
    <w:rsid w:val="001E2BB5"/>
    <w:rsid w:val="001F09C3"/>
    <w:rsid w:val="001F0F18"/>
    <w:rsid w:val="001F168B"/>
    <w:rsid w:val="001F4BBA"/>
    <w:rsid w:val="001F6825"/>
    <w:rsid w:val="001F6CA0"/>
    <w:rsid w:val="002013A9"/>
    <w:rsid w:val="00212687"/>
    <w:rsid w:val="00220082"/>
    <w:rsid w:val="00223BB7"/>
    <w:rsid w:val="002307F7"/>
    <w:rsid w:val="002347A2"/>
    <w:rsid w:val="00234907"/>
    <w:rsid w:val="002445D6"/>
    <w:rsid w:val="00251859"/>
    <w:rsid w:val="00255221"/>
    <w:rsid w:val="002556DF"/>
    <w:rsid w:val="00261769"/>
    <w:rsid w:val="00267A85"/>
    <w:rsid w:val="00281719"/>
    <w:rsid w:val="0028320D"/>
    <w:rsid w:val="0028695C"/>
    <w:rsid w:val="0028738E"/>
    <w:rsid w:val="00291206"/>
    <w:rsid w:val="002913D4"/>
    <w:rsid w:val="00295CF2"/>
    <w:rsid w:val="002A24FD"/>
    <w:rsid w:val="002B0EAC"/>
    <w:rsid w:val="002B14A8"/>
    <w:rsid w:val="002B1B5D"/>
    <w:rsid w:val="002B50B3"/>
    <w:rsid w:val="002B50D2"/>
    <w:rsid w:val="002C08EA"/>
    <w:rsid w:val="002C2DF7"/>
    <w:rsid w:val="002C5C4E"/>
    <w:rsid w:val="002D049F"/>
    <w:rsid w:val="002D0E51"/>
    <w:rsid w:val="002D74C6"/>
    <w:rsid w:val="002E52C2"/>
    <w:rsid w:val="002F4D71"/>
    <w:rsid w:val="003045FA"/>
    <w:rsid w:val="00306B90"/>
    <w:rsid w:val="003149C1"/>
    <w:rsid w:val="00316B05"/>
    <w:rsid w:val="003172DC"/>
    <w:rsid w:val="003213AA"/>
    <w:rsid w:val="00335729"/>
    <w:rsid w:val="003375AF"/>
    <w:rsid w:val="003405D2"/>
    <w:rsid w:val="00353555"/>
    <w:rsid w:val="0035462D"/>
    <w:rsid w:val="00360E6B"/>
    <w:rsid w:val="00361222"/>
    <w:rsid w:val="00370960"/>
    <w:rsid w:val="00375A0B"/>
    <w:rsid w:val="0037667E"/>
    <w:rsid w:val="00376CBA"/>
    <w:rsid w:val="00381C1C"/>
    <w:rsid w:val="0038233B"/>
    <w:rsid w:val="0038424D"/>
    <w:rsid w:val="00384A14"/>
    <w:rsid w:val="00386ABA"/>
    <w:rsid w:val="00387BE7"/>
    <w:rsid w:val="00393627"/>
    <w:rsid w:val="00394A66"/>
    <w:rsid w:val="00395940"/>
    <w:rsid w:val="003A58D9"/>
    <w:rsid w:val="003A5C71"/>
    <w:rsid w:val="003A7F41"/>
    <w:rsid w:val="003C17D4"/>
    <w:rsid w:val="003C3971"/>
    <w:rsid w:val="003C71B6"/>
    <w:rsid w:val="003D102E"/>
    <w:rsid w:val="003D2044"/>
    <w:rsid w:val="003D6F8E"/>
    <w:rsid w:val="003F1ABE"/>
    <w:rsid w:val="003F231D"/>
    <w:rsid w:val="003F6EE2"/>
    <w:rsid w:val="003F6F3A"/>
    <w:rsid w:val="003F798E"/>
    <w:rsid w:val="004000F9"/>
    <w:rsid w:val="00400F3F"/>
    <w:rsid w:val="00406386"/>
    <w:rsid w:val="0041307B"/>
    <w:rsid w:val="00414380"/>
    <w:rsid w:val="0042295F"/>
    <w:rsid w:val="00424946"/>
    <w:rsid w:val="00445F4F"/>
    <w:rsid w:val="00446AF6"/>
    <w:rsid w:val="004510DC"/>
    <w:rsid w:val="00462F0C"/>
    <w:rsid w:val="00464203"/>
    <w:rsid w:val="00466E29"/>
    <w:rsid w:val="00471E36"/>
    <w:rsid w:val="00473617"/>
    <w:rsid w:val="004767C7"/>
    <w:rsid w:val="00480D4B"/>
    <w:rsid w:val="004813EE"/>
    <w:rsid w:val="00481E8A"/>
    <w:rsid w:val="00485137"/>
    <w:rsid w:val="0049268C"/>
    <w:rsid w:val="00496495"/>
    <w:rsid w:val="004A256B"/>
    <w:rsid w:val="004A2BD2"/>
    <w:rsid w:val="004A36F2"/>
    <w:rsid w:val="004A4424"/>
    <w:rsid w:val="004A6B81"/>
    <w:rsid w:val="004A7A61"/>
    <w:rsid w:val="004B1E63"/>
    <w:rsid w:val="004B2986"/>
    <w:rsid w:val="004B30AA"/>
    <w:rsid w:val="004B4015"/>
    <w:rsid w:val="004C0256"/>
    <w:rsid w:val="004C35AE"/>
    <w:rsid w:val="004C396D"/>
    <w:rsid w:val="004C7A0F"/>
    <w:rsid w:val="004D3287"/>
    <w:rsid w:val="004D3578"/>
    <w:rsid w:val="004D3F6C"/>
    <w:rsid w:val="004D67AB"/>
    <w:rsid w:val="004E0785"/>
    <w:rsid w:val="004E1717"/>
    <w:rsid w:val="004E213A"/>
    <w:rsid w:val="005005FE"/>
    <w:rsid w:val="00500CE5"/>
    <w:rsid w:val="00501245"/>
    <w:rsid w:val="0050466F"/>
    <w:rsid w:val="00507575"/>
    <w:rsid w:val="0051081E"/>
    <w:rsid w:val="00511663"/>
    <w:rsid w:val="00515184"/>
    <w:rsid w:val="0052604D"/>
    <w:rsid w:val="0053094F"/>
    <w:rsid w:val="00532024"/>
    <w:rsid w:val="005340BE"/>
    <w:rsid w:val="00534BBE"/>
    <w:rsid w:val="005402ED"/>
    <w:rsid w:val="00543E6C"/>
    <w:rsid w:val="005511B9"/>
    <w:rsid w:val="00552532"/>
    <w:rsid w:val="005528ED"/>
    <w:rsid w:val="00560CA0"/>
    <w:rsid w:val="00564739"/>
    <w:rsid w:val="00565087"/>
    <w:rsid w:val="00565165"/>
    <w:rsid w:val="0057133F"/>
    <w:rsid w:val="00574427"/>
    <w:rsid w:val="0058295D"/>
    <w:rsid w:val="005A40F6"/>
    <w:rsid w:val="005A44F8"/>
    <w:rsid w:val="005A5DA7"/>
    <w:rsid w:val="005A742D"/>
    <w:rsid w:val="005A7F36"/>
    <w:rsid w:val="005B7F99"/>
    <w:rsid w:val="005C1670"/>
    <w:rsid w:val="005C1C97"/>
    <w:rsid w:val="005D2E01"/>
    <w:rsid w:val="005D3F38"/>
    <w:rsid w:val="005D55BD"/>
    <w:rsid w:val="005D629D"/>
    <w:rsid w:val="005E19A0"/>
    <w:rsid w:val="005E239F"/>
    <w:rsid w:val="005E4D39"/>
    <w:rsid w:val="005E6511"/>
    <w:rsid w:val="005F2437"/>
    <w:rsid w:val="005F3FDE"/>
    <w:rsid w:val="00605223"/>
    <w:rsid w:val="00614FDF"/>
    <w:rsid w:val="006152EB"/>
    <w:rsid w:val="006172D2"/>
    <w:rsid w:val="00622423"/>
    <w:rsid w:val="00630AB6"/>
    <w:rsid w:val="0063317F"/>
    <w:rsid w:val="00633F4B"/>
    <w:rsid w:val="00635764"/>
    <w:rsid w:val="00644564"/>
    <w:rsid w:val="006557F4"/>
    <w:rsid w:val="006614AA"/>
    <w:rsid w:val="00662956"/>
    <w:rsid w:val="00664951"/>
    <w:rsid w:val="006802B7"/>
    <w:rsid w:val="00693420"/>
    <w:rsid w:val="00693E94"/>
    <w:rsid w:val="00695F6B"/>
    <w:rsid w:val="006A1AE8"/>
    <w:rsid w:val="006B2A66"/>
    <w:rsid w:val="006B52EB"/>
    <w:rsid w:val="006B6E4C"/>
    <w:rsid w:val="006B704E"/>
    <w:rsid w:val="006C1737"/>
    <w:rsid w:val="006D03B6"/>
    <w:rsid w:val="006D0958"/>
    <w:rsid w:val="006D15D7"/>
    <w:rsid w:val="006D7AA8"/>
    <w:rsid w:val="006E1394"/>
    <w:rsid w:val="006E1D0E"/>
    <w:rsid w:val="006E509B"/>
    <w:rsid w:val="006E5C86"/>
    <w:rsid w:val="006F0756"/>
    <w:rsid w:val="00700B65"/>
    <w:rsid w:val="00701BE1"/>
    <w:rsid w:val="007113AE"/>
    <w:rsid w:val="00713A3D"/>
    <w:rsid w:val="00721280"/>
    <w:rsid w:val="00722A12"/>
    <w:rsid w:val="00723EEE"/>
    <w:rsid w:val="007277D4"/>
    <w:rsid w:val="00730748"/>
    <w:rsid w:val="00734A5B"/>
    <w:rsid w:val="00741A77"/>
    <w:rsid w:val="00742796"/>
    <w:rsid w:val="00744E76"/>
    <w:rsid w:val="007452B9"/>
    <w:rsid w:val="00756316"/>
    <w:rsid w:val="00765CB3"/>
    <w:rsid w:val="00773D33"/>
    <w:rsid w:val="00775093"/>
    <w:rsid w:val="007755C5"/>
    <w:rsid w:val="00781F0F"/>
    <w:rsid w:val="007845E6"/>
    <w:rsid w:val="00796ACD"/>
    <w:rsid w:val="007B22B0"/>
    <w:rsid w:val="007B24EB"/>
    <w:rsid w:val="007B2F95"/>
    <w:rsid w:val="007C099B"/>
    <w:rsid w:val="007C608D"/>
    <w:rsid w:val="007D23F4"/>
    <w:rsid w:val="007D3AB1"/>
    <w:rsid w:val="007D79D5"/>
    <w:rsid w:val="007D7EF9"/>
    <w:rsid w:val="007E44E0"/>
    <w:rsid w:val="007E5665"/>
    <w:rsid w:val="007F082E"/>
    <w:rsid w:val="007F4A26"/>
    <w:rsid w:val="00800381"/>
    <w:rsid w:val="008028A4"/>
    <w:rsid w:val="008041CA"/>
    <w:rsid w:val="008043B4"/>
    <w:rsid w:val="0080457A"/>
    <w:rsid w:val="0081728F"/>
    <w:rsid w:val="008174B8"/>
    <w:rsid w:val="00820A59"/>
    <w:rsid w:val="0082209E"/>
    <w:rsid w:val="00822A83"/>
    <w:rsid w:val="00841529"/>
    <w:rsid w:val="0084263C"/>
    <w:rsid w:val="008440BA"/>
    <w:rsid w:val="00844A5A"/>
    <w:rsid w:val="00851B84"/>
    <w:rsid w:val="00855A96"/>
    <w:rsid w:val="008610B5"/>
    <w:rsid w:val="00862535"/>
    <w:rsid w:val="00864308"/>
    <w:rsid w:val="0086747C"/>
    <w:rsid w:val="00870C57"/>
    <w:rsid w:val="00873975"/>
    <w:rsid w:val="008752B9"/>
    <w:rsid w:val="008764AE"/>
    <w:rsid w:val="008768CA"/>
    <w:rsid w:val="0087747B"/>
    <w:rsid w:val="00880762"/>
    <w:rsid w:val="00880E69"/>
    <w:rsid w:val="00881D20"/>
    <w:rsid w:val="00886C56"/>
    <w:rsid w:val="00893683"/>
    <w:rsid w:val="008955DD"/>
    <w:rsid w:val="00896818"/>
    <w:rsid w:val="00897A7A"/>
    <w:rsid w:val="008A27A6"/>
    <w:rsid w:val="008A5C0C"/>
    <w:rsid w:val="008B2858"/>
    <w:rsid w:val="008B4F38"/>
    <w:rsid w:val="008B6CCA"/>
    <w:rsid w:val="008C0438"/>
    <w:rsid w:val="008C05C8"/>
    <w:rsid w:val="008C18E3"/>
    <w:rsid w:val="008C5F54"/>
    <w:rsid w:val="008D05F4"/>
    <w:rsid w:val="008D71DF"/>
    <w:rsid w:val="008E0514"/>
    <w:rsid w:val="008E6F9E"/>
    <w:rsid w:val="009002B8"/>
    <w:rsid w:val="0090271F"/>
    <w:rsid w:val="00902771"/>
    <w:rsid w:val="00902E23"/>
    <w:rsid w:val="00904780"/>
    <w:rsid w:val="00906901"/>
    <w:rsid w:val="00910358"/>
    <w:rsid w:val="00910E8B"/>
    <w:rsid w:val="0091348E"/>
    <w:rsid w:val="00917CCB"/>
    <w:rsid w:val="0092221E"/>
    <w:rsid w:val="00924B77"/>
    <w:rsid w:val="009308D3"/>
    <w:rsid w:val="00940340"/>
    <w:rsid w:val="00942A7E"/>
    <w:rsid w:val="00942EC2"/>
    <w:rsid w:val="00943FC1"/>
    <w:rsid w:val="0095518F"/>
    <w:rsid w:val="009601A8"/>
    <w:rsid w:val="00964B44"/>
    <w:rsid w:val="00977813"/>
    <w:rsid w:val="00993F3C"/>
    <w:rsid w:val="00997C10"/>
    <w:rsid w:val="009A3DE6"/>
    <w:rsid w:val="009A4344"/>
    <w:rsid w:val="009A7B1D"/>
    <w:rsid w:val="009B2898"/>
    <w:rsid w:val="009C379B"/>
    <w:rsid w:val="009C72EF"/>
    <w:rsid w:val="009D03E8"/>
    <w:rsid w:val="009E047C"/>
    <w:rsid w:val="009E22BE"/>
    <w:rsid w:val="009E7721"/>
    <w:rsid w:val="009F37B7"/>
    <w:rsid w:val="00A026D8"/>
    <w:rsid w:val="00A10F02"/>
    <w:rsid w:val="00A12B6D"/>
    <w:rsid w:val="00A164B4"/>
    <w:rsid w:val="00A258AF"/>
    <w:rsid w:val="00A26201"/>
    <w:rsid w:val="00A27813"/>
    <w:rsid w:val="00A53724"/>
    <w:rsid w:val="00A62BFB"/>
    <w:rsid w:val="00A63528"/>
    <w:rsid w:val="00A67C2C"/>
    <w:rsid w:val="00A72037"/>
    <w:rsid w:val="00A77B7F"/>
    <w:rsid w:val="00A82346"/>
    <w:rsid w:val="00A846AA"/>
    <w:rsid w:val="00A94618"/>
    <w:rsid w:val="00AA5EC6"/>
    <w:rsid w:val="00AB7274"/>
    <w:rsid w:val="00AC65ED"/>
    <w:rsid w:val="00AD2E6C"/>
    <w:rsid w:val="00AD788C"/>
    <w:rsid w:val="00AF2759"/>
    <w:rsid w:val="00AF2891"/>
    <w:rsid w:val="00AF2CD2"/>
    <w:rsid w:val="00AF36AA"/>
    <w:rsid w:val="00AF47A0"/>
    <w:rsid w:val="00AF6F77"/>
    <w:rsid w:val="00AF741A"/>
    <w:rsid w:val="00B0363A"/>
    <w:rsid w:val="00B04712"/>
    <w:rsid w:val="00B12CFB"/>
    <w:rsid w:val="00B15449"/>
    <w:rsid w:val="00B159D7"/>
    <w:rsid w:val="00B24770"/>
    <w:rsid w:val="00B412C6"/>
    <w:rsid w:val="00B44433"/>
    <w:rsid w:val="00B4463E"/>
    <w:rsid w:val="00B46F10"/>
    <w:rsid w:val="00B475CA"/>
    <w:rsid w:val="00B55DDA"/>
    <w:rsid w:val="00B570FC"/>
    <w:rsid w:val="00B617B5"/>
    <w:rsid w:val="00B6234A"/>
    <w:rsid w:val="00B6295E"/>
    <w:rsid w:val="00B66BB2"/>
    <w:rsid w:val="00B7289A"/>
    <w:rsid w:val="00B73A60"/>
    <w:rsid w:val="00B75785"/>
    <w:rsid w:val="00B85FE2"/>
    <w:rsid w:val="00B91D5E"/>
    <w:rsid w:val="00BA054B"/>
    <w:rsid w:val="00BA1EA9"/>
    <w:rsid w:val="00BA3FAE"/>
    <w:rsid w:val="00BA4003"/>
    <w:rsid w:val="00BA4498"/>
    <w:rsid w:val="00BB4921"/>
    <w:rsid w:val="00BB59D6"/>
    <w:rsid w:val="00BB7F15"/>
    <w:rsid w:val="00BC03B1"/>
    <w:rsid w:val="00BC0F7D"/>
    <w:rsid w:val="00BC126B"/>
    <w:rsid w:val="00BC336A"/>
    <w:rsid w:val="00BC4212"/>
    <w:rsid w:val="00BC4E41"/>
    <w:rsid w:val="00BC662F"/>
    <w:rsid w:val="00BD3678"/>
    <w:rsid w:val="00BD560E"/>
    <w:rsid w:val="00BF184E"/>
    <w:rsid w:val="00BF21F8"/>
    <w:rsid w:val="00BF6297"/>
    <w:rsid w:val="00BF6B2B"/>
    <w:rsid w:val="00C00BCA"/>
    <w:rsid w:val="00C00CCD"/>
    <w:rsid w:val="00C13FA8"/>
    <w:rsid w:val="00C14A11"/>
    <w:rsid w:val="00C30401"/>
    <w:rsid w:val="00C32417"/>
    <w:rsid w:val="00C33079"/>
    <w:rsid w:val="00C41E6F"/>
    <w:rsid w:val="00C45231"/>
    <w:rsid w:val="00C50639"/>
    <w:rsid w:val="00C522F3"/>
    <w:rsid w:val="00C54F62"/>
    <w:rsid w:val="00C55F85"/>
    <w:rsid w:val="00C56B6A"/>
    <w:rsid w:val="00C57A71"/>
    <w:rsid w:val="00C63274"/>
    <w:rsid w:val="00C662AC"/>
    <w:rsid w:val="00C67E9B"/>
    <w:rsid w:val="00C72833"/>
    <w:rsid w:val="00C749E8"/>
    <w:rsid w:val="00C9033F"/>
    <w:rsid w:val="00C93F40"/>
    <w:rsid w:val="00C94E86"/>
    <w:rsid w:val="00CA0EC8"/>
    <w:rsid w:val="00CA22CF"/>
    <w:rsid w:val="00CA3D0C"/>
    <w:rsid w:val="00CA614F"/>
    <w:rsid w:val="00CB0F2B"/>
    <w:rsid w:val="00CB3BA4"/>
    <w:rsid w:val="00CC3781"/>
    <w:rsid w:val="00CD775B"/>
    <w:rsid w:val="00CE04D7"/>
    <w:rsid w:val="00CE2B69"/>
    <w:rsid w:val="00CE4C38"/>
    <w:rsid w:val="00CE5972"/>
    <w:rsid w:val="00CF092C"/>
    <w:rsid w:val="00CF0A69"/>
    <w:rsid w:val="00CF285B"/>
    <w:rsid w:val="00CF286F"/>
    <w:rsid w:val="00CF4622"/>
    <w:rsid w:val="00CF6AD3"/>
    <w:rsid w:val="00D00AC3"/>
    <w:rsid w:val="00D026DF"/>
    <w:rsid w:val="00D02B3F"/>
    <w:rsid w:val="00D06113"/>
    <w:rsid w:val="00D07E3C"/>
    <w:rsid w:val="00D1097D"/>
    <w:rsid w:val="00D10EF5"/>
    <w:rsid w:val="00D12B5D"/>
    <w:rsid w:val="00D16931"/>
    <w:rsid w:val="00D17B14"/>
    <w:rsid w:val="00D24C69"/>
    <w:rsid w:val="00D24D31"/>
    <w:rsid w:val="00D41A8D"/>
    <w:rsid w:val="00D50223"/>
    <w:rsid w:val="00D510EF"/>
    <w:rsid w:val="00D5618A"/>
    <w:rsid w:val="00D635A9"/>
    <w:rsid w:val="00D652D6"/>
    <w:rsid w:val="00D65AA5"/>
    <w:rsid w:val="00D66CA9"/>
    <w:rsid w:val="00D66D96"/>
    <w:rsid w:val="00D67984"/>
    <w:rsid w:val="00D7142D"/>
    <w:rsid w:val="00D738D6"/>
    <w:rsid w:val="00D755EB"/>
    <w:rsid w:val="00D838FA"/>
    <w:rsid w:val="00D85529"/>
    <w:rsid w:val="00D87E00"/>
    <w:rsid w:val="00D9134D"/>
    <w:rsid w:val="00D91F28"/>
    <w:rsid w:val="00D93024"/>
    <w:rsid w:val="00D96E16"/>
    <w:rsid w:val="00DA0F34"/>
    <w:rsid w:val="00DA10D8"/>
    <w:rsid w:val="00DA3032"/>
    <w:rsid w:val="00DA3A5C"/>
    <w:rsid w:val="00DA4441"/>
    <w:rsid w:val="00DA7A03"/>
    <w:rsid w:val="00DB0FAC"/>
    <w:rsid w:val="00DB1818"/>
    <w:rsid w:val="00DB1E25"/>
    <w:rsid w:val="00DB5BAA"/>
    <w:rsid w:val="00DB65D8"/>
    <w:rsid w:val="00DC250F"/>
    <w:rsid w:val="00DC309B"/>
    <w:rsid w:val="00DC40B2"/>
    <w:rsid w:val="00DC4DA2"/>
    <w:rsid w:val="00DC7C20"/>
    <w:rsid w:val="00DD2AC0"/>
    <w:rsid w:val="00DD40DE"/>
    <w:rsid w:val="00DE211F"/>
    <w:rsid w:val="00DE4F71"/>
    <w:rsid w:val="00DE5E65"/>
    <w:rsid w:val="00DE5FA7"/>
    <w:rsid w:val="00DE6817"/>
    <w:rsid w:val="00DE7420"/>
    <w:rsid w:val="00DF0D2E"/>
    <w:rsid w:val="00DF2B1F"/>
    <w:rsid w:val="00DF62CD"/>
    <w:rsid w:val="00E017F2"/>
    <w:rsid w:val="00E023A9"/>
    <w:rsid w:val="00E03647"/>
    <w:rsid w:val="00E04146"/>
    <w:rsid w:val="00E055C0"/>
    <w:rsid w:val="00E14F4F"/>
    <w:rsid w:val="00E23F5A"/>
    <w:rsid w:val="00E2464A"/>
    <w:rsid w:val="00E24797"/>
    <w:rsid w:val="00E26474"/>
    <w:rsid w:val="00E30F67"/>
    <w:rsid w:val="00E31868"/>
    <w:rsid w:val="00E3491B"/>
    <w:rsid w:val="00E37ACC"/>
    <w:rsid w:val="00E37CBB"/>
    <w:rsid w:val="00E4275A"/>
    <w:rsid w:val="00E42DCB"/>
    <w:rsid w:val="00E44765"/>
    <w:rsid w:val="00E462D4"/>
    <w:rsid w:val="00E4750B"/>
    <w:rsid w:val="00E50C99"/>
    <w:rsid w:val="00E517E8"/>
    <w:rsid w:val="00E52377"/>
    <w:rsid w:val="00E53D43"/>
    <w:rsid w:val="00E5641A"/>
    <w:rsid w:val="00E56F90"/>
    <w:rsid w:val="00E6008C"/>
    <w:rsid w:val="00E7755B"/>
    <w:rsid w:val="00E77645"/>
    <w:rsid w:val="00E82571"/>
    <w:rsid w:val="00E86839"/>
    <w:rsid w:val="00E86B5A"/>
    <w:rsid w:val="00EB10C7"/>
    <w:rsid w:val="00EC2FCB"/>
    <w:rsid w:val="00EC3482"/>
    <w:rsid w:val="00EC4A25"/>
    <w:rsid w:val="00EC4EF0"/>
    <w:rsid w:val="00ED2256"/>
    <w:rsid w:val="00ED5BD1"/>
    <w:rsid w:val="00EE1738"/>
    <w:rsid w:val="00EE1868"/>
    <w:rsid w:val="00EE2547"/>
    <w:rsid w:val="00EE2896"/>
    <w:rsid w:val="00EE7565"/>
    <w:rsid w:val="00EF45D8"/>
    <w:rsid w:val="00F025A2"/>
    <w:rsid w:val="00F04712"/>
    <w:rsid w:val="00F04A38"/>
    <w:rsid w:val="00F133CC"/>
    <w:rsid w:val="00F14E8E"/>
    <w:rsid w:val="00F16A9E"/>
    <w:rsid w:val="00F16B2C"/>
    <w:rsid w:val="00F208FA"/>
    <w:rsid w:val="00F22EC7"/>
    <w:rsid w:val="00F24ED9"/>
    <w:rsid w:val="00F26C39"/>
    <w:rsid w:val="00F33C0A"/>
    <w:rsid w:val="00F37271"/>
    <w:rsid w:val="00F437BF"/>
    <w:rsid w:val="00F44ECA"/>
    <w:rsid w:val="00F4570B"/>
    <w:rsid w:val="00F56626"/>
    <w:rsid w:val="00F610EB"/>
    <w:rsid w:val="00F63301"/>
    <w:rsid w:val="00F653B8"/>
    <w:rsid w:val="00F660F7"/>
    <w:rsid w:val="00F80346"/>
    <w:rsid w:val="00F8267A"/>
    <w:rsid w:val="00FA0593"/>
    <w:rsid w:val="00FA10C2"/>
    <w:rsid w:val="00FA1266"/>
    <w:rsid w:val="00FA5828"/>
    <w:rsid w:val="00FB31D1"/>
    <w:rsid w:val="00FC1192"/>
    <w:rsid w:val="00FD0333"/>
    <w:rsid w:val="00FD48E5"/>
    <w:rsid w:val="00FD52C0"/>
    <w:rsid w:val="00FD5D26"/>
    <w:rsid w:val="00FD5D62"/>
    <w:rsid w:val="00FD6006"/>
    <w:rsid w:val="00FD7E15"/>
    <w:rsid w:val="00FE22D0"/>
    <w:rsid w:val="00FE4094"/>
    <w:rsid w:val="00FE4A8F"/>
    <w:rsid w:val="00FF3A3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B8B948"/>
  <w15:chartTrackingRefBased/>
  <w15:docId w15:val="{F6F443B0-99B1-422D-AEE0-929A9B9B9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val="en-GB" w:eastAsia="en-US"/>
    </w:rPr>
  </w:style>
  <w:style w:type="paragraph" w:styleId="Heading1">
    <w:name w:val="heading 1"/>
    <w:next w:val="Normal"/>
    <w:link w:val="Heading1Char"/>
    <w:qFormat/>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link w:val="Heading4Char"/>
    <w:qFormat/>
    <w:pPr>
      <w:ind w:left="1418" w:hanging="1418"/>
      <w:outlineLvl w:val="3"/>
    </w:pPr>
    <w:rPr>
      <w:sz w:val="24"/>
    </w:rPr>
  </w:style>
  <w:style w:type="paragraph" w:styleId="Heading5">
    <w:name w:val="heading 5"/>
    <w:basedOn w:val="Heading4"/>
    <w:next w:val="Normal"/>
    <w:link w:val="Heading5Char"/>
    <w:qFormat/>
    <w:pPr>
      <w:ind w:left="1701" w:hanging="1701"/>
      <w:outlineLvl w:val="4"/>
    </w:pPr>
    <w:rPr>
      <w:sz w:val="22"/>
    </w:rPr>
  </w:style>
  <w:style w:type="paragraph" w:styleId="Heading6">
    <w:name w:val="heading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val="en-GB"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link w:val="HeaderChar"/>
    <w:pPr>
      <w:widowControl w:val="0"/>
      <w:overflowPunct w:val="0"/>
      <w:autoSpaceDE w:val="0"/>
      <w:autoSpaceDN w:val="0"/>
      <w:adjustRightInd w:val="0"/>
      <w:textAlignment w:val="baseline"/>
    </w:pPr>
    <w:rPr>
      <w:rFonts w:ascii="Arial" w:hAnsi="Arial"/>
      <w:b/>
      <w:noProof/>
      <w:sz w:val="18"/>
      <w:lang w:val="en-GB" w:eastAsia="ja-JP"/>
    </w:rPr>
  </w:style>
  <w:style w:type="paragraph" w:customStyle="1" w:styleId="ZD">
    <w:name w:val="ZD"/>
    <w:pPr>
      <w:framePr w:wrap="notBeside" w:vAnchor="page" w:hAnchor="margin" w:y="15764"/>
      <w:widowControl w:val="0"/>
    </w:pPr>
    <w:rPr>
      <w:rFonts w:ascii="Arial" w:hAnsi="Arial"/>
      <w:noProof/>
      <w:sz w:val="32"/>
      <w:lang w:val="en-GB"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Zchn"/>
    <w:qFormat/>
    <w:pPr>
      <w:keepLines/>
      <w:ind w:left="1135" w:hanging="851"/>
    </w:pPr>
  </w:style>
  <w:style w:type="paragraph" w:customStyle="1" w:styleId="PL">
    <w:name w:val="PL"/>
    <w:link w:val="PLChar"/>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h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val="en-GB" w:eastAsia="en-US"/>
    </w:rPr>
  </w:style>
  <w:style w:type="paragraph" w:customStyle="1" w:styleId="EX">
    <w:name w:val="EX"/>
    <w:basedOn w:val="Normal"/>
    <w:link w:val="EXC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link w:val="EditorsNoteChar"/>
    <w:qFormat/>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val="en-GB" w:eastAsia="en-US"/>
    </w:rPr>
  </w:style>
  <w:style w:type="paragraph" w:customStyle="1" w:styleId="ZT">
    <w:name w:val="ZT"/>
    <w:pPr>
      <w:framePr w:wrap="notBeside" w:hAnchor="margin" w:yAlign="center"/>
      <w:widowControl w:val="0"/>
      <w:spacing w:line="240" w:lineRule="atLeast"/>
      <w:jc w:val="right"/>
    </w:pPr>
    <w:rPr>
      <w:rFonts w:ascii="Arial" w:hAnsi="Arial"/>
      <w:b/>
      <w:sz w:val="34"/>
      <w:lang w:val="en-GB"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val="en-GB"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val="en-GB"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EXCar">
    <w:name w:val="EX Car"/>
    <w:link w:val="EX"/>
    <w:rsid w:val="0084263C"/>
    <w:rPr>
      <w:lang w:val="en-GB" w:eastAsia="en-US"/>
    </w:rPr>
  </w:style>
  <w:style w:type="paragraph" w:customStyle="1" w:styleId="TempNote">
    <w:name w:val="TempNote"/>
    <w:basedOn w:val="Normal"/>
    <w:qFormat/>
    <w:rsid w:val="001769FF"/>
    <w:pPr>
      <w:overflowPunct w:val="0"/>
      <w:autoSpaceDE w:val="0"/>
      <w:autoSpaceDN w:val="0"/>
      <w:adjustRightInd w:val="0"/>
      <w:spacing w:after="0"/>
      <w:textAlignment w:val="baseline"/>
    </w:pPr>
    <w:rPr>
      <w:rFonts w:ascii="Arial" w:hAnsi="Arial"/>
      <w:i/>
      <w:color w:val="0070C0"/>
    </w:rPr>
  </w:style>
  <w:style w:type="paragraph" w:customStyle="1" w:styleId="TemplateH4">
    <w:name w:val="TemplateH4"/>
    <w:basedOn w:val="Normal"/>
    <w:qFormat/>
    <w:rsid w:val="001769FF"/>
    <w:pPr>
      <w:overflowPunct w:val="0"/>
      <w:autoSpaceDE w:val="0"/>
      <w:autoSpaceDN w:val="0"/>
      <w:adjustRightInd w:val="0"/>
      <w:textAlignment w:val="baseline"/>
    </w:pPr>
    <w:rPr>
      <w:rFonts w:ascii="Arial" w:hAnsi="Arial" w:cs="Arial"/>
      <w:sz w:val="24"/>
      <w:szCs w:val="24"/>
    </w:rPr>
  </w:style>
  <w:style w:type="table" w:styleId="TableGrid">
    <w:name w:val="Table Grid"/>
    <w:basedOn w:val="TableNormal"/>
    <w:uiPriority w:val="59"/>
    <w:rsid w:val="0090277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2771"/>
    <w:pPr>
      <w:overflowPunct w:val="0"/>
      <w:autoSpaceDE w:val="0"/>
      <w:autoSpaceDN w:val="0"/>
      <w:adjustRightInd w:val="0"/>
      <w:spacing w:after="0"/>
      <w:ind w:left="720"/>
      <w:contextualSpacing/>
      <w:textAlignment w:val="baseline"/>
    </w:pPr>
  </w:style>
  <w:style w:type="paragraph" w:customStyle="1" w:styleId="AltNormal">
    <w:name w:val="AltNormal"/>
    <w:basedOn w:val="Normal"/>
    <w:link w:val="AltNormalChar"/>
    <w:rsid w:val="00902771"/>
    <w:pPr>
      <w:spacing w:before="120" w:after="0"/>
    </w:pPr>
    <w:rPr>
      <w:rFonts w:ascii="Arial" w:hAnsi="Arial"/>
    </w:rPr>
  </w:style>
  <w:style w:type="character" w:customStyle="1" w:styleId="AltNormalChar">
    <w:name w:val="AltNormal Char"/>
    <w:link w:val="AltNormal"/>
    <w:rsid w:val="00902771"/>
    <w:rPr>
      <w:rFonts w:ascii="Arial" w:hAnsi="Arial"/>
      <w:lang w:val="en-GB" w:eastAsia="en-US"/>
    </w:rPr>
  </w:style>
  <w:style w:type="paragraph" w:customStyle="1" w:styleId="TemplateH3">
    <w:name w:val="TemplateH3"/>
    <w:basedOn w:val="Normal"/>
    <w:qFormat/>
    <w:rsid w:val="00B44433"/>
    <w:pPr>
      <w:overflowPunct w:val="0"/>
      <w:autoSpaceDE w:val="0"/>
      <w:autoSpaceDN w:val="0"/>
      <w:adjustRightInd w:val="0"/>
      <w:textAlignment w:val="baseline"/>
    </w:pPr>
    <w:rPr>
      <w:rFonts w:ascii="Arial" w:hAnsi="Arial" w:cs="Arial"/>
      <w:sz w:val="28"/>
      <w:szCs w:val="28"/>
    </w:rPr>
  </w:style>
  <w:style w:type="paragraph" w:customStyle="1" w:styleId="TemplateH2">
    <w:name w:val="TemplateH2"/>
    <w:basedOn w:val="Normal"/>
    <w:qFormat/>
    <w:rsid w:val="00B44433"/>
    <w:pPr>
      <w:overflowPunct w:val="0"/>
      <w:autoSpaceDE w:val="0"/>
      <w:autoSpaceDN w:val="0"/>
      <w:adjustRightInd w:val="0"/>
      <w:textAlignment w:val="baseline"/>
    </w:pPr>
    <w:rPr>
      <w:rFonts w:ascii="Arial" w:hAnsi="Arial" w:cs="Arial"/>
      <w:sz w:val="32"/>
      <w:szCs w:val="32"/>
    </w:rPr>
  </w:style>
  <w:style w:type="character" w:customStyle="1" w:styleId="TALChar">
    <w:name w:val="TAL Char"/>
    <w:link w:val="TAL"/>
    <w:locked/>
    <w:rsid w:val="00FD48E5"/>
    <w:rPr>
      <w:rFonts w:ascii="Arial" w:hAnsi="Arial"/>
      <w:sz w:val="18"/>
      <w:lang w:val="en-GB" w:eastAsia="en-US"/>
    </w:rPr>
  </w:style>
  <w:style w:type="character" w:customStyle="1" w:styleId="TAHChar">
    <w:name w:val="TAH Char"/>
    <w:link w:val="TAH"/>
    <w:locked/>
    <w:rsid w:val="00FD48E5"/>
    <w:rPr>
      <w:rFonts w:ascii="Arial" w:hAnsi="Arial"/>
      <w:b/>
      <w:sz w:val="18"/>
      <w:lang w:val="en-GB" w:eastAsia="en-US"/>
    </w:rPr>
  </w:style>
  <w:style w:type="character" w:customStyle="1" w:styleId="THChar">
    <w:name w:val="TH Char"/>
    <w:link w:val="TH"/>
    <w:locked/>
    <w:rsid w:val="00FD48E5"/>
    <w:rPr>
      <w:rFonts w:ascii="Arial" w:hAnsi="Arial"/>
      <w:b/>
      <w:lang w:val="en-GB" w:eastAsia="en-US"/>
    </w:rPr>
  </w:style>
  <w:style w:type="paragraph" w:styleId="BalloonText">
    <w:name w:val="Balloon Text"/>
    <w:basedOn w:val="Normal"/>
    <w:link w:val="BalloonTextChar"/>
    <w:rsid w:val="007B24EB"/>
    <w:pPr>
      <w:spacing w:after="0"/>
    </w:pPr>
    <w:rPr>
      <w:rFonts w:ascii="Segoe UI" w:hAnsi="Segoe UI"/>
      <w:sz w:val="18"/>
      <w:szCs w:val="18"/>
    </w:rPr>
  </w:style>
  <w:style w:type="character" w:customStyle="1" w:styleId="BalloonTextChar">
    <w:name w:val="Balloon Text Char"/>
    <w:link w:val="BalloonText"/>
    <w:rsid w:val="007B24EB"/>
    <w:rPr>
      <w:rFonts w:ascii="Segoe UI" w:hAnsi="Segoe UI" w:cs="Segoe UI"/>
      <w:sz w:val="18"/>
      <w:szCs w:val="18"/>
      <w:lang w:val="en-GB" w:eastAsia="en-US"/>
    </w:rPr>
  </w:style>
  <w:style w:type="character" w:customStyle="1" w:styleId="B1Char">
    <w:name w:val="B1 Char"/>
    <w:link w:val="B10"/>
    <w:rsid w:val="000E74C8"/>
    <w:rPr>
      <w:lang w:val="en-GB" w:eastAsia="en-US"/>
    </w:rPr>
  </w:style>
  <w:style w:type="paragraph" w:styleId="Revision">
    <w:name w:val="Revision"/>
    <w:hidden/>
    <w:uiPriority w:val="99"/>
    <w:semiHidden/>
    <w:rsid w:val="000E74C8"/>
    <w:rPr>
      <w:lang w:val="en-GB" w:eastAsia="en-US"/>
    </w:rPr>
  </w:style>
  <w:style w:type="character" w:customStyle="1" w:styleId="TACChar">
    <w:name w:val="TAC Char"/>
    <w:link w:val="TAC"/>
    <w:rsid w:val="00150306"/>
    <w:rPr>
      <w:rFonts w:ascii="Arial" w:hAnsi="Arial"/>
      <w:sz w:val="18"/>
      <w:lang w:val="en-GB" w:eastAsia="en-US"/>
    </w:rPr>
  </w:style>
  <w:style w:type="paragraph" w:styleId="List3">
    <w:name w:val="List 3"/>
    <w:basedOn w:val="List2"/>
    <w:rsid w:val="00150306"/>
    <w:pPr>
      <w:ind w:leftChars="0" w:left="1135" w:firstLineChars="0" w:hanging="284"/>
      <w:contextualSpacing w:val="0"/>
    </w:pPr>
  </w:style>
  <w:style w:type="paragraph" w:styleId="List2">
    <w:name w:val="List 2"/>
    <w:basedOn w:val="Normal"/>
    <w:rsid w:val="00150306"/>
    <w:pPr>
      <w:ind w:leftChars="200" w:left="100" w:hangingChars="200" w:hanging="200"/>
      <w:contextualSpacing/>
    </w:pPr>
  </w:style>
  <w:style w:type="character" w:styleId="Hyperlink">
    <w:name w:val="Hyperlink"/>
    <w:uiPriority w:val="99"/>
    <w:rsid w:val="00065857"/>
    <w:rPr>
      <w:color w:val="0000FF"/>
      <w:u w:val="single"/>
    </w:rPr>
  </w:style>
  <w:style w:type="paragraph" w:styleId="DocumentMap">
    <w:name w:val="Document Map"/>
    <w:basedOn w:val="Normal"/>
    <w:link w:val="DocumentMapChar"/>
    <w:rsid w:val="00446AF6"/>
    <w:rPr>
      <w:rFonts w:ascii="SimSun"/>
      <w:sz w:val="18"/>
      <w:szCs w:val="18"/>
    </w:rPr>
  </w:style>
  <w:style w:type="character" w:customStyle="1" w:styleId="DocumentMapChar">
    <w:name w:val="Document Map Char"/>
    <w:link w:val="DocumentMap"/>
    <w:rsid w:val="00446AF6"/>
    <w:rPr>
      <w:rFonts w:ascii="SimSun"/>
      <w:sz w:val="18"/>
      <w:szCs w:val="18"/>
      <w:lang w:val="en-GB" w:eastAsia="en-US"/>
    </w:rPr>
  </w:style>
  <w:style w:type="character" w:customStyle="1" w:styleId="EditorsNoteChar">
    <w:name w:val="Editor's Note Char"/>
    <w:aliases w:val="EN Char"/>
    <w:link w:val="EditorsNote"/>
    <w:rsid w:val="006D7AA8"/>
    <w:rPr>
      <w:color w:val="FF0000"/>
      <w:lang w:val="en-GB" w:eastAsia="en-US"/>
    </w:rPr>
  </w:style>
  <w:style w:type="character" w:customStyle="1" w:styleId="TFChar">
    <w:name w:val="TF Char"/>
    <w:link w:val="TF"/>
    <w:rsid w:val="00F4570B"/>
    <w:rPr>
      <w:rFonts w:ascii="Arial" w:hAnsi="Arial"/>
      <w:b/>
      <w:lang w:val="en-GB" w:eastAsia="en-US"/>
    </w:rPr>
  </w:style>
  <w:style w:type="character" w:customStyle="1" w:styleId="Heading1Char">
    <w:name w:val="Heading 1 Char"/>
    <w:link w:val="Heading1"/>
    <w:rsid w:val="00C13FA8"/>
    <w:rPr>
      <w:rFonts w:ascii="Arial" w:hAnsi="Arial"/>
      <w:sz w:val="36"/>
      <w:lang w:val="en-GB" w:eastAsia="en-US" w:bidi="ar-SA"/>
    </w:rPr>
  </w:style>
  <w:style w:type="character" w:customStyle="1" w:styleId="Heading2Char">
    <w:name w:val="Heading 2 Char"/>
    <w:link w:val="Heading2"/>
    <w:rsid w:val="00C13FA8"/>
    <w:rPr>
      <w:rFonts w:ascii="Arial" w:hAnsi="Arial"/>
      <w:sz w:val="32"/>
      <w:lang w:val="en-GB" w:eastAsia="en-US"/>
    </w:rPr>
  </w:style>
  <w:style w:type="character" w:customStyle="1" w:styleId="Heading3Char">
    <w:name w:val="Heading 3 Char"/>
    <w:link w:val="Heading3"/>
    <w:rsid w:val="00C13FA8"/>
    <w:rPr>
      <w:rFonts w:ascii="Arial" w:hAnsi="Arial"/>
      <w:sz w:val="28"/>
      <w:lang w:val="en-GB" w:eastAsia="en-US"/>
    </w:rPr>
  </w:style>
  <w:style w:type="character" w:customStyle="1" w:styleId="Heading4Char">
    <w:name w:val="Heading 4 Char"/>
    <w:link w:val="Heading4"/>
    <w:rsid w:val="00C13FA8"/>
    <w:rPr>
      <w:rFonts w:ascii="Arial" w:hAnsi="Arial"/>
      <w:sz w:val="24"/>
      <w:lang w:val="en-GB" w:eastAsia="en-US"/>
    </w:rPr>
  </w:style>
  <w:style w:type="character" w:customStyle="1" w:styleId="Heading5Char">
    <w:name w:val="Heading 5 Char"/>
    <w:link w:val="Heading5"/>
    <w:rsid w:val="00C13FA8"/>
    <w:rPr>
      <w:rFonts w:ascii="Arial" w:hAnsi="Arial"/>
      <w:sz w:val="22"/>
      <w:lang w:val="en-GB" w:eastAsia="en-US"/>
    </w:rPr>
  </w:style>
  <w:style w:type="character" w:customStyle="1" w:styleId="Heading6Char">
    <w:name w:val="Heading 6 Char"/>
    <w:link w:val="Heading6"/>
    <w:rsid w:val="00C13FA8"/>
    <w:rPr>
      <w:rFonts w:ascii="Arial" w:hAnsi="Arial"/>
      <w:lang w:val="en-GB" w:eastAsia="en-US"/>
    </w:rPr>
  </w:style>
  <w:style w:type="character" w:customStyle="1" w:styleId="Heading7Char">
    <w:name w:val="Heading 7 Char"/>
    <w:link w:val="Heading7"/>
    <w:rsid w:val="00C13FA8"/>
    <w:rPr>
      <w:rFonts w:ascii="Arial" w:hAnsi="Arial"/>
      <w:lang w:val="en-GB" w:eastAsia="en-US"/>
    </w:rPr>
  </w:style>
  <w:style w:type="character" w:customStyle="1" w:styleId="Heading8Char">
    <w:name w:val="Heading 8 Char"/>
    <w:link w:val="Heading8"/>
    <w:rsid w:val="00C13FA8"/>
    <w:rPr>
      <w:rFonts w:ascii="Arial" w:hAnsi="Arial"/>
      <w:sz w:val="36"/>
      <w:lang w:val="en-GB" w:eastAsia="en-US"/>
    </w:rPr>
  </w:style>
  <w:style w:type="character" w:customStyle="1" w:styleId="Heading9Char">
    <w:name w:val="Heading 9 Char"/>
    <w:link w:val="Heading9"/>
    <w:rsid w:val="00C13FA8"/>
    <w:rPr>
      <w:rFonts w:ascii="Arial" w:hAnsi="Arial"/>
      <w:sz w:val="36"/>
      <w:lang w:val="en-GB" w:eastAsia="en-US"/>
    </w:rPr>
  </w:style>
  <w:style w:type="character" w:customStyle="1" w:styleId="HeaderChar">
    <w:name w:val="Header Char"/>
    <w:link w:val="Header"/>
    <w:rsid w:val="00C13FA8"/>
    <w:rPr>
      <w:rFonts w:ascii="Arial" w:hAnsi="Arial"/>
      <w:b/>
      <w:noProof/>
      <w:sz w:val="18"/>
      <w:lang w:val="en-GB" w:eastAsia="ja-JP" w:bidi="ar-SA"/>
    </w:rPr>
  </w:style>
  <w:style w:type="character" w:customStyle="1" w:styleId="FooterChar">
    <w:name w:val="Footer Char"/>
    <w:link w:val="Footer"/>
    <w:rsid w:val="00C13FA8"/>
    <w:rPr>
      <w:rFonts w:ascii="Arial" w:hAnsi="Arial"/>
      <w:b/>
      <w:i/>
      <w:noProof/>
      <w:sz w:val="18"/>
      <w:lang w:val="en-GB" w:eastAsia="ja-JP"/>
    </w:rPr>
  </w:style>
  <w:style w:type="character" w:customStyle="1" w:styleId="a">
    <w:name w:val="文档结构图 字符"/>
    <w:rsid w:val="00C13FA8"/>
    <w:rPr>
      <w:rFonts w:ascii="SimSun"/>
      <w:sz w:val="18"/>
      <w:szCs w:val="18"/>
      <w:lang w:val="en-GB" w:eastAsia="en-US"/>
    </w:rPr>
  </w:style>
  <w:style w:type="paragraph" w:styleId="TOCHeading">
    <w:name w:val="TOC Heading"/>
    <w:basedOn w:val="Heading1"/>
    <w:next w:val="Normal"/>
    <w:uiPriority w:val="39"/>
    <w:semiHidden/>
    <w:unhideWhenUsed/>
    <w:qFormat/>
    <w:rsid w:val="00C13FA8"/>
    <w:pPr>
      <w:pBdr>
        <w:top w:val="none" w:sz="0" w:space="0" w:color="auto"/>
      </w:pBdr>
      <w:spacing w:before="480" w:after="0" w:line="276" w:lineRule="auto"/>
      <w:ind w:left="0" w:firstLine="0"/>
      <w:outlineLvl w:val="9"/>
    </w:pPr>
    <w:rPr>
      <w:rFonts w:ascii="Cambria" w:hAnsi="Cambria"/>
      <w:b/>
      <w:bCs/>
      <w:color w:val="365F91"/>
      <w:sz w:val="28"/>
      <w:szCs w:val="28"/>
      <w:lang w:val="en-US" w:eastAsia="zh-CN"/>
    </w:rPr>
  </w:style>
  <w:style w:type="paragraph" w:styleId="ListBullet">
    <w:name w:val="List Bullet"/>
    <w:basedOn w:val="List"/>
    <w:rsid w:val="00C13FA8"/>
    <w:pPr>
      <w:ind w:left="568" w:firstLineChars="0" w:hanging="284"/>
      <w:contextualSpacing w:val="0"/>
    </w:pPr>
    <w:rPr>
      <w:rFonts w:eastAsia="Batang"/>
    </w:rPr>
  </w:style>
  <w:style w:type="paragraph" w:customStyle="1" w:styleId="B1">
    <w:name w:val="B1+"/>
    <w:basedOn w:val="B10"/>
    <w:rsid w:val="00C13FA8"/>
    <w:pPr>
      <w:numPr>
        <w:numId w:val="7"/>
      </w:numPr>
      <w:overflowPunct w:val="0"/>
      <w:autoSpaceDE w:val="0"/>
      <w:autoSpaceDN w:val="0"/>
      <w:adjustRightInd w:val="0"/>
      <w:textAlignment w:val="baseline"/>
    </w:pPr>
    <w:rPr>
      <w:rFonts w:eastAsia="Times New Roman"/>
    </w:rPr>
  </w:style>
  <w:style w:type="paragraph" w:styleId="List">
    <w:name w:val="List"/>
    <w:basedOn w:val="Normal"/>
    <w:rsid w:val="00C13FA8"/>
    <w:pPr>
      <w:ind w:left="200" w:hangingChars="200" w:hanging="200"/>
      <w:contextualSpacing/>
    </w:pPr>
  </w:style>
  <w:style w:type="character" w:customStyle="1" w:styleId="NOZchn">
    <w:name w:val="NO Zchn"/>
    <w:link w:val="NO"/>
    <w:rsid w:val="00C13FA8"/>
    <w:rPr>
      <w:lang w:val="en-GB" w:eastAsia="en-US"/>
    </w:rPr>
  </w:style>
  <w:style w:type="character" w:customStyle="1" w:styleId="NOChar">
    <w:name w:val="NO Char"/>
    <w:rsid w:val="00C13FA8"/>
    <w:rPr>
      <w:lang w:val="en-GB" w:eastAsia="en-US"/>
    </w:rPr>
  </w:style>
  <w:style w:type="character" w:customStyle="1" w:styleId="TANChar">
    <w:name w:val="TAN Char"/>
    <w:link w:val="TAN"/>
    <w:rsid w:val="00C13FA8"/>
    <w:rPr>
      <w:rFonts w:ascii="Arial" w:hAnsi="Arial"/>
      <w:sz w:val="18"/>
      <w:lang w:val="en-GB" w:eastAsia="en-US"/>
    </w:rPr>
  </w:style>
  <w:style w:type="character" w:customStyle="1" w:styleId="a0">
    <w:name w:val="批注框文本 字符"/>
    <w:rsid w:val="00C13FA8"/>
    <w:rPr>
      <w:rFonts w:ascii="Segoe UI" w:hAnsi="Segoe UI"/>
      <w:sz w:val="18"/>
      <w:szCs w:val="18"/>
      <w:lang w:val="en-GB" w:eastAsia="en-US"/>
    </w:rPr>
  </w:style>
  <w:style w:type="character" w:styleId="CommentReference">
    <w:name w:val="annotation reference"/>
    <w:rsid w:val="00C13FA8"/>
    <w:rPr>
      <w:sz w:val="16"/>
      <w:szCs w:val="16"/>
    </w:rPr>
  </w:style>
  <w:style w:type="paragraph" w:styleId="CommentText">
    <w:name w:val="annotation text"/>
    <w:basedOn w:val="Normal"/>
    <w:link w:val="CommentTextChar"/>
    <w:rsid w:val="00C13FA8"/>
  </w:style>
  <w:style w:type="character" w:customStyle="1" w:styleId="CommentTextChar">
    <w:name w:val="Comment Text Char"/>
    <w:link w:val="CommentText"/>
    <w:rsid w:val="00C13FA8"/>
    <w:rPr>
      <w:lang w:val="en-GB" w:eastAsia="en-US"/>
    </w:rPr>
  </w:style>
  <w:style w:type="paragraph" w:styleId="CommentSubject">
    <w:name w:val="annotation subject"/>
    <w:basedOn w:val="CommentText"/>
    <w:next w:val="CommentText"/>
    <w:link w:val="CommentSubjectChar"/>
    <w:rsid w:val="00C13FA8"/>
    <w:rPr>
      <w:b/>
      <w:bCs/>
    </w:rPr>
  </w:style>
  <w:style w:type="character" w:customStyle="1" w:styleId="CommentSubjectChar">
    <w:name w:val="Comment Subject Char"/>
    <w:link w:val="CommentSubject"/>
    <w:rsid w:val="00C13FA8"/>
    <w:rPr>
      <w:b/>
      <w:bCs/>
      <w:lang w:val="en-GB" w:eastAsia="en-US"/>
    </w:rPr>
  </w:style>
  <w:style w:type="character" w:styleId="FollowedHyperlink">
    <w:name w:val="FollowedHyperlink"/>
    <w:rsid w:val="00C13FA8"/>
    <w:rPr>
      <w:color w:val="954F72"/>
      <w:u w:val="single"/>
    </w:rPr>
  </w:style>
  <w:style w:type="character" w:customStyle="1" w:styleId="UnresolvedMention1">
    <w:name w:val="Unresolved Mention1"/>
    <w:uiPriority w:val="99"/>
    <w:semiHidden/>
    <w:unhideWhenUsed/>
    <w:rsid w:val="00C13FA8"/>
    <w:rPr>
      <w:color w:val="808080"/>
      <w:shd w:val="clear" w:color="auto" w:fill="E6E6E6"/>
    </w:rPr>
  </w:style>
  <w:style w:type="paragraph" w:styleId="Index1">
    <w:name w:val="index 1"/>
    <w:basedOn w:val="Normal"/>
    <w:next w:val="Normal"/>
    <w:autoRedefine/>
    <w:rsid w:val="00C13FA8"/>
    <w:pPr>
      <w:ind w:left="200" w:hanging="200"/>
    </w:pPr>
  </w:style>
  <w:style w:type="paragraph" w:customStyle="1" w:styleId="CRCoverPage">
    <w:name w:val="CR Cover Page"/>
    <w:rsid w:val="00C13FA8"/>
    <w:pPr>
      <w:spacing w:after="120"/>
    </w:pPr>
    <w:rPr>
      <w:rFonts w:ascii="Arial" w:eastAsia="Batang" w:hAnsi="Arial"/>
      <w:lang w:val="en-GB" w:eastAsia="en-US"/>
    </w:rPr>
  </w:style>
  <w:style w:type="paragraph" w:styleId="ListNumber">
    <w:name w:val="List Number"/>
    <w:basedOn w:val="Normal"/>
    <w:rsid w:val="00C13FA8"/>
    <w:pPr>
      <w:numPr>
        <w:numId w:val="12"/>
      </w:numPr>
      <w:contextualSpacing/>
    </w:pPr>
  </w:style>
  <w:style w:type="character" w:customStyle="1" w:styleId="EditorsNoteCharChar">
    <w:name w:val="Editor's Note Char Char"/>
    <w:locked/>
    <w:rsid w:val="00C13FA8"/>
    <w:rPr>
      <w:color w:val="FF0000"/>
      <w:lang w:val="en-GB" w:eastAsia="en-US"/>
    </w:rPr>
  </w:style>
  <w:style w:type="character" w:styleId="FootnoteReference">
    <w:name w:val="footnote reference"/>
    <w:rsid w:val="004D3287"/>
    <w:rPr>
      <w:b/>
      <w:position w:val="6"/>
      <w:sz w:val="16"/>
    </w:rPr>
  </w:style>
  <w:style w:type="character" w:customStyle="1" w:styleId="PLChar">
    <w:name w:val="PL Char"/>
    <w:link w:val="PL"/>
    <w:locked/>
    <w:rsid w:val="00F16A9E"/>
    <w:rPr>
      <w:rFonts w:ascii="Courier New" w:hAnsi="Courier New"/>
      <w:noProof/>
      <w:sz w:val="16"/>
      <w:lang w:eastAsia="en-US"/>
    </w:rPr>
  </w:style>
  <w:style w:type="character" w:customStyle="1" w:styleId="B2Char">
    <w:name w:val="B2 Char"/>
    <w:link w:val="B2"/>
    <w:rsid w:val="001271D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0288101">
      <w:bodyDiv w:val="1"/>
      <w:marLeft w:val="0"/>
      <w:marRight w:val="0"/>
      <w:marTop w:val="0"/>
      <w:marBottom w:val="0"/>
      <w:divBdr>
        <w:top w:val="none" w:sz="0" w:space="0" w:color="auto"/>
        <w:left w:val="none" w:sz="0" w:space="0" w:color="auto"/>
        <w:bottom w:val="none" w:sz="0" w:space="0" w:color="auto"/>
        <w:right w:val="none" w:sz="0" w:space="0" w:color="auto"/>
      </w:divBdr>
    </w:div>
    <w:div w:id="1475247253">
      <w:bodyDiv w:val="1"/>
      <w:marLeft w:val="0"/>
      <w:marRight w:val="0"/>
      <w:marTop w:val="0"/>
      <w:marBottom w:val="0"/>
      <w:divBdr>
        <w:top w:val="none" w:sz="0" w:space="0" w:color="auto"/>
        <w:left w:val="none" w:sz="0" w:space="0" w:color="auto"/>
        <w:bottom w:val="none" w:sz="0" w:space="0" w:color="auto"/>
        <w:right w:val="none" w:sz="0" w:space="0" w:color="auto"/>
      </w:divBdr>
    </w:div>
    <w:div w:id="1633751980">
      <w:bodyDiv w:val="1"/>
      <w:marLeft w:val="0"/>
      <w:marRight w:val="0"/>
      <w:marTop w:val="0"/>
      <w:marBottom w:val="0"/>
      <w:divBdr>
        <w:top w:val="none" w:sz="0" w:space="0" w:color="auto"/>
        <w:left w:val="none" w:sz="0" w:space="0" w:color="auto"/>
        <w:bottom w:val="none" w:sz="0" w:space="0" w:color="auto"/>
        <w:right w:val="none" w:sz="0" w:space="0" w:color="auto"/>
      </w:divBdr>
    </w:div>
    <w:div w:id="1920749000">
      <w:bodyDiv w:val="1"/>
      <w:marLeft w:val="0"/>
      <w:marRight w:val="0"/>
      <w:marTop w:val="0"/>
      <w:marBottom w:val="0"/>
      <w:divBdr>
        <w:top w:val="none" w:sz="0" w:space="0" w:color="auto"/>
        <w:left w:val="none" w:sz="0" w:space="0" w:color="auto"/>
        <w:bottom w:val="none" w:sz="0" w:space="0" w:color="auto"/>
        <w:right w:val="none" w:sz="0" w:space="0" w:color="auto"/>
      </w:divBdr>
    </w:div>
    <w:div w:id="214172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oleObject" Target="embeddings/Microsoft_Visio_2003-2010_Drawing2.vsd"/><Relationship Id="rId26" Type="http://schemas.openxmlformats.org/officeDocument/2006/relationships/oleObject" Target="embeddings/Microsoft_Visio_2003-2010_Drawing6.vsd"/><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7.emf"/><Relationship Id="rId34" Type="http://schemas.openxmlformats.org/officeDocument/2006/relationships/hyperlink" Target="https://www.3gpp.org/ftp/Specs/%3cPlenary%3e/%3cRelease%3e/OpenAPI/" TargetMode="Externa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Microsoft_Visio_2003-2010_Drawing1.vsd"/><Relationship Id="rId25" Type="http://schemas.openxmlformats.org/officeDocument/2006/relationships/image" Target="media/image9.emf"/><Relationship Id="rId33" Type="http://schemas.openxmlformats.org/officeDocument/2006/relationships/hyperlink" Target="https://www.3gpp.org/ftp/Specs/archive/OpenAPI/%3cRelease%3e/" TargetMode="External"/><Relationship Id="rId38"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5.emf"/><Relationship Id="rId20" Type="http://schemas.openxmlformats.org/officeDocument/2006/relationships/oleObject" Target="embeddings/Microsoft_Visio_2003-2010_Drawing3.vsd"/><Relationship Id="rId29" Type="http://schemas.openxmlformats.org/officeDocument/2006/relationships/image" Target="media/image11.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github.com/OAI/OpenAPI-Specification/blob/master/versions/3.0.0.md" TargetMode="External"/><Relationship Id="rId24" Type="http://schemas.openxmlformats.org/officeDocument/2006/relationships/oleObject" Target="embeddings/Microsoft_Visio_2003-2010_Drawing5.vsd"/><Relationship Id="rId32" Type="http://schemas.openxmlformats.org/officeDocument/2006/relationships/package" Target="embeddings/Microsoft_Visio_Drawing1.vsdx"/><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Microsoft_Visio_2003-2010_Drawing.vsd"/><Relationship Id="rId23" Type="http://schemas.openxmlformats.org/officeDocument/2006/relationships/image" Target="media/image8.emf"/><Relationship Id="rId28" Type="http://schemas.openxmlformats.org/officeDocument/2006/relationships/oleObject" Target="embeddings/Microsoft_Visio_2003-2010_Drawing7.vsd"/><Relationship Id="rId36"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emf"/><Relationship Id="rId31" Type="http://schemas.openxmlformats.org/officeDocument/2006/relationships/image" Target="media/image12.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oleObject" Target="embeddings/Microsoft_Visio_2003-2010_Drawing4.vsd"/><Relationship Id="rId27" Type="http://schemas.openxmlformats.org/officeDocument/2006/relationships/image" Target="media/image10.emf"/><Relationship Id="rId30" Type="http://schemas.openxmlformats.org/officeDocument/2006/relationships/oleObject" Target="embeddings/Microsoft_Visio_2003-2010_Drawing8.vsd"/><Relationship Id="rId35" Type="http://schemas.openxmlformats.org/officeDocument/2006/relationships/hyperlink" Target="file:///E:\3GPP\CT4\TSGCT4_82_Gothenburg\docs\C4-181394.z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01672-7DBF-4073-80B5-D89664537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1469</TotalTime>
  <Pages>1</Pages>
  <Words>16643</Words>
  <Characters>94869</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111290</CharactersWithSpaces>
  <SharedDoc>false</SharedDoc>
  <HyperlinkBase/>
  <HLinks>
    <vt:vector size="12" baseType="variant">
      <vt:variant>
        <vt:i4>2359390</vt:i4>
      </vt:variant>
      <vt:variant>
        <vt:i4>468</vt:i4>
      </vt:variant>
      <vt:variant>
        <vt:i4>0</vt:i4>
      </vt:variant>
      <vt:variant>
        <vt:i4>5</vt:i4>
      </vt:variant>
      <vt:variant>
        <vt:lpwstr>E:\3GPP\CT4\TSGCT4_82_Gothenburg\docs\C4-181394.zip</vt:lpwstr>
      </vt:variant>
      <vt:variant>
        <vt:lpwstr/>
      </vt:variant>
      <vt:variant>
        <vt:i4>2818153</vt:i4>
      </vt:variant>
      <vt:variant>
        <vt:i4>435</vt:i4>
      </vt:variant>
      <vt:variant>
        <vt:i4>0</vt:i4>
      </vt:variant>
      <vt:variant>
        <vt:i4>5</vt:i4>
      </vt:variant>
      <vt:variant>
        <vt:lpwstr>https://github.com/OAI/OpenAPI-Specification/blob/master/versions/3.0.0.md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dc:description/>
  <cp:lastModifiedBy>ab/mcc</cp:lastModifiedBy>
  <cp:revision>51</cp:revision>
  <dcterms:created xsi:type="dcterms:W3CDTF">2018-09-22T08:10:00Z</dcterms:created>
  <dcterms:modified xsi:type="dcterms:W3CDTF">2021-06-19T08:10:00Z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(3)3UhM0LCcmSX+/Ea73LcF+r6nuoVrA7Vxb5csbbeTeazcWW4PsC879XuMlCGmt7pg0IA6bJJK
Wfq3zta2jd+GPW6Uf9MTN82BNySxfEusY545zeHO5PoBpYd6Fkpc7kSy8zFR6gjKQhHEU9Ml
d0kHq8TbPAZ44AIUgXENrVIYs37Y064kFjSIpUO/sFF5q7IvyWFL5KwRpI1yKOfC+DvgdSv7
uxgBMJgJViWPybTmsH</vt:lpwstr>
  </property>
  <property fmtid="{D5CDD505-2E9C-101B-9397-08002B2CF9AE}" pid="3" name="_2015_ms_pID_7253431">
    <vt:lpwstr>jqgiW+z8izSRHumgf/qgiiGqt+i9iw/uTNNI/ergkT3voOp72caFvN
GmC9LzjQH1klKq4JfSQA0Hy1RQsL+wfO91qGb2tGrusfyclFWpKJGgfTDPiD4ctsH1J8rqkQ
ONTRVFgT+eVgVICgxa+5H0XCxnGBFhtjWyHEM6NhfcTDMpQGFpXQYt6Inw0ATrA0JjRQ5KgA
wwcrXWxCaZpbiGgD8dZSsAP3agAbleIsvi96</vt:lpwstr>
  </property>
  <property fmtid="{D5CDD505-2E9C-101B-9397-08002B2CF9AE}" pid="4" name="_2015_ms_pID_7253432">
    <vt:lpwstr>CQ==</vt:lpwstr>
  </property>
</Properties>
</file>