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RPr="00004A58" w:rsidTr="005E4BB2">
        <w:tc>
          <w:tcPr>
            <w:tcW w:w="10423" w:type="dxa"/>
            <w:gridSpan w:val="2"/>
            <w:shd w:val="clear" w:color="auto" w:fill="auto"/>
          </w:tcPr>
          <w:p w:rsidR="004F0988" w:rsidRPr="00004A58" w:rsidRDefault="00DA25AD" w:rsidP="00133525">
            <w:pPr>
              <w:pStyle w:val="ZA"/>
              <w:framePr w:w="0" w:hRule="auto" w:wrap="auto" w:vAnchor="margin" w:hAnchor="text" w:yAlign="inline"/>
            </w:pPr>
            <w:bookmarkStart w:id="0" w:name="page1"/>
            <w:bookmarkStart w:id="1" w:name="_GoBack"/>
            <w:bookmarkEnd w:id="1"/>
            <w:r w:rsidRPr="00004A58">
              <w:rPr>
                <w:sz w:val="64"/>
              </w:rPr>
              <w:t xml:space="preserve">3GPP TS 29.338 </w:t>
            </w:r>
            <w:r w:rsidRPr="00004A58">
              <w:t>V15.</w:t>
            </w:r>
            <w:r w:rsidR="00004A58" w:rsidRPr="00004A58">
              <w:t>3</w:t>
            </w:r>
            <w:r w:rsidRPr="00004A58">
              <w:t xml:space="preserve">.0 </w:t>
            </w:r>
            <w:r w:rsidRPr="00004A58">
              <w:rPr>
                <w:sz w:val="32"/>
              </w:rPr>
              <w:t>(2020-0</w:t>
            </w:r>
            <w:r w:rsidR="00004A58" w:rsidRPr="00004A58">
              <w:rPr>
                <w:sz w:val="32"/>
              </w:rPr>
              <w:t>9</w:t>
            </w:r>
            <w:r w:rsidRPr="00004A58">
              <w:rPr>
                <w:sz w:val="32"/>
              </w:rPr>
              <w:t>)</w:t>
            </w:r>
          </w:p>
        </w:tc>
      </w:tr>
      <w:tr w:rsidR="004F0988" w:rsidRPr="00004A58" w:rsidTr="005E4BB2">
        <w:trPr>
          <w:trHeight w:hRule="exact" w:val="1134"/>
        </w:trPr>
        <w:tc>
          <w:tcPr>
            <w:tcW w:w="10423" w:type="dxa"/>
            <w:gridSpan w:val="2"/>
            <w:shd w:val="clear" w:color="auto" w:fill="auto"/>
          </w:tcPr>
          <w:p w:rsidR="00BA4B8D" w:rsidRPr="00004A58" w:rsidRDefault="004F0988" w:rsidP="00DA25AD">
            <w:pPr>
              <w:pStyle w:val="ZB"/>
              <w:framePr w:w="0" w:hRule="auto" w:wrap="auto" w:vAnchor="margin" w:hAnchor="text" w:yAlign="inline"/>
            </w:pPr>
            <w:r w:rsidRPr="00004A58">
              <w:t xml:space="preserve">Technical </w:t>
            </w:r>
            <w:bookmarkStart w:id="2" w:name="spectype2"/>
            <w:r w:rsidRPr="00004A58">
              <w:t>Specification</w:t>
            </w:r>
            <w:bookmarkEnd w:id="2"/>
            <w:r w:rsidR="00BA4B8D" w:rsidRPr="00004A58">
              <w:br/>
            </w:r>
          </w:p>
        </w:tc>
      </w:tr>
      <w:tr w:rsidR="004F0988" w:rsidRPr="00004A58" w:rsidTr="005E4BB2">
        <w:trPr>
          <w:trHeight w:hRule="exact" w:val="3686"/>
        </w:trPr>
        <w:tc>
          <w:tcPr>
            <w:tcW w:w="10423" w:type="dxa"/>
            <w:gridSpan w:val="2"/>
            <w:shd w:val="clear" w:color="auto" w:fill="auto"/>
          </w:tcPr>
          <w:p w:rsidR="004F0988" w:rsidRPr="00004A58" w:rsidRDefault="004F0988" w:rsidP="00133525">
            <w:pPr>
              <w:pStyle w:val="ZT"/>
              <w:framePr w:wrap="auto" w:hAnchor="text" w:yAlign="inline"/>
            </w:pPr>
            <w:r w:rsidRPr="00004A58">
              <w:t>3rd Generation Partnership Project;</w:t>
            </w:r>
          </w:p>
          <w:p w:rsidR="00DA25AD" w:rsidRPr="00004A58" w:rsidRDefault="00DA25AD" w:rsidP="00DA25AD">
            <w:pPr>
              <w:pStyle w:val="ZT"/>
              <w:framePr w:wrap="auto" w:hAnchor="text" w:yAlign="inline"/>
            </w:pPr>
            <w:r w:rsidRPr="00004A58">
              <w:t>Technical Specification Group Core Network and Terminals;</w:t>
            </w:r>
          </w:p>
          <w:p w:rsidR="00DA25AD" w:rsidRPr="00004A58" w:rsidRDefault="00DA25AD" w:rsidP="00DA25AD">
            <w:pPr>
              <w:pStyle w:val="ZT"/>
              <w:framePr w:wrap="auto" w:hAnchor="text" w:yAlign="inline"/>
            </w:pPr>
            <w:r w:rsidRPr="00004A58">
              <w:t xml:space="preserve">Diameter based protocols to support </w:t>
            </w:r>
            <w:r w:rsidRPr="00004A58">
              <w:br/>
              <w:t xml:space="preserve">Short Message Service (SMS) capable </w:t>
            </w:r>
            <w:r w:rsidRPr="00004A58">
              <w:br/>
            </w:r>
            <w:smartTag w:uri="urn:schemas-microsoft-com:office:smarttags" w:element="place">
              <w:r w:rsidRPr="00004A58">
                <w:t>Mobile</w:t>
              </w:r>
            </w:smartTag>
            <w:r w:rsidRPr="00004A58">
              <w:t xml:space="preserve"> Management Entities (MMEs)</w:t>
            </w:r>
          </w:p>
          <w:p w:rsidR="00DA25AD" w:rsidRPr="00004A58" w:rsidRDefault="00DA25AD" w:rsidP="00DA25AD">
            <w:pPr>
              <w:pStyle w:val="ZT"/>
              <w:framePr w:wrap="auto" w:hAnchor="text" w:yAlign="inline"/>
            </w:pPr>
            <w:r w:rsidRPr="00004A58">
              <w:t>(</w:t>
            </w:r>
            <w:r w:rsidRPr="00004A58">
              <w:rPr>
                <w:rStyle w:val="ZGSM"/>
              </w:rPr>
              <w:t>Release 15</w:t>
            </w:r>
            <w:r w:rsidRPr="00004A58">
              <w:t>)</w:t>
            </w:r>
          </w:p>
          <w:p w:rsidR="004F0988" w:rsidRPr="00004A58" w:rsidRDefault="004F0988" w:rsidP="00133525">
            <w:pPr>
              <w:pStyle w:val="ZT"/>
              <w:framePr w:wrap="auto" w:hAnchor="text" w:yAlign="inline"/>
              <w:rPr>
                <w:i/>
                <w:sz w:val="28"/>
              </w:rPr>
            </w:pPr>
          </w:p>
        </w:tc>
      </w:tr>
      <w:tr w:rsidR="00BF128E" w:rsidRPr="00004A58" w:rsidTr="005E4BB2">
        <w:tc>
          <w:tcPr>
            <w:tcW w:w="10423" w:type="dxa"/>
            <w:gridSpan w:val="2"/>
            <w:shd w:val="clear" w:color="auto" w:fill="auto"/>
          </w:tcPr>
          <w:p w:rsidR="00BF128E" w:rsidRPr="00004A58" w:rsidRDefault="00BF128E" w:rsidP="00133525">
            <w:pPr>
              <w:pStyle w:val="ZU"/>
              <w:framePr w:w="0" w:wrap="auto" w:vAnchor="margin" w:hAnchor="text" w:yAlign="inline"/>
              <w:tabs>
                <w:tab w:val="right" w:pos="10206"/>
              </w:tabs>
              <w:jc w:val="left"/>
              <w:rPr>
                <w:color w:val="0000FF"/>
              </w:rPr>
            </w:pPr>
            <w:r w:rsidRPr="00004A58">
              <w:rPr>
                <w:color w:val="0000FF"/>
              </w:rPr>
              <w:tab/>
            </w:r>
          </w:p>
        </w:tc>
      </w:tr>
      <w:tr w:rsidR="00C074DD" w:rsidRPr="00004A58" w:rsidTr="005E4BB2">
        <w:trPr>
          <w:trHeight w:hRule="exact" w:val="1531"/>
        </w:trPr>
        <w:tc>
          <w:tcPr>
            <w:tcW w:w="4883" w:type="dxa"/>
            <w:shd w:val="clear" w:color="auto" w:fill="auto"/>
          </w:tcPr>
          <w:p w:rsidR="00C074DD" w:rsidRPr="00004A58" w:rsidRDefault="00293DD9" w:rsidP="00C074DD">
            <w:pPr>
              <w:rPr>
                <w:i/>
              </w:rPr>
            </w:pPr>
            <w:r w:rsidRPr="00004A58">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75pt;height:66.45pt">
                  <v:imagedata r:id="rId9" o:title="5G-logo_175px"/>
                </v:shape>
              </w:pict>
            </w:r>
          </w:p>
        </w:tc>
        <w:tc>
          <w:tcPr>
            <w:tcW w:w="5540" w:type="dxa"/>
            <w:shd w:val="clear" w:color="auto" w:fill="auto"/>
          </w:tcPr>
          <w:p w:rsidR="00C074DD" w:rsidRPr="00004A58" w:rsidRDefault="00293DD9" w:rsidP="00C074DD">
            <w:pPr>
              <w:jc w:val="right"/>
            </w:pPr>
            <w:r w:rsidRPr="00004A58">
              <w:pict w14:anchorId="59F84E2E">
                <v:shape id="_x0000_i1026" type="#_x0000_t75" style="width:128pt;height:75.1pt">
                  <v:imagedata r:id="rId10" o:title="3GPP-logo_web"/>
                </v:shape>
              </w:pict>
            </w:r>
          </w:p>
        </w:tc>
      </w:tr>
      <w:tr w:rsidR="00C074DD" w:rsidRPr="00004A58" w:rsidTr="005E4BB2">
        <w:trPr>
          <w:trHeight w:hRule="exact" w:val="5783"/>
        </w:trPr>
        <w:tc>
          <w:tcPr>
            <w:tcW w:w="10423" w:type="dxa"/>
            <w:gridSpan w:val="2"/>
            <w:shd w:val="clear" w:color="auto" w:fill="auto"/>
          </w:tcPr>
          <w:p w:rsidR="00C074DD" w:rsidRPr="00004A58" w:rsidRDefault="00C074DD" w:rsidP="00C074DD">
            <w:pPr>
              <w:pStyle w:val="Guidance"/>
              <w:rPr>
                <w:b/>
                <w:color w:val="auto"/>
              </w:rPr>
            </w:pPr>
          </w:p>
        </w:tc>
      </w:tr>
      <w:tr w:rsidR="00C074DD" w:rsidRPr="00004A58" w:rsidTr="005E4BB2">
        <w:trPr>
          <w:cantSplit/>
          <w:trHeight w:hRule="exact" w:val="964"/>
        </w:trPr>
        <w:tc>
          <w:tcPr>
            <w:tcW w:w="10423" w:type="dxa"/>
            <w:gridSpan w:val="2"/>
            <w:shd w:val="clear" w:color="auto" w:fill="auto"/>
          </w:tcPr>
          <w:p w:rsidR="00C074DD" w:rsidRPr="00004A58" w:rsidRDefault="00C074DD" w:rsidP="00C074DD">
            <w:pPr>
              <w:rPr>
                <w:sz w:val="16"/>
              </w:rPr>
            </w:pPr>
            <w:bookmarkStart w:id="3" w:name="warningNotice"/>
            <w:r w:rsidRPr="00004A58">
              <w:rPr>
                <w:sz w:val="16"/>
              </w:rPr>
              <w:t>The present document has been developed within the 3rd Generation Partnership Project (3GPP</w:t>
            </w:r>
            <w:r w:rsidRPr="00004A58">
              <w:rPr>
                <w:sz w:val="16"/>
                <w:vertAlign w:val="superscript"/>
              </w:rPr>
              <w:t xml:space="preserve"> TM</w:t>
            </w:r>
            <w:r w:rsidRPr="00004A58">
              <w:rPr>
                <w:sz w:val="16"/>
              </w:rPr>
              <w:t>) and may be further elaborated for the purposes of 3GPP.</w:t>
            </w:r>
            <w:r w:rsidRPr="00004A58">
              <w:rPr>
                <w:sz w:val="16"/>
              </w:rPr>
              <w:br/>
              <w:t>The present document has not been subject to any approval process by the 3GPP</w:t>
            </w:r>
            <w:r w:rsidRPr="00004A58">
              <w:rPr>
                <w:sz w:val="16"/>
                <w:vertAlign w:val="superscript"/>
              </w:rPr>
              <w:t xml:space="preserve"> </w:t>
            </w:r>
            <w:r w:rsidRPr="00004A58">
              <w:rPr>
                <w:sz w:val="16"/>
              </w:rPr>
              <w:t>Organizational Partners and shall not be implemented.</w:t>
            </w:r>
            <w:r w:rsidRPr="00004A58">
              <w:rPr>
                <w:sz w:val="16"/>
              </w:rPr>
              <w:br/>
              <w:t>This Specification is provided for future development work within 3GPP</w:t>
            </w:r>
            <w:r w:rsidRPr="00004A58">
              <w:rPr>
                <w:sz w:val="16"/>
                <w:vertAlign w:val="superscript"/>
              </w:rPr>
              <w:t xml:space="preserve"> </w:t>
            </w:r>
            <w:r w:rsidRPr="00004A58">
              <w:rPr>
                <w:sz w:val="16"/>
              </w:rPr>
              <w:t>only. The Organizational Partners accept no liability for any use of this Specification.</w:t>
            </w:r>
            <w:r w:rsidRPr="00004A58">
              <w:rPr>
                <w:sz w:val="16"/>
              </w:rPr>
              <w:br/>
              <w:t>Specifications and Reports for implementation of the 3GPP</w:t>
            </w:r>
            <w:r w:rsidRPr="00004A58">
              <w:rPr>
                <w:sz w:val="16"/>
                <w:vertAlign w:val="superscript"/>
              </w:rPr>
              <w:t xml:space="preserve"> TM</w:t>
            </w:r>
            <w:r w:rsidRPr="00004A58">
              <w:rPr>
                <w:sz w:val="16"/>
              </w:rPr>
              <w:t xml:space="preserve"> system should be obtained via the 3GPP Organizational Partners' Publications Offices.</w:t>
            </w:r>
            <w:bookmarkEnd w:id="3"/>
          </w:p>
          <w:p w:rsidR="00C074DD" w:rsidRPr="00004A58" w:rsidRDefault="00C074DD" w:rsidP="00C074DD">
            <w:pPr>
              <w:pStyle w:val="ZV"/>
              <w:framePr w:w="0" w:wrap="auto" w:vAnchor="margin" w:hAnchor="text" w:yAlign="inline"/>
            </w:pPr>
          </w:p>
          <w:p w:rsidR="00C074DD" w:rsidRPr="00004A58" w:rsidRDefault="00C074DD" w:rsidP="00C074DD">
            <w:pPr>
              <w:rPr>
                <w:sz w:val="16"/>
              </w:rPr>
            </w:pPr>
          </w:p>
        </w:tc>
      </w:tr>
      <w:bookmarkEnd w:id="0"/>
    </w:tbl>
    <w:p w:rsidR="00080512" w:rsidRPr="00004A58" w:rsidRDefault="00080512">
      <w:pPr>
        <w:sectPr w:rsidR="00080512" w:rsidRPr="00004A58"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rsidRPr="00004A58" w:rsidTr="00133525">
        <w:trPr>
          <w:trHeight w:hRule="exact" w:val="5670"/>
        </w:trPr>
        <w:tc>
          <w:tcPr>
            <w:tcW w:w="10423" w:type="dxa"/>
            <w:shd w:val="clear" w:color="auto" w:fill="auto"/>
          </w:tcPr>
          <w:p w:rsidR="00E16509" w:rsidRPr="00004A58" w:rsidRDefault="00E16509" w:rsidP="00E16509">
            <w:pPr>
              <w:pStyle w:val="Guidance"/>
            </w:pPr>
            <w:bookmarkStart w:id="4" w:name="page2"/>
          </w:p>
        </w:tc>
      </w:tr>
      <w:tr w:rsidR="00E16509" w:rsidRPr="00004A58" w:rsidTr="00C074DD">
        <w:trPr>
          <w:trHeight w:hRule="exact" w:val="5387"/>
        </w:trPr>
        <w:tc>
          <w:tcPr>
            <w:tcW w:w="10423" w:type="dxa"/>
            <w:shd w:val="clear" w:color="auto" w:fill="auto"/>
          </w:tcPr>
          <w:p w:rsidR="00E16509" w:rsidRPr="00004A58" w:rsidRDefault="00E16509" w:rsidP="00133525">
            <w:pPr>
              <w:pStyle w:val="FP"/>
              <w:spacing w:after="240"/>
              <w:ind w:left="2835" w:right="2835"/>
              <w:jc w:val="center"/>
              <w:rPr>
                <w:rFonts w:ascii="Arial" w:hAnsi="Arial"/>
                <w:b/>
                <w:i/>
              </w:rPr>
            </w:pPr>
            <w:bookmarkStart w:id="5" w:name="coords3gpp"/>
            <w:r w:rsidRPr="00004A58">
              <w:rPr>
                <w:rFonts w:ascii="Arial" w:hAnsi="Arial"/>
                <w:b/>
                <w:i/>
              </w:rPr>
              <w:t>3GPP</w:t>
            </w:r>
          </w:p>
          <w:p w:rsidR="00E16509" w:rsidRPr="00004A58" w:rsidRDefault="00E16509" w:rsidP="00133525">
            <w:pPr>
              <w:pStyle w:val="FP"/>
              <w:pBdr>
                <w:bottom w:val="single" w:sz="6" w:space="1" w:color="auto"/>
              </w:pBdr>
              <w:ind w:left="2835" w:right="2835"/>
              <w:jc w:val="center"/>
            </w:pPr>
            <w:r w:rsidRPr="00004A58">
              <w:t>Postal address</w:t>
            </w:r>
          </w:p>
          <w:p w:rsidR="00E16509" w:rsidRPr="00004A58" w:rsidRDefault="00E16509" w:rsidP="00133525">
            <w:pPr>
              <w:pStyle w:val="FP"/>
              <w:ind w:left="2835" w:right="2835"/>
              <w:jc w:val="center"/>
              <w:rPr>
                <w:rFonts w:ascii="Arial" w:hAnsi="Arial"/>
                <w:sz w:val="18"/>
              </w:rPr>
            </w:pPr>
          </w:p>
          <w:p w:rsidR="00E16509" w:rsidRPr="00004A58" w:rsidRDefault="00E16509" w:rsidP="00133525">
            <w:pPr>
              <w:pStyle w:val="FP"/>
              <w:pBdr>
                <w:bottom w:val="single" w:sz="6" w:space="1" w:color="auto"/>
              </w:pBdr>
              <w:spacing w:before="240"/>
              <w:ind w:left="2835" w:right="2835"/>
              <w:jc w:val="center"/>
            </w:pPr>
            <w:r w:rsidRPr="00004A58">
              <w:t>3GPP support office address</w:t>
            </w:r>
          </w:p>
          <w:p w:rsidR="00E16509" w:rsidRPr="00004A58" w:rsidRDefault="00E16509" w:rsidP="00133525">
            <w:pPr>
              <w:pStyle w:val="FP"/>
              <w:ind w:left="2835" w:right="2835"/>
              <w:jc w:val="center"/>
              <w:rPr>
                <w:rFonts w:ascii="Arial" w:hAnsi="Arial"/>
                <w:sz w:val="18"/>
              </w:rPr>
            </w:pPr>
            <w:r w:rsidRPr="00004A58">
              <w:rPr>
                <w:rFonts w:ascii="Arial" w:hAnsi="Arial"/>
                <w:sz w:val="18"/>
              </w:rPr>
              <w:t>650 Route des Lucioles - Sophia Antipolis</w:t>
            </w:r>
          </w:p>
          <w:p w:rsidR="00E16509" w:rsidRPr="00004A58" w:rsidRDefault="00E16509" w:rsidP="00133525">
            <w:pPr>
              <w:pStyle w:val="FP"/>
              <w:ind w:left="2835" w:right="2835"/>
              <w:jc w:val="center"/>
              <w:rPr>
                <w:rFonts w:ascii="Arial" w:hAnsi="Arial"/>
                <w:sz w:val="18"/>
              </w:rPr>
            </w:pPr>
            <w:r w:rsidRPr="00004A58">
              <w:rPr>
                <w:rFonts w:ascii="Arial" w:hAnsi="Arial"/>
                <w:sz w:val="18"/>
              </w:rPr>
              <w:t>Valbonne - FRANCE</w:t>
            </w:r>
          </w:p>
          <w:p w:rsidR="00E16509" w:rsidRPr="00004A58" w:rsidRDefault="00E16509" w:rsidP="00133525">
            <w:pPr>
              <w:pStyle w:val="FP"/>
              <w:spacing w:after="20"/>
              <w:ind w:left="2835" w:right="2835"/>
              <w:jc w:val="center"/>
              <w:rPr>
                <w:rFonts w:ascii="Arial" w:hAnsi="Arial"/>
                <w:sz w:val="18"/>
              </w:rPr>
            </w:pPr>
            <w:r w:rsidRPr="00004A58">
              <w:rPr>
                <w:rFonts w:ascii="Arial" w:hAnsi="Arial"/>
                <w:sz w:val="18"/>
              </w:rPr>
              <w:t>Tel.: +33 4 92 94 42 00 Fax: +33 4 93 65 47 16</w:t>
            </w:r>
          </w:p>
          <w:p w:rsidR="00E16509" w:rsidRPr="00004A58" w:rsidRDefault="00E16509" w:rsidP="00133525">
            <w:pPr>
              <w:pStyle w:val="FP"/>
              <w:pBdr>
                <w:bottom w:val="single" w:sz="6" w:space="1" w:color="auto"/>
              </w:pBdr>
              <w:spacing w:before="240"/>
              <w:ind w:left="2835" w:right="2835"/>
              <w:jc w:val="center"/>
            </w:pPr>
            <w:r w:rsidRPr="00004A58">
              <w:t>Internet</w:t>
            </w:r>
          </w:p>
          <w:p w:rsidR="00E16509" w:rsidRPr="00004A58" w:rsidRDefault="00E16509" w:rsidP="00133525">
            <w:pPr>
              <w:pStyle w:val="FP"/>
              <w:ind w:left="2835" w:right="2835"/>
              <w:jc w:val="center"/>
              <w:rPr>
                <w:rFonts w:ascii="Arial" w:hAnsi="Arial"/>
                <w:sz w:val="18"/>
              </w:rPr>
            </w:pPr>
            <w:r w:rsidRPr="00004A58">
              <w:rPr>
                <w:rFonts w:ascii="Arial" w:hAnsi="Arial"/>
                <w:sz w:val="18"/>
              </w:rPr>
              <w:t>http://www.3gpp.org</w:t>
            </w:r>
            <w:bookmarkEnd w:id="5"/>
          </w:p>
          <w:p w:rsidR="00E16509" w:rsidRPr="00004A58" w:rsidRDefault="00E16509" w:rsidP="00133525"/>
        </w:tc>
      </w:tr>
      <w:tr w:rsidR="00E16509" w:rsidRPr="00004A58" w:rsidTr="00C074DD">
        <w:tc>
          <w:tcPr>
            <w:tcW w:w="10423" w:type="dxa"/>
            <w:shd w:val="clear" w:color="auto" w:fill="auto"/>
            <w:vAlign w:val="bottom"/>
          </w:tcPr>
          <w:p w:rsidR="00E16509" w:rsidRPr="00004A58" w:rsidRDefault="00E16509" w:rsidP="00133525">
            <w:pPr>
              <w:pStyle w:val="FP"/>
              <w:pBdr>
                <w:bottom w:val="single" w:sz="6" w:space="1" w:color="auto"/>
              </w:pBdr>
              <w:spacing w:after="240"/>
              <w:jc w:val="center"/>
              <w:rPr>
                <w:rFonts w:ascii="Arial" w:hAnsi="Arial"/>
                <w:b/>
                <w:i/>
                <w:noProof/>
              </w:rPr>
            </w:pPr>
            <w:bookmarkStart w:id="6" w:name="copyrightNotification"/>
            <w:r w:rsidRPr="00004A58">
              <w:rPr>
                <w:rFonts w:ascii="Arial" w:hAnsi="Arial"/>
                <w:b/>
                <w:i/>
                <w:noProof/>
              </w:rPr>
              <w:t>Copyright Notification</w:t>
            </w:r>
          </w:p>
          <w:p w:rsidR="00E16509" w:rsidRPr="00004A58" w:rsidRDefault="00E16509" w:rsidP="00133525">
            <w:pPr>
              <w:pStyle w:val="FP"/>
              <w:jc w:val="center"/>
              <w:rPr>
                <w:noProof/>
              </w:rPr>
            </w:pPr>
            <w:r w:rsidRPr="00004A58">
              <w:rPr>
                <w:noProof/>
              </w:rPr>
              <w:t>No part may be reproduced except as authorized by written permission.</w:t>
            </w:r>
            <w:r w:rsidRPr="00004A58">
              <w:rPr>
                <w:noProof/>
              </w:rPr>
              <w:br/>
              <w:t>The copyright and the foregoing restriction extend to reproduction in all media.</w:t>
            </w:r>
          </w:p>
          <w:p w:rsidR="00E16509" w:rsidRPr="00004A58" w:rsidRDefault="00E16509" w:rsidP="00133525">
            <w:pPr>
              <w:pStyle w:val="FP"/>
              <w:jc w:val="center"/>
              <w:rPr>
                <w:noProof/>
              </w:rPr>
            </w:pPr>
          </w:p>
          <w:p w:rsidR="00E16509" w:rsidRPr="00004A58" w:rsidRDefault="00E16509" w:rsidP="00133525">
            <w:pPr>
              <w:pStyle w:val="FP"/>
              <w:jc w:val="center"/>
              <w:rPr>
                <w:noProof/>
                <w:sz w:val="18"/>
              </w:rPr>
            </w:pPr>
            <w:r w:rsidRPr="00004A58">
              <w:rPr>
                <w:noProof/>
                <w:sz w:val="18"/>
              </w:rPr>
              <w:t xml:space="preserve">© </w:t>
            </w:r>
            <w:r w:rsidR="00DA25AD" w:rsidRPr="00004A58">
              <w:rPr>
                <w:noProof/>
                <w:sz w:val="18"/>
              </w:rPr>
              <w:t>2020</w:t>
            </w:r>
            <w:r w:rsidRPr="00004A58">
              <w:rPr>
                <w:noProof/>
                <w:sz w:val="18"/>
              </w:rPr>
              <w:t>, 3GPP Organizational Partners (ARIB, ATIS, CCSA, ETSI, TSDSI, TTA, TTC).</w:t>
            </w:r>
            <w:bookmarkStart w:id="7" w:name="copyrightaddon"/>
            <w:bookmarkEnd w:id="7"/>
          </w:p>
          <w:p w:rsidR="00E16509" w:rsidRPr="00004A58" w:rsidRDefault="00E16509" w:rsidP="00133525">
            <w:pPr>
              <w:pStyle w:val="FP"/>
              <w:jc w:val="center"/>
              <w:rPr>
                <w:noProof/>
                <w:sz w:val="18"/>
              </w:rPr>
            </w:pPr>
            <w:r w:rsidRPr="00004A58">
              <w:rPr>
                <w:noProof/>
                <w:sz w:val="18"/>
              </w:rPr>
              <w:t>All rights reserved.</w:t>
            </w:r>
          </w:p>
          <w:p w:rsidR="00E16509" w:rsidRPr="00004A58" w:rsidRDefault="00E16509" w:rsidP="00E16509">
            <w:pPr>
              <w:pStyle w:val="FP"/>
              <w:rPr>
                <w:noProof/>
                <w:sz w:val="18"/>
              </w:rPr>
            </w:pPr>
          </w:p>
          <w:p w:rsidR="00E16509" w:rsidRPr="00004A58" w:rsidRDefault="00E16509" w:rsidP="00E16509">
            <w:pPr>
              <w:pStyle w:val="FP"/>
              <w:rPr>
                <w:noProof/>
                <w:sz w:val="18"/>
              </w:rPr>
            </w:pPr>
            <w:r w:rsidRPr="00004A58">
              <w:rPr>
                <w:noProof/>
                <w:sz w:val="18"/>
              </w:rPr>
              <w:t>UMTS™ is a Trade Mark of ETSI registered for the benefit of its members</w:t>
            </w:r>
          </w:p>
          <w:p w:rsidR="00E16509" w:rsidRPr="00004A58" w:rsidRDefault="00E16509" w:rsidP="00E16509">
            <w:pPr>
              <w:pStyle w:val="FP"/>
              <w:rPr>
                <w:noProof/>
                <w:sz w:val="18"/>
              </w:rPr>
            </w:pPr>
            <w:r w:rsidRPr="00004A58">
              <w:rPr>
                <w:noProof/>
                <w:sz w:val="18"/>
              </w:rPr>
              <w:t>3GPP™ is a Trade Mark of ETSI registered for the benefit of its Members and of the 3GPP Organizational Partners</w:t>
            </w:r>
            <w:r w:rsidRPr="00004A58">
              <w:rPr>
                <w:noProof/>
                <w:sz w:val="18"/>
              </w:rPr>
              <w:br/>
              <w:t>LTE™ is a Trade Mark of ETSI registered for the benefit of its Members and of the 3GPP Organizational Partners</w:t>
            </w:r>
          </w:p>
          <w:p w:rsidR="00E16509" w:rsidRPr="00004A58" w:rsidRDefault="00E16509" w:rsidP="00E16509">
            <w:pPr>
              <w:pStyle w:val="FP"/>
              <w:rPr>
                <w:noProof/>
                <w:sz w:val="18"/>
              </w:rPr>
            </w:pPr>
            <w:r w:rsidRPr="00004A58">
              <w:rPr>
                <w:noProof/>
                <w:sz w:val="18"/>
              </w:rPr>
              <w:t>GSM® and the GSM logo are registered and owned by the GSM Association</w:t>
            </w:r>
            <w:bookmarkEnd w:id="6"/>
          </w:p>
          <w:p w:rsidR="00E16509" w:rsidRPr="00004A58" w:rsidRDefault="00E16509" w:rsidP="00133525"/>
        </w:tc>
      </w:tr>
      <w:bookmarkEnd w:id="4"/>
    </w:tbl>
    <w:p w:rsidR="00080512" w:rsidRPr="00004A58" w:rsidRDefault="00080512">
      <w:pPr>
        <w:pStyle w:val="TT"/>
      </w:pPr>
      <w:r w:rsidRPr="00004A58">
        <w:br w:type="page"/>
      </w:r>
      <w:bookmarkStart w:id="8" w:name="tableOfContents"/>
      <w:bookmarkEnd w:id="8"/>
      <w:r w:rsidRPr="00004A58">
        <w:lastRenderedPageBreak/>
        <w:t>Contents</w:t>
      </w:r>
    </w:p>
    <w:p w:rsidR="00004A58" w:rsidRPr="00293DD9" w:rsidRDefault="00004A58">
      <w:pPr>
        <w:pStyle w:val="TOC1"/>
        <w:rPr>
          <w:rFonts w:ascii="Calibri" w:hAnsi="Calibri"/>
          <w:szCs w:val="22"/>
          <w:lang w:eastAsia="en-GB"/>
        </w:rPr>
      </w:pPr>
      <w:r w:rsidRPr="00004A58">
        <w:fldChar w:fldCharType="begin" w:fldLock="1"/>
      </w:r>
      <w:r w:rsidRPr="00004A58">
        <w:instrText xml:space="preserve"> TOC \o "1-9" </w:instrText>
      </w:r>
      <w:r w:rsidRPr="00004A58">
        <w:fldChar w:fldCharType="separate"/>
      </w:r>
      <w:r w:rsidRPr="00004A58">
        <w:t>Foreword</w:t>
      </w:r>
      <w:r w:rsidRPr="00004A58">
        <w:tab/>
      </w:r>
      <w:r w:rsidRPr="00004A58">
        <w:fldChar w:fldCharType="begin" w:fldLock="1"/>
      </w:r>
      <w:r w:rsidRPr="00004A58">
        <w:instrText xml:space="preserve"> PAGEREF _Toc51864397 \h </w:instrText>
      </w:r>
      <w:r w:rsidRPr="00004A58">
        <w:fldChar w:fldCharType="separate"/>
      </w:r>
      <w:r w:rsidRPr="00004A58">
        <w:t>6</w:t>
      </w:r>
      <w:r w:rsidRPr="00004A58">
        <w:fldChar w:fldCharType="end"/>
      </w:r>
    </w:p>
    <w:p w:rsidR="00004A58" w:rsidRPr="00293DD9" w:rsidRDefault="00004A58">
      <w:pPr>
        <w:pStyle w:val="TOC1"/>
        <w:rPr>
          <w:rFonts w:ascii="Calibri" w:hAnsi="Calibri"/>
          <w:szCs w:val="22"/>
          <w:lang w:eastAsia="en-GB"/>
        </w:rPr>
      </w:pPr>
      <w:r w:rsidRPr="00004A58">
        <w:t>1</w:t>
      </w:r>
      <w:r w:rsidRPr="00293DD9">
        <w:rPr>
          <w:rFonts w:ascii="Calibri" w:hAnsi="Calibri"/>
          <w:szCs w:val="22"/>
          <w:lang w:eastAsia="en-GB"/>
        </w:rPr>
        <w:tab/>
      </w:r>
      <w:r w:rsidRPr="00004A58">
        <w:t>Scope</w:t>
      </w:r>
      <w:r w:rsidRPr="00004A58">
        <w:tab/>
      </w:r>
      <w:r w:rsidRPr="00004A58">
        <w:fldChar w:fldCharType="begin" w:fldLock="1"/>
      </w:r>
      <w:r w:rsidRPr="00004A58">
        <w:instrText xml:space="preserve"> PAGEREF _Toc51864398 \h </w:instrText>
      </w:r>
      <w:r w:rsidRPr="00004A58">
        <w:fldChar w:fldCharType="separate"/>
      </w:r>
      <w:r w:rsidRPr="00004A58">
        <w:t>7</w:t>
      </w:r>
      <w:r w:rsidRPr="00004A58">
        <w:fldChar w:fldCharType="end"/>
      </w:r>
    </w:p>
    <w:p w:rsidR="00004A58" w:rsidRPr="00293DD9" w:rsidRDefault="00004A58">
      <w:pPr>
        <w:pStyle w:val="TOC1"/>
        <w:rPr>
          <w:rFonts w:ascii="Calibri" w:hAnsi="Calibri"/>
          <w:szCs w:val="22"/>
          <w:lang w:eastAsia="en-GB"/>
        </w:rPr>
      </w:pPr>
      <w:r w:rsidRPr="00004A58">
        <w:t>2</w:t>
      </w:r>
      <w:r w:rsidRPr="00293DD9">
        <w:rPr>
          <w:rFonts w:ascii="Calibri" w:hAnsi="Calibri"/>
          <w:szCs w:val="22"/>
          <w:lang w:eastAsia="en-GB"/>
        </w:rPr>
        <w:tab/>
      </w:r>
      <w:r w:rsidRPr="00004A58">
        <w:t>References</w:t>
      </w:r>
      <w:r w:rsidRPr="00004A58">
        <w:tab/>
      </w:r>
      <w:r w:rsidRPr="00004A58">
        <w:fldChar w:fldCharType="begin" w:fldLock="1"/>
      </w:r>
      <w:r w:rsidRPr="00004A58">
        <w:instrText xml:space="preserve"> PAGEREF _Toc51864399 \h </w:instrText>
      </w:r>
      <w:r w:rsidRPr="00004A58">
        <w:fldChar w:fldCharType="separate"/>
      </w:r>
      <w:r w:rsidRPr="00004A58">
        <w:t>7</w:t>
      </w:r>
      <w:r w:rsidRPr="00004A58">
        <w:fldChar w:fldCharType="end"/>
      </w:r>
    </w:p>
    <w:p w:rsidR="00004A58" w:rsidRPr="00293DD9" w:rsidRDefault="00004A58">
      <w:pPr>
        <w:pStyle w:val="TOC1"/>
        <w:rPr>
          <w:rFonts w:ascii="Calibri" w:hAnsi="Calibri"/>
          <w:szCs w:val="22"/>
          <w:lang w:eastAsia="en-GB"/>
        </w:rPr>
      </w:pPr>
      <w:r w:rsidRPr="00004A58">
        <w:t>3</w:t>
      </w:r>
      <w:r w:rsidRPr="00293DD9">
        <w:rPr>
          <w:rFonts w:ascii="Calibri" w:hAnsi="Calibri"/>
          <w:szCs w:val="22"/>
          <w:lang w:eastAsia="en-GB"/>
        </w:rPr>
        <w:tab/>
      </w:r>
      <w:r w:rsidRPr="00004A58">
        <w:t>Definitions, symbols and abbreviations</w:t>
      </w:r>
      <w:r w:rsidRPr="00004A58">
        <w:tab/>
      </w:r>
      <w:r w:rsidRPr="00004A58">
        <w:fldChar w:fldCharType="begin" w:fldLock="1"/>
      </w:r>
      <w:r w:rsidRPr="00004A58">
        <w:instrText xml:space="preserve"> PAGEREF _Toc51864400 \h </w:instrText>
      </w:r>
      <w:r w:rsidRPr="00004A58">
        <w:fldChar w:fldCharType="separate"/>
      </w:r>
      <w:r w:rsidRPr="00004A58">
        <w:t>8</w:t>
      </w:r>
      <w:r w:rsidRPr="00004A58">
        <w:fldChar w:fldCharType="end"/>
      </w:r>
    </w:p>
    <w:p w:rsidR="00004A58" w:rsidRPr="00293DD9" w:rsidRDefault="00004A58">
      <w:pPr>
        <w:pStyle w:val="TOC2"/>
        <w:rPr>
          <w:rFonts w:ascii="Calibri" w:hAnsi="Calibri"/>
          <w:sz w:val="22"/>
          <w:szCs w:val="22"/>
          <w:lang w:eastAsia="en-GB"/>
        </w:rPr>
      </w:pPr>
      <w:r w:rsidRPr="00004A58">
        <w:t>3.1</w:t>
      </w:r>
      <w:r w:rsidRPr="00293DD9">
        <w:rPr>
          <w:rFonts w:ascii="Calibri" w:hAnsi="Calibri"/>
          <w:sz w:val="22"/>
          <w:szCs w:val="22"/>
          <w:lang w:eastAsia="en-GB"/>
        </w:rPr>
        <w:tab/>
      </w:r>
      <w:r w:rsidRPr="00004A58">
        <w:t>Definitions</w:t>
      </w:r>
      <w:r w:rsidRPr="00004A58">
        <w:tab/>
      </w:r>
      <w:r w:rsidRPr="00004A58">
        <w:fldChar w:fldCharType="begin" w:fldLock="1"/>
      </w:r>
      <w:r w:rsidRPr="00004A58">
        <w:instrText xml:space="preserve"> PAGEREF _Toc51864401 \h </w:instrText>
      </w:r>
      <w:r w:rsidRPr="00004A58">
        <w:fldChar w:fldCharType="separate"/>
      </w:r>
      <w:r w:rsidRPr="00004A58">
        <w:t>8</w:t>
      </w:r>
      <w:r w:rsidRPr="00004A58">
        <w:fldChar w:fldCharType="end"/>
      </w:r>
    </w:p>
    <w:p w:rsidR="00004A58" w:rsidRPr="00293DD9" w:rsidRDefault="00004A58">
      <w:pPr>
        <w:pStyle w:val="TOC2"/>
        <w:rPr>
          <w:rFonts w:ascii="Calibri" w:hAnsi="Calibri"/>
          <w:sz w:val="22"/>
          <w:szCs w:val="22"/>
          <w:lang w:eastAsia="en-GB"/>
        </w:rPr>
      </w:pPr>
      <w:r w:rsidRPr="00004A58">
        <w:t>3.2</w:t>
      </w:r>
      <w:r w:rsidRPr="00293DD9">
        <w:rPr>
          <w:rFonts w:ascii="Calibri" w:hAnsi="Calibri"/>
          <w:sz w:val="22"/>
          <w:szCs w:val="22"/>
          <w:lang w:eastAsia="en-GB"/>
        </w:rPr>
        <w:tab/>
      </w:r>
      <w:r w:rsidRPr="00004A58">
        <w:t>Abbreviations</w:t>
      </w:r>
      <w:r w:rsidRPr="00004A58">
        <w:tab/>
      </w:r>
      <w:r w:rsidRPr="00004A58">
        <w:fldChar w:fldCharType="begin" w:fldLock="1"/>
      </w:r>
      <w:r w:rsidRPr="00004A58">
        <w:instrText xml:space="preserve"> PAGEREF _Toc51864402 \h </w:instrText>
      </w:r>
      <w:r w:rsidRPr="00004A58">
        <w:fldChar w:fldCharType="separate"/>
      </w:r>
      <w:r w:rsidRPr="00004A58">
        <w:t>8</w:t>
      </w:r>
      <w:r w:rsidRPr="00004A58">
        <w:fldChar w:fldCharType="end"/>
      </w:r>
    </w:p>
    <w:p w:rsidR="00004A58" w:rsidRPr="00293DD9" w:rsidRDefault="00004A58">
      <w:pPr>
        <w:pStyle w:val="TOC1"/>
        <w:rPr>
          <w:rFonts w:ascii="Calibri" w:hAnsi="Calibri"/>
          <w:szCs w:val="22"/>
          <w:lang w:eastAsia="en-GB"/>
        </w:rPr>
      </w:pPr>
      <w:r w:rsidRPr="00004A58">
        <w:t>4</w:t>
      </w:r>
      <w:r w:rsidRPr="00293DD9">
        <w:rPr>
          <w:rFonts w:ascii="Calibri" w:hAnsi="Calibri"/>
          <w:szCs w:val="22"/>
          <w:lang w:eastAsia="en-GB"/>
        </w:rPr>
        <w:tab/>
      </w:r>
      <w:r w:rsidRPr="00004A58">
        <w:t>General</w:t>
      </w:r>
      <w:r w:rsidRPr="00004A58">
        <w:tab/>
      </w:r>
      <w:r w:rsidRPr="00004A58">
        <w:fldChar w:fldCharType="begin" w:fldLock="1"/>
      </w:r>
      <w:r w:rsidRPr="00004A58">
        <w:instrText xml:space="preserve"> PAGEREF _Toc51864403 \h </w:instrText>
      </w:r>
      <w:r w:rsidRPr="00004A58">
        <w:fldChar w:fldCharType="separate"/>
      </w:r>
      <w:r w:rsidRPr="00004A58">
        <w:t>9</w:t>
      </w:r>
      <w:r w:rsidRPr="00004A58">
        <w:fldChar w:fldCharType="end"/>
      </w:r>
    </w:p>
    <w:p w:rsidR="00004A58" w:rsidRPr="00293DD9" w:rsidRDefault="00004A58">
      <w:pPr>
        <w:pStyle w:val="TOC2"/>
        <w:rPr>
          <w:rFonts w:ascii="Calibri" w:hAnsi="Calibri"/>
          <w:sz w:val="22"/>
          <w:szCs w:val="22"/>
          <w:lang w:eastAsia="en-GB"/>
        </w:rPr>
      </w:pPr>
      <w:r w:rsidRPr="00004A58">
        <w:t>4.1</w:t>
      </w:r>
      <w:r w:rsidRPr="00293DD9">
        <w:rPr>
          <w:rFonts w:ascii="Calibri" w:hAnsi="Calibri"/>
          <w:sz w:val="22"/>
          <w:szCs w:val="22"/>
          <w:lang w:eastAsia="en-GB"/>
        </w:rPr>
        <w:tab/>
      </w:r>
      <w:r w:rsidRPr="00004A58">
        <w:t>Introduction</w:t>
      </w:r>
      <w:r w:rsidRPr="00004A58">
        <w:tab/>
      </w:r>
      <w:r w:rsidRPr="00004A58">
        <w:fldChar w:fldCharType="begin" w:fldLock="1"/>
      </w:r>
      <w:r w:rsidRPr="00004A58">
        <w:instrText xml:space="preserve"> PAGEREF _Toc51864404 \h </w:instrText>
      </w:r>
      <w:r w:rsidRPr="00004A58">
        <w:fldChar w:fldCharType="separate"/>
      </w:r>
      <w:r w:rsidRPr="00004A58">
        <w:t>9</w:t>
      </w:r>
      <w:r w:rsidRPr="00004A58">
        <w:fldChar w:fldCharType="end"/>
      </w:r>
    </w:p>
    <w:p w:rsidR="00004A58" w:rsidRPr="00293DD9" w:rsidRDefault="00004A58">
      <w:pPr>
        <w:pStyle w:val="TOC2"/>
        <w:rPr>
          <w:rFonts w:ascii="Calibri" w:hAnsi="Calibri"/>
          <w:sz w:val="22"/>
          <w:szCs w:val="22"/>
          <w:lang w:eastAsia="en-GB"/>
        </w:rPr>
      </w:pPr>
      <w:r w:rsidRPr="00004A58">
        <w:t>4.2</w:t>
      </w:r>
      <w:r w:rsidRPr="00293DD9">
        <w:rPr>
          <w:rFonts w:ascii="Calibri" w:hAnsi="Calibri"/>
          <w:sz w:val="22"/>
          <w:szCs w:val="22"/>
          <w:lang w:eastAsia="en-GB"/>
        </w:rPr>
        <w:tab/>
      </w:r>
      <w:r w:rsidRPr="00004A58">
        <w:t>Use of Diameter Base protocol</w:t>
      </w:r>
      <w:r w:rsidRPr="00004A58">
        <w:tab/>
      </w:r>
      <w:r w:rsidRPr="00004A58">
        <w:fldChar w:fldCharType="begin" w:fldLock="1"/>
      </w:r>
      <w:r w:rsidRPr="00004A58">
        <w:instrText xml:space="preserve"> PAGEREF _Toc51864405 \h </w:instrText>
      </w:r>
      <w:r w:rsidRPr="00004A58">
        <w:fldChar w:fldCharType="separate"/>
      </w:r>
      <w:r w:rsidRPr="00004A58">
        <w:t>9</w:t>
      </w:r>
      <w:r w:rsidRPr="00004A58">
        <w:fldChar w:fldCharType="end"/>
      </w:r>
    </w:p>
    <w:p w:rsidR="00004A58" w:rsidRPr="00293DD9" w:rsidRDefault="00004A58">
      <w:pPr>
        <w:pStyle w:val="TOC2"/>
        <w:rPr>
          <w:rFonts w:ascii="Calibri" w:hAnsi="Calibri"/>
          <w:sz w:val="22"/>
          <w:szCs w:val="22"/>
          <w:lang w:eastAsia="en-GB"/>
        </w:rPr>
      </w:pPr>
      <w:r w:rsidRPr="00004A58">
        <w:t>4.3</w:t>
      </w:r>
      <w:r w:rsidRPr="00293DD9">
        <w:rPr>
          <w:rFonts w:ascii="Calibri" w:hAnsi="Calibri"/>
          <w:sz w:val="22"/>
          <w:szCs w:val="22"/>
          <w:lang w:eastAsia="en-GB"/>
        </w:rPr>
        <w:tab/>
      </w:r>
      <w:r w:rsidRPr="00004A58">
        <w:t>Securing Diameter messages</w:t>
      </w:r>
      <w:r w:rsidRPr="00004A58">
        <w:tab/>
      </w:r>
      <w:r w:rsidRPr="00004A58">
        <w:fldChar w:fldCharType="begin" w:fldLock="1"/>
      </w:r>
      <w:r w:rsidRPr="00004A58">
        <w:instrText xml:space="preserve"> PAGEREF _Toc51864406 \h </w:instrText>
      </w:r>
      <w:r w:rsidRPr="00004A58">
        <w:fldChar w:fldCharType="separate"/>
      </w:r>
      <w:r w:rsidRPr="00004A58">
        <w:t>9</w:t>
      </w:r>
      <w:r w:rsidRPr="00004A58">
        <w:fldChar w:fldCharType="end"/>
      </w:r>
    </w:p>
    <w:p w:rsidR="00004A58" w:rsidRPr="00293DD9" w:rsidRDefault="00004A58">
      <w:pPr>
        <w:pStyle w:val="TOC2"/>
        <w:rPr>
          <w:rFonts w:ascii="Calibri" w:hAnsi="Calibri"/>
          <w:sz w:val="22"/>
          <w:szCs w:val="22"/>
          <w:lang w:eastAsia="en-GB"/>
        </w:rPr>
      </w:pPr>
      <w:r w:rsidRPr="00004A58">
        <w:t>4.4</w:t>
      </w:r>
      <w:r w:rsidRPr="00293DD9">
        <w:rPr>
          <w:rFonts w:ascii="Calibri" w:hAnsi="Calibri"/>
          <w:sz w:val="22"/>
          <w:szCs w:val="22"/>
          <w:lang w:eastAsia="en-GB"/>
        </w:rPr>
        <w:tab/>
      </w:r>
      <w:r w:rsidRPr="00004A58">
        <w:t>Accounting functionality</w:t>
      </w:r>
      <w:r w:rsidRPr="00004A58">
        <w:tab/>
      </w:r>
      <w:r w:rsidRPr="00004A58">
        <w:fldChar w:fldCharType="begin" w:fldLock="1"/>
      </w:r>
      <w:r w:rsidRPr="00004A58">
        <w:instrText xml:space="preserve"> PAGEREF _Toc51864407 \h </w:instrText>
      </w:r>
      <w:r w:rsidRPr="00004A58">
        <w:fldChar w:fldCharType="separate"/>
      </w:r>
      <w:r w:rsidRPr="00004A58">
        <w:t>9</w:t>
      </w:r>
      <w:r w:rsidRPr="00004A58">
        <w:fldChar w:fldCharType="end"/>
      </w:r>
    </w:p>
    <w:p w:rsidR="00004A58" w:rsidRPr="00293DD9" w:rsidRDefault="00004A58">
      <w:pPr>
        <w:pStyle w:val="TOC2"/>
        <w:rPr>
          <w:rFonts w:ascii="Calibri" w:hAnsi="Calibri"/>
          <w:sz w:val="22"/>
          <w:szCs w:val="22"/>
          <w:lang w:eastAsia="en-GB"/>
        </w:rPr>
      </w:pPr>
      <w:r w:rsidRPr="00004A58">
        <w:t>4.5</w:t>
      </w:r>
      <w:r w:rsidRPr="00293DD9">
        <w:rPr>
          <w:rFonts w:ascii="Calibri" w:hAnsi="Calibri"/>
          <w:sz w:val="22"/>
          <w:szCs w:val="22"/>
          <w:lang w:eastAsia="en-GB"/>
        </w:rPr>
        <w:tab/>
      </w:r>
      <w:r w:rsidRPr="00004A58">
        <w:t>Use of sessions</w:t>
      </w:r>
      <w:r w:rsidRPr="00004A58">
        <w:tab/>
      </w:r>
      <w:r w:rsidRPr="00004A58">
        <w:fldChar w:fldCharType="begin" w:fldLock="1"/>
      </w:r>
      <w:r w:rsidRPr="00004A58">
        <w:instrText xml:space="preserve"> PAGEREF _Toc51864408 \h </w:instrText>
      </w:r>
      <w:r w:rsidRPr="00004A58">
        <w:fldChar w:fldCharType="separate"/>
      </w:r>
      <w:r w:rsidRPr="00004A58">
        <w:t>9</w:t>
      </w:r>
      <w:r w:rsidRPr="00004A58">
        <w:fldChar w:fldCharType="end"/>
      </w:r>
    </w:p>
    <w:p w:rsidR="00004A58" w:rsidRPr="00293DD9" w:rsidRDefault="00004A58">
      <w:pPr>
        <w:pStyle w:val="TOC2"/>
        <w:rPr>
          <w:rFonts w:ascii="Calibri" w:hAnsi="Calibri"/>
          <w:sz w:val="22"/>
          <w:szCs w:val="22"/>
          <w:lang w:eastAsia="en-GB"/>
        </w:rPr>
      </w:pPr>
      <w:r w:rsidRPr="00004A58">
        <w:t>4.6</w:t>
      </w:r>
      <w:r w:rsidRPr="00293DD9">
        <w:rPr>
          <w:rFonts w:ascii="Calibri" w:hAnsi="Calibri"/>
          <w:sz w:val="22"/>
          <w:szCs w:val="22"/>
          <w:lang w:eastAsia="en-GB"/>
        </w:rPr>
        <w:tab/>
      </w:r>
      <w:r w:rsidRPr="00004A58">
        <w:t>Transport protocol</w:t>
      </w:r>
      <w:r w:rsidRPr="00004A58">
        <w:tab/>
      </w:r>
      <w:r w:rsidRPr="00004A58">
        <w:fldChar w:fldCharType="begin" w:fldLock="1"/>
      </w:r>
      <w:r w:rsidRPr="00004A58">
        <w:instrText xml:space="preserve"> PAGEREF _Toc51864409 \h </w:instrText>
      </w:r>
      <w:r w:rsidRPr="00004A58">
        <w:fldChar w:fldCharType="separate"/>
      </w:r>
      <w:r w:rsidRPr="00004A58">
        <w:t>9</w:t>
      </w:r>
      <w:r w:rsidRPr="00004A58">
        <w:fldChar w:fldCharType="end"/>
      </w:r>
    </w:p>
    <w:p w:rsidR="00004A58" w:rsidRPr="00293DD9" w:rsidRDefault="00004A58">
      <w:pPr>
        <w:pStyle w:val="TOC2"/>
        <w:rPr>
          <w:rFonts w:ascii="Calibri" w:hAnsi="Calibri"/>
          <w:sz w:val="22"/>
          <w:szCs w:val="22"/>
          <w:lang w:eastAsia="en-GB"/>
        </w:rPr>
      </w:pPr>
      <w:r w:rsidRPr="00004A58">
        <w:t>4.7</w:t>
      </w:r>
      <w:r w:rsidRPr="00293DD9">
        <w:rPr>
          <w:rFonts w:ascii="Calibri" w:hAnsi="Calibri"/>
          <w:sz w:val="22"/>
          <w:szCs w:val="22"/>
          <w:lang w:eastAsia="en-GB"/>
        </w:rPr>
        <w:tab/>
      </w:r>
      <w:r w:rsidRPr="00004A58">
        <w:t>Advertising application support</w:t>
      </w:r>
      <w:r w:rsidRPr="00004A58">
        <w:tab/>
      </w:r>
      <w:r w:rsidRPr="00004A58">
        <w:fldChar w:fldCharType="begin" w:fldLock="1"/>
      </w:r>
      <w:r w:rsidRPr="00004A58">
        <w:instrText xml:space="preserve"> PAGEREF _Toc51864410 \h </w:instrText>
      </w:r>
      <w:r w:rsidRPr="00004A58">
        <w:fldChar w:fldCharType="separate"/>
      </w:r>
      <w:r w:rsidRPr="00004A58">
        <w:t>9</w:t>
      </w:r>
      <w:r w:rsidRPr="00004A58">
        <w:fldChar w:fldCharType="end"/>
      </w:r>
    </w:p>
    <w:p w:rsidR="00004A58" w:rsidRPr="00293DD9" w:rsidRDefault="00004A58">
      <w:pPr>
        <w:pStyle w:val="TOC2"/>
        <w:rPr>
          <w:rFonts w:ascii="Calibri" w:hAnsi="Calibri"/>
          <w:sz w:val="22"/>
          <w:szCs w:val="22"/>
          <w:lang w:eastAsia="en-GB"/>
        </w:rPr>
      </w:pPr>
      <w:r w:rsidRPr="00004A58">
        <w:t>4.8</w:t>
      </w:r>
      <w:r w:rsidRPr="00293DD9">
        <w:rPr>
          <w:rFonts w:ascii="Calibri" w:hAnsi="Calibri"/>
          <w:sz w:val="22"/>
          <w:szCs w:val="22"/>
          <w:lang w:eastAsia="en-GB"/>
        </w:rPr>
        <w:tab/>
      </w:r>
      <w:r w:rsidRPr="00004A58">
        <w:t>Diameter Application Identifier</w:t>
      </w:r>
      <w:r w:rsidRPr="00004A58">
        <w:tab/>
      </w:r>
      <w:r w:rsidRPr="00004A58">
        <w:fldChar w:fldCharType="begin" w:fldLock="1"/>
      </w:r>
      <w:r w:rsidRPr="00004A58">
        <w:instrText xml:space="preserve"> PAGEREF _Toc51864411 \h </w:instrText>
      </w:r>
      <w:r w:rsidRPr="00004A58">
        <w:fldChar w:fldCharType="separate"/>
      </w:r>
      <w:r w:rsidRPr="00004A58">
        <w:t>10</w:t>
      </w:r>
      <w:r w:rsidRPr="00004A58">
        <w:fldChar w:fldCharType="end"/>
      </w:r>
    </w:p>
    <w:p w:rsidR="00004A58" w:rsidRPr="00293DD9" w:rsidRDefault="00004A58">
      <w:pPr>
        <w:pStyle w:val="TOC2"/>
        <w:rPr>
          <w:rFonts w:ascii="Calibri" w:hAnsi="Calibri"/>
          <w:sz w:val="22"/>
          <w:szCs w:val="22"/>
          <w:lang w:eastAsia="en-GB"/>
        </w:rPr>
      </w:pPr>
      <w:r w:rsidRPr="00004A58">
        <w:t>4.9</w:t>
      </w:r>
      <w:r w:rsidRPr="00293DD9">
        <w:rPr>
          <w:rFonts w:ascii="Calibri" w:hAnsi="Calibri"/>
          <w:sz w:val="22"/>
          <w:szCs w:val="22"/>
          <w:lang w:eastAsia="en-GB"/>
        </w:rPr>
        <w:tab/>
      </w:r>
      <w:r w:rsidRPr="00004A58">
        <w:t>Use of the Supported-Features AVP</w:t>
      </w:r>
      <w:r w:rsidRPr="00004A58">
        <w:tab/>
      </w:r>
      <w:r w:rsidRPr="00004A58">
        <w:fldChar w:fldCharType="begin" w:fldLock="1"/>
      </w:r>
      <w:r w:rsidRPr="00004A58">
        <w:instrText xml:space="preserve"> PAGEREF _Toc51864412 \h </w:instrText>
      </w:r>
      <w:r w:rsidRPr="00004A58">
        <w:fldChar w:fldCharType="separate"/>
      </w:r>
      <w:r w:rsidRPr="00004A58">
        <w:t>10</w:t>
      </w:r>
      <w:r w:rsidRPr="00004A58">
        <w:fldChar w:fldCharType="end"/>
      </w:r>
    </w:p>
    <w:p w:rsidR="00004A58" w:rsidRPr="00293DD9" w:rsidRDefault="00004A58">
      <w:pPr>
        <w:pStyle w:val="TOC1"/>
        <w:rPr>
          <w:rFonts w:ascii="Calibri" w:hAnsi="Calibri"/>
          <w:szCs w:val="22"/>
          <w:lang w:eastAsia="en-GB"/>
        </w:rPr>
      </w:pPr>
      <w:r w:rsidRPr="00004A58">
        <w:t>5</w:t>
      </w:r>
      <w:r w:rsidRPr="00293DD9">
        <w:rPr>
          <w:rFonts w:ascii="Calibri" w:hAnsi="Calibri"/>
          <w:szCs w:val="22"/>
          <w:lang w:eastAsia="en-GB"/>
        </w:rPr>
        <w:tab/>
      </w:r>
      <w:r w:rsidRPr="00004A58">
        <w:t>Diameter based S6c interface between HSS and central SMS functions</w:t>
      </w:r>
      <w:r w:rsidRPr="00004A58">
        <w:tab/>
      </w:r>
      <w:r w:rsidRPr="00004A58">
        <w:fldChar w:fldCharType="begin" w:fldLock="1"/>
      </w:r>
      <w:r w:rsidRPr="00004A58">
        <w:instrText xml:space="preserve"> PAGEREF _Toc51864413 \h </w:instrText>
      </w:r>
      <w:r w:rsidRPr="00004A58">
        <w:fldChar w:fldCharType="separate"/>
      </w:r>
      <w:r w:rsidRPr="00004A58">
        <w:t>10</w:t>
      </w:r>
      <w:r w:rsidRPr="00004A58">
        <w:fldChar w:fldCharType="end"/>
      </w:r>
    </w:p>
    <w:p w:rsidR="00004A58" w:rsidRPr="00293DD9" w:rsidRDefault="00004A58">
      <w:pPr>
        <w:pStyle w:val="TOC2"/>
        <w:rPr>
          <w:rFonts w:ascii="Calibri" w:hAnsi="Calibri"/>
          <w:sz w:val="22"/>
          <w:szCs w:val="22"/>
          <w:lang w:eastAsia="en-GB"/>
        </w:rPr>
      </w:pPr>
      <w:r w:rsidRPr="00004A58">
        <w:t>5.1</w:t>
      </w:r>
      <w:r w:rsidRPr="00293DD9">
        <w:rPr>
          <w:rFonts w:ascii="Calibri" w:hAnsi="Calibri"/>
          <w:sz w:val="22"/>
          <w:szCs w:val="22"/>
          <w:lang w:eastAsia="en-GB"/>
        </w:rPr>
        <w:tab/>
      </w:r>
      <w:r w:rsidRPr="00004A58">
        <w:t>Introduction</w:t>
      </w:r>
      <w:r w:rsidRPr="00004A58">
        <w:tab/>
      </w:r>
      <w:r w:rsidRPr="00004A58">
        <w:fldChar w:fldCharType="begin" w:fldLock="1"/>
      </w:r>
      <w:r w:rsidRPr="00004A58">
        <w:instrText xml:space="preserve"> PAGEREF _Toc51864414 \h </w:instrText>
      </w:r>
      <w:r w:rsidRPr="00004A58">
        <w:fldChar w:fldCharType="separate"/>
      </w:r>
      <w:r w:rsidRPr="00004A58">
        <w:t>10</w:t>
      </w:r>
      <w:r w:rsidRPr="00004A58">
        <w:fldChar w:fldCharType="end"/>
      </w:r>
    </w:p>
    <w:p w:rsidR="00004A58" w:rsidRPr="00293DD9" w:rsidRDefault="00004A58">
      <w:pPr>
        <w:pStyle w:val="TOC2"/>
        <w:rPr>
          <w:rFonts w:ascii="Calibri" w:hAnsi="Calibri"/>
          <w:sz w:val="22"/>
          <w:szCs w:val="22"/>
          <w:lang w:eastAsia="en-GB"/>
        </w:rPr>
      </w:pPr>
      <w:r w:rsidRPr="00004A58">
        <w:t>5.2</w:t>
      </w:r>
      <w:r w:rsidRPr="00293DD9">
        <w:rPr>
          <w:rFonts w:ascii="Calibri" w:hAnsi="Calibri"/>
          <w:sz w:val="22"/>
          <w:szCs w:val="22"/>
          <w:lang w:eastAsia="en-GB"/>
        </w:rPr>
        <w:tab/>
      </w:r>
      <w:r w:rsidRPr="00004A58">
        <w:t>Procedures description</w:t>
      </w:r>
      <w:r w:rsidRPr="00004A58">
        <w:tab/>
      </w:r>
      <w:r w:rsidRPr="00004A58">
        <w:fldChar w:fldCharType="begin" w:fldLock="1"/>
      </w:r>
      <w:r w:rsidRPr="00004A58">
        <w:instrText xml:space="preserve"> PAGEREF _Toc51864415 \h </w:instrText>
      </w:r>
      <w:r w:rsidRPr="00004A58">
        <w:fldChar w:fldCharType="separate"/>
      </w:r>
      <w:r w:rsidRPr="00004A58">
        <w:t>11</w:t>
      </w:r>
      <w:r w:rsidRPr="00004A58">
        <w:fldChar w:fldCharType="end"/>
      </w:r>
    </w:p>
    <w:p w:rsidR="00004A58" w:rsidRPr="00293DD9" w:rsidRDefault="00004A58">
      <w:pPr>
        <w:pStyle w:val="TOC3"/>
        <w:rPr>
          <w:rFonts w:ascii="Calibri" w:hAnsi="Calibri"/>
          <w:sz w:val="22"/>
          <w:szCs w:val="22"/>
          <w:lang w:eastAsia="en-GB"/>
        </w:rPr>
      </w:pPr>
      <w:r w:rsidRPr="00004A58">
        <w:t>5.2.1</w:t>
      </w:r>
      <w:r w:rsidRPr="00293DD9">
        <w:rPr>
          <w:rFonts w:ascii="Calibri" w:hAnsi="Calibri"/>
          <w:sz w:val="22"/>
          <w:szCs w:val="22"/>
          <w:lang w:eastAsia="en-GB"/>
        </w:rPr>
        <w:tab/>
      </w:r>
      <w:r w:rsidRPr="00004A58">
        <w:t>Send Routing Info for SM procedure</w:t>
      </w:r>
      <w:r w:rsidRPr="00004A58">
        <w:tab/>
      </w:r>
      <w:r w:rsidRPr="00004A58">
        <w:fldChar w:fldCharType="begin" w:fldLock="1"/>
      </w:r>
      <w:r w:rsidRPr="00004A58">
        <w:instrText xml:space="preserve"> PAGEREF _Toc51864416 \h </w:instrText>
      </w:r>
      <w:r w:rsidRPr="00004A58">
        <w:fldChar w:fldCharType="separate"/>
      </w:r>
      <w:r w:rsidRPr="00004A58">
        <w:t>11</w:t>
      </w:r>
      <w:r w:rsidRPr="00004A58">
        <w:fldChar w:fldCharType="end"/>
      </w:r>
    </w:p>
    <w:p w:rsidR="00004A58" w:rsidRPr="00293DD9" w:rsidRDefault="00004A58">
      <w:pPr>
        <w:pStyle w:val="TOC4"/>
        <w:rPr>
          <w:rFonts w:ascii="Calibri" w:hAnsi="Calibri"/>
          <w:sz w:val="22"/>
          <w:szCs w:val="22"/>
          <w:lang w:eastAsia="en-GB"/>
        </w:rPr>
      </w:pPr>
      <w:r w:rsidRPr="00004A58">
        <w:t>5.2.1.1</w:t>
      </w:r>
      <w:r w:rsidRPr="00293DD9">
        <w:rPr>
          <w:rFonts w:ascii="Calibri" w:hAnsi="Calibri"/>
          <w:sz w:val="22"/>
          <w:szCs w:val="22"/>
          <w:lang w:eastAsia="en-GB"/>
        </w:rPr>
        <w:tab/>
      </w:r>
      <w:r w:rsidRPr="00004A58">
        <w:t>General</w:t>
      </w:r>
      <w:r w:rsidRPr="00004A58">
        <w:tab/>
      </w:r>
      <w:r w:rsidRPr="00004A58">
        <w:fldChar w:fldCharType="begin" w:fldLock="1"/>
      </w:r>
      <w:r w:rsidRPr="00004A58">
        <w:instrText xml:space="preserve"> PAGEREF _Toc51864417 \h </w:instrText>
      </w:r>
      <w:r w:rsidRPr="00004A58">
        <w:fldChar w:fldCharType="separate"/>
      </w:r>
      <w:r w:rsidRPr="00004A58">
        <w:t>11</w:t>
      </w:r>
      <w:r w:rsidRPr="00004A58">
        <w:fldChar w:fldCharType="end"/>
      </w:r>
    </w:p>
    <w:p w:rsidR="00004A58" w:rsidRPr="00293DD9" w:rsidRDefault="00004A58">
      <w:pPr>
        <w:pStyle w:val="TOC4"/>
        <w:rPr>
          <w:rFonts w:ascii="Calibri" w:hAnsi="Calibri"/>
          <w:sz w:val="22"/>
          <w:szCs w:val="22"/>
          <w:lang w:eastAsia="en-GB"/>
        </w:rPr>
      </w:pPr>
      <w:r w:rsidRPr="00004A58">
        <w:t>5.2.1.2</w:t>
      </w:r>
      <w:r w:rsidRPr="00293DD9">
        <w:rPr>
          <w:rFonts w:ascii="Calibri" w:hAnsi="Calibri"/>
          <w:sz w:val="22"/>
          <w:szCs w:val="22"/>
          <w:lang w:eastAsia="en-GB"/>
        </w:rPr>
        <w:tab/>
      </w:r>
      <w:r w:rsidRPr="00004A58">
        <w:t>Detailed behaviour of the SMS-GMSC</w:t>
      </w:r>
      <w:r w:rsidRPr="00004A58">
        <w:tab/>
      </w:r>
      <w:r w:rsidRPr="00004A58">
        <w:fldChar w:fldCharType="begin" w:fldLock="1"/>
      </w:r>
      <w:r w:rsidRPr="00004A58">
        <w:instrText xml:space="preserve"> PAGEREF _Toc51864418 \h </w:instrText>
      </w:r>
      <w:r w:rsidRPr="00004A58">
        <w:fldChar w:fldCharType="separate"/>
      </w:r>
      <w:r w:rsidRPr="00004A58">
        <w:t>14</w:t>
      </w:r>
      <w:r w:rsidRPr="00004A58">
        <w:fldChar w:fldCharType="end"/>
      </w:r>
    </w:p>
    <w:p w:rsidR="00004A58" w:rsidRPr="00293DD9" w:rsidRDefault="00004A58">
      <w:pPr>
        <w:pStyle w:val="TOC4"/>
        <w:rPr>
          <w:rFonts w:ascii="Calibri" w:hAnsi="Calibri"/>
          <w:sz w:val="22"/>
          <w:szCs w:val="22"/>
          <w:lang w:eastAsia="en-GB"/>
        </w:rPr>
      </w:pPr>
      <w:r w:rsidRPr="00004A58">
        <w:t>5.2.1.3</w:t>
      </w:r>
      <w:r w:rsidRPr="00293DD9">
        <w:rPr>
          <w:rFonts w:ascii="Calibri" w:hAnsi="Calibri"/>
          <w:sz w:val="22"/>
          <w:szCs w:val="22"/>
          <w:lang w:eastAsia="en-GB"/>
        </w:rPr>
        <w:tab/>
      </w:r>
      <w:r w:rsidRPr="00004A58">
        <w:t>Detailed behaviour of the HSS</w:t>
      </w:r>
      <w:r w:rsidRPr="00004A58">
        <w:tab/>
      </w:r>
      <w:r w:rsidRPr="00004A58">
        <w:fldChar w:fldCharType="begin" w:fldLock="1"/>
      </w:r>
      <w:r w:rsidRPr="00004A58">
        <w:instrText xml:space="preserve"> PAGEREF _Toc51864419 \h </w:instrText>
      </w:r>
      <w:r w:rsidRPr="00004A58">
        <w:fldChar w:fldCharType="separate"/>
      </w:r>
      <w:r w:rsidRPr="00004A58">
        <w:t>15</w:t>
      </w:r>
      <w:r w:rsidRPr="00004A58">
        <w:fldChar w:fldCharType="end"/>
      </w:r>
    </w:p>
    <w:p w:rsidR="00004A58" w:rsidRPr="00293DD9" w:rsidRDefault="00004A58">
      <w:pPr>
        <w:pStyle w:val="TOC4"/>
        <w:rPr>
          <w:rFonts w:ascii="Calibri" w:hAnsi="Calibri"/>
          <w:sz w:val="22"/>
          <w:szCs w:val="22"/>
          <w:lang w:eastAsia="en-GB"/>
        </w:rPr>
      </w:pPr>
      <w:r w:rsidRPr="00004A58">
        <w:t>5.2.1.4</w:t>
      </w:r>
      <w:r w:rsidRPr="00293DD9">
        <w:rPr>
          <w:rFonts w:ascii="Calibri" w:hAnsi="Calibri"/>
          <w:sz w:val="22"/>
          <w:szCs w:val="22"/>
          <w:lang w:eastAsia="en-GB"/>
        </w:rPr>
        <w:tab/>
      </w:r>
      <w:r w:rsidRPr="00004A58">
        <w:t>Detailed behaviour of the SMS Router</w:t>
      </w:r>
      <w:r w:rsidRPr="00004A58">
        <w:tab/>
      </w:r>
      <w:r w:rsidRPr="00004A58">
        <w:fldChar w:fldCharType="begin" w:fldLock="1"/>
      </w:r>
      <w:r w:rsidRPr="00004A58">
        <w:instrText xml:space="preserve"> PAGEREF _Toc51864420 \h </w:instrText>
      </w:r>
      <w:r w:rsidRPr="00004A58">
        <w:fldChar w:fldCharType="separate"/>
      </w:r>
      <w:r w:rsidRPr="00004A58">
        <w:t>15</w:t>
      </w:r>
      <w:r w:rsidRPr="00004A58">
        <w:fldChar w:fldCharType="end"/>
      </w:r>
    </w:p>
    <w:p w:rsidR="00004A58" w:rsidRPr="00293DD9" w:rsidRDefault="00004A58">
      <w:pPr>
        <w:pStyle w:val="TOC3"/>
        <w:rPr>
          <w:rFonts w:ascii="Calibri" w:hAnsi="Calibri"/>
          <w:sz w:val="22"/>
          <w:szCs w:val="22"/>
          <w:lang w:eastAsia="en-GB"/>
        </w:rPr>
      </w:pPr>
      <w:r w:rsidRPr="00004A58">
        <w:t>5.2.2</w:t>
      </w:r>
      <w:r w:rsidRPr="00293DD9">
        <w:rPr>
          <w:rFonts w:ascii="Calibri" w:hAnsi="Calibri"/>
          <w:sz w:val="22"/>
          <w:szCs w:val="22"/>
          <w:lang w:eastAsia="en-GB"/>
        </w:rPr>
        <w:tab/>
      </w:r>
      <w:r w:rsidRPr="00004A58">
        <w:t>Alert Service Centre procedure</w:t>
      </w:r>
      <w:r w:rsidRPr="00004A58">
        <w:tab/>
      </w:r>
      <w:r w:rsidRPr="00004A58">
        <w:fldChar w:fldCharType="begin" w:fldLock="1"/>
      </w:r>
      <w:r w:rsidRPr="00004A58">
        <w:instrText xml:space="preserve"> PAGEREF _Toc51864421 \h </w:instrText>
      </w:r>
      <w:r w:rsidRPr="00004A58">
        <w:fldChar w:fldCharType="separate"/>
      </w:r>
      <w:r w:rsidRPr="00004A58">
        <w:t>16</w:t>
      </w:r>
      <w:r w:rsidRPr="00004A58">
        <w:fldChar w:fldCharType="end"/>
      </w:r>
    </w:p>
    <w:p w:rsidR="00004A58" w:rsidRPr="00293DD9" w:rsidRDefault="00004A58">
      <w:pPr>
        <w:pStyle w:val="TOC4"/>
        <w:rPr>
          <w:rFonts w:ascii="Calibri" w:hAnsi="Calibri"/>
          <w:sz w:val="22"/>
          <w:szCs w:val="22"/>
          <w:lang w:eastAsia="en-GB"/>
        </w:rPr>
      </w:pPr>
      <w:r w:rsidRPr="00004A58">
        <w:t>5.2.2.1</w:t>
      </w:r>
      <w:r w:rsidRPr="00293DD9">
        <w:rPr>
          <w:rFonts w:ascii="Calibri" w:hAnsi="Calibri"/>
          <w:sz w:val="22"/>
          <w:szCs w:val="22"/>
          <w:lang w:eastAsia="en-GB"/>
        </w:rPr>
        <w:tab/>
      </w:r>
      <w:r w:rsidRPr="00004A58">
        <w:t>General</w:t>
      </w:r>
      <w:r w:rsidRPr="00004A58">
        <w:tab/>
      </w:r>
      <w:r w:rsidRPr="00004A58">
        <w:fldChar w:fldCharType="begin" w:fldLock="1"/>
      </w:r>
      <w:r w:rsidRPr="00004A58">
        <w:instrText xml:space="preserve"> PAGEREF _Toc51864422 \h </w:instrText>
      </w:r>
      <w:r w:rsidRPr="00004A58">
        <w:fldChar w:fldCharType="separate"/>
      </w:r>
      <w:r w:rsidRPr="00004A58">
        <w:t>16</w:t>
      </w:r>
      <w:r w:rsidRPr="00004A58">
        <w:fldChar w:fldCharType="end"/>
      </w:r>
    </w:p>
    <w:p w:rsidR="00004A58" w:rsidRPr="00293DD9" w:rsidRDefault="00004A58">
      <w:pPr>
        <w:pStyle w:val="TOC4"/>
        <w:rPr>
          <w:rFonts w:ascii="Calibri" w:hAnsi="Calibri"/>
          <w:sz w:val="22"/>
          <w:szCs w:val="22"/>
          <w:lang w:eastAsia="en-GB"/>
        </w:rPr>
      </w:pPr>
      <w:r w:rsidRPr="00004A58">
        <w:t>5.2.2.2</w:t>
      </w:r>
      <w:r w:rsidRPr="00293DD9">
        <w:rPr>
          <w:rFonts w:ascii="Calibri" w:hAnsi="Calibri"/>
          <w:sz w:val="22"/>
          <w:szCs w:val="22"/>
          <w:lang w:eastAsia="en-GB"/>
        </w:rPr>
        <w:tab/>
      </w:r>
      <w:r w:rsidRPr="00004A58">
        <w:t>Detailed behaviour of the HSS</w:t>
      </w:r>
      <w:r w:rsidRPr="00004A58">
        <w:tab/>
      </w:r>
      <w:r w:rsidRPr="00004A58">
        <w:fldChar w:fldCharType="begin" w:fldLock="1"/>
      </w:r>
      <w:r w:rsidRPr="00004A58">
        <w:instrText xml:space="preserve"> PAGEREF _Toc51864423 \h </w:instrText>
      </w:r>
      <w:r w:rsidRPr="00004A58">
        <w:fldChar w:fldCharType="separate"/>
      </w:r>
      <w:r w:rsidRPr="00004A58">
        <w:t>17</w:t>
      </w:r>
      <w:r w:rsidRPr="00004A58">
        <w:fldChar w:fldCharType="end"/>
      </w:r>
    </w:p>
    <w:p w:rsidR="00004A58" w:rsidRPr="00293DD9" w:rsidRDefault="00004A58">
      <w:pPr>
        <w:pStyle w:val="TOC4"/>
        <w:rPr>
          <w:rFonts w:ascii="Calibri" w:hAnsi="Calibri"/>
          <w:sz w:val="22"/>
          <w:szCs w:val="22"/>
          <w:lang w:eastAsia="en-GB"/>
        </w:rPr>
      </w:pPr>
      <w:r w:rsidRPr="00004A58">
        <w:t>5.2.2.3</w:t>
      </w:r>
      <w:r w:rsidRPr="00293DD9">
        <w:rPr>
          <w:rFonts w:ascii="Calibri" w:hAnsi="Calibri"/>
          <w:sz w:val="22"/>
          <w:szCs w:val="22"/>
          <w:lang w:eastAsia="en-GB"/>
        </w:rPr>
        <w:tab/>
      </w:r>
      <w:r w:rsidRPr="00004A58">
        <w:t>Detailed behaviour of the SMS-IWMSC</w:t>
      </w:r>
      <w:r w:rsidRPr="00004A58">
        <w:tab/>
      </w:r>
      <w:r w:rsidRPr="00004A58">
        <w:fldChar w:fldCharType="begin" w:fldLock="1"/>
      </w:r>
      <w:r w:rsidRPr="00004A58">
        <w:instrText xml:space="preserve"> PAGEREF _Toc51864424 \h </w:instrText>
      </w:r>
      <w:r w:rsidRPr="00004A58">
        <w:fldChar w:fldCharType="separate"/>
      </w:r>
      <w:r w:rsidRPr="00004A58">
        <w:t>17</w:t>
      </w:r>
      <w:r w:rsidRPr="00004A58">
        <w:fldChar w:fldCharType="end"/>
      </w:r>
    </w:p>
    <w:p w:rsidR="00004A58" w:rsidRPr="00293DD9" w:rsidRDefault="00004A58">
      <w:pPr>
        <w:pStyle w:val="TOC3"/>
        <w:rPr>
          <w:rFonts w:ascii="Calibri" w:hAnsi="Calibri"/>
          <w:sz w:val="22"/>
          <w:szCs w:val="22"/>
          <w:lang w:eastAsia="en-GB"/>
        </w:rPr>
      </w:pPr>
      <w:r w:rsidRPr="00004A58">
        <w:t>5.2.3</w:t>
      </w:r>
      <w:r w:rsidRPr="00293DD9">
        <w:rPr>
          <w:rFonts w:ascii="Calibri" w:hAnsi="Calibri"/>
          <w:sz w:val="22"/>
          <w:szCs w:val="22"/>
          <w:lang w:eastAsia="en-GB"/>
        </w:rPr>
        <w:tab/>
      </w:r>
      <w:r w:rsidRPr="00004A58">
        <w:t>Report SM Delivery Status procedure</w:t>
      </w:r>
      <w:r w:rsidRPr="00004A58">
        <w:tab/>
      </w:r>
      <w:r w:rsidRPr="00004A58">
        <w:fldChar w:fldCharType="begin" w:fldLock="1"/>
      </w:r>
      <w:r w:rsidRPr="00004A58">
        <w:instrText xml:space="preserve"> PAGEREF _Toc51864425 \h </w:instrText>
      </w:r>
      <w:r w:rsidRPr="00004A58">
        <w:fldChar w:fldCharType="separate"/>
      </w:r>
      <w:r w:rsidRPr="00004A58">
        <w:t>17</w:t>
      </w:r>
      <w:r w:rsidRPr="00004A58">
        <w:fldChar w:fldCharType="end"/>
      </w:r>
    </w:p>
    <w:p w:rsidR="00004A58" w:rsidRPr="00293DD9" w:rsidRDefault="00004A58">
      <w:pPr>
        <w:pStyle w:val="TOC4"/>
        <w:rPr>
          <w:rFonts w:ascii="Calibri" w:hAnsi="Calibri"/>
          <w:sz w:val="22"/>
          <w:szCs w:val="22"/>
          <w:lang w:eastAsia="en-GB"/>
        </w:rPr>
      </w:pPr>
      <w:r w:rsidRPr="00004A58">
        <w:t>5.2.3.1</w:t>
      </w:r>
      <w:r w:rsidRPr="00293DD9">
        <w:rPr>
          <w:rFonts w:ascii="Calibri" w:hAnsi="Calibri"/>
          <w:sz w:val="22"/>
          <w:szCs w:val="22"/>
          <w:lang w:eastAsia="en-GB"/>
        </w:rPr>
        <w:tab/>
      </w:r>
      <w:r w:rsidRPr="00004A58">
        <w:t>General</w:t>
      </w:r>
      <w:r w:rsidRPr="00004A58">
        <w:tab/>
      </w:r>
      <w:r w:rsidRPr="00004A58">
        <w:fldChar w:fldCharType="begin" w:fldLock="1"/>
      </w:r>
      <w:r w:rsidRPr="00004A58">
        <w:instrText xml:space="preserve"> PAGEREF _Toc51864426 \h </w:instrText>
      </w:r>
      <w:r w:rsidRPr="00004A58">
        <w:fldChar w:fldCharType="separate"/>
      </w:r>
      <w:r w:rsidRPr="00004A58">
        <w:t>17</w:t>
      </w:r>
      <w:r w:rsidRPr="00004A58">
        <w:fldChar w:fldCharType="end"/>
      </w:r>
    </w:p>
    <w:p w:rsidR="00004A58" w:rsidRPr="00293DD9" w:rsidRDefault="00004A58">
      <w:pPr>
        <w:pStyle w:val="TOC4"/>
        <w:rPr>
          <w:rFonts w:ascii="Calibri" w:hAnsi="Calibri"/>
          <w:sz w:val="22"/>
          <w:szCs w:val="22"/>
          <w:lang w:eastAsia="en-GB"/>
        </w:rPr>
      </w:pPr>
      <w:r w:rsidRPr="00004A58">
        <w:t>5.2.3.2</w:t>
      </w:r>
      <w:r w:rsidRPr="00293DD9">
        <w:rPr>
          <w:rFonts w:ascii="Calibri" w:hAnsi="Calibri"/>
          <w:sz w:val="22"/>
          <w:szCs w:val="22"/>
          <w:lang w:eastAsia="en-GB"/>
        </w:rPr>
        <w:tab/>
      </w:r>
      <w:r w:rsidRPr="00004A58">
        <w:t>Detailed behaviour of the SMS-GMSC</w:t>
      </w:r>
      <w:r w:rsidRPr="00004A58">
        <w:tab/>
      </w:r>
      <w:r w:rsidRPr="00004A58">
        <w:fldChar w:fldCharType="begin" w:fldLock="1"/>
      </w:r>
      <w:r w:rsidRPr="00004A58">
        <w:instrText xml:space="preserve"> PAGEREF _Toc51864427 \h </w:instrText>
      </w:r>
      <w:r w:rsidRPr="00004A58">
        <w:fldChar w:fldCharType="separate"/>
      </w:r>
      <w:r w:rsidRPr="00004A58">
        <w:t>19</w:t>
      </w:r>
      <w:r w:rsidRPr="00004A58">
        <w:fldChar w:fldCharType="end"/>
      </w:r>
    </w:p>
    <w:p w:rsidR="00004A58" w:rsidRPr="00293DD9" w:rsidRDefault="00004A58">
      <w:pPr>
        <w:pStyle w:val="TOC4"/>
        <w:rPr>
          <w:rFonts w:ascii="Calibri" w:hAnsi="Calibri"/>
          <w:sz w:val="22"/>
          <w:szCs w:val="22"/>
          <w:lang w:eastAsia="en-GB"/>
        </w:rPr>
      </w:pPr>
      <w:r w:rsidRPr="00004A58">
        <w:t>5.2.3.3</w:t>
      </w:r>
      <w:r w:rsidRPr="00293DD9">
        <w:rPr>
          <w:rFonts w:ascii="Calibri" w:hAnsi="Calibri"/>
          <w:sz w:val="22"/>
          <w:szCs w:val="22"/>
          <w:lang w:eastAsia="en-GB"/>
        </w:rPr>
        <w:tab/>
      </w:r>
      <w:r w:rsidRPr="00004A58">
        <w:t>Detailed behaviour of IP-SM-GW</w:t>
      </w:r>
      <w:r w:rsidRPr="00004A58">
        <w:tab/>
      </w:r>
      <w:r w:rsidRPr="00004A58">
        <w:fldChar w:fldCharType="begin" w:fldLock="1"/>
      </w:r>
      <w:r w:rsidRPr="00004A58">
        <w:instrText xml:space="preserve"> PAGEREF _Toc51864428 \h </w:instrText>
      </w:r>
      <w:r w:rsidRPr="00004A58">
        <w:fldChar w:fldCharType="separate"/>
      </w:r>
      <w:r w:rsidRPr="00004A58">
        <w:t>19</w:t>
      </w:r>
      <w:r w:rsidRPr="00004A58">
        <w:fldChar w:fldCharType="end"/>
      </w:r>
    </w:p>
    <w:p w:rsidR="00004A58" w:rsidRPr="00293DD9" w:rsidRDefault="00004A58">
      <w:pPr>
        <w:pStyle w:val="TOC4"/>
        <w:rPr>
          <w:rFonts w:ascii="Calibri" w:hAnsi="Calibri"/>
          <w:sz w:val="22"/>
          <w:szCs w:val="22"/>
          <w:lang w:eastAsia="en-GB"/>
        </w:rPr>
      </w:pPr>
      <w:r w:rsidRPr="00004A58">
        <w:t>5.2.3.4</w:t>
      </w:r>
      <w:r w:rsidRPr="00293DD9">
        <w:rPr>
          <w:rFonts w:ascii="Calibri" w:hAnsi="Calibri"/>
          <w:sz w:val="22"/>
          <w:szCs w:val="22"/>
          <w:lang w:eastAsia="en-GB"/>
        </w:rPr>
        <w:tab/>
      </w:r>
      <w:r w:rsidRPr="00004A58">
        <w:t>Detailed behaviour of the HSS</w:t>
      </w:r>
      <w:r w:rsidRPr="00004A58">
        <w:tab/>
      </w:r>
      <w:r w:rsidRPr="00004A58">
        <w:fldChar w:fldCharType="begin" w:fldLock="1"/>
      </w:r>
      <w:r w:rsidRPr="00004A58">
        <w:instrText xml:space="preserve"> PAGEREF _Toc51864429 \h </w:instrText>
      </w:r>
      <w:r w:rsidRPr="00004A58">
        <w:fldChar w:fldCharType="separate"/>
      </w:r>
      <w:r w:rsidRPr="00004A58">
        <w:t>19</w:t>
      </w:r>
      <w:r w:rsidRPr="00004A58">
        <w:fldChar w:fldCharType="end"/>
      </w:r>
    </w:p>
    <w:p w:rsidR="00004A58" w:rsidRPr="00293DD9" w:rsidRDefault="00004A58">
      <w:pPr>
        <w:pStyle w:val="TOC2"/>
        <w:rPr>
          <w:rFonts w:ascii="Calibri" w:hAnsi="Calibri"/>
          <w:sz w:val="22"/>
          <w:szCs w:val="22"/>
          <w:lang w:eastAsia="en-GB"/>
        </w:rPr>
      </w:pPr>
      <w:r w:rsidRPr="00004A58">
        <w:t>5.3</w:t>
      </w:r>
      <w:r w:rsidRPr="00293DD9">
        <w:rPr>
          <w:rFonts w:ascii="Calibri" w:hAnsi="Calibri"/>
          <w:sz w:val="22"/>
          <w:szCs w:val="22"/>
          <w:lang w:eastAsia="en-GB"/>
        </w:rPr>
        <w:tab/>
      </w:r>
      <w:r w:rsidRPr="00004A58">
        <w:t>Protocol specification</w:t>
      </w:r>
      <w:r w:rsidRPr="00004A58">
        <w:tab/>
      </w:r>
      <w:r w:rsidRPr="00004A58">
        <w:fldChar w:fldCharType="begin" w:fldLock="1"/>
      </w:r>
      <w:r w:rsidRPr="00004A58">
        <w:instrText xml:space="preserve"> PAGEREF _Toc51864430 \h </w:instrText>
      </w:r>
      <w:r w:rsidRPr="00004A58">
        <w:fldChar w:fldCharType="separate"/>
      </w:r>
      <w:r w:rsidRPr="00004A58">
        <w:t>19</w:t>
      </w:r>
      <w:r w:rsidRPr="00004A58">
        <w:fldChar w:fldCharType="end"/>
      </w:r>
    </w:p>
    <w:p w:rsidR="00004A58" w:rsidRPr="00293DD9" w:rsidRDefault="00004A58">
      <w:pPr>
        <w:pStyle w:val="TOC3"/>
        <w:rPr>
          <w:rFonts w:ascii="Calibri" w:hAnsi="Calibri"/>
          <w:sz w:val="22"/>
          <w:szCs w:val="22"/>
          <w:lang w:eastAsia="en-GB"/>
        </w:rPr>
      </w:pPr>
      <w:r w:rsidRPr="00004A58">
        <w:t>5.3.1</w:t>
      </w:r>
      <w:r w:rsidRPr="00293DD9">
        <w:rPr>
          <w:rFonts w:ascii="Calibri" w:hAnsi="Calibri"/>
          <w:sz w:val="22"/>
          <w:szCs w:val="22"/>
          <w:lang w:eastAsia="en-GB"/>
        </w:rPr>
        <w:tab/>
      </w:r>
      <w:r w:rsidRPr="00004A58">
        <w:t>Routing considerations</w:t>
      </w:r>
      <w:r w:rsidRPr="00004A58">
        <w:tab/>
      </w:r>
      <w:r w:rsidRPr="00004A58">
        <w:fldChar w:fldCharType="begin" w:fldLock="1"/>
      </w:r>
      <w:r w:rsidRPr="00004A58">
        <w:instrText xml:space="preserve"> PAGEREF _Toc51864431 \h </w:instrText>
      </w:r>
      <w:r w:rsidRPr="00004A58">
        <w:fldChar w:fldCharType="separate"/>
      </w:r>
      <w:r w:rsidRPr="00004A58">
        <w:t>19</w:t>
      </w:r>
      <w:r w:rsidRPr="00004A58">
        <w:fldChar w:fldCharType="end"/>
      </w:r>
    </w:p>
    <w:p w:rsidR="00004A58" w:rsidRPr="00293DD9" w:rsidRDefault="00004A58">
      <w:pPr>
        <w:pStyle w:val="TOC4"/>
        <w:rPr>
          <w:rFonts w:ascii="Calibri" w:hAnsi="Calibri"/>
          <w:sz w:val="22"/>
          <w:szCs w:val="22"/>
          <w:lang w:eastAsia="en-GB"/>
        </w:rPr>
      </w:pPr>
      <w:r w:rsidRPr="00004A58">
        <w:t>5.3.1.1</w:t>
      </w:r>
      <w:r w:rsidRPr="00293DD9">
        <w:rPr>
          <w:rFonts w:ascii="Calibri" w:hAnsi="Calibri"/>
          <w:sz w:val="22"/>
          <w:szCs w:val="22"/>
          <w:lang w:eastAsia="en-GB"/>
        </w:rPr>
        <w:tab/>
      </w:r>
      <w:r w:rsidRPr="00004A58">
        <w:t>Requests from the SMS-GMSC or the SMS router</w:t>
      </w:r>
      <w:r w:rsidRPr="00004A58">
        <w:tab/>
      </w:r>
      <w:r w:rsidRPr="00004A58">
        <w:fldChar w:fldCharType="begin" w:fldLock="1"/>
      </w:r>
      <w:r w:rsidRPr="00004A58">
        <w:instrText xml:space="preserve"> PAGEREF _Toc51864432 \h </w:instrText>
      </w:r>
      <w:r w:rsidRPr="00004A58">
        <w:fldChar w:fldCharType="separate"/>
      </w:r>
      <w:r w:rsidRPr="00004A58">
        <w:t>19</w:t>
      </w:r>
      <w:r w:rsidRPr="00004A58">
        <w:fldChar w:fldCharType="end"/>
      </w:r>
    </w:p>
    <w:p w:rsidR="00004A58" w:rsidRPr="00293DD9" w:rsidRDefault="00004A58">
      <w:pPr>
        <w:pStyle w:val="TOC5"/>
        <w:rPr>
          <w:rFonts w:ascii="Calibri" w:hAnsi="Calibri"/>
          <w:sz w:val="22"/>
          <w:szCs w:val="22"/>
          <w:lang w:eastAsia="en-GB"/>
        </w:rPr>
      </w:pPr>
      <w:r w:rsidRPr="00004A58">
        <w:t>5.3.1.1.1</w:t>
      </w:r>
      <w:r w:rsidRPr="00293DD9">
        <w:rPr>
          <w:rFonts w:ascii="Calibri" w:hAnsi="Calibri"/>
          <w:sz w:val="22"/>
          <w:szCs w:val="22"/>
          <w:lang w:eastAsia="en-GB"/>
        </w:rPr>
        <w:tab/>
      </w:r>
      <w:r w:rsidRPr="00004A58">
        <w:t>Introduction</w:t>
      </w:r>
      <w:r w:rsidRPr="00004A58">
        <w:tab/>
      </w:r>
      <w:r w:rsidRPr="00004A58">
        <w:fldChar w:fldCharType="begin" w:fldLock="1"/>
      </w:r>
      <w:r w:rsidRPr="00004A58">
        <w:instrText xml:space="preserve"> PAGEREF _Toc51864433 \h </w:instrText>
      </w:r>
      <w:r w:rsidRPr="00004A58">
        <w:fldChar w:fldCharType="separate"/>
      </w:r>
      <w:r w:rsidRPr="00004A58">
        <w:t>19</w:t>
      </w:r>
      <w:r w:rsidRPr="00004A58">
        <w:fldChar w:fldCharType="end"/>
      </w:r>
    </w:p>
    <w:p w:rsidR="00004A58" w:rsidRPr="00293DD9" w:rsidRDefault="00004A58">
      <w:pPr>
        <w:pStyle w:val="TOC5"/>
        <w:rPr>
          <w:rFonts w:ascii="Calibri" w:hAnsi="Calibri"/>
          <w:sz w:val="22"/>
          <w:szCs w:val="22"/>
          <w:lang w:eastAsia="en-GB"/>
        </w:rPr>
      </w:pPr>
      <w:r w:rsidRPr="00004A58">
        <w:t>5.3.1.1.2</w:t>
      </w:r>
      <w:r w:rsidRPr="00293DD9">
        <w:rPr>
          <w:rFonts w:ascii="Calibri" w:hAnsi="Calibri"/>
          <w:sz w:val="22"/>
          <w:szCs w:val="22"/>
          <w:lang w:eastAsia="en-GB"/>
        </w:rPr>
        <w:tab/>
      </w:r>
      <w:r w:rsidRPr="00004A58">
        <w:t>Routing from the originating PLMN</w:t>
      </w:r>
      <w:r w:rsidRPr="00004A58">
        <w:tab/>
      </w:r>
      <w:r w:rsidRPr="00004A58">
        <w:fldChar w:fldCharType="begin" w:fldLock="1"/>
      </w:r>
      <w:r w:rsidRPr="00004A58">
        <w:instrText xml:space="preserve"> PAGEREF _Toc51864434 \h </w:instrText>
      </w:r>
      <w:r w:rsidRPr="00004A58">
        <w:fldChar w:fldCharType="separate"/>
      </w:r>
      <w:r w:rsidRPr="00004A58">
        <w:t>20</w:t>
      </w:r>
      <w:r w:rsidRPr="00004A58">
        <w:fldChar w:fldCharType="end"/>
      </w:r>
    </w:p>
    <w:p w:rsidR="00004A58" w:rsidRPr="00293DD9" w:rsidRDefault="00004A58">
      <w:pPr>
        <w:pStyle w:val="TOC5"/>
        <w:rPr>
          <w:rFonts w:ascii="Calibri" w:hAnsi="Calibri"/>
          <w:sz w:val="22"/>
          <w:szCs w:val="22"/>
          <w:lang w:eastAsia="en-GB"/>
        </w:rPr>
      </w:pPr>
      <w:r w:rsidRPr="00004A58">
        <w:t>5.3.1.1.3</w:t>
      </w:r>
      <w:r w:rsidRPr="00293DD9">
        <w:rPr>
          <w:rFonts w:ascii="Calibri" w:hAnsi="Calibri"/>
          <w:sz w:val="22"/>
          <w:szCs w:val="22"/>
          <w:lang w:eastAsia="en-GB"/>
        </w:rPr>
        <w:tab/>
      </w:r>
      <w:r w:rsidRPr="00004A58">
        <w:t>Routing in the HPLMN</w:t>
      </w:r>
      <w:r w:rsidRPr="00004A58">
        <w:tab/>
      </w:r>
      <w:r w:rsidRPr="00004A58">
        <w:fldChar w:fldCharType="begin" w:fldLock="1"/>
      </w:r>
      <w:r w:rsidRPr="00004A58">
        <w:instrText xml:space="preserve"> PAGEREF _Toc51864435 \h </w:instrText>
      </w:r>
      <w:r w:rsidRPr="00004A58">
        <w:fldChar w:fldCharType="separate"/>
      </w:r>
      <w:r w:rsidRPr="00004A58">
        <w:t>20</w:t>
      </w:r>
      <w:r w:rsidRPr="00004A58">
        <w:fldChar w:fldCharType="end"/>
      </w:r>
    </w:p>
    <w:p w:rsidR="00004A58" w:rsidRPr="00293DD9" w:rsidRDefault="00004A58">
      <w:pPr>
        <w:pStyle w:val="TOC4"/>
        <w:rPr>
          <w:rFonts w:ascii="Calibri" w:hAnsi="Calibri"/>
          <w:sz w:val="22"/>
          <w:szCs w:val="22"/>
          <w:lang w:eastAsia="en-GB"/>
        </w:rPr>
      </w:pPr>
      <w:r w:rsidRPr="00004A58">
        <w:t>5.3.1.2</w:t>
      </w:r>
      <w:r w:rsidRPr="00293DD9">
        <w:rPr>
          <w:rFonts w:ascii="Calibri" w:hAnsi="Calibri"/>
          <w:sz w:val="22"/>
          <w:szCs w:val="22"/>
          <w:lang w:eastAsia="en-GB"/>
        </w:rPr>
        <w:tab/>
      </w:r>
      <w:r w:rsidRPr="00004A58">
        <w:t>Requests from the HSS</w:t>
      </w:r>
      <w:r w:rsidRPr="00004A58">
        <w:tab/>
      </w:r>
      <w:r w:rsidRPr="00004A58">
        <w:fldChar w:fldCharType="begin" w:fldLock="1"/>
      </w:r>
      <w:r w:rsidRPr="00004A58">
        <w:instrText xml:space="preserve"> PAGEREF _Toc51864436 \h </w:instrText>
      </w:r>
      <w:r w:rsidRPr="00004A58">
        <w:fldChar w:fldCharType="separate"/>
      </w:r>
      <w:r w:rsidRPr="00004A58">
        <w:t>21</w:t>
      </w:r>
      <w:r w:rsidRPr="00004A58">
        <w:fldChar w:fldCharType="end"/>
      </w:r>
    </w:p>
    <w:p w:rsidR="00004A58" w:rsidRPr="00293DD9" w:rsidRDefault="00004A58">
      <w:pPr>
        <w:pStyle w:val="TOC3"/>
        <w:rPr>
          <w:rFonts w:ascii="Calibri" w:hAnsi="Calibri"/>
          <w:sz w:val="22"/>
          <w:szCs w:val="22"/>
          <w:lang w:eastAsia="en-GB"/>
        </w:rPr>
      </w:pPr>
      <w:r w:rsidRPr="00004A58">
        <w:t>5.3.2</w:t>
      </w:r>
      <w:r w:rsidRPr="00293DD9">
        <w:rPr>
          <w:rFonts w:ascii="Calibri" w:hAnsi="Calibri"/>
          <w:sz w:val="22"/>
          <w:szCs w:val="22"/>
          <w:lang w:eastAsia="en-GB"/>
        </w:rPr>
        <w:tab/>
      </w:r>
      <w:r w:rsidRPr="00004A58">
        <w:t>Commands</w:t>
      </w:r>
      <w:r w:rsidRPr="00004A58">
        <w:tab/>
      </w:r>
      <w:r w:rsidRPr="00004A58">
        <w:fldChar w:fldCharType="begin" w:fldLock="1"/>
      </w:r>
      <w:r w:rsidRPr="00004A58">
        <w:instrText xml:space="preserve"> PAGEREF _Toc51864437 \h </w:instrText>
      </w:r>
      <w:r w:rsidRPr="00004A58">
        <w:fldChar w:fldCharType="separate"/>
      </w:r>
      <w:r w:rsidRPr="00004A58">
        <w:t>21</w:t>
      </w:r>
      <w:r w:rsidRPr="00004A58">
        <w:fldChar w:fldCharType="end"/>
      </w:r>
    </w:p>
    <w:p w:rsidR="00004A58" w:rsidRPr="00293DD9" w:rsidRDefault="00004A58">
      <w:pPr>
        <w:pStyle w:val="TOC4"/>
        <w:rPr>
          <w:rFonts w:ascii="Calibri" w:hAnsi="Calibri"/>
          <w:sz w:val="22"/>
          <w:szCs w:val="22"/>
          <w:lang w:eastAsia="en-GB"/>
        </w:rPr>
      </w:pPr>
      <w:r w:rsidRPr="00004A58">
        <w:t>5.3.2.1</w:t>
      </w:r>
      <w:r w:rsidRPr="00293DD9">
        <w:rPr>
          <w:rFonts w:ascii="Calibri" w:hAnsi="Calibri"/>
          <w:sz w:val="22"/>
          <w:szCs w:val="22"/>
          <w:lang w:eastAsia="en-GB"/>
        </w:rPr>
        <w:tab/>
      </w:r>
      <w:r w:rsidRPr="00004A58">
        <w:rPr>
          <w:lang w:eastAsia="zh-CN"/>
        </w:rPr>
        <w:t>Introduction</w:t>
      </w:r>
      <w:r w:rsidRPr="00004A58">
        <w:tab/>
      </w:r>
      <w:r w:rsidRPr="00004A58">
        <w:fldChar w:fldCharType="begin" w:fldLock="1"/>
      </w:r>
      <w:r w:rsidRPr="00004A58">
        <w:instrText xml:space="preserve"> PAGEREF _Toc51864438 \h </w:instrText>
      </w:r>
      <w:r w:rsidRPr="00004A58">
        <w:fldChar w:fldCharType="separate"/>
      </w:r>
      <w:r w:rsidRPr="00004A58">
        <w:t>21</w:t>
      </w:r>
      <w:r w:rsidRPr="00004A58">
        <w:fldChar w:fldCharType="end"/>
      </w:r>
    </w:p>
    <w:p w:rsidR="00004A58" w:rsidRPr="00293DD9" w:rsidRDefault="00004A58">
      <w:pPr>
        <w:pStyle w:val="TOC4"/>
        <w:rPr>
          <w:rFonts w:ascii="Calibri" w:hAnsi="Calibri"/>
          <w:sz w:val="22"/>
          <w:szCs w:val="22"/>
          <w:lang w:eastAsia="en-GB"/>
        </w:rPr>
      </w:pPr>
      <w:r w:rsidRPr="00004A58">
        <w:t>5.3.2.2</w:t>
      </w:r>
      <w:r w:rsidRPr="00293DD9">
        <w:rPr>
          <w:rFonts w:ascii="Calibri" w:hAnsi="Calibri"/>
          <w:sz w:val="22"/>
          <w:szCs w:val="22"/>
          <w:lang w:eastAsia="en-GB"/>
        </w:rPr>
        <w:tab/>
      </w:r>
      <w:r w:rsidRPr="00004A58">
        <w:t>Command-Code values</w:t>
      </w:r>
      <w:r w:rsidRPr="00004A58">
        <w:tab/>
      </w:r>
      <w:r w:rsidRPr="00004A58">
        <w:fldChar w:fldCharType="begin" w:fldLock="1"/>
      </w:r>
      <w:r w:rsidRPr="00004A58">
        <w:instrText xml:space="preserve"> PAGEREF _Toc51864439 \h </w:instrText>
      </w:r>
      <w:r w:rsidRPr="00004A58">
        <w:fldChar w:fldCharType="separate"/>
      </w:r>
      <w:r w:rsidRPr="00004A58">
        <w:t>21</w:t>
      </w:r>
      <w:r w:rsidRPr="00004A58">
        <w:fldChar w:fldCharType="end"/>
      </w:r>
    </w:p>
    <w:p w:rsidR="00004A58" w:rsidRPr="00293DD9" w:rsidRDefault="00004A58">
      <w:pPr>
        <w:pStyle w:val="TOC4"/>
        <w:rPr>
          <w:rFonts w:ascii="Calibri" w:hAnsi="Calibri"/>
          <w:sz w:val="22"/>
          <w:szCs w:val="22"/>
          <w:lang w:eastAsia="en-GB"/>
        </w:rPr>
      </w:pPr>
      <w:r w:rsidRPr="00004A58">
        <w:t>5.3.2.3</w:t>
      </w:r>
      <w:r w:rsidRPr="00293DD9">
        <w:rPr>
          <w:rFonts w:ascii="Calibri" w:hAnsi="Calibri"/>
          <w:sz w:val="22"/>
          <w:szCs w:val="22"/>
          <w:lang w:eastAsia="en-GB"/>
        </w:rPr>
        <w:tab/>
      </w:r>
      <w:r w:rsidRPr="00004A58">
        <w:t>Send-Routing-Info-for-SM-Request (SRR) Command</w:t>
      </w:r>
      <w:r w:rsidRPr="00004A58">
        <w:tab/>
      </w:r>
      <w:r w:rsidRPr="00004A58">
        <w:fldChar w:fldCharType="begin" w:fldLock="1"/>
      </w:r>
      <w:r w:rsidRPr="00004A58">
        <w:instrText xml:space="preserve"> PAGEREF _Toc51864440 \h </w:instrText>
      </w:r>
      <w:r w:rsidRPr="00004A58">
        <w:fldChar w:fldCharType="separate"/>
      </w:r>
      <w:r w:rsidRPr="00004A58">
        <w:t>22</w:t>
      </w:r>
      <w:r w:rsidRPr="00004A58">
        <w:fldChar w:fldCharType="end"/>
      </w:r>
    </w:p>
    <w:p w:rsidR="00004A58" w:rsidRPr="00293DD9" w:rsidRDefault="00004A58">
      <w:pPr>
        <w:pStyle w:val="TOC4"/>
        <w:rPr>
          <w:rFonts w:ascii="Calibri" w:hAnsi="Calibri"/>
          <w:sz w:val="22"/>
          <w:szCs w:val="22"/>
          <w:lang w:eastAsia="en-GB"/>
        </w:rPr>
      </w:pPr>
      <w:r w:rsidRPr="00004A58">
        <w:t>5.3.2.4</w:t>
      </w:r>
      <w:r w:rsidRPr="00293DD9">
        <w:rPr>
          <w:rFonts w:ascii="Calibri" w:hAnsi="Calibri"/>
          <w:sz w:val="22"/>
          <w:szCs w:val="22"/>
          <w:lang w:eastAsia="en-GB"/>
        </w:rPr>
        <w:tab/>
      </w:r>
      <w:r w:rsidRPr="00004A58">
        <w:t>Send-Routing-info-for-SM-Answer (SRA) Command</w:t>
      </w:r>
      <w:r w:rsidRPr="00004A58">
        <w:tab/>
      </w:r>
      <w:r w:rsidRPr="00004A58">
        <w:fldChar w:fldCharType="begin" w:fldLock="1"/>
      </w:r>
      <w:r w:rsidRPr="00004A58">
        <w:instrText xml:space="preserve"> PAGEREF _Toc51864441 \h </w:instrText>
      </w:r>
      <w:r w:rsidRPr="00004A58">
        <w:fldChar w:fldCharType="separate"/>
      </w:r>
      <w:r w:rsidRPr="00004A58">
        <w:t>22</w:t>
      </w:r>
      <w:r w:rsidRPr="00004A58">
        <w:fldChar w:fldCharType="end"/>
      </w:r>
    </w:p>
    <w:p w:rsidR="00004A58" w:rsidRPr="00293DD9" w:rsidRDefault="00004A58">
      <w:pPr>
        <w:pStyle w:val="TOC4"/>
        <w:rPr>
          <w:rFonts w:ascii="Calibri" w:hAnsi="Calibri"/>
          <w:sz w:val="22"/>
          <w:szCs w:val="22"/>
          <w:lang w:eastAsia="en-GB"/>
        </w:rPr>
      </w:pPr>
      <w:r w:rsidRPr="00004A58">
        <w:rPr>
          <w:lang w:val="en-US"/>
        </w:rPr>
        <w:t>5.3.2.5</w:t>
      </w:r>
      <w:r w:rsidRPr="00293DD9">
        <w:rPr>
          <w:rFonts w:ascii="Calibri" w:hAnsi="Calibri"/>
          <w:sz w:val="22"/>
          <w:szCs w:val="22"/>
          <w:lang w:eastAsia="en-GB"/>
        </w:rPr>
        <w:tab/>
      </w:r>
      <w:r w:rsidRPr="00004A58">
        <w:rPr>
          <w:lang w:val="en-US"/>
        </w:rPr>
        <w:t>Alert-Service-Centre-Request (ALR) Command</w:t>
      </w:r>
      <w:r w:rsidRPr="00004A58">
        <w:tab/>
      </w:r>
      <w:r w:rsidRPr="00004A58">
        <w:fldChar w:fldCharType="begin" w:fldLock="1"/>
      </w:r>
      <w:r w:rsidRPr="00004A58">
        <w:instrText xml:space="preserve"> PAGEREF _Toc51864442 \h </w:instrText>
      </w:r>
      <w:r w:rsidRPr="00004A58">
        <w:fldChar w:fldCharType="separate"/>
      </w:r>
      <w:r w:rsidRPr="00004A58">
        <w:t>23</w:t>
      </w:r>
      <w:r w:rsidRPr="00004A58">
        <w:fldChar w:fldCharType="end"/>
      </w:r>
    </w:p>
    <w:p w:rsidR="00004A58" w:rsidRPr="00293DD9" w:rsidRDefault="00004A58">
      <w:pPr>
        <w:pStyle w:val="TOC4"/>
        <w:rPr>
          <w:rFonts w:ascii="Calibri" w:hAnsi="Calibri"/>
          <w:sz w:val="22"/>
          <w:szCs w:val="22"/>
          <w:lang w:eastAsia="en-GB"/>
        </w:rPr>
      </w:pPr>
      <w:r w:rsidRPr="00004A58">
        <w:t>5.3.2.6</w:t>
      </w:r>
      <w:r w:rsidRPr="00293DD9">
        <w:rPr>
          <w:rFonts w:ascii="Calibri" w:hAnsi="Calibri"/>
          <w:sz w:val="22"/>
          <w:szCs w:val="22"/>
          <w:lang w:eastAsia="en-GB"/>
        </w:rPr>
        <w:tab/>
      </w:r>
      <w:r w:rsidRPr="00004A58">
        <w:t>Alert-Service-Centre-Answer (ALA) Command</w:t>
      </w:r>
      <w:r w:rsidRPr="00004A58">
        <w:tab/>
      </w:r>
      <w:r w:rsidRPr="00004A58">
        <w:fldChar w:fldCharType="begin" w:fldLock="1"/>
      </w:r>
      <w:r w:rsidRPr="00004A58">
        <w:instrText xml:space="preserve"> PAGEREF _Toc51864443 \h </w:instrText>
      </w:r>
      <w:r w:rsidRPr="00004A58">
        <w:fldChar w:fldCharType="separate"/>
      </w:r>
      <w:r w:rsidRPr="00004A58">
        <w:t>23</w:t>
      </w:r>
      <w:r w:rsidRPr="00004A58">
        <w:fldChar w:fldCharType="end"/>
      </w:r>
    </w:p>
    <w:p w:rsidR="00004A58" w:rsidRPr="00293DD9" w:rsidRDefault="00004A58">
      <w:pPr>
        <w:pStyle w:val="TOC4"/>
        <w:rPr>
          <w:rFonts w:ascii="Calibri" w:hAnsi="Calibri"/>
          <w:sz w:val="22"/>
          <w:szCs w:val="22"/>
          <w:lang w:eastAsia="en-GB"/>
        </w:rPr>
      </w:pPr>
      <w:r w:rsidRPr="00004A58">
        <w:t>5.3.2.7</w:t>
      </w:r>
      <w:r w:rsidRPr="00293DD9">
        <w:rPr>
          <w:rFonts w:ascii="Calibri" w:hAnsi="Calibri"/>
          <w:sz w:val="22"/>
          <w:szCs w:val="22"/>
          <w:lang w:eastAsia="en-GB"/>
        </w:rPr>
        <w:tab/>
      </w:r>
      <w:r w:rsidRPr="00004A58">
        <w:t>Report-SM-Delivery-Status-Request (RDR) Command</w:t>
      </w:r>
      <w:r w:rsidRPr="00004A58">
        <w:tab/>
      </w:r>
      <w:r w:rsidRPr="00004A58">
        <w:fldChar w:fldCharType="begin" w:fldLock="1"/>
      </w:r>
      <w:r w:rsidRPr="00004A58">
        <w:instrText xml:space="preserve"> PAGEREF _Toc51864444 \h </w:instrText>
      </w:r>
      <w:r w:rsidRPr="00004A58">
        <w:fldChar w:fldCharType="separate"/>
      </w:r>
      <w:r w:rsidRPr="00004A58">
        <w:t>23</w:t>
      </w:r>
      <w:r w:rsidRPr="00004A58">
        <w:fldChar w:fldCharType="end"/>
      </w:r>
    </w:p>
    <w:p w:rsidR="00004A58" w:rsidRPr="00293DD9" w:rsidRDefault="00004A58">
      <w:pPr>
        <w:pStyle w:val="TOC4"/>
        <w:rPr>
          <w:rFonts w:ascii="Calibri" w:hAnsi="Calibri"/>
          <w:sz w:val="22"/>
          <w:szCs w:val="22"/>
          <w:lang w:eastAsia="en-GB"/>
        </w:rPr>
      </w:pPr>
      <w:r w:rsidRPr="00004A58">
        <w:t>5.3.2.8</w:t>
      </w:r>
      <w:r w:rsidRPr="00293DD9">
        <w:rPr>
          <w:rFonts w:ascii="Calibri" w:hAnsi="Calibri"/>
          <w:sz w:val="22"/>
          <w:szCs w:val="22"/>
          <w:lang w:eastAsia="en-GB"/>
        </w:rPr>
        <w:tab/>
      </w:r>
      <w:r w:rsidRPr="00004A58">
        <w:t>Report-SM-Delivery-Status-Answer (RDA) Command</w:t>
      </w:r>
      <w:r w:rsidRPr="00004A58">
        <w:tab/>
      </w:r>
      <w:r w:rsidRPr="00004A58">
        <w:fldChar w:fldCharType="begin" w:fldLock="1"/>
      </w:r>
      <w:r w:rsidRPr="00004A58">
        <w:instrText xml:space="preserve"> PAGEREF _Toc51864445 \h </w:instrText>
      </w:r>
      <w:r w:rsidRPr="00004A58">
        <w:fldChar w:fldCharType="separate"/>
      </w:r>
      <w:r w:rsidRPr="00004A58">
        <w:t>24</w:t>
      </w:r>
      <w:r w:rsidRPr="00004A58">
        <w:fldChar w:fldCharType="end"/>
      </w:r>
    </w:p>
    <w:p w:rsidR="00004A58" w:rsidRPr="00293DD9" w:rsidRDefault="00004A58">
      <w:pPr>
        <w:pStyle w:val="TOC3"/>
        <w:rPr>
          <w:rFonts w:ascii="Calibri" w:hAnsi="Calibri"/>
          <w:sz w:val="22"/>
          <w:szCs w:val="22"/>
          <w:lang w:eastAsia="en-GB"/>
        </w:rPr>
      </w:pPr>
      <w:r w:rsidRPr="00004A58">
        <w:t>5.3.3</w:t>
      </w:r>
      <w:r w:rsidRPr="00293DD9">
        <w:rPr>
          <w:rFonts w:ascii="Calibri" w:hAnsi="Calibri"/>
          <w:sz w:val="22"/>
          <w:szCs w:val="22"/>
          <w:lang w:eastAsia="en-GB"/>
        </w:rPr>
        <w:tab/>
      </w:r>
      <w:r w:rsidRPr="00004A58">
        <w:t>AVPs</w:t>
      </w:r>
      <w:r w:rsidRPr="00004A58">
        <w:tab/>
      </w:r>
      <w:r w:rsidRPr="00004A58">
        <w:fldChar w:fldCharType="begin" w:fldLock="1"/>
      </w:r>
      <w:r w:rsidRPr="00004A58">
        <w:instrText xml:space="preserve"> PAGEREF _Toc51864446 \h </w:instrText>
      </w:r>
      <w:r w:rsidRPr="00004A58">
        <w:fldChar w:fldCharType="separate"/>
      </w:r>
      <w:r w:rsidRPr="00004A58">
        <w:t>24</w:t>
      </w:r>
      <w:r w:rsidRPr="00004A58">
        <w:fldChar w:fldCharType="end"/>
      </w:r>
    </w:p>
    <w:p w:rsidR="00004A58" w:rsidRPr="00293DD9" w:rsidRDefault="00004A58">
      <w:pPr>
        <w:pStyle w:val="TOC4"/>
        <w:rPr>
          <w:rFonts w:ascii="Calibri" w:hAnsi="Calibri"/>
          <w:sz w:val="22"/>
          <w:szCs w:val="22"/>
          <w:lang w:eastAsia="en-GB"/>
        </w:rPr>
      </w:pPr>
      <w:r w:rsidRPr="00004A58">
        <w:t>5.3.3.1</w:t>
      </w:r>
      <w:r w:rsidRPr="00293DD9">
        <w:rPr>
          <w:rFonts w:ascii="Calibri" w:hAnsi="Calibri"/>
          <w:sz w:val="22"/>
          <w:szCs w:val="22"/>
          <w:lang w:eastAsia="en-GB"/>
        </w:rPr>
        <w:tab/>
      </w:r>
      <w:r w:rsidRPr="00004A58">
        <w:t>General</w:t>
      </w:r>
      <w:r w:rsidRPr="00004A58">
        <w:tab/>
      </w:r>
      <w:r w:rsidRPr="00004A58">
        <w:fldChar w:fldCharType="begin" w:fldLock="1"/>
      </w:r>
      <w:r w:rsidRPr="00004A58">
        <w:instrText xml:space="preserve"> PAGEREF _Toc51864447 \h </w:instrText>
      </w:r>
      <w:r w:rsidRPr="00004A58">
        <w:fldChar w:fldCharType="separate"/>
      </w:r>
      <w:r w:rsidRPr="00004A58">
        <w:t>24</w:t>
      </w:r>
      <w:r w:rsidRPr="00004A58">
        <w:fldChar w:fldCharType="end"/>
      </w:r>
    </w:p>
    <w:p w:rsidR="00004A58" w:rsidRPr="00293DD9" w:rsidRDefault="00004A58">
      <w:pPr>
        <w:pStyle w:val="TOC4"/>
        <w:rPr>
          <w:rFonts w:ascii="Calibri" w:hAnsi="Calibri"/>
          <w:sz w:val="22"/>
          <w:szCs w:val="22"/>
          <w:lang w:eastAsia="en-GB"/>
        </w:rPr>
      </w:pPr>
      <w:r w:rsidRPr="00004A58">
        <w:t>5.3.3.2</w:t>
      </w:r>
      <w:r w:rsidRPr="00293DD9">
        <w:rPr>
          <w:rFonts w:ascii="Calibri" w:hAnsi="Calibri"/>
          <w:sz w:val="22"/>
          <w:szCs w:val="22"/>
          <w:lang w:eastAsia="en-GB"/>
        </w:rPr>
        <w:tab/>
      </w:r>
      <w:r w:rsidRPr="00004A58">
        <w:t>SM-RP-MTI</w:t>
      </w:r>
      <w:r w:rsidRPr="00004A58">
        <w:tab/>
      </w:r>
      <w:r w:rsidRPr="00004A58">
        <w:fldChar w:fldCharType="begin" w:fldLock="1"/>
      </w:r>
      <w:r w:rsidRPr="00004A58">
        <w:instrText xml:space="preserve"> PAGEREF _Toc51864448 \h </w:instrText>
      </w:r>
      <w:r w:rsidRPr="00004A58">
        <w:fldChar w:fldCharType="separate"/>
      </w:r>
      <w:r w:rsidRPr="00004A58">
        <w:t>26</w:t>
      </w:r>
      <w:r w:rsidRPr="00004A58">
        <w:fldChar w:fldCharType="end"/>
      </w:r>
    </w:p>
    <w:p w:rsidR="00004A58" w:rsidRPr="00293DD9" w:rsidRDefault="00004A58">
      <w:pPr>
        <w:pStyle w:val="TOC4"/>
        <w:rPr>
          <w:rFonts w:ascii="Calibri" w:hAnsi="Calibri"/>
          <w:sz w:val="22"/>
          <w:szCs w:val="22"/>
          <w:lang w:eastAsia="en-GB"/>
        </w:rPr>
      </w:pPr>
      <w:r w:rsidRPr="00004A58">
        <w:t>5.3.3.3</w:t>
      </w:r>
      <w:r w:rsidRPr="00293DD9">
        <w:rPr>
          <w:rFonts w:ascii="Calibri" w:hAnsi="Calibri"/>
          <w:sz w:val="22"/>
          <w:szCs w:val="22"/>
          <w:lang w:eastAsia="en-GB"/>
        </w:rPr>
        <w:tab/>
      </w:r>
      <w:r w:rsidRPr="00004A58">
        <w:t>SM-RP-SMEA</w:t>
      </w:r>
      <w:r w:rsidRPr="00004A58">
        <w:tab/>
      </w:r>
      <w:r w:rsidRPr="00004A58">
        <w:fldChar w:fldCharType="begin" w:fldLock="1"/>
      </w:r>
      <w:r w:rsidRPr="00004A58">
        <w:instrText xml:space="preserve"> PAGEREF _Toc51864449 \h </w:instrText>
      </w:r>
      <w:r w:rsidRPr="00004A58">
        <w:fldChar w:fldCharType="separate"/>
      </w:r>
      <w:r w:rsidRPr="00004A58">
        <w:t>26</w:t>
      </w:r>
      <w:r w:rsidRPr="00004A58">
        <w:fldChar w:fldCharType="end"/>
      </w:r>
    </w:p>
    <w:p w:rsidR="00004A58" w:rsidRPr="00293DD9" w:rsidRDefault="00004A58">
      <w:pPr>
        <w:pStyle w:val="TOC4"/>
        <w:rPr>
          <w:rFonts w:ascii="Calibri" w:hAnsi="Calibri"/>
          <w:sz w:val="22"/>
          <w:szCs w:val="22"/>
          <w:lang w:eastAsia="en-GB"/>
        </w:rPr>
      </w:pPr>
      <w:r w:rsidRPr="00004A58">
        <w:t>5.3.3.4</w:t>
      </w:r>
      <w:r w:rsidRPr="00293DD9">
        <w:rPr>
          <w:rFonts w:ascii="Calibri" w:hAnsi="Calibri"/>
          <w:sz w:val="22"/>
          <w:szCs w:val="22"/>
          <w:lang w:eastAsia="en-GB"/>
        </w:rPr>
        <w:tab/>
      </w:r>
      <w:r w:rsidRPr="00004A58">
        <w:t>SRR-Flags</w:t>
      </w:r>
      <w:r w:rsidRPr="00004A58">
        <w:tab/>
      </w:r>
      <w:r w:rsidRPr="00004A58">
        <w:fldChar w:fldCharType="begin" w:fldLock="1"/>
      </w:r>
      <w:r w:rsidRPr="00004A58">
        <w:instrText xml:space="preserve"> PAGEREF _Toc51864450 \h </w:instrText>
      </w:r>
      <w:r w:rsidRPr="00004A58">
        <w:fldChar w:fldCharType="separate"/>
      </w:r>
      <w:r w:rsidRPr="00004A58">
        <w:t>26</w:t>
      </w:r>
      <w:r w:rsidRPr="00004A58">
        <w:fldChar w:fldCharType="end"/>
      </w:r>
    </w:p>
    <w:p w:rsidR="00004A58" w:rsidRPr="00293DD9" w:rsidRDefault="00004A58">
      <w:pPr>
        <w:pStyle w:val="TOC4"/>
        <w:rPr>
          <w:rFonts w:ascii="Calibri" w:hAnsi="Calibri"/>
          <w:sz w:val="22"/>
          <w:szCs w:val="22"/>
          <w:lang w:eastAsia="en-GB"/>
        </w:rPr>
      </w:pPr>
      <w:r w:rsidRPr="00004A58">
        <w:lastRenderedPageBreak/>
        <w:t>5.3.3.5</w:t>
      </w:r>
      <w:r w:rsidRPr="00293DD9">
        <w:rPr>
          <w:rFonts w:ascii="Calibri" w:hAnsi="Calibri"/>
          <w:sz w:val="22"/>
          <w:szCs w:val="22"/>
          <w:lang w:eastAsia="en-GB"/>
        </w:rPr>
        <w:tab/>
      </w:r>
      <w:r w:rsidRPr="00004A58">
        <w:t>SM-Delivery-Not-Intended</w:t>
      </w:r>
      <w:r w:rsidRPr="00004A58">
        <w:tab/>
      </w:r>
      <w:r w:rsidRPr="00004A58">
        <w:fldChar w:fldCharType="begin" w:fldLock="1"/>
      </w:r>
      <w:r w:rsidRPr="00004A58">
        <w:instrText xml:space="preserve"> PAGEREF _Toc51864451 \h </w:instrText>
      </w:r>
      <w:r w:rsidRPr="00004A58">
        <w:fldChar w:fldCharType="separate"/>
      </w:r>
      <w:r w:rsidRPr="00004A58">
        <w:t>27</w:t>
      </w:r>
      <w:r w:rsidRPr="00004A58">
        <w:fldChar w:fldCharType="end"/>
      </w:r>
    </w:p>
    <w:p w:rsidR="00004A58" w:rsidRPr="00293DD9" w:rsidRDefault="00004A58">
      <w:pPr>
        <w:pStyle w:val="TOC4"/>
        <w:rPr>
          <w:rFonts w:ascii="Calibri" w:hAnsi="Calibri"/>
          <w:sz w:val="22"/>
          <w:szCs w:val="22"/>
          <w:lang w:eastAsia="en-GB"/>
        </w:rPr>
      </w:pPr>
      <w:r w:rsidRPr="00004A58">
        <w:t>5.3.3.6</w:t>
      </w:r>
      <w:r w:rsidRPr="00293DD9">
        <w:rPr>
          <w:rFonts w:ascii="Calibri" w:hAnsi="Calibri"/>
          <w:sz w:val="22"/>
          <w:szCs w:val="22"/>
          <w:lang w:eastAsia="en-GB"/>
        </w:rPr>
        <w:tab/>
      </w:r>
      <w:r w:rsidRPr="00004A58">
        <w:t>Serving-Node</w:t>
      </w:r>
      <w:r w:rsidRPr="00004A58">
        <w:tab/>
      </w:r>
      <w:r w:rsidRPr="00004A58">
        <w:fldChar w:fldCharType="begin" w:fldLock="1"/>
      </w:r>
      <w:r w:rsidRPr="00004A58">
        <w:instrText xml:space="preserve"> PAGEREF _Toc51864452 \h </w:instrText>
      </w:r>
      <w:r w:rsidRPr="00004A58">
        <w:fldChar w:fldCharType="separate"/>
      </w:r>
      <w:r w:rsidRPr="00004A58">
        <w:t>27</w:t>
      </w:r>
      <w:r w:rsidRPr="00004A58">
        <w:fldChar w:fldCharType="end"/>
      </w:r>
    </w:p>
    <w:p w:rsidR="00004A58" w:rsidRPr="00293DD9" w:rsidRDefault="00004A58">
      <w:pPr>
        <w:pStyle w:val="TOC4"/>
        <w:rPr>
          <w:rFonts w:ascii="Calibri" w:hAnsi="Calibri"/>
          <w:sz w:val="22"/>
          <w:szCs w:val="22"/>
          <w:lang w:eastAsia="en-GB"/>
        </w:rPr>
      </w:pPr>
      <w:r w:rsidRPr="00004A58">
        <w:t>5.3.3.7</w:t>
      </w:r>
      <w:r w:rsidRPr="00293DD9">
        <w:rPr>
          <w:rFonts w:ascii="Calibri" w:hAnsi="Calibri"/>
          <w:sz w:val="22"/>
          <w:szCs w:val="22"/>
          <w:lang w:eastAsia="en-GB"/>
        </w:rPr>
        <w:tab/>
      </w:r>
      <w:r w:rsidRPr="00004A58">
        <w:t>Additional-Serving-Node</w:t>
      </w:r>
      <w:r w:rsidRPr="00004A58">
        <w:tab/>
      </w:r>
      <w:r w:rsidRPr="00004A58">
        <w:fldChar w:fldCharType="begin" w:fldLock="1"/>
      </w:r>
      <w:r w:rsidRPr="00004A58">
        <w:instrText xml:space="preserve"> PAGEREF _Toc51864453 \h </w:instrText>
      </w:r>
      <w:r w:rsidRPr="00004A58">
        <w:fldChar w:fldCharType="separate"/>
      </w:r>
      <w:r w:rsidRPr="00004A58">
        <w:t>28</w:t>
      </w:r>
      <w:r w:rsidRPr="00004A58">
        <w:fldChar w:fldCharType="end"/>
      </w:r>
    </w:p>
    <w:p w:rsidR="00004A58" w:rsidRPr="00293DD9" w:rsidRDefault="00004A58">
      <w:pPr>
        <w:pStyle w:val="TOC4"/>
        <w:rPr>
          <w:rFonts w:ascii="Calibri" w:hAnsi="Calibri"/>
          <w:sz w:val="22"/>
          <w:szCs w:val="22"/>
          <w:lang w:eastAsia="en-GB"/>
        </w:rPr>
      </w:pPr>
      <w:r w:rsidRPr="00004A58">
        <w:t>5.3.3.8</w:t>
      </w:r>
      <w:r w:rsidRPr="00293DD9">
        <w:rPr>
          <w:rFonts w:ascii="Calibri" w:hAnsi="Calibri"/>
          <w:sz w:val="22"/>
          <w:szCs w:val="22"/>
          <w:lang w:eastAsia="en-GB"/>
        </w:rPr>
        <w:tab/>
      </w:r>
      <w:r w:rsidRPr="00004A58">
        <w:t>MWD-Status</w:t>
      </w:r>
      <w:r w:rsidRPr="00004A58">
        <w:tab/>
      </w:r>
      <w:r w:rsidRPr="00004A58">
        <w:fldChar w:fldCharType="begin" w:fldLock="1"/>
      </w:r>
      <w:r w:rsidRPr="00004A58">
        <w:instrText xml:space="preserve"> PAGEREF _Toc51864454 \h </w:instrText>
      </w:r>
      <w:r w:rsidRPr="00004A58">
        <w:fldChar w:fldCharType="separate"/>
      </w:r>
      <w:r w:rsidRPr="00004A58">
        <w:t>28</w:t>
      </w:r>
      <w:r w:rsidRPr="00004A58">
        <w:fldChar w:fldCharType="end"/>
      </w:r>
    </w:p>
    <w:p w:rsidR="00004A58" w:rsidRPr="00293DD9" w:rsidRDefault="00004A58">
      <w:pPr>
        <w:pStyle w:val="TOC4"/>
        <w:rPr>
          <w:rFonts w:ascii="Calibri" w:hAnsi="Calibri"/>
          <w:sz w:val="22"/>
          <w:szCs w:val="22"/>
          <w:lang w:eastAsia="en-GB"/>
        </w:rPr>
      </w:pPr>
      <w:r w:rsidRPr="00004A58">
        <w:t>5.3.3.9</w:t>
      </w:r>
      <w:r w:rsidRPr="00293DD9">
        <w:rPr>
          <w:rFonts w:ascii="Calibri" w:hAnsi="Calibri"/>
          <w:sz w:val="22"/>
          <w:szCs w:val="22"/>
          <w:lang w:eastAsia="en-GB"/>
        </w:rPr>
        <w:tab/>
      </w:r>
      <w:r w:rsidRPr="00004A58">
        <w:t>MME-Absent-User-Diagnostic-SM</w:t>
      </w:r>
      <w:r w:rsidRPr="00004A58">
        <w:tab/>
      </w:r>
      <w:r w:rsidRPr="00004A58">
        <w:fldChar w:fldCharType="begin" w:fldLock="1"/>
      </w:r>
      <w:r w:rsidRPr="00004A58">
        <w:instrText xml:space="preserve"> PAGEREF _Toc51864455 \h </w:instrText>
      </w:r>
      <w:r w:rsidRPr="00004A58">
        <w:fldChar w:fldCharType="separate"/>
      </w:r>
      <w:r w:rsidRPr="00004A58">
        <w:t>29</w:t>
      </w:r>
      <w:r w:rsidRPr="00004A58">
        <w:fldChar w:fldCharType="end"/>
      </w:r>
    </w:p>
    <w:p w:rsidR="00004A58" w:rsidRPr="00293DD9" w:rsidRDefault="00004A58">
      <w:pPr>
        <w:pStyle w:val="TOC4"/>
        <w:rPr>
          <w:rFonts w:ascii="Calibri" w:hAnsi="Calibri"/>
          <w:sz w:val="22"/>
          <w:szCs w:val="22"/>
          <w:lang w:eastAsia="en-GB"/>
        </w:rPr>
      </w:pPr>
      <w:r w:rsidRPr="00004A58">
        <w:t>5.3.3.10</w:t>
      </w:r>
      <w:r w:rsidRPr="00293DD9">
        <w:rPr>
          <w:rFonts w:ascii="Calibri" w:hAnsi="Calibri"/>
          <w:sz w:val="22"/>
          <w:szCs w:val="22"/>
          <w:lang w:eastAsia="en-GB"/>
        </w:rPr>
        <w:tab/>
      </w:r>
      <w:r w:rsidRPr="00004A58">
        <w:t>MSC-Absent-User-Diagnostic-SM</w:t>
      </w:r>
      <w:r w:rsidRPr="00004A58">
        <w:tab/>
      </w:r>
      <w:r w:rsidRPr="00004A58">
        <w:fldChar w:fldCharType="begin" w:fldLock="1"/>
      </w:r>
      <w:r w:rsidRPr="00004A58">
        <w:instrText xml:space="preserve"> PAGEREF _Toc51864456 \h </w:instrText>
      </w:r>
      <w:r w:rsidRPr="00004A58">
        <w:fldChar w:fldCharType="separate"/>
      </w:r>
      <w:r w:rsidRPr="00004A58">
        <w:t>29</w:t>
      </w:r>
      <w:r w:rsidRPr="00004A58">
        <w:fldChar w:fldCharType="end"/>
      </w:r>
    </w:p>
    <w:p w:rsidR="00004A58" w:rsidRPr="00293DD9" w:rsidRDefault="00004A58">
      <w:pPr>
        <w:pStyle w:val="TOC4"/>
        <w:rPr>
          <w:rFonts w:ascii="Calibri" w:hAnsi="Calibri"/>
          <w:sz w:val="22"/>
          <w:szCs w:val="22"/>
          <w:lang w:eastAsia="en-GB"/>
        </w:rPr>
      </w:pPr>
      <w:r w:rsidRPr="00004A58">
        <w:t>5.3.3.11</w:t>
      </w:r>
      <w:r w:rsidRPr="00293DD9">
        <w:rPr>
          <w:rFonts w:ascii="Calibri" w:hAnsi="Calibri"/>
          <w:sz w:val="22"/>
          <w:szCs w:val="22"/>
          <w:lang w:eastAsia="en-GB"/>
        </w:rPr>
        <w:tab/>
      </w:r>
      <w:r w:rsidRPr="00004A58">
        <w:t>SGSN-Absent-Subscriber-Diagnostic-SM</w:t>
      </w:r>
      <w:r w:rsidRPr="00004A58">
        <w:tab/>
      </w:r>
      <w:r w:rsidRPr="00004A58">
        <w:fldChar w:fldCharType="begin" w:fldLock="1"/>
      </w:r>
      <w:r w:rsidRPr="00004A58">
        <w:instrText xml:space="preserve"> PAGEREF _Toc51864457 \h </w:instrText>
      </w:r>
      <w:r w:rsidRPr="00004A58">
        <w:fldChar w:fldCharType="separate"/>
      </w:r>
      <w:r w:rsidRPr="00004A58">
        <w:t>29</w:t>
      </w:r>
      <w:r w:rsidRPr="00004A58">
        <w:fldChar w:fldCharType="end"/>
      </w:r>
    </w:p>
    <w:p w:rsidR="00004A58" w:rsidRPr="00293DD9" w:rsidRDefault="00004A58">
      <w:pPr>
        <w:pStyle w:val="TOC4"/>
        <w:rPr>
          <w:rFonts w:ascii="Calibri" w:hAnsi="Calibri"/>
          <w:sz w:val="22"/>
          <w:szCs w:val="22"/>
          <w:lang w:eastAsia="en-GB"/>
        </w:rPr>
      </w:pPr>
      <w:r w:rsidRPr="00004A58">
        <w:t>5.3.3.12</w:t>
      </w:r>
      <w:r w:rsidRPr="00293DD9">
        <w:rPr>
          <w:rFonts w:ascii="Calibri" w:hAnsi="Calibri"/>
          <w:sz w:val="22"/>
          <w:szCs w:val="22"/>
          <w:lang w:eastAsia="en-GB"/>
        </w:rPr>
        <w:tab/>
      </w:r>
      <w:r w:rsidRPr="00004A58">
        <w:t>Feature-List-ID AVP</w:t>
      </w:r>
      <w:r w:rsidRPr="00004A58">
        <w:tab/>
      </w:r>
      <w:r w:rsidRPr="00004A58">
        <w:fldChar w:fldCharType="begin" w:fldLock="1"/>
      </w:r>
      <w:r w:rsidRPr="00004A58">
        <w:instrText xml:space="preserve"> PAGEREF _Toc51864458 \h </w:instrText>
      </w:r>
      <w:r w:rsidRPr="00004A58">
        <w:fldChar w:fldCharType="separate"/>
      </w:r>
      <w:r w:rsidRPr="00004A58">
        <w:t>29</w:t>
      </w:r>
      <w:r w:rsidRPr="00004A58">
        <w:fldChar w:fldCharType="end"/>
      </w:r>
    </w:p>
    <w:p w:rsidR="00004A58" w:rsidRPr="00293DD9" w:rsidRDefault="00004A58">
      <w:pPr>
        <w:pStyle w:val="TOC4"/>
        <w:rPr>
          <w:rFonts w:ascii="Calibri" w:hAnsi="Calibri"/>
          <w:sz w:val="22"/>
          <w:szCs w:val="22"/>
          <w:lang w:eastAsia="en-GB"/>
        </w:rPr>
      </w:pPr>
      <w:r w:rsidRPr="00004A58">
        <w:t>5.3.3.13</w:t>
      </w:r>
      <w:r w:rsidRPr="00293DD9">
        <w:rPr>
          <w:rFonts w:ascii="Calibri" w:hAnsi="Calibri"/>
          <w:sz w:val="22"/>
          <w:szCs w:val="22"/>
          <w:lang w:eastAsia="en-GB"/>
        </w:rPr>
        <w:tab/>
      </w:r>
      <w:r w:rsidRPr="00004A58">
        <w:t>Feature-List AVP</w:t>
      </w:r>
      <w:r w:rsidRPr="00004A58">
        <w:tab/>
      </w:r>
      <w:r w:rsidRPr="00004A58">
        <w:fldChar w:fldCharType="begin" w:fldLock="1"/>
      </w:r>
      <w:r w:rsidRPr="00004A58">
        <w:instrText xml:space="preserve"> PAGEREF _Toc51864459 \h </w:instrText>
      </w:r>
      <w:r w:rsidRPr="00004A58">
        <w:fldChar w:fldCharType="separate"/>
      </w:r>
      <w:r w:rsidRPr="00004A58">
        <w:t>29</w:t>
      </w:r>
      <w:r w:rsidRPr="00004A58">
        <w:fldChar w:fldCharType="end"/>
      </w:r>
    </w:p>
    <w:p w:rsidR="00004A58" w:rsidRPr="00293DD9" w:rsidRDefault="00004A58">
      <w:pPr>
        <w:pStyle w:val="TOC4"/>
        <w:rPr>
          <w:rFonts w:ascii="Calibri" w:hAnsi="Calibri"/>
          <w:sz w:val="22"/>
          <w:szCs w:val="22"/>
          <w:lang w:eastAsia="en-GB"/>
        </w:rPr>
      </w:pPr>
      <w:r w:rsidRPr="00004A58">
        <w:t>5.3.3.14</w:t>
      </w:r>
      <w:r w:rsidRPr="00293DD9">
        <w:rPr>
          <w:rFonts w:ascii="Calibri" w:hAnsi="Calibri"/>
          <w:sz w:val="22"/>
          <w:szCs w:val="22"/>
          <w:lang w:eastAsia="en-GB"/>
        </w:rPr>
        <w:tab/>
      </w:r>
      <w:r w:rsidRPr="00004A58">
        <w:t>SM-Delivery-Outcome</w:t>
      </w:r>
      <w:r w:rsidRPr="00004A58">
        <w:tab/>
      </w:r>
      <w:r w:rsidRPr="00004A58">
        <w:fldChar w:fldCharType="begin" w:fldLock="1"/>
      </w:r>
      <w:r w:rsidRPr="00004A58">
        <w:instrText xml:space="preserve"> PAGEREF _Toc51864460 \h </w:instrText>
      </w:r>
      <w:r w:rsidRPr="00004A58">
        <w:fldChar w:fldCharType="separate"/>
      </w:r>
      <w:r w:rsidRPr="00004A58">
        <w:t>29</w:t>
      </w:r>
      <w:r w:rsidRPr="00004A58">
        <w:fldChar w:fldCharType="end"/>
      </w:r>
    </w:p>
    <w:p w:rsidR="00004A58" w:rsidRPr="00293DD9" w:rsidRDefault="00004A58">
      <w:pPr>
        <w:pStyle w:val="TOC4"/>
        <w:rPr>
          <w:rFonts w:ascii="Calibri" w:hAnsi="Calibri"/>
          <w:sz w:val="22"/>
          <w:szCs w:val="22"/>
          <w:lang w:eastAsia="en-GB"/>
        </w:rPr>
      </w:pPr>
      <w:r w:rsidRPr="00004A58">
        <w:t>5.3.3.15</w:t>
      </w:r>
      <w:r w:rsidRPr="00293DD9">
        <w:rPr>
          <w:rFonts w:ascii="Calibri" w:hAnsi="Calibri"/>
          <w:sz w:val="22"/>
          <w:szCs w:val="22"/>
          <w:lang w:eastAsia="en-GB"/>
        </w:rPr>
        <w:tab/>
      </w:r>
      <w:r w:rsidRPr="00004A58">
        <w:t>MME-SM-Delivery-Outcome</w:t>
      </w:r>
      <w:r w:rsidRPr="00004A58">
        <w:tab/>
      </w:r>
      <w:r w:rsidRPr="00004A58">
        <w:fldChar w:fldCharType="begin" w:fldLock="1"/>
      </w:r>
      <w:r w:rsidRPr="00004A58">
        <w:instrText xml:space="preserve"> PAGEREF _Toc51864461 \h </w:instrText>
      </w:r>
      <w:r w:rsidRPr="00004A58">
        <w:fldChar w:fldCharType="separate"/>
      </w:r>
      <w:r w:rsidRPr="00004A58">
        <w:t>30</w:t>
      </w:r>
      <w:r w:rsidRPr="00004A58">
        <w:fldChar w:fldCharType="end"/>
      </w:r>
    </w:p>
    <w:p w:rsidR="00004A58" w:rsidRPr="00293DD9" w:rsidRDefault="00004A58">
      <w:pPr>
        <w:pStyle w:val="TOC4"/>
        <w:rPr>
          <w:rFonts w:ascii="Calibri" w:hAnsi="Calibri"/>
          <w:sz w:val="22"/>
          <w:szCs w:val="22"/>
          <w:lang w:eastAsia="en-GB"/>
        </w:rPr>
      </w:pPr>
      <w:r w:rsidRPr="00004A58">
        <w:t>5.3.3.16</w:t>
      </w:r>
      <w:r w:rsidRPr="00293DD9">
        <w:rPr>
          <w:rFonts w:ascii="Calibri" w:hAnsi="Calibri"/>
          <w:sz w:val="22"/>
          <w:szCs w:val="22"/>
          <w:lang w:eastAsia="en-GB"/>
        </w:rPr>
        <w:tab/>
      </w:r>
      <w:r w:rsidRPr="00004A58">
        <w:t>MSC-SM-Delivery-Outcome</w:t>
      </w:r>
      <w:r w:rsidRPr="00004A58">
        <w:tab/>
      </w:r>
      <w:r w:rsidRPr="00004A58">
        <w:fldChar w:fldCharType="begin" w:fldLock="1"/>
      </w:r>
      <w:r w:rsidRPr="00004A58">
        <w:instrText xml:space="preserve"> PAGEREF _Toc51864462 \h </w:instrText>
      </w:r>
      <w:r w:rsidRPr="00004A58">
        <w:fldChar w:fldCharType="separate"/>
      </w:r>
      <w:r w:rsidRPr="00004A58">
        <w:t>30</w:t>
      </w:r>
      <w:r w:rsidRPr="00004A58">
        <w:fldChar w:fldCharType="end"/>
      </w:r>
    </w:p>
    <w:p w:rsidR="00004A58" w:rsidRPr="00293DD9" w:rsidRDefault="00004A58">
      <w:pPr>
        <w:pStyle w:val="TOC4"/>
        <w:rPr>
          <w:rFonts w:ascii="Calibri" w:hAnsi="Calibri"/>
          <w:sz w:val="22"/>
          <w:szCs w:val="22"/>
          <w:lang w:eastAsia="en-GB"/>
        </w:rPr>
      </w:pPr>
      <w:r w:rsidRPr="00004A58">
        <w:t>5.3.3.17</w:t>
      </w:r>
      <w:r w:rsidRPr="00293DD9">
        <w:rPr>
          <w:rFonts w:ascii="Calibri" w:hAnsi="Calibri"/>
          <w:sz w:val="22"/>
          <w:szCs w:val="22"/>
          <w:lang w:eastAsia="en-GB"/>
        </w:rPr>
        <w:tab/>
      </w:r>
      <w:r w:rsidRPr="00004A58">
        <w:t>SGSN-SM-Delivery-Outcome</w:t>
      </w:r>
      <w:r w:rsidRPr="00004A58">
        <w:tab/>
      </w:r>
      <w:r w:rsidRPr="00004A58">
        <w:fldChar w:fldCharType="begin" w:fldLock="1"/>
      </w:r>
      <w:r w:rsidRPr="00004A58">
        <w:instrText xml:space="preserve"> PAGEREF _Toc51864463 \h </w:instrText>
      </w:r>
      <w:r w:rsidRPr="00004A58">
        <w:fldChar w:fldCharType="separate"/>
      </w:r>
      <w:r w:rsidRPr="00004A58">
        <w:t>30</w:t>
      </w:r>
      <w:r w:rsidRPr="00004A58">
        <w:fldChar w:fldCharType="end"/>
      </w:r>
    </w:p>
    <w:p w:rsidR="00004A58" w:rsidRPr="00293DD9" w:rsidRDefault="00004A58">
      <w:pPr>
        <w:pStyle w:val="TOC4"/>
        <w:rPr>
          <w:rFonts w:ascii="Calibri" w:hAnsi="Calibri"/>
          <w:sz w:val="22"/>
          <w:szCs w:val="22"/>
          <w:lang w:eastAsia="en-GB"/>
        </w:rPr>
      </w:pPr>
      <w:r w:rsidRPr="00004A58">
        <w:t>5.3.3.18</w:t>
      </w:r>
      <w:r w:rsidRPr="00293DD9">
        <w:rPr>
          <w:rFonts w:ascii="Calibri" w:hAnsi="Calibri"/>
          <w:sz w:val="22"/>
          <w:szCs w:val="22"/>
          <w:lang w:eastAsia="en-GB"/>
        </w:rPr>
        <w:tab/>
      </w:r>
      <w:r w:rsidRPr="00004A58">
        <w:t>IP-SM-GW-SM-Delivery-Outcome</w:t>
      </w:r>
      <w:r w:rsidRPr="00004A58">
        <w:tab/>
      </w:r>
      <w:r w:rsidRPr="00004A58">
        <w:fldChar w:fldCharType="begin" w:fldLock="1"/>
      </w:r>
      <w:r w:rsidRPr="00004A58">
        <w:instrText xml:space="preserve"> PAGEREF _Toc51864464 \h </w:instrText>
      </w:r>
      <w:r w:rsidRPr="00004A58">
        <w:fldChar w:fldCharType="separate"/>
      </w:r>
      <w:r w:rsidRPr="00004A58">
        <w:t>30</w:t>
      </w:r>
      <w:r w:rsidRPr="00004A58">
        <w:fldChar w:fldCharType="end"/>
      </w:r>
    </w:p>
    <w:p w:rsidR="00004A58" w:rsidRPr="00293DD9" w:rsidRDefault="00004A58">
      <w:pPr>
        <w:pStyle w:val="TOC4"/>
        <w:rPr>
          <w:rFonts w:ascii="Calibri" w:hAnsi="Calibri"/>
          <w:sz w:val="22"/>
          <w:szCs w:val="22"/>
          <w:lang w:eastAsia="en-GB"/>
        </w:rPr>
      </w:pPr>
      <w:r w:rsidRPr="00004A58">
        <w:t>5.3.3.19</w:t>
      </w:r>
      <w:r w:rsidRPr="00293DD9">
        <w:rPr>
          <w:rFonts w:ascii="Calibri" w:hAnsi="Calibri"/>
          <w:sz w:val="22"/>
          <w:szCs w:val="22"/>
          <w:lang w:eastAsia="en-GB"/>
        </w:rPr>
        <w:tab/>
      </w:r>
      <w:r w:rsidRPr="00004A58">
        <w:t>SM-Delivery-Cause</w:t>
      </w:r>
      <w:r w:rsidRPr="00004A58">
        <w:tab/>
      </w:r>
      <w:r w:rsidRPr="00004A58">
        <w:fldChar w:fldCharType="begin" w:fldLock="1"/>
      </w:r>
      <w:r w:rsidRPr="00004A58">
        <w:instrText xml:space="preserve"> PAGEREF _Toc51864465 \h </w:instrText>
      </w:r>
      <w:r w:rsidRPr="00004A58">
        <w:fldChar w:fldCharType="separate"/>
      </w:r>
      <w:r w:rsidRPr="00004A58">
        <w:t>30</w:t>
      </w:r>
      <w:r w:rsidRPr="00004A58">
        <w:fldChar w:fldCharType="end"/>
      </w:r>
    </w:p>
    <w:p w:rsidR="00004A58" w:rsidRPr="00293DD9" w:rsidRDefault="00004A58">
      <w:pPr>
        <w:pStyle w:val="TOC4"/>
        <w:rPr>
          <w:rFonts w:ascii="Calibri" w:hAnsi="Calibri"/>
          <w:sz w:val="22"/>
          <w:szCs w:val="22"/>
          <w:lang w:eastAsia="en-GB"/>
        </w:rPr>
      </w:pPr>
      <w:r w:rsidRPr="00004A58">
        <w:t>5.3.3.20</w:t>
      </w:r>
      <w:r w:rsidRPr="00293DD9">
        <w:rPr>
          <w:rFonts w:ascii="Calibri" w:hAnsi="Calibri"/>
          <w:sz w:val="22"/>
          <w:szCs w:val="22"/>
          <w:lang w:eastAsia="en-GB"/>
        </w:rPr>
        <w:tab/>
      </w:r>
      <w:r w:rsidRPr="00004A58">
        <w:t>Absent-User-Diagnostic-SM</w:t>
      </w:r>
      <w:r w:rsidRPr="00004A58">
        <w:tab/>
      </w:r>
      <w:r w:rsidRPr="00004A58">
        <w:fldChar w:fldCharType="begin" w:fldLock="1"/>
      </w:r>
      <w:r w:rsidRPr="00004A58">
        <w:instrText xml:space="preserve"> PAGEREF _Toc51864466 \h </w:instrText>
      </w:r>
      <w:r w:rsidRPr="00004A58">
        <w:fldChar w:fldCharType="separate"/>
      </w:r>
      <w:r w:rsidRPr="00004A58">
        <w:t>31</w:t>
      </w:r>
      <w:r w:rsidRPr="00004A58">
        <w:fldChar w:fldCharType="end"/>
      </w:r>
    </w:p>
    <w:p w:rsidR="00004A58" w:rsidRPr="00293DD9" w:rsidRDefault="00004A58">
      <w:pPr>
        <w:pStyle w:val="TOC4"/>
        <w:rPr>
          <w:rFonts w:ascii="Calibri" w:hAnsi="Calibri"/>
          <w:sz w:val="22"/>
          <w:szCs w:val="22"/>
          <w:lang w:eastAsia="en-GB"/>
        </w:rPr>
      </w:pPr>
      <w:r w:rsidRPr="00004A58">
        <w:t>5.3.3.</w:t>
      </w:r>
      <w:r w:rsidRPr="00004A58">
        <w:rPr>
          <w:lang w:eastAsia="zh-CN"/>
        </w:rPr>
        <w:t>21</w:t>
      </w:r>
      <w:r w:rsidRPr="00293DD9">
        <w:rPr>
          <w:rFonts w:ascii="Calibri" w:hAnsi="Calibri"/>
          <w:sz w:val="22"/>
          <w:szCs w:val="22"/>
          <w:lang w:eastAsia="en-GB"/>
        </w:rPr>
        <w:tab/>
      </w:r>
      <w:r w:rsidRPr="00004A58">
        <w:t>R</w:t>
      </w:r>
      <w:r w:rsidRPr="00004A58">
        <w:rPr>
          <w:lang w:eastAsia="zh-CN"/>
        </w:rPr>
        <w:t>D</w:t>
      </w:r>
      <w:r w:rsidRPr="00004A58">
        <w:t>R-Flags</w:t>
      </w:r>
      <w:r w:rsidRPr="00004A58">
        <w:tab/>
      </w:r>
      <w:r w:rsidRPr="00004A58">
        <w:fldChar w:fldCharType="begin" w:fldLock="1"/>
      </w:r>
      <w:r w:rsidRPr="00004A58">
        <w:instrText xml:space="preserve"> PAGEREF _Toc51864467 \h </w:instrText>
      </w:r>
      <w:r w:rsidRPr="00004A58">
        <w:fldChar w:fldCharType="separate"/>
      </w:r>
      <w:r w:rsidRPr="00004A58">
        <w:t>31</w:t>
      </w:r>
      <w:r w:rsidRPr="00004A58">
        <w:fldChar w:fldCharType="end"/>
      </w:r>
    </w:p>
    <w:p w:rsidR="00004A58" w:rsidRPr="00293DD9" w:rsidRDefault="00004A58">
      <w:pPr>
        <w:pStyle w:val="TOC4"/>
        <w:rPr>
          <w:rFonts w:ascii="Calibri" w:hAnsi="Calibri"/>
          <w:sz w:val="22"/>
          <w:szCs w:val="22"/>
          <w:lang w:eastAsia="en-GB"/>
        </w:rPr>
      </w:pPr>
      <w:r w:rsidRPr="00004A58">
        <w:t>5.3.3.22</w:t>
      </w:r>
      <w:r w:rsidRPr="00293DD9">
        <w:rPr>
          <w:rFonts w:ascii="Calibri" w:hAnsi="Calibri"/>
          <w:sz w:val="22"/>
          <w:szCs w:val="22"/>
          <w:lang w:eastAsia="en-GB"/>
        </w:rPr>
        <w:tab/>
      </w:r>
      <w:r w:rsidRPr="00004A58">
        <w:t>Maximum-UE-Availability-Time</w:t>
      </w:r>
      <w:r w:rsidRPr="00004A58">
        <w:tab/>
      </w:r>
      <w:r w:rsidRPr="00004A58">
        <w:fldChar w:fldCharType="begin" w:fldLock="1"/>
      </w:r>
      <w:r w:rsidRPr="00004A58">
        <w:instrText xml:space="preserve"> PAGEREF _Toc51864468 \h </w:instrText>
      </w:r>
      <w:r w:rsidRPr="00004A58">
        <w:fldChar w:fldCharType="separate"/>
      </w:r>
      <w:r w:rsidRPr="00004A58">
        <w:t>31</w:t>
      </w:r>
      <w:r w:rsidRPr="00004A58">
        <w:fldChar w:fldCharType="end"/>
      </w:r>
    </w:p>
    <w:p w:rsidR="00004A58" w:rsidRPr="00293DD9" w:rsidRDefault="00004A58">
      <w:pPr>
        <w:pStyle w:val="TOC4"/>
        <w:rPr>
          <w:rFonts w:ascii="Calibri" w:hAnsi="Calibri"/>
          <w:sz w:val="22"/>
          <w:szCs w:val="22"/>
          <w:lang w:eastAsia="en-GB"/>
        </w:rPr>
      </w:pPr>
      <w:r w:rsidRPr="00004A58">
        <w:t>5.3.3.23</w:t>
      </w:r>
      <w:r w:rsidRPr="00293DD9">
        <w:rPr>
          <w:rFonts w:ascii="Calibri" w:hAnsi="Calibri"/>
          <w:sz w:val="22"/>
          <w:szCs w:val="22"/>
          <w:lang w:eastAsia="en-GB"/>
        </w:rPr>
        <w:tab/>
      </w:r>
      <w:r w:rsidRPr="00004A58">
        <w:t>SMS-GMSC-Alert-Event</w:t>
      </w:r>
      <w:r w:rsidRPr="00004A58">
        <w:tab/>
      </w:r>
      <w:r w:rsidRPr="00004A58">
        <w:fldChar w:fldCharType="begin" w:fldLock="1"/>
      </w:r>
      <w:r w:rsidRPr="00004A58">
        <w:instrText xml:space="preserve"> PAGEREF _Toc51864469 \h </w:instrText>
      </w:r>
      <w:r w:rsidRPr="00004A58">
        <w:fldChar w:fldCharType="separate"/>
      </w:r>
      <w:r w:rsidRPr="00004A58">
        <w:t>31</w:t>
      </w:r>
      <w:r w:rsidRPr="00004A58">
        <w:fldChar w:fldCharType="end"/>
      </w:r>
    </w:p>
    <w:p w:rsidR="00004A58" w:rsidRPr="00293DD9" w:rsidRDefault="00004A58">
      <w:pPr>
        <w:pStyle w:val="TOC4"/>
        <w:rPr>
          <w:rFonts w:ascii="Calibri" w:hAnsi="Calibri"/>
          <w:sz w:val="22"/>
          <w:szCs w:val="22"/>
          <w:lang w:eastAsia="en-GB"/>
        </w:rPr>
      </w:pPr>
      <w:r w:rsidRPr="00004A58">
        <w:t>5.3.3.24</w:t>
      </w:r>
      <w:r w:rsidRPr="00293DD9">
        <w:rPr>
          <w:rFonts w:ascii="Calibri" w:hAnsi="Calibri"/>
          <w:sz w:val="22"/>
          <w:szCs w:val="22"/>
          <w:lang w:eastAsia="en-GB"/>
        </w:rPr>
        <w:tab/>
      </w:r>
      <w:r w:rsidRPr="00004A58">
        <w:t>DRMP</w:t>
      </w:r>
      <w:r w:rsidRPr="00004A58">
        <w:tab/>
      </w:r>
      <w:r w:rsidRPr="00004A58">
        <w:fldChar w:fldCharType="begin" w:fldLock="1"/>
      </w:r>
      <w:r w:rsidRPr="00004A58">
        <w:instrText xml:space="preserve"> PAGEREF _Toc51864470 \h </w:instrText>
      </w:r>
      <w:r w:rsidRPr="00004A58">
        <w:fldChar w:fldCharType="separate"/>
      </w:r>
      <w:r w:rsidRPr="00004A58">
        <w:t>31</w:t>
      </w:r>
      <w:r w:rsidRPr="00004A58">
        <w:fldChar w:fldCharType="end"/>
      </w:r>
    </w:p>
    <w:p w:rsidR="00004A58" w:rsidRPr="00293DD9" w:rsidRDefault="00004A58">
      <w:pPr>
        <w:pStyle w:val="TOC4"/>
        <w:rPr>
          <w:rFonts w:ascii="Calibri" w:hAnsi="Calibri"/>
          <w:sz w:val="22"/>
          <w:szCs w:val="22"/>
          <w:lang w:eastAsia="en-GB"/>
        </w:rPr>
      </w:pPr>
      <w:r w:rsidRPr="00004A58">
        <w:t>5.3.3.</w:t>
      </w:r>
      <w:r w:rsidRPr="00004A58">
        <w:rPr>
          <w:lang w:val="de-DE"/>
        </w:rPr>
        <w:t>25</w:t>
      </w:r>
      <w:r w:rsidRPr="00293DD9">
        <w:rPr>
          <w:rFonts w:ascii="Calibri" w:hAnsi="Calibri"/>
          <w:sz w:val="22"/>
          <w:szCs w:val="22"/>
          <w:lang w:eastAsia="en-GB"/>
        </w:rPr>
        <w:tab/>
      </w:r>
      <w:r w:rsidRPr="00004A58">
        <w:rPr>
          <w:lang w:val="de-DE"/>
        </w:rPr>
        <w:t>SMSF-3GPP</w:t>
      </w:r>
      <w:r w:rsidRPr="00004A58">
        <w:t>-Absent-User-Diagnostic-SM</w:t>
      </w:r>
      <w:r w:rsidRPr="00004A58">
        <w:tab/>
      </w:r>
      <w:r w:rsidRPr="00004A58">
        <w:fldChar w:fldCharType="begin" w:fldLock="1"/>
      </w:r>
      <w:r w:rsidRPr="00004A58">
        <w:instrText xml:space="preserve"> PAGEREF _Toc51864471 \h </w:instrText>
      </w:r>
      <w:r w:rsidRPr="00004A58">
        <w:fldChar w:fldCharType="separate"/>
      </w:r>
      <w:r w:rsidRPr="00004A58">
        <w:t>31</w:t>
      </w:r>
      <w:r w:rsidRPr="00004A58">
        <w:fldChar w:fldCharType="end"/>
      </w:r>
    </w:p>
    <w:p w:rsidR="00004A58" w:rsidRPr="00293DD9" w:rsidRDefault="00004A58">
      <w:pPr>
        <w:pStyle w:val="TOC4"/>
        <w:rPr>
          <w:rFonts w:ascii="Calibri" w:hAnsi="Calibri"/>
          <w:sz w:val="22"/>
          <w:szCs w:val="22"/>
          <w:lang w:eastAsia="en-GB"/>
        </w:rPr>
      </w:pPr>
      <w:r w:rsidRPr="00004A58">
        <w:t>5.3.3.</w:t>
      </w:r>
      <w:r w:rsidRPr="00004A58">
        <w:rPr>
          <w:lang w:val="de-DE"/>
        </w:rPr>
        <w:t>26</w:t>
      </w:r>
      <w:r w:rsidRPr="00293DD9">
        <w:rPr>
          <w:rFonts w:ascii="Calibri" w:hAnsi="Calibri"/>
          <w:sz w:val="22"/>
          <w:szCs w:val="22"/>
          <w:lang w:eastAsia="en-GB"/>
        </w:rPr>
        <w:tab/>
      </w:r>
      <w:r w:rsidRPr="00004A58">
        <w:rPr>
          <w:lang w:val="de-DE"/>
        </w:rPr>
        <w:t>SMSF-Non-3GPP</w:t>
      </w:r>
      <w:r w:rsidRPr="00004A58">
        <w:t>-Absent-User-Diagnostic-SM</w:t>
      </w:r>
      <w:r w:rsidRPr="00004A58">
        <w:tab/>
      </w:r>
      <w:r w:rsidRPr="00004A58">
        <w:fldChar w:fldCharType="begin" w:fldLock="1"/>
      </w:r>
      <w:r w:rsidRPr="00004A58">
        <w:instrText xml:space="preserve"> PAGEREF _Toc51864472 \h </w:instrText>
      </w:r>
      <w:r w:rsidRPr="00004A58">
        <w:fldChar w:fldCharType="separate"/>
      </w:r>
      <w:r w:rsidRPr="00004A58">
        <w:t>31</w:t>
      </w:r>
      <w:r w:rsidRPr="00004A58">
        <w:fldChar w:fldCharType="end"/>
      </w:r>
    </w:p>
    <w:p w:rsidR="00004A58" w:rsidRPr="00293DD9" w:rsidRDefault="00004A58">
      <w:pPr>
        <w:pStyle w:val="TOC4"/>
        <w:rPr>
          <w:rFonts w:ascii="Calibri" w:hAnsi="Calibri"/>
          <w:sz w:val="22"/>
          <w:szCs w:val="22"/>
          <w:lang w:eastAsia="en-GB"/>
        </w:rPr>
      </w:pPr>
      <w:r w:rsidRPr="00004A58">
        <w:t>5.3.3.</w:t>
      </w:r>
      <w:r w:rsidRPr="00004A58">
        <w:rPr>
          <w:lang w:val="de-DE"/>
        </w:rPr>
        <w:t>27</w:t>
      </w:r>
      <w:r w:rsidRPr="00293DD9">
        <w:rPr>
          <w:rFonts w:ascii="Calibri" w:hAnsi="Calibri"/>
          <w:sz w:val="22"/>
          <w:szCs w:val="22"/>
          <w:lang w:eastAsia="en-GB"/>
        </w:rPr>
        <w:tab/>
      </w:r>
      <w:r w:rsidRPr="00004A58">
        <w:rPr>
          <w:lang w:val="de-DE"/>
        </w:rPr>
        <w:t>SMSF-3GPP</w:t>
      </w:r>
      <w:r w:rsidRPr="00004A58">
        <w:t>-SM-Delivery-Outcome</w:t>
      </w:r>
      <w:r w:rsidRPr="00004A58">
        <w:tab/>
      </w:r>
      <w:r w:rsidRPr="00004A58">
        <w:fldChar w:fldCharType="begin" w:fldLock="1"/>
      </w:r>
      <w:r w:rsidRPr="00004A58">
        <w:instrText xml:space="preserve"> PAGEREF _Toc51864473 \h </w:instrText>
      </w:r>
      <w:r w:rsidRPr="00004A58">
        <w:fldChar w:fldCharType="separate"/>
      </w:r>
      <w:r w:rsidRPr="00004A58">
        <w:t>32</w:t>
      </w:r>
      <w:r w:rsidRPr="00004A58">
        <w:fldChar w:fldCharType="end"/>
      </w:r>
    </w:p>
    <w:p w:rsidR="00004A58" w:rsidRPr="00293DD9" w:rsidRDefault="00004A58">
      <w:pPr>
        <w:pStyle w:val="TOC4"/>
        <w:rPr>
          <w:rFonts w:ascii="Calibri" w:hAnsi="Calibri"/>
          <w:sz w:val="22"/>
          <w:szCs w:val="22"/>
          <w:lang w:eastAsia="en-GB"/>
        </w:rPr>
      </w:pPr>
      <w:r w:rsidRPr="00004A58">
        <w:t>5.3.3.</w:t>
      </w:r>
      <w:r w:rsidRPr="00004A58">
        <w:rPr>
          <w:lang w:val="de-DE"/>
        </w:rPr>
        <w:t>28</w:t>
      </w:r>
      <w:r w:rsidRPr="00293DD9">
        <w:rPr>
          <w:rFonts w:ascii="Calibri" w:hAnsi="Calibri"/>
          <w:sz w:val="22"/>
          <w:szCs w:val="22"/>
          <w:lang w:eastAsia="en-GB"/>
        </w:rPr>
        <w:tab/>
      </w:r>
      <w:r w:rsidRPr="00004A58">
        <w:rPr>
          <w:lang w:val="de-DE"/>
        </w:rPr>
        <w:t>SMSF-Non-3GPP</w:t>
      </w:r>
      <w:r w:rsidRPr="00004A58">
        <w:t>-SM-Delivery-Outcome</w:t>
      </w:r>
      <w:r w:rsidRPr="00004A58">
        <w:tab/>
      </w:r>
      <w:r w:rsidRPr="00004A58">
        <w:fldChar w:fldCharType="begin" w:fldLock="1"/>
      </w:r>
      <w:r w:rsidRPr="00004A58">
        <w:instrText xml:space="preserve"> PAGEREF _Toc51864474 \h </w:instrText>
      </w:r>
      <w:r w:rsidRPr="00004A58">
        <w:fldChar w:fldCharType="separate"/>
      </w:r>
      <w:r w:rsidRPr="00004A58">
        <w:t>32</w:t>
      </w:r>
      <w:r w:rsidRPr="00004A58">
        <w:fldChar w:fldCharType="end"/>
      </w:r>
    </w:p>
    <w:p w:rsidR="00004A58" w:rsidRPr="00293DD9" w:rsidRDefault="00004A58">
      <w:pPr>
        <w:pStyle w:val="TOC4"/>
        <w:rPr>
          <w:rFonts w:ascii="Calibri" w:hAnsi="Calibri"/>
          <w:sz w:val="22"/>
          <w:szCs w:val="22"/>
          <w:lang w:eastAsia="en-GB"/>
        </w:rPr>
      </w:pPr>
      <w:r w:rsidRPr="00004A58">
        <w:t>5.3.3.29</w:t>
      </w:r>
      <w:r w:rsidRPr="00293DD9">
        <w:rPr>
          <w:rFonts w:ascii="Calibri" w:hAnsi="Calibri"/>
          <w:sz w:val="22"/>
          <w:szCs w:val="22"/>
          <w:lang w:eastAsia="en-GB"/>
        </w:rPr>
        <w:tab/>
      </w:r>
      <w:r w:rsidRPr="00004A58">
        <w:rPr>
          <w:lang w:val="de-DE"/>
        </w:rPr>
        <w:t>SMSF-3GPP</w:t>
      </w:r>
      <w:r w:rsidRPr="00004A58">
        <w:rPr>
          <w:lang w:eastAsia="zh-CN"/>
        </w:rPr>
        <w:t>-Number</w:t>
      </w:r>
      <w:r w:rsidRPr="00004A58">
        <w:tab/>
      </w:r>
      <w:r w:rsidRPr="00004A58">
        <w:fldChar w:fldCharType="begin" w:fldLock="1"/>
      </w:r>
      <w:r w:rsidRPr="00004A58">
        <w:instrText xml:space="preserve"> PAGEREF _Toc51864475 \h </w:instrText>
      </w:r>
      <w:r w:rsidRPr="00004A58">
        <w:fldChar w:fldCharType="separate"/>
      </w:r>
      <w:r w:rsidRPr="00004A58">
        <w:t>32</w:t>
      </w:r>
      <w:r w:rsidRPr="00004A58">
        <w:fldChar w:fldCharType="end"/>
      </w:r>
    </w:p>
    <w:p w:rsidR="00004A58" w:rsidRPr="00293DD9" w:rsidRDefault="00004A58">
      <w:pPr>
        <w:pStyle w:val="TOC4"/>
        <w:rPr>
          <w:rFonts w:ascii="Calibri" w:hAnsi="Calibri"/>
          <w:sz w:val="22"/>
          <w:szCs w:val="22"/>
          <w:lang w:eastAsia="en-GB"/>
        </w:rPr>
      </w:pPr>
      <w:r w:rsidRPr="00004A58">
        <w:t>5.3.3.</w:t>
      </w:r>
      <w:r w:rsidRPr="00004A58">
        <w:rPr>
          <w:lang w:val="de-DE"/>
        </w:rPr>
        <w:t>30</w:t>
      </w:r>
      <w:r w:rsidRPr="00293DD9">
        <w:rPr>
          <w:rFonts w:ascii="Calibri" w:hAnsi="Calibri"/>
          <w:sz w:val="22"/>
          <w:szCs w:val="22"/>
          <w:lang w:eastAsia="en-GB"/>
        </w:rPr>
        <w:tab/>
      </w:r>
      <w:r w:rsidRPr="00004A58">
        <w:rPr>
          <w:lang w:val="de-DE"/>
        </w:rPr>
        <w:t>SMSF-Non-3GPP</w:t>
      </w:r>
      <w:r w:rsidRPr="00004A58">
        <w:rPr>
          <w:lang w:eastAsia="zh-CN"/>
        </w:rPr>
        <w:t>-Number</w:t>
      </w:r>
      <w:r w:rsidRPr="00004A58">
        <w:tab/>
      </w:r>
      <w:r w:rsidRPr="00004A58">
        <w:fldChar w:fldCharType="begin" w:fldLock="1"/>
      </w:r>
      <w:r w:rsidRPr="00004A58">
        <w:instrText xml:space="preserve"> PAGEREF _Toc51864476 \h </w:instrText>
      </w:r>
      <w:r w:rsidRPr="00004A58">
        <w:fldChar w:fldCharType="separate"/>
      </w:r>
      <w:r w:rsidRPr="00004A58">
        <w:t>32</w:t>
      </w:r>
      <w:r w:rsidRPr="00004A58">
        <w:fldChar w:fldCharType="end"/>
      </w:r>
    </w:p>
    <w:p w:rsidR="00004A58" w:rsidRPr="00293DD9" w:rsidRDefault="00004A58">
      <w:pPr>
        <w:pStyle w:val="TOC4"/>
        <w:rPr>
          <w:rFonts w:ascii="Calibri" w:hAnsi="Calibri"/>
          <w:sz w:val="22"/>
          <w:szCs w:val="22"/>
          <w:lang w:eastAsia="en-GB"/>
        </w:rPr>
      </w:pPr>
      <w:r w:rsidRPr="00004A58">
        <w:t>5.3.3.31</w:t>
      </w:r>
      <w:r w:rsidRPr="00293DD9">
        <w:rPr>
          <w:rFonts w:ascii="Calibri" w:hAnsi="Calibri"/>
          <w:sz w:val="22"/>
          <w:szCs w:val="22"/>
          <w:lang w:eastAsia="en-GB"/>
        </w:rPr>
        <w:tab/>
      </w:r>
      <w:r w:rsidRPr="00004A58">
        <w:rPr>
          <w:lang w:val="de-DE"/>
        </w:rPr>
        <w:t>SMSF-3GPP</w:t>
      </w:r>
      <w:r w:rsidRPr="00004A58">
        <w:t>-Name</w:t>
      </w:r>
      <w:r w:rsidRPr="00004A58">
        <w:tab/>
      </w:r>
      <w:r w:rsidRPr="00004A58">
        <w:fldChar w:fldCharType="begin" w:fldLock="1"/>
      </w:r>
      <w:r w:rsidRPr="00004A58">
        <w:instrText xml:space="preserve"> PAGEREF _Toc51864477 \h </w:instrText>
      </w:r>
      <w:r w:rsidRPr="00004A58">
        <w:fldChar w:fldCharType="separate"/>
      </w:r>
      <w:r w:rsidRPr="00004A58">
        <w:t>32</w:t>
      </w:r>
      <w:r w:rsidRPr="00004A58">
        <w:fldChar w:fldCharType="end"/>
      </w:r>
    </w:p>
    <w:p w:rsidR="00004A58" w:rsidRPr="00293DD9" w:rsidRDefault="00004A58">
      <w:pPr>
        <w:pStyle w:val="TOC4"/>
        <w:rPr>
          <w:rFonts w:ascii="Calibri" w:hAnsi="Calibri"/>
          <w:sz w:val="22"/>
          <w:szCs w:val="22"/>
          <w:lang w:eastAsia="en-GB"/>
        </w:rPr>
      </w:pPr>
      <w:r w:rsidRPr="00004A58">
        <w:t>5.3.3.</w:t>
      </w:r>
      <w:r w:rsidRPr="00004A58">
        <w:rPr>
          <w:lang w:val="de-DE"/>
        </w:rPr>
        <w:t>32</w:t>
      </w:r>
      <w:r w:rsidRPr="00293DD9">
        <w:rPr>
          <w:rFonts w:ascii="Calibri" w:hAnsi="Calibri"/>
          <w:sz w:val="22"/>
          <w:szCs w:val="22"/>
          <w:lang w:eastAsia="en-GB"/>
        </w:rPr>
        <w:tab/>
      </w:r>
      <w:r w:rsidRPr="00004A58">
        <w:rPr>
          <w:lang w:val="de-DE"/>
        </w:rPr>
        <w:t>SMSF-Non-3GPP</w:t>
      </w:r>
      <w:r w:rsidRPr="00004A58">
        <w:t>-Name</w:t>
      </w:r>
      <w:r w:rsidRPr="00004A58">
        <w:tab/>
      </w:r>
      <w:r w:rsidRPr="00004A58">
        <w:fldChar w:fldCharType="begin" w:fldLock="1"/>
      </w:r>
      <w:r w:rsidRPr="00004A58">
        <w:instrText xml:space="preserve"> PAGEREF _Toc51864478 \h </w:instrText>
      </w:r>
      <w:r w:rsidRPr="00004A58">
        <w:fldChar w:fldCharType="separate"/>
      </w:r>
      <w:r w:rsidRPr="00004A58">
        <w:t>32</w:t>
      </w:r>
      <w:r w:rsidRPr="00004A58">
        <w:fldChar w:fldCharType="end"/>
      </w:r>
    </w:p>
    <w:p w:rsidR="00004A58" w:rsidRPr="00293DD9" w:rsidRDefault="00004A58">
      <w:pPr>
        <w:pStyle w:val="TOC4"/>
        <w:rPr>
          <w:rFonts w:ascii="Calibri" w:hAnsi="Calibri"/>
          <w:sz w:val="22"/>
          <w:szCs w:val="22"/>
          <w:lang w:eastAsia="en-GB"/>
        </w:rPr>
      </w:pPr>
      <w:r w:rsidRPr="00004A58">
        <w:t>5.3.3.33</w:t>
      </w:r>
      <w:r w:rsidRPr="00293DD9">
        <w:rPr>
          <w:rFonts w:ascii="Calibri" w:hAnsi="Calibri"/>
          <w:sz w:val="22"/>
          <w:szCs w:val="22"/>
          <w:lang w:eastAsia="en-GB"/>
        </w:rPr>
        <w:tab/>
      </w:r>
      <w:r w:rsidRPr="00004A58">
        <w:rPr>
          <w:lang w:val="de-DE"/>
        </w:rPr>
        <w:t>SMSF-3GPP</w:t>
      </w:r>
      <w:r w:rsidRPr="00004A58">
        <w:t>-Realm</w:t>
      </w:r>
      <w:r w:rsidRPr="00004A58">
        <w:tab/>
      </w:r>
      <w:r w:rsidRPr="00004A58">
        <w:fldChar w:fldCharType="begin" w:fldLock="1"/>
      </w:r>
      <w:r w:rsidRPr="00004A58">
        <w:instrText xml:space="preserve"> PAGEREF _Toc51864479 \h </w:instrText>
      </w:r>
      <w:r w:rsidRPr="00004A58">
        <w:fldChar w:fldCharType="separate"/>
      </w:r>
      <w:r w:rsidRPr="00004A58">
        <w:t>32</w:t>
      </w:r>
      <w:r w:rsidRPr="00004A58">
        <w:fldChar w:fldCharType="end"/>
      </w:r>
    </w:p>
    <w:p w:rsidR="00004A58" w:rsidRPr="00293DD9" w:rsidRDefault="00004A58">
      <w:pPr>
        <w:pStyle w:val="TOC4"/>
        <w:rPr>
          <w:rFonts w:ascii="Calibri" w:hAnsi="Calibri"/>
          <w:sz w:val="22"/>
          <w:szCs w:val="22"/>
          <w:lang w:eastAsia="en-GB"/>
        </w:rPr>
      </w:pPr>
      <w:r w:rsidRPr="00004A58">
        <w:t>5.3.3.</w:t>
      </w:r>
      <w:r w:rsidRPr="00004A58">
        <w:rPr>
          <w:lang w:val="de-DE"/>
        </w:rPr>
        <w:t>34</w:t>
      </w:r>
      <w:r w:rsidRPr="00293DD9">
        <w:rPr>
          <w:rFonts w:ascii="Calibri" w:hAnsi="Calibri"/>
          <w:sz w:val="22"/>
          <w:szCs w:val="22"/>
          <w:lang w:eastAsia="en-GB"/>
        </w:rPr>
        <w:tab/>
      </w:r>
      <w:r w:rsidRPr="00004A58">
        <w:rPr>
          <w:lang w:val="de-DE"/>
        </w:rPr>
        <w:t>SMSF-Non-3GPP</w:t>
      </w:r>
      <w:r w:rsidRPr="00004A58">
        <w:t>-Realm</w:t>
      </w:r>
      <w:r w:rsidRPr="00004A58">
        <w:tab/>
      </w:r>
      <w:r w:rsidRPr="00004A58">
        <w:fldChar w:fldCharType="begin" w:fldLock="1"/>
      </w:r>
      <w:r w:rsidRPr="00004A58">
        <w:instrText xml:space="preserve"> PAGEREF _Toc51864480 \h </w:instrText>
      </w:r>
      <w:r w:rsidRPr="00004A58">
        <w:fldChar w:fldCharType="separate"/>
      </w:r>
      <w:r w:rsidRPr="00004A58">
        <w:t>33</w:t>
      </w:r>
      <w:r w:rsidRPr="00004A58">
        <w:fldChar w:fldCharType="end"/>
      </w:r>
    </w:p>
    <w:p w:rsidR="00004A58" w:rsidRPr="00293DD9" w:rsidRDefault="00004A58">
      <w:pPr>
        <w:pStyle w:val="TOC4"/>
        <w:rPr>
          <w:rFonts w:ascii="Calibri" w:hAnsi="Calibri"/>
          <w:sz w:val="22"/>
          <w:szCs w:val="22"/>
          <w:lang w:eastAsia="en-GB"/>
        </w:rPr>
      </w:pPr>
      <w:r w:rsidRPr="00004A58">
        <w:t>5.3.3.35</w:t>
      </w:r>
      <w:r w:rsidRPr="00293DD9">
        <w:rPr>
          <w:rFonts w:ascii="Calibri" w:hAnsi="Calibri"/>
          <w:sz w:val="22"/>
          <w:szCs w:val="22"/>
          <w:lang w:eastAsia="en-GB"/>
        </w:rPr>
        <w:tab/>
      </w:r>
      <w:r w:rsidRPr="00004A58">
        <w:t>SMSF-</w:t>
      </w:r>
      <w:r w:rsidRPr="00004A58">
        <w:rPr>
          <w:lang w:val="de-DE"/>
        </w:rPr>
        <w:t>3GPP-</w:t>
      </w:r>
      <w:r w:rsidRPr="00004A58">
        <w:t>Address</w:t>
      </w:r>
      <w:r w:rsidRPr="00004A58">
        <w:tab/>
      </w:r>
      <w:r w:rsidRPr="00004A58">
        <w:fldChar w:fldCharType="begin" w:fldLock="1"/>
      </w:r>
      <w:r w:rsidRPr="00004A58">
        <w:instrText xml:space="preserve"> PAGEREF _Toc51864481 \h </w:instrText>
      </w:r>
      <w:r w:rsidRPr="00004A58">
        <w:fldChar w:fldCharType="separate"/>
      </w:r>
      <w:r w:rsidRPr="00004A58">
        <w:t>33</w:t>
      </w:r>
      <w:r w:rsidRPr="00004A58">
        <w:fldChar w:fldCharType="end"/>
      </w:r>
    </w:p>
    <w:p w:rsidR="00004A58" w:rsidRPr="00293DD9" w:rsidRDefault="00004A58">
      <w:pPr>
        <w:pStyle w:val="TOC4"/>
        <w:rPr>
          <w:rFonts w:ascii="Calibri" w:hAnsi="Calibri"/>
          <w:sz w:val="22"/>
          <w:szCs w:val="22"/>
          <w:lang w:eastAsia="en-GB"/>
        </w:rPr>
      </w:pPr>
      <w:r w:rsidRPr="00004A58">
        <w:t>5.3.3.</w:t>
      </w:r>
      <w:r w:rsidRPr="00004A58">
        <w:rPr>
          <w:lang w:val="de-DE"/>
        </w:rPr>
        <w:t>36</w:t>
      </w:r>
      <w:r w:rsidRPr="00293DD9">
        <w:rPr>
          <w:rFonts w:ascii="Calibri" w:hAnsi="Calibri"/>
          <w:sz w:val="22"/>
          <w:szCs w:val="22"/>
          <w:lang w:eastAsia="en-GB"/>
        </w:rPr>
        <w:tab/>
      </w:r>
      <w:r w:rsidRPr="00004A58">
        <w:t>SMSF-</w:t>
      </w:r>
      <w:r w:rsidRPr="00004A58">
        <w:rPr>
          <w:lang w:val="de-DE"/>
        </w:rPr>
        <w:t>Non-3GPP-</w:t>
      </w:r>
      <w:r w:rsidRPr="00004A58">
        <w:t>Address</w:t>
      </w:r>
      <w:r w:rsidRPr="00004A58">
        <w:tab/>
      </w:r>
      <w:r w:rsidRPr="00004A58">
        <w:fldChar w:fldCharType="begin" w:fldLock="1"/>
      </w:r>
      <w:r w:rsidRPr="00004A58">
        <w:instrText xml:space="preserve"> PAGEREF _Toc51864482 \h </w:instrText>
      </w:r>
      <w:r w:rsidRPr="00004A58">
        <w:fldChar w:fldCharType="separate"/>
      </w:r>
      <w:r w:rsidRPr="00004A58">
        <w:t>33</w:t>
      </w:r>
      <w:r w:rsidRPr="00004A58">
        <w:fldChar w:fldCharType="end"/>
      </w:r>
    </w:p>
    <w:p w:rsidR="00004A58" w:rsidRPr="00293DD9" w:rsidRDefault="00004A58">
      <w:pPr>
        <w:pStyle w:val="TOC2"/>
        <w:rPr>
          <w:rFonts w:ascii="Calibri" w:hAnsi="Calibri"/>
          <w:sz w:val="22"/>
          <w:szCs w:val="22"/>
          <w:lang w:eastAsia="en-GB"/>
        </w:rPr>
      </w:pPr>
      <w:r w:rsidRPr="00004A58">
        <w:t>5.4</w:t>
      </w:r>
      <w:r w:rsidRPr="00293DD9">
        <w:rPr>
          <w:rFonts w:ascii="Calibri" w:hAnsi="Calibri"/>
          <w:sz w:val="22"/>
          <w:szCs w:val="22"/>
          <w:lang w:eastAsia="en-GB"/>
        </w:rPr>
        <w:tab/>
      </w:r>
      <w:r w:rsidRPr="00004A58">
        <w:t>User identity to HSS resolution</w:t>
      </w:r>
      <w:r w:rsidRPr="00004A58">
        <w:tab/>
      </w:r>
      <w:r w:rsidRPr="00004A58">
        <w:fldChar w:fldCharType="begin" w:fldLock="1"/>
      </w:r>
      <w:r w:rsidRPr="00004A58">
        <w:instrText xml:space="preserve"> PAGEREF _Toc51864483 \h </w:instrText>
      </w:r>
      <w:r w:rsidRPr="00004A58">
        <w:fldChar w:fldCharType="separate"/>
      </w:r>
      <w:r w:rsidRPr="00004A58">
        <w:t>33</w:t>
      </w:r>
      <w:r w:rsidRPr="00004A58">
        <w:fldChar w:fldCharType="end"/>
      </w:r>
    </w:p>
    <w:p w:rsidR="00004A58" w:rsidRPr="00293DD9" w:rsidRDefault="00004A58">
      <w:pPr>
        <w:pStyle w:val="TOC1"/>
        <w:rPr>
          <w:rFonts w:ascii="Calibri" w:hAnsi="Calibri"/>
          <w:szCs w:val="22"/>
          <w:lang w:eastAsia="en-GB"/>
        </w:rPr>
      </w:pPr>
      <w:r w:rsidRPr="00004A58">
        <w:t>6</w:t>
      </w:r>
      <w:r w:rsidRPr="00293DD9">
        <w:rPr>
          <w:rFonts w:ascii="Calibri" w:hAnsi="Calibri"/>
          <w:szCs w:val="22"/>
          <w:lang w:eastAsia="en-GB"/>
        </w:rPr>
        <w:tab/>
      </w:r>
      <w:r w:rsidRPr="00004A58">
        <w:t>Diameter based SGd/Gdd interfaces between MME/SGSN and central SMS functions</w:t>
      </w:r>
      <w:r w:rsidRPr="00004A58">
        <w:tab/>
      </w:r>
      <w:r w:rsidRPr="00004A58">
        <w:fldChar w:fldCharType="begin" w:fldLock="1"/>
      </w:r>
      <w:r w:rsidRPr="00004A58">
        <w:instrText xml:space="preserve"> PAGEREF _Toc51864484 \h </w:instrText>
      </w:r>
      <w:r w:rsidRPr="00004A58">
        <w:fldChar w:fldCharType="separate"/>
      </w:r>
      <w:r w:rsidRPr="00004A58">
        <w:t>34</w:t>
      </w:r>
      <w:r w:rsidRPr="00004A58">
        <w:fldChar w:fldCharType="end"/>
      </w:r>
    </w:p>
    <w:p w:rsidR="00004A58" w:rsidRPr="00293DD9" w:rsidRDefault="00004A58">
      <w:pPr>
        <w:pStyle w:val="TOC2"/>
        <w:rPr>
          <w:rFonts w:ascii="Calibri" w:hAnsi="Calibri"/>
          <w:sz w:val="22"/>
          <w:szCs w:val="22"/>
          <w:lang w:eastAsia="en-GB"/>
        </w:rPr>
      </w:pPr>
      <w:r w:rsidRPr="00004A58">
        <w:t>6.1</w:t>
      </w:r>
      <w:r w:rsidRPr="00293DD9">
        <w:rPr>
          <w:rFonts w:ascii="Calibri" w:hAnsi="Calibri"/>
          <w:sz w:val="22"/>
          <w:szCs w:val="22"/>
          <w:lang w:eastAsia="en-GB"/>
        </w:rPr>
        <w:tab/>
      </w:r>
      <w:r w:rsidRPr="00004A58">
        <w:t>Introduction</w:t>
      </w:r>
      <w:r w:rsidRPr="00004A58">
        <w:tab/>
      </w:r>
      <w:r w:rsidRPr="00004A58">
        <w:fldChar w:fldCharType="begin" w:fldLock="1"/>
      </w:r>
      <w:r w:rsidRPr="00004A58">
        <w:instrText xml:space="preserve"> PAGEREF _Toc51864485 \h </w:instrText>
      </w:r>
      <w:r w:rsidRPr="00004A58">
        <w:fldChar w:fldCharType="separate"/>
      </w:r>
      <w:r w:rsidRPr="00004A58">
        <w:t>34</w:t>
      </w:r>
      <w:r w:rsidRPr="00004A58">
        <w:fldChar w:fldCharType="end"/>
      </w:r>
    </w:p>
    <w:p w:rsidR="00004A58" w:rsidRPr="00293DD9" w:rsidRDefault="00004A58">
      <w:pPr>
        <w:pStyle w:val="TOC2"/>
        <w:rPr>
          <w:rFonts w:ascii="Calibri" w:hAnsi="Calibri"/>
          <w:sz w:val="22"/>
          <w:szCs w:val="22"/>
          <w:lang w:eastAsia="en-GB"/>
        </w:rPr>
      </w:pPr>
      <w:r w:rsidRPr="00004A58">
        <w:t>6.2</w:t>
      </w:r>
      <w:r w:rsidRPr="00293DD9">
        <w:rPr>
          <w:rFonts w:ascii="Calibri" w:hAnsi="Calibri"/>
          <w:sz w:val="22"/>
          <w:szCs w:val="22"/>
          <w:lang w:eastAsia="en-GB"/>
        </w:rPr>
        <w:tab/>
      </w:r>
      <w:r w:rsidRPr="00004A58">
        <w:t>Procedures description</w:t>
      </w:r>
      <w:r w:rsidRPr="00004A58">
        <w:tab/>
      </w:r>
      <w:r w:rsidRPr="00004A58">
        <w:fldChar w:fldCharType="begin" w:fldLock="1"/>
      </w:r>
      <w:r w:rsidRPr="00004A58">
        <w:instrText xml:space="preserve"> PAGEREF _Toc51864486 \h </w:instrText>
      </w:r>
      <w:r w:rsidRPr="00004A58">
        <w:fldChar w:fldCharType="separate"/>
      </w:r>
      <w:r w:rsidRPr="00004A58">
        <w:t>34</w:t>
      </w:r>
      <w:r w:rsidRPr="00004A58">
        <w:fldChar w:fldCharType="end"/>
      </w:r>
    </w:p>
    <w:p w:rsidR="00004A58" w:rsidRPr="00293DD9" w:rsidRDefault="00004A58">
      <w:pPr>
        <w:pStyle w:val="TOC3"/>
        <w:rPr>
          <w:rFonts w:ascii="Calibri" w:hAnsi="Calibri"/>
          <w:sz w:val="22"/>
          <w:szCs w:val="22"/>
          <w:lang w:eastAsia="en-GB"/>
        </w:rPr>
      </w:pPr>
      <w:r w:rsidRPr="00004A58">
        <w:t>6.2.1</w:t>
      </w:r>
      <w:r w:rsidRPr="00293DD9">
        <w:rPr>
          <w:rFonts w:ascii="Calibri" w:hAnsi="Calibri"/>
          <w:sz w:val="22"/>
          <w:szCs w:val="22"/>
          <w:lang w:eastAsia="en-GB"/>
        </w:rPr>
        <w:tab/>
      </w:r>
      <w:r w:rsidRPr="00004A58">
        <w:t>MO Forward Short Message procedure</w:t>
      </w:r>
      <w:r w:rsidRPr="00004A58">
        <w:tab/>
      </w:r>
      <w:r w:rsidRPr="00004A58">
        <w:fldChar w:fldCharType="begin" w:fldLock="1"/>
      </w:r>
      <w:r w:rsidRPr="00004A58">
        <w:instrText xml:space="preserve"> PAGEREF _Toc51864487 \h </w:instrText>
      </w:r>
      <w:r w:rsidRPr="00004A58">
        <w:fldChar w:fldCharType="separate"/>
      </w:r>
      <w:r w:rsidRPr="00004A58">
        <w:t>34</w:t>
      </w:r>
      <w:r w:rsidRPr="00004A58">
        <w:fldChar w:fldCharType="end"/>
      </w:r>
    </w:p>
    <w:p w:rsidR="00004A58" w:rsidRPr="00293DD9" w:rsidRDefault="00004A58">
      <w:pPr>
        <w:pStyle w:val="TOC4"/>
        <w:rPr>
          <w:rFonts w:ascii="Calibri" w:hAnsi="Calibri"/>
          <w:sz w:val="22"/>
          <w:szCs w:val="22"/>
          <w:lang w:eastAsia="en-GB"/>
        </w:rPr>
      </w:pPr>
      <w:r w:rsidRPr="00004A58">
        <w:t>6.2.1.1</w:t>
      </w:r>
      <w:r w:rsidRPr="00293DD9">
        <w:rPr>
          <w:rFonts w:ascii="Calibri" w:hAnsi="Calibri"/>
          <w:sz w:val="22"/>
          <w:szCs w:val="22"/>
          <w:lang w:eastAsia="en-GB"/>
        </w:rPr>
        <w:tab/>
      </w:r>
      <w:r w:rsidRPr="00004A58">
        <w:t>General</w:t>
      </w:r>
      <w:r w:rsidRPr="00004A58">
        <w:tab/>
      </w:r>
      <w:r w:rsidRPr="00004A58">
        <w:fldChar w:fldCharType="begin" w:fldLock="1"/>
      </w:r>
      <w:r w:rsidRPr="00004A58">
        <w:instrText xml:space="preserve"> PAGEREF _Toc51864488 \h </w:instrText>
      </w:r>
      <w:r w:rsidRPr="00004A58">
        <w:fldChar w:fldCharType="separate"/>
      </w:r>
      <w:r w:rsidRPr="00004A58">
        <w:t>34</w:t>
      </w:r>
      <w:r w:rsidRPr="00004A58">
        <w:fldChar w:fldCharType="end"/>
      </w:r>
    </w:p>
    <w:p w:rsidR="00004A58" w:rsidRPr="00293DD9" w:rsidRDefault="00004A58">
      <w:pPr>
        <w:pStyle w:val="TOC4"/>
        <w:rPr>
          <w:rFonts w:ascii="Calibri" w:hAnsi="Calibri"/>
          <w:sz w:val="22"/>
          <w:szCs w:val="22"/>
          <w:lang w:eastAsia="en-GB"/>
        </w:rPr>
      </w:pPr>
      <w:r w:rsidRPr="00004A58">
        <w:t>6.2.1.2</w:t>
      </w:r>
      <w:r w:rsidRPr="00293DD9">
        <w:rPr>
          <w:rFonts w:ascii="Calibri" w:hAnsi="Calibri"/>
          <w:sz w:val="22"/>
          <w:szCs w:val="22"/>
          <w:lang w:eastAsia="en-GB"/>
        </w:rPr>
        <w:tab/>
      </w:r>
      <w:r w:rsidRPr="00004A58">
        <w:t>Detailed behaviour of the MME, the SGSN and the IP-SM-GW</w:t>
      </w:r>
      <w:r w:rsidRPr="00004A58">
        <w:tab/>
      </w:r>
      <w:r w:rsidRPr="00004A58">
        <w:fldChar w:fldCharType="begin" w:fldLock="1"/>
      </w:r>
      <w:r w:rsidRPr="00004A58">
        <w:instrText xml:space="preserve"> PAGEREF _Toc51864489 \h </w:instrText>
      </w:r>
      <w:r w:rsidRPr="00004A58">
        <w:fldChar w:fldCharType="separate"/>
      </w:r>
      <w:r w:rsidRPr="00004A58">
        <w:t>36</w:t>
      </w:r>
      <w:r w:rsidRPr="00004A58">
        <w:fldChar w:fldCharType="end"/>
      </w:r>
    </w:p>
    <w:p w:rsidR="00004A58" w:rsidRPr="00293DD9" w:rsidRDefault="00004A58">
      <w:pPr>
        <w:pStyle w:val="TOC4"/>
        <w:rPr>
          <w:rFonts w:ascii="Calibri" w:hAnsi="Calibri"/>
          <w:sz w:val="22"/>
          <w:szCs w:val="22"/>
          <w:lang w:eastAsia="en-GB"/>
        </w:rPr>
      </w:pPr>
      <w:r w:rsidRPr="00004A58">
        <w:t>6.2.1.3</w:t>
      </w:r>
      <w:r w:rsidRPr="00293DD9">
        <w:rPr>
          <w:rFonts w:ascii="Calibri" w:hAnsi="Calibri"/>
          <w:sz w:val="22"/>
          <w:szCs w:val="22"/>
          <w:lang w:eastAsia="en-GB"/>
        </w:rPr>
        <w:tab/>
      </w:r>
      <w:r w:rsidRPr="00004A58">
        <w:t>Detailed behaviour of the SMS-IWMSC</w:t>
      </w:r>
      <w:r w:rsidRPr="00004A58">
        <w:tab/>
      </w:r>
      <w:r w:rsidRPr="00004A58">
        <w:fldChar w:fldCharType="begin" w:fldLock="1"/>
      </w:r>
      <w:r w:rsidRPr="00004A58">
        <w:instrText xml:space="preserve"> PAGEREF _Toc51864490 \h </w:instrText>
      </w:r>
      <w:r w:rsidRPr="00004A58">
        <w:fldChar w:fldCharType="separate"/>
      </w:r>
      <w:r w:rsidRPr="00004A58">
        <w:t>36</w:t>
      </w:r>
      <w:r w:rsidRPr="00004A58">
        <w:fldChar w:fldCharType="end"/>
      </w:r>
    </w:p>
    <w:p w:rsidR="00004A58" w:rsidRPr="00293DD9" w:rsidRDefault="00004A58">
      <w:pPr>
        <w:pStyle w:val="TOC3"/>
        <w:rPr>
          <w:rFonts w:ascii="Calibri" w:hAnsi="Calibri"/>
          <w:sz w:val="22"/>
          <w:szCs w:val="22"/>
          <w:lang w:eastAsia="en-GB"/>
        </w:rPr>
      </w:pPr>
      <w:r w:rsidRPr="00004A58">
        <w:t>6.2.2</w:t>
      </w:r>
      <w:r w:rsidRPr="00293DD9">
        <w:rPr>
          <w:rFonts w:ascii="Calibri" w:hAnsi="Calibri"/>
          <w:sz w:val="22"/>
          <w:szCs w:val="22"/>
          <w:lang w:eastAsia="en-GB"/>
        </w:rPr>
        <w:tab/>
      </w:r>
      <w:r w:rsidRPr="00004A58">
        <w:t>MT Forward Short Message procedure</w:t>
      </w:r>
      <w:r w:rsidRPr="00004A58">
        <w:tab/>
      </w:r>
      <w:r w:rsidRPr="00004A58">
        <w:fldChar w:fldCharType="begin" w:fldLock="1"/>
      </w:r>
      <w:r w:rsidRPr="00004A58">
        <w:instrText xml:space="preserve"> PAGEREF _Toc51864491 \h </w:instrText>
      </w:r>
      <w:r w:rsidRPr="00004A58">
        <w:fldChar w:fldCharType="separate"/>
      </w:r>
      <w:r w:rsidRPr="00004A58">
        <w:t>37</w:t>
      </w:r>
      <w:r w:rsidRPr="00004A58">
        <w:fldChar w:fldCharType="end"/>
      </w:r>
    </w:p>
    <w:p w:rsidR="00004A58" w:rsidRPr="00293DD9" w:rsidRDefault="00004A58">
      <w:pPr>
        <w:pStyle w:val="TOC4"/>
        <w:rPr>
          <w:rFonts w:ascii="Calibri" w:hAnsi="Calibri"/>
          <w:sz w:val="22"/>
          <w:szCs w:val="22"/>
          <w:lang w:eastAsia="en-GB"/>
        </w:rPr>
      </w:pPr>
      <w:r w:rsidRPr="00004A58">
        <w:t>6.2.2.1</w:t>
      </w:r>
      <w:r w:rsidRPr="00293DD9">
        <w:rPr>
          <w:rFonts w:ascii="Calibri" w:hAnsi="Calibri"/>
          <w:sz w:val="22"/>
          <w:szCs w:val="22"/>
          <w:lang w:eastAsia="en-GB"/>
        </w:rPr>
        <w:tab/>
      </w:r>
      <w:r w:rsidRPr="00004A58">
        <w:t>General</w:t>
      </w:r>
      <w:r w:rsidRPr="00004A58">
        <w:tab/>
      </w:r>
      <w:r w:rsidRPr="00004A58">
        <w:fldChar w:fldCharType="begin" w:fldLock="1"/>
      </w:r>
      <w:r w:rsidRPr="00004A58">
        <w:instrText xml:space="preserve"> PAGEREF _Toc51864492 \h </w:instrText>
      </w:r>
      <w:r w:rsidRPr="00004A58">
        <w:fldChar w:fldCharType="separate"/>
      </w:r>
      <w:r w:rsidRPr="00004A58">
        <w:t>37</w:t>
      </w:r>
      <w:r w:rsidRPr="00004A58">
        <w:fldChar w:fldCharType="end"/>
      </w:r>
    </w:p>
    <w:p w:rsidR="00004A58" w:rsidRPr="00293DD9" w:rsidRDefault="00004A58">
      <w:pPr>
        <w:pStyle w:val="TOC4"/>
        <w:rPr>
          <w:rFonts w:ascii="Calibri" w:hAnsi="Calibri"/>
          <w:sz w:val="22"/>
          <w:szCs w:val="22"/>
          <w:lang w:eastAsia="en-GB"/>
        </w:rPr>
      </w:pPr>
      <w:r w:rsidRPr="00004A58">
        <w:t>6.2.2.2</w:t>
      </w:r>
      <w:r w:rsidRPr="00293DD9">
        <w:rPr>
          <w:rFonts w:ascii="Calibri" w:hAnsi="Calibri"/>
          <w:sz w:val="22"/>
          <w:szCs w:val="22"/>
          <w:lang w:eastAsia="en-GB"/>
        </w:rPr>
        <w:tab/>
      </w:r>
      <w:r w:rsidRPr="00004A58">
        <w:t>Detailed behaviour of the MME and the SGSN</w:t>
      </w:r>
      <w:r w:rsidRPr="00004A58">
        <w:tab/>
      </w:r>
      <w:r w:rsidRPr="00004A58">
        <w:fldChar w:fldCharType="begin" w:fldLock="1"/>
      </w:r>
      <w:r w:rsidRPr="00004A58">
        <w:instrText xml:space="preserve"> PAGEREF _Toc51864493 \h </w:instrText>
      </w:r>
      <w:r w:rsidRPr="00004A58">
        <w:fldChar w:fldCharType="separate"/>
      </w:r>
      <w:r w:rsidRPr="00004A58">
        <w:t>38</w:t>
      </w:r>
      <w:r w:rsidRPr="00004A58">
        <w:fldChar w:fldCharType="end"/>
      </w:r>
    </w:p>
    <w:p w:rsidR="00004A58" w:rsidRPr="00293DD9" w:rsidRDefault="00004A58">
      <w:pPr>
        <w:pStyle w:val="TOC4"/>
        <w:rPr>
          <w:rFonts w:ascii="Calibri" w:hAnsi="Calibri"/>
          <w:sz w:val="22"/>
          <w:szCs w:val="22"/>
          <w:lang w:eastAsia="en-GB"/>
        </w:rPr>
      </w:pPr>
      <w:r w:rsidRPr="00004A58">
        <w:t>6.2.2.3</w:t>
      </w:r>
      <w:r w:rsidRPr="00293DD9">
        <w:rPr>
          <w:rFonts w:ascii="Calibri" w:hAnsi="Calibri"/>
          <w:sz w:val="22"/>
          <w:szCs w:val="22"/>
          <w:lang w:eastAsia="en-GB"/>
        </w:rPr>
        <w:tab/>
      </w:r>
      <w:r w:rsidRPr="00004A58">
        <w:t>Detailed behaviour of the SMS-GMSC</w:t>
      </w:r>
      <w:r w:rsidRPr="00004A58">
        <w:tab/>
      </w:r>
      <w:r w:rsidRPr="00004A58">
        <w:fldChar w:fldCharType="begin" w:fldLock="1"/>
      </w:r>
      <w:r w:rsidRPr="00004A58">
        <w:instrText xml:space="preserve"> PAGEREF _Toc51864494 \h </w:instrText>
      </w:r>
      <w:r w:rsidRPr="00004A58">
        <w:fldChar w:fldCharType="separate"/>
      </w:r>
      <w:r w:rsidRPr="00004A58">
        <w:t>39</w:t>
      </w:r>
      <w:r w:rsidRPr="00004A58">
        <w:fldChar w:fldCharType="end"/>
      </w:r>
    </w:p>
    <w:p w:rsidR="00004A58" w:rsidRPr="00293DD9" w:rsidRDefault="00004A58">
      <w:pPr>
        <w:pStyle w:val="TOC3"/>
        <w:rPr>
          <w:rFonts w:ascii="Calibri" w:hAnsi="Calibri"/>
          <w:sz w:val="22"/>
          <w:szCs w:val="22"/>
          <w:lang w:eastAsia="en-GB"/>
        </w:rPr>
      </w:pPr>
      <w:r w:rsidRPr="00004A58">
        <w:t>6.2.3</w:t>
      </w:r>
      <w:r w:rsidRPr="00293DD9">
        <w:rPr>
          <w:rFonts w:ascii="Calibri" w:hAnsi="Calibri"/>
          <w:sz w:val="22"/>
          <w:szCs w:val="22"/>
          <w:lang w:eastAsia="en-GB"/>
        </w:rPr>
        <w:tab/>
      </w:r>
      <w:r w:rsidRPr="00004A58">
        <w:t>Alert Service Centre procedure</w:t>
      </w:r>
      <w:r w:rsidRPr="00004A58">
        <w:tab/>
      </w:r>
      <w:r w:rsidRPr="00004A58">
        <w:fldChar w:fldCharType="begin" w:fldLock="1"/>
      </w:r>
      <w:r w:rsidRPr="00004A58">
        <w:instrText xml:space="preserve"> PAGEREF _Toc51864495 \h </w:instrText>
      </w:r>
      <w:r w:rsidRPr="00004A58">
        <w:fldChar w:fldCharType="separate"/>
      </w:r>
      <w:r w:rsidRPr="00004A58">
        <w:t>40</w:t>
      </w:r>
      <w:r w:rsidRPr="00004A58">
        <w:fldChar w:fldCharType="end"/>
      </w:r>
    </w:p>
    <w:p w:rsidR="00004A58" w:rsidRPr="00293DD9" w:rsidRDefault="00004A58">
      <w:pPr>
        <w:pStyle w:val="TOC4"/>
        <w:rPr>
          <w:rFonts w:ascii="Calibri" w:hAnsi="Calibri"/>
          <w:sz w:val="22"/>
          <w:szCs w:val="22"/>
          <w:lang w:eastAsia="en-GB"/>
        </w:rPr>
      </w:pPr>
      <w:r w:rsidRPr="00004A58">
        <w:t>6.2.3.1</w:t>
      </w:r>
      <w:r w:rsidRPr="00293DD9">
        <w:rPr>
          <w:rFonts w:ascii="Calibri" w:hAnsi="Calibri"/>
          <w:sz w:val="22"/>
          <w:szCs w:val="22"/>
          <w:lang w:eastAsia="en-GB"/>
        </w:rPr>
        <w:tab/>
      </w:r>
      <w:r w:rsidRPr="00004A58">
        <w:t>General</w:t>
      </w:r>
      <w:r w:rsidRPr="00004A58">
        <w:tab/>
      </w:r>
      <w:r w:rsidRPr="00004A58">
        <w:fldChar w:fldCharType="begin" w:fldLock="1"/>
      </w:r>
      <w:r w:rsidRPr="00004A58">
        <w:instrText xml:space="preserve"> PAGEREF _Toc51864496 \h </w:instrText>
      </w:r>
      <w:r w:rsidRPr="00004A58">
        <w:fldChar w:fldCharType="separate"/>
      </w:r>
      <w:r w:rsidRPr="00004A58">
        <w:t>40</w:t>
      </w:r>
      <w:r w:rsidRPr="00004A58">
        <w:fldChar w:fldCharType="end"/>
      </w:r>
    </w:p>
    <w:p w:rsidR="00004A58" w:rsidRPr="00293DD9" w:rsidRDefault="00004A58">
      <w:pPr>
        <w:pStyle w:val="TOC4"/>
        <w:rPr>
          <w:rFonts w:ascii="Calibri" w:hAnsi="Calibri"/>
          <w:sz w:val="22"/>
          <w:szCs w:val="22"/>
          <w:lang w:eastAsia="en-GB"/>
        </w:rPr>
      </w:pPr>
      <w:r w:rsidRPr="00004A58">
        <w:t>6.2.3.2</w:t>
      </w:r>
      <w:r w:rsidRPr="00293DD9">
        <w:rPr>
          <w:rFonts w:ascii="Calibri" w:hAnsi="Calibri"/>
          <w:sz w:val="22"/>
          <w:szCs w:val="22"/>
          <w:lang w:eastAsia="en-GB"/>
        </w:rPr>
        <w:tab/>
      </w:r>
      <w:r w:rsidRPr="00004A58">
        <w:t>Detailed behaviour of the MME and the SGSN</w:t>
      </w:r>
      <w:r w:rsidRPr="00004A58">
        <w:tab/>
      </w:r>
      <w:r w:rsidRPr="00004A58">
        <w:fldChar w:fldCharType="begin" w:fldLock="1"/>
      </w:r>
      <w:r w:rsidRPr="00004A58">
        <w:instrText xml:space="preserve"> PAGEREF _Toc51864497 \h </w:instrText>
      </w:r>
      <w:r w:rsidRPr="00004A58">
        <w:fldChar w:fldCharType="separate"/>
      </w:r>
      <w:r w:rsidRPr="00004A58">
        <w:t>41</w:t>
      </w:r>
      <w:r w:rsidRPr="00004A58">
        <w:fldChar w:fldCharType="end"/>
      </w:r>
    </w:p>
    <w:p w:rsidR="00004A58" w:rsidRPr="00293DD9" w:rsidRDefault="00004A58">
      <w:pPr>
        <w:pStyle w:val="TOC4"/>
        <w:rPr>
          <w:rFonts w:ascii="Calibri" w:hAnsi="Calibri"/>
          <w:sz w:val="22"/>
          <w:szCs w:val="22"/>
          <w:lang w:eastAsia="en-GB"/>
        </w:rPr>
      </w:pPr>
      <w:r w:rsidRPr="00004A58">
        <w:t>6.2.3.3</w:t>
      </w:r>
      <w:r w:rsidRPr="00293DD9">
        <w:rPr>
          <w:rFonts w:ascii="Calibri" w:hAnsi="Calibri"/>
          <w:sz w:val="22"/>
          <w:szCs w:val="22"/>
          <w:lang w:eastAsia="en-GB"/>
        </w:rPr>
        <w:tab/>
      </w:r>
      <w:r w:rsidRPr="00004A58">
        <w:t>Detailed behaviour of the SMS-GMSC</w:t>
      </w:r>
      <w:r w:rsidRPr="00004A58">
        <w:tab/>
      </w:r>
      <w:r w:rsidRPr="00004A58">
        <w:fldChar w:fldCharType="begin" w:fldLock="1"/>
      </w:r>
      <w:r w:rsidRPr="00004A58">
        <w:instrText xml:space="preserve"> PAGEREF _Toc51864498 \h </w:instrText>
      </w:r>
      <w:r w:rsidRPr="00004A58">
        <w:fldChar w:fldCharType="separate"/>
      </w:r>
      <w:r w:rsidRPr="00004A58">
        <w:t>42</w:t>
      </w:r>
      <w:r w:rsidRPr="00004A58">
        <w:fldChar w:fldCharType="end"/>
      </w:r>
    </w:p>
    <w:p w:rsidR="00004A58" w:rsidRPr="00293DD9" w:rsidRDefault="00004A58">
      <w:pPr>
        <w:pStyle w:val="TOC4"/>
        <w:rPr>
          <w:rFonts w:ascii="Calibri" w:hAnsi="Calibri"/>
          <w:sz w:val="22"/>
          <w:szCs w:val="22"/>
          <w:lang w:eastAsia="en-GB"/>
        </w:rPr>
      </w:pPr>
      <w:r w:rsidRPr="00004A58">
        <w:t>6.2.3.4</w:t>
      </w:r>
      <w:r w:rsidRPr="00293DD9">
        <w:rPr>
          <w:rFonts w:ascii="Calibri" w:hAnsi="Calibri"/>
          <w:sz w:val="22"/>
          <w:szCs w:val="22"/>
          <w:lang w:eastAsia="en-GB"/>
        </w:rPr>
        <w:tab/>
      </w:r>
      <w:r w:rsidRPr="00004A58">
        <w:t>Detailed behaviour of the SMS-Router</w:t>
      </w:r>
      <w:r w:rsidRPr="00004A58">
        <w:tab/>
      </w:r>
      <w:r w:rsidRPr="00004A58">
        <w:fldChar w:fldCharType="begin" w:fldLock="1"/>
      </w:r>
      <w:r w:rsidRPr="00004A58">
        <w:instrText xml:space="preserve"> PAGEREF _Toc51864499 \h </w:instrText>
      </w:r>
      <w:r w:rsidRPr="00004A58">
        <w:fldChar w:fldCharType="separate"/>
      </w:r>
      <w:r w:rsidRPr="00004A58">
        <w:t>42</w:t>
      </w:r>
      <w:r w:rsidRPr="00004A58">
        <w:fldChar w:fldCharType="end"/>
      </w:r>
    </w:p>
    <w:p w:rsidR="00004A58" w:rsidRPr="00293DD9" w:rsidRDefault="00004A58">
      <w:pPr>
        <w:pStyle w:val="TOC2"/>
        <w:rPr>
          <w:rFonts w:ascii="Calibri" w:hAnsi="Calibri"/>
          <w:sz w:val="22"/>
          <w:szCs w:val="22"/>
          <w:lang w:eastAsia="en-GB"/>
        </w:rPr>
      </w:pPr>
      <w:r w:rsidRPr="00004A58">
        <w:t>6.3</w:t>
      </w:r>
      <w:r w:rsidRPr="00293DD9">
        <w:rPr>
          <w:rFonts w:ascii="Calibri" w:hAnsi="Calibri"/>
          <w:sz w:val="22"/>
          <w:szCs w:val="22"/>
          <w:lang w:eastAsia="en-GB"/>
        </w:rPr>
        <w:tab/>
      </w:r>
      <w:r w:rsidRPr="00004A58">
        <w:t>Protocol specification</w:t>
      </w:r>
      <w:r w:rsidRPr="00004A58">
        <w:tab/>
      </w:r>
      <w:r w:rsidRPr="00004A58">
        <w:fldChar w:fldCharType="begin" w:fldLock="1"/>
      </w:r>
      <w:r w:rsidRPr="00004A58">
        <w:instrText xml:space="preserve"> PAGEREF _Toc51864500 \h </w:instrText>
      </w:r>
      <w:r w:rsidRPr="00004A58">
        <w:fldChar w:fldCharType="separate"/>
      </w:r>
      <w:r w:rsidRPr="00004A58">
        <w:t>42</w:t>
      </w:r>
      <w:r w:rsidRPr="00004A58">
        <w:fldChar w:fldCharType="end"/>
      </w:r>
    </w:p>
    <w:p w:rsidR="00004A58" w:rsidRPr="00293DD9" w:rsidRDefault="00004A58">
      <w:pPr>
        <w:pStyle w:val="TOC3"/>
        <w:rPr>
          <w:rFonts w:ascii="Calibri" w:hAnsi="Calibri"/>
          <w:sz w:val="22"/>
          <w:szCs w:val="22"/>
          <w:lang w:eastAsia="en-GB"/>
        </w:rPr>
      </w:pPr>
      <w:r w:rsidRPr="00004A58">
        <w:t>6.3.1</w:t>
      </w:r>
      <w:r w:rsidRPr="00293DD9">
        <w:rPr>
          <w:rFonts w:ascii="Calibri" w:hAnsi="Calibri"/>
          <w:sz w:val="22"/>
          <w:szCs w:val="22"/>
          <w:lang w:eastAsia="en-GB"/>
        </w:rPr>
        <w:tab/>
      </w:r>
      <w:r w:rsidRPr="00004A58">
        <w:t>Routing considerations</w:t>
      </w:r>
      <w:r w:rsidRPr="00004A58">
        <w:tab/>
      </w:r>
      <w:r w:rsidRPr="00004A58">
        <w:fldChar w:fldCharType="begin" w:fldLock="1"/>
      </w:r>
      <w:r w:rsidRPr="00004A58">
        <w:instrText xml:space="preserve"> PAGEREF _Toc51864501 \h </w:instrText>
      </w:r>
      <w:r w:rsidRPr="00004A58">
        <w:fldChar w:fldCharType="separate"/>
      </w:r>
      <w:r w:rsidRPr="00004A58">
        <w:t>42</w:t>
      </w:r>
      <w:r w:rsidRPr="00004A58">
        <w:fldChar w:fldCharType="end"/>
      </w:r>
    </w:p>
    <w:p w:rsidR="00004A58" w:rsidRPr="00293DD9" w:rsidRDefault="00004A58">
      <w:pPr>
        <w:pStyle w:val="TOC4"/>
        <w:rPr>
          <w:rFonts w:ascii="Calibri" w:hAnsi="Calibri"/>
          <w:sz w:val="22"/>
          <w:szCs w:val="22"/>
          <w:lang w:eastAsia="en-GB"/>
        </w:rPr>
      </w:pPr>
      <w:r w:rsidRPr="00004A58">
        <w:t>6.3.1.1</w:t>
      </w:r>
      <w:r w:rsidRPr="00293DD9">
        <w:rPr>
          <w:rFonts w:ascii="Calibri" w:hAnsi="Calibri"/>
          <w:sz w:val="22"/>
          <w:szCs w:val="22"/>
          <w:lang w:eastAsia="en-GB"/>
        </w:rPr>
        <w:tab/>
      </w:r>
      <w:r w:rsidRPr="00004A58">
        <w:t>Routing for MO Forward SM messages:</w:t>
      </w:r>
      <w:r w:rsidRPr="00004A58">
        <w:tab/>
      </w:r>
      <w:r w:rsidRPr="00004A58">
        <w:fldChar w:fldCharType="begin" w:fldLock="1"/>
      </w:r>
      <w:r w:rsidRPr="00004A58">
        <w:instrText xml:space="preserve"> PAGEREF _Toc51864502 \h </w:instrText>
      </w:r>
      <w:r w:rsidRPr="00004A58">
        <w:fldChar w:fldCharType="separate"/>
      </w:r>
      <w:r w:rsidRPr="00004A58">
        <w:t>42</w:t>
      </w:r>
      <w:r w:rsidRPr="00004A58">
        <w:fldChar w:fldCharType="end"/>
      </w:r>
    </w:p>
    <w:p w:rsidR="00004A58" w:rsidRPr="00293DD9" w:rsidRDefault="00004A58">
      <w:pPr>
        <w:pStyle w:val="TOC4"/>
        <w:rPr>
          <w:rFonts w:ascii="Calibri" w:hAnsi="Calibri"/>
          <w:sz w:val="22"/>
          <w:szCs w:val="22"/>
          <w:lang w:eastAsia="en-GB"/>
        </w:rPr>
      </w:pPr>
      <w:r w:rsidRPr="00004A58">
        <w:t>6.3.1.2</w:t>
      </w:r>
      <w:r w:rsidRPr="00293DD9">
        <w:rPr>
          <w:rFonts w:ascii="Calibri" w:hAnsi="Calibri"/>
          <w:sz w:val="22"/>
          <w:szCs w:val="22"/>
          <w:lang w:eastAsia="en-GB"/>
        </w:rPr>
        <w:tab/>
      </w:r>
      <w:r w:rsidRPr="00004A58">
        <w:t>Routing for MT Forward SM messages:</w:t>
      </w:r>
      <w:r w:rsidRPr="00004A58">
        <w:tab/>
      </w:r>
      <w:r w:rsidRPr="00004A58">
        <w:fldChar w:fldCharType="begin" w:fldLock="1"/>
      </w:r>
      <w:r w:rsidRPr="00004A58">
        <w:instrText xml:space="preserve"> PAGEREF _Toc51864503 \h </w:instrText>
      </w:r>
      <w:r w:rsidRPr="00004A58">
        <w:fldChar w:fldCharType="separate"/>
      </w:r>
      <w:r w:rsidRPr="00004A58">
        <w:t>43</w:t>
      </w:r>
      <w:r w:rsidRPr="00004A58">
        <w:fldChar w:fldCharType="end"/>
      </w:r>
    </w:p>
    <w:p w:rsidR="00004A58" w:rsidRPr="00293DD9" w:rsidRDefault="00004A58">
      <w:pPr>
        <w:pStyle w:val="TOC3"/>
        <w:rPr>
          <w:rFonts w:ascii="Calibri" w:hAnsi="Calibri"/>
          <w:sz w:val="22"/>
          <w:szCs w:val="22"/>
          <w:lang w:eastAsia="en-GB"/>
        </w:rPr>
      </w:pPr>
      <w:r w:rsidRPr="00004A58">
        <w:t>6.3.2</w:t>
      </w:r>
      <w:r w:rsidRPr="00293DD9">
        <w:rPr>
          <w:rFonts w:ascii="Calibri" w:hAnsi="Calibri"/>
          <w:sz w:val="22"/>
          <w:szCs w:val="22"/>
          <w:lang w:eastAsia="en-GB"/>
        </w:rPr>
        <w:tab/>
      </w:r>
      <w:r w:rsidRPr="00004A58">
        <w:t>Commands</w:t>
      </w:r>
      <w:r w:rsidRPr="00004A58">
        <w:tab/>
      </w:r>
      <w:r w:rsidRPr="00004A58">
        <w:fldChar w:fldCharType="begin" w:fldLock="1"/>
      </w:r>
      <w:r w:rsidRPr="00004A58">
        <w:instrText xml:space="preserve"> PAGEREF _Toc51864504 \h </w:instrText>
      </w:r>
      <w:r w:rsidRPr="00004A58">
        <w:fldChar w:fldCharType="separate"/>
      </w:r>
      <w:r w:rsidRPr="00004A58">
        <w:t>43</w:t>
      </w:r>
      <w:r w:rsidRPr="00004A58">
        <w:fldChar w:fldCharType="end"/>
      </w:r>
    </w:p>
    <w:p w:rsidR="00004A58" w:rsidRPr="00293DD9" w:rsidRDefault="00004A58">
      <w:pPr>
        <w:pStyle w:val="TOC4"/>
        <w:rPr>
          <w:rFonts w:ascii="Calibri" w:hAnsi="Calibri"/>
          <w:sz w:val="22"/>
          <w:szCs w:val="22"/>
          <w:lang w:eastAsia="en-GB"/>
        </w:rPr>
      </w:pPr>
      <w:r w:rsidRPr="00004A58">
        <w:t>6.3.2.1</w:t>
      </w:r>
      <w:r w:rsidRPr="00293DD9">
        <w:rPr>
          <w:rFonts w:ascii="Calibri" w:hAnsi="Calibri"/>
          <w:sz w:val="22"/>
          <w:szCs w:val="22"/>
          <w:lang w:eastAsia="en-GB"/>
        </w:rPr>
        <w:tab/>
      </w:r>
      <w:r w:rsidRPr="00004A58">
        <w:rPr>
          <w:lang w:eastAsia="zh-CN"/>
        </w:rPr>
        <w:t>Introduction</w:t>
      </w:r>
      <w:r w:rsidRPr="00004A58">
        <w:tab/>
      </w:r>
      <w:r w:rsidRPr="00004A58">
        <w:fldChar w:fldCharType="begin" w:fldLock="1"/>
      </w:r>
      <w:r w:rsidRPr="00004A58">
        <w:instrText xml:space="preserve"> PAGEREF _Toc51864505 \h </w:instrText>
      </w:r>
      <w:r w:rsidRPr="00004A58">
        <w:fldChar w:fldCharType="separate"/>
      </w:r>
      <w:r w:rsidRPr="00004A58">
        <w:t>43</w:t>
      </w:r>
      <w:r w:rsidRPr="00004A58">
        <w:fldChar w:fldCharType="end"/>
      </w:r>
    </w:p>
    <w:p w:rsidR="00004A58" w:rsidRPr="00293DD9" w:rsidRDefault="00004A58">
      <w:pPr>
        <w:pStyle w:val="TOC4"/>
        <w:rPr>
          <w:rFonts w:ascii="Calibri" w:hAnsi="Calibri"/>
          <w:sz w:val="22"/>
          <w:szCs w:val="22"/>
          <w:lang w:eastAsia="en-GB"/>
        </w:rPr>
      </w:pPr>
      <w:r w:rsidRPr="00004A58">
        <w:t>6.3.2.2</w:t>
      </w:r>
      <w:r w:rsidRPr="00293DD9">
        <w:rPr>
          <w:rFonts w:ascii="Calibri" w:hAnsi="Calibri"/>
          <w:sz w:val="22"/>
          <w:szCs w:val="22"/>
          <w:lang w:eastAsia="en-GB"/>
        </w:rPr>
        <w:tab/>
      </w:r>
      <w:r w:rsidRPr="00004A58">
        <w:t>Command-Code values</w:t>
      </w:r>
      <w:r w:rsidRPr="00004A58">
        <w:tab/>
      </w:r>
      <w:r w:rsidRPr="00004A58">
        <w:fldChar w:fldCharType="begin" w:fldLock="1"/>
      </w:r>
      <w:r w:rsidRPr="00004A58">
        <w:instrText xml:space="preserve"> PAGEREF _Toc51864506 \h </w:instrText>
      </w:r>
      <w:r w:rsidRPr="00004A58">
        <w:fldChar w:fldCharType="separate"/>
      </w:r>
      <w:r w:rsidRPr="00004A58">
        <w:t>43</w:t>
      </w:r>
      <w:r w:rsidRPr="00004A58">
        <w:fldChar w:fldCharType="end"/>
      </w:r>
    </w:p>
    <w:p w:rsidR="00004A58" w:rsidRPr="00293DD9" w:rsidRDefault="00004A58">
      <w:pPr>
        <w:pStyle w:val="TOC4"/>
        <w:rPr>
          <w:rFonts w:ascii="Calibri" w:hAnsi="Calibri"/>
          <w:sz w:val="22"/>
          <w:szCs w:val="22"/>
          <w:lang w:eastAsia="en-GB"/>
        </w:rPr>
      </w:pPr>
      <w:r w:rsidRPr="00004A58">
        <w:t>6.3.2.3</w:t>
      </w:r>
      <w:r w:rsidRPr="00293DD9">
        <w:rPr>
          <w:rFonts w:ascii="Calibri" w:hAnsi="Calibri"/>
          <w:sz w:val="22"/>
          <w:szCs w:val="22"/>
          <w:lang w:eastAsia="en-GB"/>
        </w:rPr>
        <w:tab/>
      </w:r>
      <w:r w:rsidRPr="00004A58">
        <w:t>MO-Forward-Short-Message-Request (OFR) Command</w:t>
      </w:r>
      <w:r w:rsidRPr="00004A58">
        <w:tab/>
      </w:r>
      <w:r w:rsidRPr="00004A58">
        <w:fldChar w:fldCharType="begin" w:fldLock="1"/>
      </w:r>
      <w:r w:rsidRPr="00004A58">
        <w:instrText xml:space="preserve"> PAGEREF _Toc51864507 \h </w:instrText>
      </w:r>
      <w:r w:rsidRPr="00004A58">
        <w:fldChar w:fldCharType="separate"/>
      </w:r>
      <w:r w:rsidRPr="00004A58">
        <w:t>44</w:t>
      </w:r>
      <w:r w:rsidRPr="00004A58">
        <w:fldChar w:fldCharType="end"/>
      </w:r>
    </w:p>
    <w:p w:rsidR="00004A58" w:rsidRPr="00293DD9" w:rsidRDefault="00004A58">
      <w:pPr>
        <w:pStyle w:val="TOC4"/>
        <w:rPr>
          <w:rFonts w:ascii="Calibri" w:hAnsi="Calibri"/>
          <w:sz w:val="22"/>
          <w:szCs w:val="22"/>
          <w:lang w:eastAsia="en-GB"/>
        </w:rPr>
      </w:pPr>
      <w:r w:rsidRPr="00004A58">
        <w:t>6.3.2.4</w:t>
      </w:r>
      <w:r w:rsidRPr="00293DD9">
        <w:rPr>
          <w:rFonts w:ascii="Calibri" w:hAnsi="Calibri"/>
          <w:sz w:val="22"/>
          <w:szCs w:val="22"/>
          <w:lang w:eastAsia="en-GB"/>
        </w:rPr>
        <w:tab/>
      </w:r>
      <w:r w:rsidRPr="00004A58">
        <w:t>MO-Forward-Short-Message-Answer (OFA) Command</w:t>
      </w:r>
      <w:r w:rsidRPr="00004A58">
        <w:tab/>
      </w:r>
      <w:r w:rsidRPr="00004A58">
        <w:fldChar w:fldCharType="begin" w:fldLock="1"/>
      </w:r>
      <w:r w:rsidRPr="00004A58">
        <w:instrText xml:space="preserve"> PAGEREF _Toc51864508 \h </w:instrText>
      </w:r>
      <w:r w:rsidRPr="00004A58">
        <w:fldChar w:fldCharType="separate"/>
      </w:r>
      <w:r w:rsidRPr="00004A58">
        <w:t>44</w:t>
      </w:r>
      <w:r w:rsidRPr="00004A58">
        <w:fldChar w:fldCharType="end"/>
      </w:r>
    </w:p>
    <w:p w:rsidR="00004A58" w:rsidRPr="00293DD9" w:rsidRDefault="00004A58">
      <w:pPr>
        <w:pStyle w:val="TOC4"/>
        <w:rPr>
          <w:rFonts w:ascii="Calibri" w:hAnsi="Calibri"/>
          <w:sz w:val="22"/>
          <w:szCs w:val="22"/>
          <w:lang w:eastAsia="en-GB"/>
        </w:rPr>
      </w:pPr>
      <w:r w:rsidRPr="00004A58">
        <w:t>6.3.2.5</w:t>
      </w:r>
      <w:r w:rsidRPr="00293DD9">
        <w:rPr>
          <w:rFonts w:ascii="Calibri" w:hAnsi="Calibri"/>
          <w:sz w:val="22"/>
          <w:szCs w:val="22"/>
          <w:lang w:eastAsia="en-GB"/>
        </w:rPr>
        <w:tab/>
      </w:r>
      <w:r w:rsidRPr="00004A58">
        <w:t>MT-Forward-Short-Message-Request (TFR) Command</w:t>
      </w:r>
      <w:r w:rsidRPr="00004A58">
        <w:tab/>
      </w:r>
      <w:r w:rsidRPr="00004A58">
        <w:fldChar w:fldCharType="begin" w:fldLock="1"/>
      </w:r>
      <w:r w:rsidRPr="00004A58">
        <w:instrText xml:space="preserve"> PAGEREF _Toc51864509 \h </w:instrText>
      </w:r>
      <w:r w:rsidRPr="00004A58">
        <w:fldChar w:fldCharType="separate"/>
      </w:r>
      <w:r w:rsidRPr="00004A58">
        <w:t>45</w:t>
      </w:r>
      <w:r w:rsidRPr="00004A58">
        <w:fldChar w:fldCharType="end"/>
      </w:r>
    </w:p>
    <w:p w:rsidR="00004A58" w:rsidRPr="00293DD9" w:rsidRDefault="00004A58">
      <w:pPr>
        <w:pStyle w:val="TOC4"/>
        <w:rPr>
          <w:rFonts w:ascii="Calibri" w:hAnsi="Calibri"/>
          <w:sz w:val="22"/>
          <w:szCs w:val="22"/>
          <w:lang w:eastAsia="en-GB"/>
        </w:rPr>
      </w:pPr>
      <w:r w:rsidRPr="00004A58">
        <w:t>6.3.2.6</w:t>
      </w:r>
      <w:r w:rsidRPr="00293DD9">
        <w:rPr>
          <w:rFonts w:ascii="Calibri" w:hAnsi="Calibri"/>
          <w:sz w:val="22"/>
          <w:szCs w:val="22"/>
          <w:lang w:eastAsia="en-GB"/>
        </w:rPr>
        <w:tab/>
      </w:r>
      <w:r w:rsidRPr="00004A58">
        <w:t>MT-Forward-Short-Message-Answer (TFA) Command</w:t>
      </w:r>
      <w:r w:rsidRPr="00004A58">
        <w:tab/>
      </w:r>
      <w:r w:rsidRPr="00004A58">
        <w:fldChar w:fldCharType="begin" w:fldLock="1"/>
      </w:r>
      <w:r w:rsidRPr="00004A58">
        <w:instrText xml:space="preserve"> PAGEREF _Toc51864510 \h </w:instrText>
      </w:r>
      <w:r w:rsidRPr="00004A58">
        <w:fldChar w:fldCharType="separate"/>
      </w:r>
      <w:r w:rsidRPr="00004A58">
        <w:t>45</w:t>
      </w:r>
      <w:r w:rsidRPr="00004A58">
        <w:fldChar w:fldCharType="end"/>
      </w:r>
    </w:p>
    <w:p w:rsidR="00004A58" w:rsidRPr="00293DD9" w:rsidRDefault="00004A58">
      <w:pPr>
        <w:pStyle w:val="TOC3"/>
        <w:rPr>
          <w:rFonts w:ascii="Calibri" w:hAnsi="Calibri"/>
          <w:sz w:val="22"/>
          <w:szCs w:val="22"/>
          <w:lang w:eastAsia="en-GB"/>
        </w:rPr>
      </w:pPr>
      <w:r w:rsidRPr="00004A58">
        <w:t>6.3.3</w:t>
      </w:r>
      <w:r w:rsidRPr="00293DD9">
        <w:rPr>
          <w:rFonts w:ascii="Calibri" w:hAnsi="Calibri"/>
          <w:sz w:val="22"/>
          <w:szCs w:val="22"/>
          <w:lang w:eastAsia="en-GB"/>
        </w:rPr>
        <w:tab/>
      </w:r>
      <w:r w:rsidRPr="00004A58">
        <w:t>AVPs</w:t>
      </w:r>
      <w:r w:rsidRPr="00004A58">
        <w:tab/>
      </w:r>
      <w:r w:rsidRPr="00004A58">
        <w:fldChar w:fldCharType="begin" w:fldLock="1"/>
      </w:r>
      <w:r w:rsidRPr="00004A58">
        <w:instrText xml:space="preserve"> PAGEREF _Toc51864511 \h </w:instrText>
      </w:r>
      <w:r w:rsidRPr="00004A58">
        <w:fldChar w:fldCharType="separate"/>
      </w:r>
      <w:r w:rsidRPr="00004A58">
        <w:t>46</w:t>
      </w:r>
      <w:r w:rsidRPr="00004A58">
        <w:fldChar w:fldCharType="end"/>
      </w:r>
    </w:p>
    <w:p w:rsidR="00004A58" w:rsidRPr="00293DD9" w:rsidRDefault="00004A58">
      <w:pPr>
        <w:pStyle w:val="TOC4"/>
        <w:rPr>
          <w:rFonts w:ascii="Calibri" w:hAnsi="Calibri"/>
          <w:sz w:val="22"/>
          <w:szCs w:val="22"/>
          <w:lang w:eastAsia="en-GB"/>
        </w:rPr>
      </w:pPr>
      <w:r w:rsidRPr="00004A58">
        <w:lastRenderedPageBreak/>
        <w:t>6.3.3.1</w:t>
      </w:r>
      <w:r w:rsidRPr="00293DD9">
        <w:rPr>
          <w:rFonts w:ascii="Calibri" w:hAnsi="Calibri"/>
          <w:sz w:val="22"/>
          <w:szCs w:val="22"/>
          <w:lang w:eastAsia="en-GB"/>
        </w:rPr>
        <w:tab/>
      </w:r>
      <w:r w:rsidRPr="00004A58">
        <w:t>General</w:t>
      </w:r>
      <w:r w:rsidRPr="00004A58">
        <w:tab/>
      </w:r>
      <w:r w:rsidRPr="00004A58">
        <w:fldChar w:fldCharType="begin" w:fldLock="1"/>
      </w:r>
      <w:r w:rsidRPr="00004A58">
        <w:instrText xml:space="preserve"> PAGEREF _Toc51864512 \h </w:instrText>
      </w:r>
      <w:r w:rsidRPr="00004A58">
        <w:fldChar w:fldCharType="separate"/>
      </w:r>
      <w:r w:rsidRPr="00004A58">
        <w:t>46</w:t>
      </w:r>
      <w:r w:rsidRPr="00004A58">
        <w:fldChar w:fldCharType="end"/>
      </w:r>
    </w:p>
    <w:p w:rsidR="00004A58" w:rsidRPr="00293DD9" w:rsidRDefault="00004A58">
      <w:pPr>
        <w:pStyle w:val="TOC4"/>
        <w:rPr>
          <w:rFonts w:ascii="Calibri" w:hAnsi="Calibri"/>
          <w:sz w:val="22"/>
          <w:szCs w:val="22"/>
          <w:lang w:eastAsia="en-GB"/>
        </w:rPr>
      </w:pPr>
      <w:r w:rsidRPr="00004A58">
        <w:t>6.3.3.2</w:t>
      </w:r>
      <w:r w:rsidRPr="00293DD9">
        <w:rPr>
          <w:rFonts w:ascii="Calibri" w:hAnsi="Calibri"/>
          <w:sz w:val="22"/>
          <w:szCs w:val="22"/>
          <w:lang w:eastAsia="en-GB"/>
        </w:rPr>
        <w:tab/>
      </w:r>
      <w:r w:rsidRPr="00004A58">
        <w:t>SC-Address</w:t>
      </w:r>
      <w:r w:rsidRPr="00004A58">
        <w:tab/>
      </w:r>
      <w:r w:rsidRPr="00004A58">
        <w:fldChar w:fldCharType="begin" w:fldLock="1"/>
      </w:r>
      <w:r w:rsidRPr="00004A58">
        <w:instrText xml:space="preserve"> PAGEREF _Toc51864513 \h </w:instrText>
      </w:r>
      <w:r w:rsidRPr="00004A58">
        <w:fldChar w:fldCharType="separate"/>
      </w:r>
      <w:r w:rsidRPr="00004A58">
        <w:t>47</w:t>
      </w:r>
      <w:r w:rsidRPr="00004A58">
        <w:fldChar w:fldCharType="end"/>
      </w:r>
    </w:p>
    <w:p w:rsidR="00004A58" w:rsidRPr="00293DD9" w:rsidRDefault="00004A58">
      <w:pPr>
        <w:pStyle w:val="TOC4"/>
        <w:rPr>
          <w:rFonts w:ascii="Calibri" w:hAnsi="Calibri"/>
          <w:sz w:val="22"/>
          <w:szCs w:val="22"/>
          <w:lang w:eastAsia="en-GB"/>
        </w:rPr>
      </w:pPr>
      <w:r w:rsidRPr="00004A58">
        <w:t>6.3.3.3</w:t>
      </w:r>
      <w:r w:rsidRPr="00293DD9">
        <w:rPr>
          <w:rFonts w:ascii="Calibri" w:hAnsi="Calibri"/>
          <w:sz w:val="22"/>
          <w:szCs w:val="22"/>
          <w:lang w:eastAsia="en-GB"/>
        </w:rPr>
        <w:tab/>
      </w:r>
      <w:r w:rsidRPr="00004A58">
        <w:t>SM-RP-UI</w:t>
      </w:r>
      <w:r w:rsidRPr="00004A58">
        <w:tab/>
      </w:r>
      <w:r w:rsidRPr="00004A58">
        <w:fldChar w:fldCharType="begin" w:fldLock="1"/>
      </w:r>
      <w:r w:rsidRPr="00004A58">
        <w:instrText xml:space="preserve"> PAGEREF _Toc51864514 \h </w:instrText>
      </w:r>
      <w:r w:rsidRPr="00004A58">
        <w:fldChar w:fldCharType="separate"/>
      </w:r>
      <w:r w:rsidRPr="00004A58">
        <w:t>47</w:t>
      </w:r>
      <w:r w:rsidRPr="00004A58">
        <w:fldChar w:fldCharType="end"/>
      </w:r>
    </w:p>
    <w:p w:rsidR="00004A58" w:rsidRPr="00293DD9" w:rsidRDefault="00004A58">
      <w:pPr>
        <w:pStyle w:val="TOC4"/>
        <w:rPr>
          <w:rFonts w:ascii="Calibri" w:hAnsi="Calibri"/>
          <w:sz w:val="22"/>
          <w:szCs w:val="22"/>
          <w:lang w:eastAsia="en-GB"/>
        </w:rPr>
      </w:pPr>
      <w:r w:rsidRPr="00004A58">
        <w:t>6.3.3.4</w:t>
      </w:r>
      <w:r w:rsidRPr="00293DD9">
        <w:rPr>
          <w:rFonts w:ascii="Calibri" w:hAnsi="Calibri"/>
          <w:sz w:val="22"/>
          <w:szCs w:val="22"/>
          <w:lang w:eastAsia="en-GB"/>
        </w:rPr>
        <w:tab/>
      </w:r>
      <w:r w:rsidRPr="00004A58">
        <w:t>TFR-Flags</w:t>
      </w:r>
      <w:r w:rsidRPr="00004A58">
        <w:tab/>
      </w:r>
      <w:r w:rsidRPr="00004A58">
        <w:fldChar w:fldCharType="begin" w:fldLock="1"/>
      </w:r>
      <w:r w:rsidRPr="00004A58">
        <w:instrText xml:space="preserve"> PAGEREF _Toc51864515 \h </w:instrText>
      </w:r>
      <w:r w:rsidRPr="00004A58">
        <w:fldChar w:fldCharType="separate"/>
      </w:r>
      <w:r w:rsidRPr="00004A58">
        <w:t>47</w:t>
      </w:r>
      <w:r w:rsidRPr="00004A58">
        <w:fldChar w:fldCharType="end"/>
      </w:r>
    </w:p>
    <w:p w:rsidR="00004A58" w:rsidRPr="00293DD9" w:rsidRDefault="00004A58">
      <w:pPr>
        <w:pStyle w:val="TOC4"/>
        <w:rPr>
          <w:rFonts w:ascii="Calibri" w:hAnsi="Calibri"/>
          <w:sz w:val="22"/>
          <w:szCs w:val="22"/>
          <w:lang w:eastAsia="en-GB"/>
        </w:rPr>
      </w:pPr>
      <w:r w:rsidRPr="00004A58">
        <w:t>6.3.3.5</w:t>
      </w:r>
      <w:r w:rsidRPr="00293DD9">
        <w:rPr>
          <w:rFonts w:ascii="Calibri" w:hAnsi="Calibri"/>
          <w:sz w:val="22"/>
          <w:szCs w:val="22"/>
          <w:lang w:eastAsia="en-GB"/>
        </w:rPr>
        <w:tab/>
      </w:r>
      <w:r w:rsidRPr="00004A58">
        <w:t>SM-Delivery-Failure-Cause</w:t>
      </w:r>
      <w:r w:rsidRPr="00004A58">
        <w:tab/>
      </w:r>
      <w:r w:rsidRPr="00004A58">
        <w:fldChar w:fldCharType="begin" w:fldLock="1"/>
      </w:r>
      <w:r w:rsidRPr="00004A58">
        <w:instrText xml:space="preserve"> PAGEREF _Toc51864516 \h </w:instrText>
      </w:r>
      <w:r w:rsidRPr="00004A58">
        <w:fldChar w:fldCharType="separate"/>
      </w:r>
      <w:r w:rsidRPr="00004A58">
        <w:t>47</w:t>
      </w:r>
      <w:r w:rsidRPr="00004A58">
        <w:fldChar w:fldCharType="end"/>
      </w:r>
    </w:p>
    <w:p w:rsidR="00004A58" w:rsidRPr="00293DD9" w:rsidRDefault="00004A58">
      <w:pPr>
        <w:pStyle w:val="TOC4"/>
        <w:rPr>
          <w:rFonts w:ascii="Calibri" w:hAnsi="Calibri"/>
          <w:sz w:val="22"/>
          <w:szCs w:val="22"/>
          <w:lang w:eastAsia="en-GB"/>
        </w:rPr>
      </w:pPr>
      <w:r w:rsidRPr="00004A58">
        <w:t>6.3.3.6</w:t>
      </w:r>
      <w:r w:rsidRPr="00293DD9">
        <w:rPr>
          <w:rFonts w:ascii="Calibri" w:hAnsi="Calibri"/>
          <w:sz w:val="22"/>
          <w:szCs w:val="22"/>
          <w:lang w:eastAsia="en-GB"/>
        </w:rPr>
        <w:tab/>
      </w:r>
      <w:r w:rsidRPr="00004A58">
        <w:t>SM-Enumerated-Delivery-Failure-Cause</w:t>
      </w:r>
      <w:r w:rsidRPr="00004A58">
        <w:tab/>
      </w:r>
      <w:r w:rsidRPr="00004A58">
        <w:fldChar w:fldCharType="begin" w:fldLock="1"/>
      </w:r>
      <w:r w:rsidRPr="00004A58">
        <w:instrText xml:space="preserve"> PAGEREF _Toc51864517 \h </w:instrText>
      </w:r>
      <w:r w:rsidRPr="00004A58">
        <w:fldChar w:fldCharType="separate"/>
      </w:r>
      <w:r w:rsidRPr="00004A58">
        <w:t>48</w:t>
      </w:r>
      <w:r w:rsidRPr="00004A58">
        <w:fldChar w:fldCharType="end"/>
      </w:r>
    </w:p>
    <w:p w:rsidR="00004A58" w:rsidRPr="00293DD9" w:rsidRDefault="00004A58">
      <w:pPr>
        <w:pStyle w:val="TOC4"/>
        <w:rPr>
          <w:rFonts w:ascii="Calibri" w:hAnsi="Calibri"/>
          <w:sz w:val="22"/>
          <w:szCs w:val="22"/>
          <w:lang w:eastAsia="en-GB"/>
        </w:rPr>
      </w:pPr>
      <w:r w:rsidRPr="00004A58">
        <w:t>6.3.3.7</w:t>
      </w:r>
      <w:r w:rsidRPr="00293DD9">
        <w:rPr>
          <w:rFonts w:ascii="Calibri" w:hAnsi="Calibri"/>
          <w:sz w:val="22"/>
          <w:szCs w:val="22"/>
          <w:lang w:eastAsia="en-GB"/>
        </w:rPr>
        <w:tab/>
      </w:r>
      <w:r w:rsidRPr="00004A58">
        <w:t>SM-Diagnostic-Info</w:t>
      </w:r>
      <w:r w:rsidRPr="00004A58">
        <w:tab/>
      </w:r>
      <w:r w:rsidRPr="00004A58">
        <w:fldChar w:fldCharType="begin" w:fldLock="1"/>
      </w:r>
      <w:r w:rsidRPr="00004A58">
        <w:instrText xml:space="preserve"> PAGEREF _Toc51864518 \h </w:instrText>
      </w:r>
      <w:r w:rsidRPr="00004A58">
        <w:fldChar w:fldCharType="separate"/>
      </w:r>
      <w:r w:rsidRPr="00004A58">
        <w:t>48</w:t>
      </w:r>
      <w:r w:rsidRPr="00004A58">
        <w:fldChar w:fldCharType="end"/>
      </w:r>
    </w:p>
    <w:p w:rsidR="00004A58" w:rsidRPr="00293DD9" w:rsidRDefault="00004A58">
      <w:pPr>
        <w:pStyle w:val="TOC4"/>
        <w:rPr>
          <w:rFonts w:ascii="Calibri" w:hAnsi="Calibri"/>
          <w:sz w:val="22"/>
          <w:szCs w:val="22"/>
          <w:lang w:eastAsia="en-GB"/>
        </w:rPr>
      </w:pPr>
      <w:r w:rsidRPr="00004A58">
        <w:t>6.3.3.8</w:t>
      </w:r>
      <w:r w:rsidRPr="00293DD9">
        <w:rPr>
          <w:rFonts w:ascii="Calibri" w:hAnsi="Calibri"/>
          <w:sz w:val="22"/>
          <w:szCs w:val="22"/>
          <w:lang w:eastAsia="en-GB"/>
        </w:rPr>
        <w:tab/>
      </w:r>
      <w:r w:rsidRPr="00004A58">
        <w:t>Feature-List-ID AVP</w:t>
      </w:r>
      <w:r w:rsidRPr="00004A58">
        <w:tab/>
      </w:r>
      <w:r w:rsidRPr="00004A58">
        <w:fldChar w:fldCharType="begin" w:fldLock="1"/>
      </w:r>
      <w:r w:rsidRPr="00004A58">
        <w:instrText xml:space="preserve"> PAGEREF _Toc51864519 \h </w:instrText>
      </w:r>
      <w:r w:rsidRPr="00004A58">
        <w:fldChar w:fldCharType="separate"/>
      </w:r>
      <w:r w:rsidRPr="00004A58">
        <w:t>48</w:t>
      </w:r>
      <w:r w:rsidRPr="00004A58">
        <w:fldChar w:fldCharType="end"/>
      </w:r>
    </w:p>
    <w:p w:rsidR="00004A58" w:rsidRPr="00293DD9" w:rsidRDefault="00004A58">
      <w:pPr>
        <w:pStyle w:val="TOC4"/>
        <w:rPr>
          <w:rFonts w:ascii="Calibri" w:hAnsi="Calibri"/>
          <w:sz w:val="22"/>
          <w:szCs w:val="22"/>
          <w:lang w:eastAsia="en-GB"/>
        </w:rPr>
      </w:pPr>
      <w:r w:rsidRPr="00004A58">
        <w:t>6.3.3.9</w:t>
      </w:r>
      <w:r w:rsidRPr="00293DD9">
        <w:rPr>
          <w:rFonts w:ascii="Calibri" w:hAnsi="Calibri"/>
          <w:sz w:val="22"/>
          <w:szCs w:val="22"/>
          <w:lang w:eastAsia="en-GB"/>
        </w:rPr>
        <w:tab/>
      </w:r>
      <w:r w:rsidRPr="00004A58">
        <w:t>Feature-List AVP</w:t>
      </w:r>
      <w:r w:rsidRPr="00004A58">
        <w:tab/>
      </w:r>
      <w:r w:rsidRPr="00004A58">
        <w:fldChar w:fldCharType="begin" w:fldLock="1"/>
      </w:r>
      <w:r w:rsidRPr="00004A58">
        <w:instrText xml:space="preserve"> PAGEREF _Toc51864520 \h </w:instrText>
      </w:r>
      <w:r w:rsidRPr="00004A58">
        <w:fldChar w:fldCharType="separate"/>
      </w:r>
      <w:r w:rsidRPr="00004A58">
        <w:t>48</w:t>
      </w:r>
      <w:r w:rsidRPr="00004A58">
        <w:fldChar w:fldCharType="end"/>
      </w:r>
    </w:p>
    <w:p w:rsidR="00004A58" w:rsidRPr="00293DD9" w:rsidRDefault="00004A58">
      <w:pPr>
        <w:pStyle w:val="TOC4"/>
        <w:rPr>
          <w:rFonts w:ascii="Calibri" w:hAnsi="Calibri"/>
          <w:sz w:val="22"/>
          <w:szCs w:val="22"/>
          <w:lang w:eastAsia="en-GB"/>
        </w:rPr>
      </w:pPr>
      <w:r w:rsidRPr="00004A58">
        <w:t>6.3.3.10</w:t>
      </w:r>
      <w:r w:rsidRPr="00293DD9">
        <w:rPr>
          <w:rFonts w:ascii="Calibri" w:hAnsi="Calibri"/>
          <w:sz w:val="22"/>
          <w:szCs w:val="22"/>
          <w:lang w:eastAsia="en-GB"/>
        </w:rPr>
        <w:tab/>
      </w:r>
      <w:r w:rsidRPr="00004A58">
        <w:t>SM-Delivery-Timer</w:t>
      </w:r>
      <w:r w:rsidRPr="00004A58">
        <w:tab/>
      </w:r>
      <w:r w:rsidRPr="00004A58">
        <w:fldChar w:fldCharType="begin" w:fldLock="1"/>
      </w:r>
      <w:r w:rsidRPr="00004A58">
        <w:instrText xml:space="preserve"> PAGEREF _Toc51864521 \h </w:instrText>
      </w:r>
      <w:r w:rsidRPr="00004A58">
        <w:fldChar w:fldCharType="separate"/>
      </w:r>
      <w:r w:rsidRPr="00004A58">
        <w:t>48</w:t>
      </w:r>
      <w:r w:rsidRPr="00004A58">
        <w:fldChar w:fldCharType="end"/>
      </w:r>
    </w:p>
    <w:p w:rsidR="00004A58" w:rsidRPr="00293DD9" w:rsidRDefault="00004A58">
      <w:pPr>
        <w:pStyle w:val="TOC4"/>
        <w:rPr>
          <w:rFonts w:ascii="Calibri" w:hAnsi="Calibri"/>
          <w:sz w:val="22"/>
          <w:szCs w:val="22"/>
          <w:lang w:eastAsia="en-GB"/>
        </w:rPr>
      </w:pPr>
      <w:r w:rsidRPr="00004A58">
        <w:t>6.3.3.11</w:t>
      </w:r>
      <w:r w:rsidRPr="00293DD9">
        <w:rPr>
          <w:rFonts w:ascii="Calibri" w:hAnsi="Calibri"/>
          <w:sz w:val="22"/>
          <w:szCs w:val="22"/>
          <w:lang w:eastAsia="en-GB"/>
        </w:rPr>
        <w:tab/>
      </w:r>
      <w:r w:rsidRPr="00004A58">
        <w:t>SM-Delivery-Start-Time</w:t>
      </w:r>
      <w:r w:rsidRPr="00004A58">
        <w:tab/>
      </w:r>
      <w:r w:rsidRPr="00004A58">
        <w:fldChar w:fldCharType="begin" w:fldLock="1"/>
      </w:r>
      <w:r w:rsidRPr="00004A58">
        <w:instrText xml:space="preserve"> PAGEREF _Toc51864522 \h </w:instrText>
      </w:r>
      <w:r w:rsidRPr="00004A58">
        <w:fldChar w:fldCharType="separate"/>
      </w:r>
      <w:r w:rsidRPr="00004A58">
        <w:t>48</w:t>
      </w:r>
      <w:r w:rsidRPr="00004A58">
        <w:fldChar w:fldCharType="end"/>
      </w:r>
    </w:p>
    <w:p w:rsidR="00004A58" w:rsidRPr="00293DD9" w:rsidRDefault="00004A58">
      <w:pPr>
        <w:pStyle w:val="TOC4"/>
        <w:rPr>
          <w:rFonts w:ascii="Calibri" w:hAnsi="Calibri"/>
          <w:sz w:val="22"/>
          <w:szCs w:val="22"/>
          <w:lang w:eastAsia="en-GB"/>
        </w:rPr>
      </w:pPr>
      <w:r w:rsidRPr="00004A58">
        <w:t>6.3.3.12</w:t>
      </w:r>
      <w:r w:rsidRPr="00293DD9">
        <w:rPr>
          <w:rFonts w:ascii="Calibri" w:hAnsi="Calibri"/>
          <w:sz w:val="22"/>
          <w:szCs w:val="22"/>
          <w:lang w:eastAsia="en-GB"/>
        </w:rPr>
        <w:tab/>
      </w:r>
      <w:r w:rsidRPr="00004A58">
        <w:t>OFR-Flags</w:t>
      </w:r>
      <w:r w:rsidRPr="00004A58">
        <w:tab/>
      </w:r>
      <w:r w:rsidRPr="00004A58">
        <w:fldChar w:fldCharType="begin" w:fldLock="1"/>
      </w:r>
      <w:r w:rsidRPr="00004A58">
        <w:instrText xml:space="preserve"> PAGEREF _Toc51864523 \h </w:instrText>
      </w:r>
      <w:r w:rsidRPr="00004A58">
        <w:fldChar w:fldCharType="separate"/>
      </w:r>
      <w:r w:rsidRPr="00004A58">
        <w:t>48</w:t>
      </w:r>
      <w:r w:rsidRPr="00004A58">
        <w:fldChar w:fldCharType="end"/>
      </w:r>
    </w:p>
    <w:p w:rsidR="00004A58" w:rsidRPr="00293DD9" w:rsidRDefault="00004A58">
      <w:pPr>
        <w:pStyle w:val="TOC4"/>
        <w:rPr>
          <w:rFonts w:ascii="Calibri" w:hAnsi="Calibri"/>
          <w:sz w:val="22"/>
          <w:szCs w:val="22"/>
          <w:lang w:eastAsia="en-GB"/>
        </w:rPr>
      </w:pPr>
      <w:r w:rsidRPr="00004A58">
        <w:t>6.3.3.13</w:t>
      </w:r>
      <w:r w:rsidRPr="00293DD9">
        <w:rPr>
          <w:rFonts w:ascii="Calibri" w:hAnsi="Calibri"/>
          <w:sz w:val="22"/>
          <w:szCs w:val="22"/>
          <w:lang w:eastAsia="en-GB"/>
        </w:rPr>
        <w:tab/>
      </w:r>
      <w:r w:rsidRPr="00004A58">
        <w:t>SMSMI-Correlation-ID</w:t>
      </w:r>
      <w:r w:rsidRPr="00004A58">
        <w:tab/>
      </w:r>
      <w:r w:rsidRPr="00004A58">
        <w:fldChar w:fldCharType="begin" w:fldLock="1"/>
      </w:r>
      <w:r w:rsidRPr="00004A58">
        <w:instrText xml:space="preserve"> PAGEREF _Toc51864524 \h </w:instrText>
      </w:r>
      <w:r w:rsidRPr="00004A58">
        <w:fldChar w:fldCharType="separate"/>
      </w:r>
      <w:r w:rsidRPr="00004A58">
        <w:t>49</w:t>
      </w:r>
      <w:r w:rsidRPr="00004A58">
        <w:fldChar w:fldCharType="end"/>
      </w:r>
    </w:p>
    <w:p w:rsidR="00004A58" w:rsidRPr="00293DD9" w:rsidRDefault="00004A58">
      <w:pPr>
        <w:pStyle w:val="TOC4"/>
        <w:rPr>
          <w:rFonts w:ascii="Calibri" w:hAnsi="Calibri"/>
          <w:sz w:val="22"/>
          <w:szCs w:val="22"/>
          <w:lang w:eastAsia="en-GB"/>
        </w:rPr>
      </w:pPr>
      <w:r w:rsidRPr="00004A58">
        <w:t>6.3.3.14</w:t>
      </w:r>
      <w:r w:rsidRPr="00293DD9">
        <w:rPr>
          <w:rFonts w:ascii="Calibri" w:hAnsi="Calibri"/>
          <w:sz w:val="22"/>
          <w:szCs w:val="22"/>
          <w:lang w:eastAsia="en-GB"/>
        </w:rPr>
        <w:tab/>
      </w:r>
      <w:r w:rsidRPr="00004A58">
        <w:t>HSS-ID</w:t>
      </w:r>
      <w:r w:rsidRPr="00004A58">
        <w:tab/>
      </w:r>
      <w:r w:rsidRPr="00004A58">
        <w:fldChar w:fldCharType="begin" w:fldLock="1"/>
      </w:r>
      <w:r w:rsidRPr="00004A58">
        <w:instrText xml:space="preserve"> PAGEREF _Toc51864525 \h </w:instrText>
      </w:r>
      <w:r w:rsidRPr="00004A58">
        <w:fldChar w:fldCharType="separate"/>
      </w:r>
      <w:r w:rsidRPr="00004A58">
        <w:t>49</w:t>
      </w:r>
      <w:r w:rsidRPr="00004A58">
        <w:fldChar w:fldCharType="end"/>
      </w:r>
    </w:p>
    <w:p w:rsidR="00004A58" w:rsidRPr="00293DD9" w:rsidRDefault="00004A58">
      <w:pPr>
        <w:pStyle w:val="TOC4"/>
        <w:rPr>
          <w:rFonts w:ascii="Calibri" w:hAnsi="Calibri"/>
          <w:sz w:val="22"/>
          <w:szCs w:val="22"/>
          <w:lang w:eastAsia="en-GB"/>
        </w:rPr>
      </w:pPr>
      <w:r w:rsidRPr="00004A58">
        <w:t>6.3.3.15</w:t>
      </w:r>
      <w:r w:rsidRPr="00293DD9">
        <w:rPr>
          <w:rFonts w:ascii="Calibri" w:hAnsi="Calibri"/>
          <w:sz w:val="22"/>
          <w:szCs w:val="22"/>
          <w:lang w:eastAsia="en-GB"/>
        </w:rPr>
        <w:tab/>
      </w:r>
      <w:r w:rsidRPr="00004A58">
        <w:t>Originating-SIP-URI</w:t>
      </w:r>
      <w:r w:rsidRPr="00004A58">
        <w:tab/>
      </w:r>
      <w:r w:rsidRPr="00004A58">
        <w:fldChar w:fldCharType="begin" w:fldLock="1"/>
      </w:r>
      <w:r w:rsidRPr="00004A58">
        <w:instrText xml:space="preserve"> PAGEREF _Toc51864526 \h </w:instrText>
      </w:r>
      <w:r w:rsidRPr="00004A58">
        <w:fldChar w:fldCharType="separate"/>
      </w:r>
      <w:r w:rsidRPr="00004A58">
        <w:t>49</w:t>
      </w:r>
      <w:r w:rsidRPr="00004A58">
        <w:fldChar w:fldCharType="end"/>
      </w:r>
    </w:p>
    <w:p w:rsidR="00004A58" w:rsidRPr="00293DD9" w:rsidRDefault="00004A58">
      <w:pPr>
        <w:pStyle w:val="TOC4"/>
        <w:rPr>
          <w:rFonts w:ascii="Calibri" w:hAnsi="Calibri"/>
          <w:sz w:val="22"/>
          <w:szCs w:val="22"/>
          <w:lang w:eastAsia="en-GB"/>
        </w:rPr>
      </w:pPr>
      <w:r w:rsidRPr="00004A58">
        <w:t>6.3.3.16</w:t>
      </w:r>
      <w:r w:rsidRPr="00293DD9">
        <w:rPr>
          <w:rFonts w:ascii="Calibri" w:hAnsi="Calibri"/>
          <w:sz w:val="22"/>
          <w:szCs w:val="22"/>
          <w:lang w:eastAsia="en-GB"/>
        </w:rPr>
        <w:tab/>
      </w:r>
      <w:r w:rsidRPr="00004A58">
        <w:t>Destination-SIP-URI</w:t>
      </w:r>
      <w:r w:rsidRPr="00004A58">
        <w:tab/>
      </w:r>
      <w:r w:rsidRPr="00004A58">
        <w:fldChar w:fldCharType="begin" w:fldLock="1"/>
      </w:r>
      <w:r w:rsidRPr="00004A58">
        <w:instrText xml:space="preserve"> PAGEREF _Toc51864527 \h </w:instrText>
      </w:r>
      <w:r w:rsidRPr="00004A58">
        <w:fldChar w:fldCharType="separate"/>
      </w:r>
      <w:r w:rsidRPr="00004A58">
        <w:t>49</w:t>
      </w:r>
      <w:r w:rsidRPr="00004A58">
        <w:fldChar w:fldCharType="end"/>
      </w:r>
    </w:p>
    <w:p w:rsidR="00004A58" w:rsidRPr="00293DD9" w:rsidRDefault="00004A58">
      <w:pPr>
        <w:pStyle w:val="TOC4"/>
        <w:rPr>
          <w:rFonts w:ascii="Calibri" w:hAnsi="Calibri"/>
          <w:sz w:val="22"/>
          <w:szCs w:val="22"/>
          <w:lang w:eastAsia="en-GB"/>
        </w:rPr>
      </w:pPr>
      <w:r w:rsidRPr="00004A58">
        <w:t>6.3.3.17</w:t>
      </w:r>
      <w:r w:rsidRPr="00293DD9">
        <w:rPr>
          <w:rFonts w:ascii="Calibri" w:hAnsi="Calibri"/>
          <w:sz w:val="22"/>
          <w:szCs w:val="22"/>
          <w:lang w:eastAsia="en-GB"/>
        </w:rPr>
        <w:tab/>
      </w:r>
      <w:r w:rsidRPr="00004A58">
        <w:t>Maximum-Retransmission-Time</w:t>
      </w:r>
      <w:r w:rsidRPr="00004A58">
        <w:tab/>
      </w:r>
      <w:r w:rsidRPr="00004A58">
        <w:fldChar w:fldCharType="begin" w:fldLock="1"/>
      </w:r>
      <w:r w:rsidRPr="00004A58">
        <w:instrText xml:space="preserve"> PAGEREF _Toc51864528 \h </w:instrText>
      </w:r>
      <w:r w:rsidRPr="00004A58">
        <w:fldChar w:fldCharType="separate"/>
      </w:r>
      <w:r w:rsidRPr="00004A58">
        <w:t>49</w:t>
      </w:r>
      <w:r w:rsidRPr="00004A58">
        <w:fldChar w:fldCharType="end"/>
      </w:r>
    </w:p>
    <w:p w:rsidR="00004A58" w:rsidRPr="00293DD9" w:rsidRDefault="00004A58">
      <w:pPr>
        <w:pStyle w:val="TOC4"/>
        <w:rPr>
          <w:rFonts w:ascii="Calibri" w:hAnsi="Calibri"/>
          <w:sz w:val="22"/>
          <w:szCs w:val="22"/>
          <w:lang w:eastAsia="en-GB"/>
        </w:rPr>
      </w:pPr>
      <w:r w:rsidRPr="00004A58">
        <w:t>6.3.3.18</w:t>
      </w:r>
      <w:r w:rsidRPr="00293DD9">
        <w:rPr>
          <w:rFonts w:ascii="Calibri" w:hAnsi="Calibri"/>
          <w:sz w:val="22"/>
          <w:szCs w:val="22"/>
          <w:lang w:eastAsia="en-GB"/>
        </w:rPr>
        <w:tab/>
      </w:r>
      <w:r w:rsidRPr="00004A58">
        <w:t>Requested-Retransmission-Time</w:t>
      </w:r>
      <w:r w:rsidRPr="00004A58">
        <w:tab/>
      </w:r>
      <w:r w:rsidRPr="00004A58">
        <w:fldChar w:fldCharType="begin" w:fldLock="1"/>
      </w:r>
      <w:r w:rsidRPr="00004A58">
        <w:instrText xml:space="preserve"> PAGEREF _Toc51864529 \h </w:instrText>
      </w:r>
      <w:r w:rsidRPr="00004A58">
        <w:fldChar w:fldCharType="separate"/>
      </w:r>
      <w:r w:rsidRPr="00004A58">
        <w:t>49</w:t>
      </w:r>
      <w:r w:rsidRPr="00004A58">
        <w:fldChar w:fldCharType="end"/>
      </w:r>
    </w:p>
    <w:p w:rsidR="00004A58" w:rsidRPr="00293DD9" w:rsidRDefault="00004A58">
      <w:pPr>
        <w:pStyle w:val="TOC4"/>
        <w:rPr>
          <w:rFonts w:ascii="Calibri" w:hAnsi="Calibri"/>
          <w:sz w:val="22"/>
          <w:szCs w:val="22"/>
          <w:lang w:eastAsia="en-GB"/>
        </w:rPr>
      </w:pPr>
      <w:r w:rsidRPr="00004A58">
        <w:t>6.3.3.19</w:t>
      </w:r>
      <w:r w:rsidRPr="00293DD9">
        <w:rPr>
          <w:rFonts w:ascii="Calibri" w:hAnsi="Calibri"/>
          <w:sz w:val="22"/>
          <w:szCs w:val="22"/>
          <w:lang w:eastAsia="en-GB"/>
        </w:rPr>
        <w:tab/>
      </w:r>
      <w:r w:rsidRPr="00004A58">
        <w:t>SMS-GMSC-Address</w:t>
      </w:r>
      <w:r w:rsidRPr="00004A58">
        <w:tab/>
      </w:r>
      <w:r w:rsidRPr="00004A58">
        <w:fldChar w:fldCharType="begin" w:fldLock="1"/>
      </w:r>
      <w:r w:rsidRPr="00004A58">
        <w:instrText xml:space="preserve"> PAGEREF _Toc51864530 \h </w:instrText>
      </w:r>
      <w:r w:rsidRPr="00004A58">
        <w:fldChar w:fldCharType="separate"/>
      </w:r>
      <w:r w:rsidRPr="00004A58">
        <w:t>49</w:t>
      </w:r>
      <w:r w:rsidRPr="00004A58">
        <w:fldChar w:fldCharType="end"/>
      </w:r>
    </w:p>
    <w:p w:rsidR="00004A58" w:rsidRPr="00293DD9" w:rsidRDefault="00004A58">
      <w:pPr>
        <w:pStyle w:val="TOC4"/>
        <w:rPr>
          <w:rFonts w:ascii="Calibri" w:hAnsi="Calibri"/>
          <w:sz w:val="22"/>
          <w:szCs w:val="22"/>
          <w:lang w:eastAsia="en-GB"/>
        </w:rPr>
      </w:pPr>
      <w:r w:rsidRPr="00004A58">
        <w:t>6.3.3.20</w:t>
      </w:r>
      <w:r w:rsidRPr="00293DD9">
        <w:rPr>
          <w:rFonts w:ascii="Calibri" w:hAnsi="Calibri"/>
          <w:sz w:val="22"/>
          <w:szCs w:val="22"/>
          <w:lang w:eastAsia="en-GB"/>
        </w:rPr>
        <w:tab/>
      </w:r>
      <w:r w:rsidRPr="00004A58">
        <w:t>DRMP</w:t>
      </w:r>
      <w:r w:rsidRPr="00004A58">
        <w:tab/>
      </w:r>
      <w:r w:rsidRPr="00004A58">
        <w:fldChar w:fldCharType="begin" w:fldLock="1"/>
      </w:r>
      <w:r w:rsidRPr="00004A58">
        <w:instrText xml:space="preserve"> PAGEREF _Toc51864531 \h </w:instrText>
      </w:r>
      <w:r w:rsidRPr="00004A58">
        <w:fldChar w:fldCharType="separate"/>
      </w:r>
      <w:r w:rsidRPr="00004A58">
        <w:t>50</w:t>
      </w:r>
      <w:r w:rsidRPr="00004A58">
        <w:fldChar w:fldCharType="end"/>
      </w:r>
    </w:p>
    <w:p w:rsidR="00004A58" w:rsidRPr="00293DD9" w:rsidRDefault="00004A58">
      <w:pPr>
        <w:pStyle w:val="TOC1"/>
        <w:rPr>
          <w:rFonts w:ascii="Calibri" w:hAnsi="Calibri"/>
          <w:szCs w:val="22"/>
          <w:lang w:eastAsia="en-GB"/>
        </w:rPr>
      </w:pPr>
      <w:r w:rsidRPr="00004A58">
        <w:t>7</w:t>
      </w:r>
      <w:r w:rsidRPr="00293DD9">
        <w:rPr>
          <w:rFonts w:ascii="Calibri" w:hAnsi="Calibri"/>
          <w:szCs w:val="22"/>
          <w:lang w:eastAsia="en-GB"/>
        </w:rPr>
        <w:tab/>
      </w:r>
      <w:r w:rsidRPr="00004A58">
        <w:t>Result Codes and Experimental-Result values</w:t>
      </w:r>
      <w:r w:rsidRPr="00004A58">
        <w:tab/>
      </w:r>
      <w:r w:rsidRPr="00004A58">
        <w:fldChar w:fldCharType="begin" w:fldLock="1"/>
      </w:r>
      <w:r w:rsidRPr="00004A58">
        <w:instrText xml:space="preserve"> PAGEREF _Toc51864532 \h </w:instrText>
      </w:r>
      <w:r w:rsidRPr="00004A58">
        <w:fldChar w:fldCharType="separate"/>
      </w:r>
      <w:r w:rsidRPr="00004A58">
        <w:t>50</w:t>
      </w:r>
      <w:r w:rsidRPr="00004A58">
        <w:fldChar w:fldCharType="end"/>
      </w:r>
    </w:p>
    <w:p w:rsidR="00004A58" w:rsidRPr="00293DD9" w:rsidRDefault="00004A58">
      <w:pPr>
        <w:pStyle w:val="TOC2"/>
        <w:rPr>
          <w:rFonts w:ascii="Calibri" w:hAnsi="Calibri"/>
          <w:sz w:val="22"/>
          <w:szCs w:val="22"/>
          <w:lang w:eastAsia="en-GB"/>
        </w:rPr>
      </w:pPr>
      <w:r w:rsidRPr="00004A58">
        <w:t>7</w:t>
      </w:r>
      <w:r w:rsidRPr="00004A58">
        <w:rPr>
          <w:lang w:val="en-US"/>
        </w:rPr>
        <w:t>.1</w:t>
      </w:r>
      <w:r w:rsidRPr="00293DD9">
        <w:rPr>
          <w:rFonts w:ascii="Calibri" w:hAnsi="Calibri"/>
          <w:sz w:val="22"/>
          <w:szCs w:val="22"/>
          <w:lang w:eastAsia="en-GB"/>
        </w:rPr>
        <w:tab/>
      </w:r>
      <w:r w:rsidRPr="00004A58">
        <w:rPr>
          <w:lang w:val="en-US"/>
        </w:rPr>
        <w:t>General</w:t>
      </w:r>
      <w:r w:rsidRPr="00004A58">
        <w:tab/>
      </w:r>
      <w:r w:rsidRPr="00004A58">
        <w:fldChar w:fldCharType="begin" w:fldLock="1"/>
      </w:r>
      <w:r w:rsidRPr="00004A58">
        <w:instrText xml:space="preserve"> PAGEREF _Toc51864533 \h </w:instrText>
      </w:r>
      <w:r w:rsidRPr="00004A58">
        <w:fldChar w:fldCharType="separate"/>
      </w:r>
      <w:r w:rsidRPr="00004A58">
        <w:t>50</w:t>
      </w:r>
      <w:r w:rsidRPr="00004A58">
        <w:fldChar w:fldCharType="end"/>
      </w:r>
    </w:p>
    <w:p w:rsidR="00004A58" w:rsidRPr="00293DD9" w:rsidRDefault="00004A58">
      <w:pPr>
        <w:pStyle w:val="TOC2"/>
        <w:rPr>
          <w:rFonts w:ascii="Calibri" w:hAnsi="Calibri"/>
          <w:sz w:val="22"/>
          <w:szCs w:val="22"/>
          <w:lang w:eastAsia="en-GB"/>
        </w:rPr>
      </w:pPr>
      <w:r w:rsidRPr="00004A58">
        <w:t>7.2</w:t>
      </w:r>
      <w:r w:rsidRPr="00293DD9">
        <w:rPr>
          <w:rFonts w:ascii="Calibri" w:hAnsi="Calibri"/>
          <w:sz w:val="22"/>
          <w:szCs w:val="22"/>
          <w:lang w:eastAsia="en-GB"/>
        </w:rPr>
        <w:tab/>
      </w:r>
      <w:r w:rsidRPr="00004A58">
        <w:t>Success</w:t>
      </w:r>
      <w:r w:rsidRPr="00004A58">
        <w:tab/>
      </w:r>
      <w:r w:rsidRPr="00004A58">
        <w:fldChar w:fldCharType="begin" w:fldLock="1"/>
      </w:r>
      <w:r w:rsidRPr="00004A58">
        <w:instrText xml:space="preserve"> PAGEREF _Toc51864534 \h </w:instrText>
      </w:r>
      <w:r w:rsidRPr="00004A58">
        <w:fldChar w:fldCharType="separate"/>
      </w:r>
      <w:r w:rsidRPr="00004A58">
        <w:t>50</w:t>
      </w:r>
      <w:r w:rsidRPr="00004A58">
        <w:fldChar w:fldCharType="end"/>
      </w:r>
    </w:p>
    <w:p w:rsidR="00004A58" w:rsidRPr="00293DD9" w:rsidRDefault="00004A58">
      <w:pPr>
        <w:pStyle w:val="TOC2"/>
        <w:rPr>
          <w:rFonts w:ascii="Calibri" w:hAnsi="Calibri"/>
          <w:sz w:val="22"/>
          <w:szCs w:val="22"/>
          <w:lang w:eastAsia="en-GB"/>
        </w:rPr>
      </w:pPr>
      <w:r w:rsidRPr="00004A58">
        <w:t>7.3</w:t>
      </w:r>
      <w:r w:rsidRPr="00293DD9">
        <w:rPr>
          <w:rFonts w:ascii="Calibri" w:hAnsi="Calibri"/>
          <w:sz w:val="22"/>
          <w:szCs w:val="22"/>
          <w:lang w:eastAsia="en-GB"/>
        </w:rPr>
        <w:tab/>
      </w:r>
      <w:r w:rsidRPr="00004A58">
        <w:t>Permanent Failures</w:t>
      </w:r>
      <w:r w:rsidRPr="00004A58">
        <w:tab/>
      </w:r>
      <w:r w:rsidRPr="00004A58">
        <w:fldChar w:fldCharType="begin" w:fldLock="1"/>
      </w:r>
      <w:r w:rsidRPr="00004A58">
        <w:instrText xml:space="preserve"> PAGEREF _Toc51864535 \h </w:instrText>
      </w:r>
      <w:r w:rsidRPr="00004A58">
        <w:fldChar w:fldCharType="separate"/>
      </w:r>
      <w:r w:rsidRPr="00004A58">
        <w:t>50</w:t>
      </w:r>
      <w:r w:rsidRPr="00004A58">
        <w:fldChar w:fldCharType="end"/>
      </w:r>
    </w:p>
    <w:p w:rsidR="00004A58" w:rsidRPr="00293DD9" w:rsidRDefault="00004A58">
      <w:pPr>
        <w:pStyle w:val="TOC3"/>
        <w:rPr>
          <w:rFonts w:ascii="Calibri" w:hAnsi="Calibri"/>
          <w:sz w:val="22"/>
          <w:szCs w:val="22"/>
          <w:lang w:eastAsia="en-GB"/>
        </w:rPr>
      </w:pPr>
      <w:r w:rsidRPr="00004A58">
        <w:t>7</w:t>
      </w:r>
      <w:r w:rsidRPr="00004A58">
        <w:rPr>
          <w:lang w:eastAsia="zh-CN"/>
        </w:rPr>
        <w:t>.3.1</w:t>
      </w:r>
      <w:r w:rsidRPr="00293DD9">
        <w:rPr>
          <w:rFonts w:ascii="Calibri" w:hAnsi="Calibri"/>
          <w:sz w:val="22"/>
          <w:szCs w:val="22"/>
          <w:lang w:eastAsia="en-GB"/>
        </w:rPr>
        <w:tab/>
      </w:r>
      <w:r w:rsidRPr="00004A58">
        <w:rPr>
          <w:lang w:eastAsia="zh-CN"/>
        </w:rPr>
        <w:t>General</w:t>
      </w:r>
      <w:r w:rsidRPr="00004A58">
        <w:tab/>
      </w:r>
      <w:r w:rsidRPr="00004A58">
        <w:fldChar w:fldCharType="begin" w:fldLock="1"/>
      </w:r>
      <w:r w:rsidRPr="00004A58">
        <w:instrText xml:space="preserve"> PAGEREF _Toc51864536 \h </w:instrText>
      </w:r>
      <w:r w:rsidRPr="00004A58">
        <w:fldChar w:fldCharType="separate"/>
      </w:r>
      <w:r w:rsidRPr="00004A58">
        <w:t>50</w:t>
      </w:r>
      <w:r w:rsidRPr="00004A58">
        <w:fldChar w:fldCharType="end"/>
      </w:r>
    </w:p>
    <w:p w:rsidR="00004A58" w:rsidRPr="00293DD9" w:rsidRDefault="00004A58">
      <w:pPr>
        <w:pStyle w:val="TOC3"/>
        <w:rPr>
          <w:rFonts w:ascii="Calibri" w:hAnsi="Calibri"/>
          <w:sz w:val="22"/>
          <w:szCs w:val="22"/>
          <w:lang w:eastAsia="en-GB"/>
        </w:rPr>
      </w:pPr>
      <w:r w:rsidRPr="00004A58">
        <w:t>7.3.2</w:t>
      </w:r>
      <w:r w:rsidRPr="00293DD9">
        <w:rPr>
          <w:rFonts w:ascii="Calibri" w:hAnsi="Calibri"/>
          <w:sz w:val="22"/>
          <w:szCs w:val="22"/>
          <w:lang w:eastAsia="en-GB"/>
        </w:rPr>
        <w:tab/>
      </w:r>
      <w:r w:rsidRPr="00004A58">
        <w:t>DIAMETER_ERROR_USER_UNKNOWN (5001)</w:t>
      </w:r>
      <w:r w:rsidRPr="00004A58">
        <w:tab/>
      </w:r>
      <w:r w:rsidRPr="00004A58">
        <w:fldChar w:fldCharType="begin" w:fldLock="1"/>
      </w:r>
      <w:r w:rsidRPr="00004A58">
        <w:instrText xml:space="preserve"> PAGEREF _Toc51864537 \h </w:instrText>
      </w:r>
      <w:r w:rsidRPr="00004A58">
        <w:fldChar w:fldCharType="separate"/>
      </w:r>
      <w:r w:rsidRPr="00004A58">
        <w:t>50</w:t>
      </w:r>
      <w:r w:rsidRPr="00004A58">
        <w:fldChar w:fldCharType="end"/>
      </w:r>
    </w:p>
    <w:p w:rsidR="00004A58" w:rsidRPr="00293DD9" w:rsidRDefault="00004A58">
      <w:pPr>
        <w:pStyle w:val="TOC3"/>
        <w:rPr>
          <w:rFonts w:ascii="Calibri" w:hAnsi="Calibri"/>
          <w:sz w:val="22"/>
          <w:szCs w:val="22"/>
          <w:lang w:eastAsia="en-GB"/>
        </w:rPr>
      </w:pPr>
      <w:r w:rsidRPr="00004A58">
        <w:t>7.3.3</w:t>
      </w:r>
      <w:r w:rsidRPr="00293DD9">
        <w:rPr>
          <w:rFonts w:ascii="Calibri" w:hAnsi="Calibri"/>
          <w:sz w:val="22"/>
          <w:szCs w:val="22"/>
          <w:lang w:eastAsia="en-GB"/>
        </w:rPr>
        <w:tab/>
      </w:r>
      <w:r w:rsidRPr="00004A58">
        <w:t>DIAMETER_ERROR_ABSENT_USER (5550)</w:t>
      </w:r>
      <w:r w:rsidRPr="00004A58">
        <w:tab/>
      </w:r>
      <w:r w:rsidRPr="00004A58">
        <w:fldChar w:fldCharType="begin" w:fldLock="1"/>
      </w:r>
      <w:r w:rsidRPr="00004A58">
        <w:instrText xml:space="preserve"> PAGEREF _Toc51864538 \h </w:instrText>
      </w:r>
      <w:r w:rsidRPr="00004A58">
        <w:fldChar w:fldCharType="separate"/>
      </w:r>
      <w:r w:rsidRPr="00004A58">
        <w:t>50</w:t>
      </w:r>
      <w:r w:rsidRPr="00004A58">
        <w:fldChar w:fldCharType="end"/>
      </w:r>
    </w:p>
    <w:p w:rsidR="00004A58" w:rsidRPr="00293DD9" w:rsidRDefault="00004A58">
      <w:pPr>
        <w:pStyle w:val="TOC3"/>
        <w:rPr>
          <w:rFonts w:ascii="Calibri" w:hAnsi="Calibri"/>
          <w:sz w:val="22"/>
          <w:szCs w:val="22"/>
          <w:lang w:eastAsia="en-GB"/>
        </w:rPr>
      </w:pPr>
      <w:r w:rsidRPr="00004A58">
        <w:t>7.3.4</w:t>
      </w:r>
      <w:r w:rsidRPr="00293DD9">
        <w:rPr>
          <w:rFonts w:ascii="Calibri" w:hAnsi="Calibri"/>
          <w:sz w:val="22"/>
          <w:szCs w:val="22"/>
          <w:lang w:eastAsia="en-GB"/>
        </w:rPr>
        <w:tab/>
      </w:r>
      <w:r w:rsidRPr="00004A58">
        <w:t>DIAMETER_ERROR_USER_BUSY_FOR_MT_SMS (5551)</w:t>
      </w:r>
      <w:r w:rsidRPr="00004A58">
        <w:tab/>
      </w:r>
      <w:r w:rsidRPr="00004A58">
        <w:fldChar w:fldCharType="begin" w:fldLock="1"/>
      </w:r>
      <w:r w:rsidRPr="00004A58">
        <w:instrText xml:space="preserve"> PAGEREF _Toc51864539 \h </w:instrText>
      </w:r>
      <w:r w:rsidRPr="00004A58">
        <w:fldChar w:fldCharType="separate"/>
      </w:r>
      <w:r w:rsidRPr="00004A58">
        <w:t>50</w:t>
      </w:r>
      <w:r w:rsidRPr="00004A58">
        <w:fldChar w:fldCharType="end"/>
      </w:r>
    </w:p>
    <w:p w:rsidR="00004A58" w:rsidRPr="00293DD9" w:rsidRDefault="00004A58">
      <w:pPr>
        <w:pStyle w:val="TOC3"/>
        <w:rPr>
          <w:rFonts w:ascii="Calibri" w:hAnsi="Calibri"/>
          <w:sz w:val="22"/>
          <w:szCs w:val="22"/>
          <w:lang w:eastAsia="en-GB"/>
        </w:rPr>
      </w:pPr>
      <w:r w:rsidRPr="00004A58">
        <w:t>7.3.5</w:t>
      </w:r>
      <w:r w:rsidRPr="00293DD9">
        <w:rPr>
          <w:rFonts w:ascii="Calibri" w:hAnsi="Calibri"/>
          <w:sz w:val="22"/>
          <w:szCs w:val="22"/>
          <w:lang w:eastAsia="en-GB"/>
        </w:rPr>
        <w:tab/>
      </w:r>
      <w:r w:rsidRPr="00004A58">
        <w:rPr>
          <w:lang w:val="en-US"/>
        </w:rPr>
        <w:t>DIAMETER_ERROR_FACILITY_NOT_SUPPORTED (</w:t>
      </w:r>
      <w:r w:rsidRPr="00004A58">
        <w:t>5552</w:t>
      </w:r>
      <w:r w:rsidRPr="00004A58">
        <w:rPr>
          <w:lang w:val="en-US"/>
        </w:rPr>
        <w:t>)</w:t>
      </w:r>
      <w:r w:rsidRPr="00004A58">
        <w:tab/>
      </w:r>
      <w:r w:rsidRPr="00004A58">
        <w:fldChar w:fldCharType="begin" w:fldLock="1"/>
      </w:r>
      <w:r w:rsidRPr="00004A58">
        <w:instrText xml:space="preserve"> PAGEREF _Toc51864540 \h </w:instrText>
      </w:r>
      <w:r w:rsidRPr="00004A58">
        <w:fldChar w:fldCharType="separate"/>
      </w:r>
      <w:r w:rsidRPr="00004A58">
        <w:t>50</w:t>
      </w:r>
      <w:r w:rsidRPr="00004A58">
        <w:fldChar w:fldCharType="end"/>
      </w:r>
    </w:p>
    <w:p w:rsidR="00004A58" w:rsidRPr="00293DD9" w:rsidRDefault="00004A58">
      <w:pPr>
        <w:pStyle w:val="TOC3"/>
        <w:rPr>
          <w:rFonts w:ascii="Calibri" w:hAnsi="Calibri"/>
          <w:sz w:val="22"/>
          <w:szCs w:val="22"/>
          <w:lang w:eastAsia="en-GB"/>
        </w:rPr>
      </w:pPr>
      <w:r w:rsidRPr="00004A58">
        <w:t>7.3.6</w:t>
      </w:r>
      <w:r w:rsidRPr="00293DD9">
        <w:rPr>
          <w:rFonts w:ascii="Calibri" w:hAnsi="Calibri"/>
          <w:sz w:val="22"/>
          <w:szCs w:val="22"/>
          <w:lang w:eastAsia="en-GB"/>
        </w:rPr>
        <w:tab/>
      </w:r>
      <w:r w:rsidRPr="00004A58">
        <w:t>DIAMETER_ERROR_ILLEGAL_USER (5553)</w:t>
      </w:r>
      <w:r w:rsidRPr="00004A58">
        <w:tab/>
      </w:r>
      <w:r w:rsidRPr="00004A58">
        <w:fldChar w:fldCharType="begin" w:fldLock="1"/>
      </w:r>
      <w:r w:rsidRPr="00004A58">
        <w:instrText xml:space="preserve"> PAGEREF _Toc51864541 \h </w:instrText>
      </w:r>
      <w:r w:rsidRPr="00004A58">
        <w:fldChar w:fldCharType="separate"/>
      </w:r>
      <w:r w:rsidRPr="00004A58">
        <w:t>51</w:t>
      </w:r>
      <w:r w:rsidRPr="00004A58">
        <w:fldChar w:fldCharType="end"/>
      </w:r>
    </w:p>
    <w:p w:rsidR="00004A58" w:rsidRPr="00293DD9" w:rsidRDefault="00004A58">
      <w:pPr>
        <w:pStyle w:val="TOC3"/>
        <w:rPr>
          <w:rFonts w:ascii="Calibri" w:hAnsi="Calibri"/>
          <w:sz w:val="22"/>
          <w:szCs w:val="22"/>
          <w:lang w:eastAsia="en-GB"/>
        </w:rPr>
      </w:pPr>
      <w:r w:rsidRPr="00004A58">
        <w:t>7.3.7</w:t>
      </w:r>
      <w:r w:rsidRPr="00293DD9">
        <w:rPr>
          <w:rFonts w:ascii="Calibri" w:hAnsi="Calibri"/>
          <w:sz w:val="22"/>
          <w:szCs w:val="22"/>
          <w:lang w:eastAsia="en-GB"/>
        </w:rPr>
        <w:tab/>
      </w:r>
      <w:r w:rsidRPr="00004A58">
        <w:t>DIAMETER_</w:t>
      </w:r>
      <w:r w:rsidRPr="00004A58">
        <w:rPr>
          <w:lang w:val="en-US"/>
        </w:rPr>
        <w:t>ERROR</w:t>
      </w:r>
      <w:r w:rsidRPr="00004A58">
        <w:t>_ILLEGAL_EQUIPMENT (5554)</w:t>
      </w:r>
      <w:r w:rsidRPr="00004A58">
        <w:tab/>
      </w:r>
      <w:r w:rsidRPr="00004A58">
        <w:fldChar w:fldCharType="begin" w:fldLock="1"/>
      </w:r>
      <w:r w:rsidRPr="00004A58">
        <w:instrText xml:space="preserve"> PAGEREF _Toc51864542 \h </w:instrText>
      </w:r>
      <w:r w:rsidRPr="00004A58">
        <w:fldChar w:fldCharType="separate"/>
      </w:r>
      <w:r w:rsidRPr="00004A58">
        <w:t>51</w:t>
      </w:r>
      <w:r w:rsidRPr="00004A58">
        <w:fldChar w:fldCharType="end"/>
      </w:r>
    </w:p>
    <w:p w:rsidR="00004A58" w:rsidRPr="00293DD9" w:rsidRDefault="00004A58">
      <w:pPr>
        <w:pStyle w:val="TOC3"/>
        <w:rPr>
          <w:rFonts w:ascii="Calibri" w:hAnsi="Calibri"/>
          <w:sz w:val="22"/>
          <w:szCs w:val="22"/>
          <w:lang w:eastAsia="en-GB"/>
        </w:rPr>
      </w:pPr>
      <w:r w:rsidRPr="00004A58">
        <w:t>7.3.8</w:t>
      </w:r>
      <w:r w:rsidRPr="00293DD9">
        <w:rPr>
          <w:rFonts w:ascii="Calibri" w:hAnsi="Calibri"/>
          <w:sz w:val="22"/>
          <w:szCs w:val="22"/>
          <w:lang w:eastAsia="en-GB"/>
        </w:rPr>
        <w:tab/>
      </w:r>
      <w:r w:rsidRPr="00004A58">
        <w:t>DIAMETER_ERROR_SM_DELIVERY_FAILURE (5555)</w:t>
      </w:r>
      <w:r w:rsidRPr="00004A58">
        <w:tab/>
      </w:r>
      <w:r w:rsidRPr="00004A58">
        <w:fldChar w:fldCharType="begin" w:fldLock="1"/>
      </w:r>
      <w:r w:rsidRPr="00004A58">
        <w:instrText xml:space="preserve"> PAGEREF _Toc51864543 \h </w:instrText>
      </w:r>
      <w:r w:rsidRPr="00004A58">
        <w:fldChar w:fldCharType="separate"/>
      </w:r>
      <w:r w:rsidRPr="00004A58">
        <w:t>51</w:t>
      </w:r>
      <w:r w:rsidRPr="00004A58">
        <w:fldChar w:fldCharType="end"/>
      </w:r>
    </w:p>
    <w:p w:rsidR="00004A58" w:rsidRPr="00293DD9" w:rsidRDefault="00004A58">
      <w:pPr>
        <w:pStyle w:val="TOC3"/>
        <w:rPr>
          <w:rFonts w:ascii="Calibri" w:hAnsi="Calibri"/>
          <w:sz w:val="22"/>
          <w:szCs w:val="22"/>
          <w:lang w:eastAsia="en-GB"/>
        </w:rPr>
      </w:pPr>
      <w:r w:rsidRPr="00004A58">
        <w:t>7.3.9</w:t>
      </w:r>
      <w:r w:rsidRPr="00293DD9">
        <w:rPr>
          <w:rFonts w:ascii="Calibri" w:hAnsi="Calibri"/>
          <w:sz w:val="22"/>
          <w:szCs w:val="22"/>
          <w:lang w:eastAsia="en-GB"/>
        </w:rPr>
        <w:tab/>
      </w:r>
      <w:r w:rsidRPr="00004A58">
        <w:t>DIAMETER_ERROR_SERVICE_NOT_SUBSCRIBED (5556)</w:t>
      </w:r>
      <w:r w:rsidRPr="00004A58">
        <w:tab/>
      </w:r>
      <w:r w:rsidRPr="00004A58">
        <w:fldChar w:fldCharType="begin" w:fldLock="1"/>
      </w:r>
      <w:r w:rsidRPr="00004A58">
        <w:instrText xml:space="preserve"> PAGEREF _Toc51864544 \h </w:instrText>
      </w:r>
      <w:r w:rsidRPr="00004A58">
        <w:fldChar w:fldCharType="separate"/>
      </w:r>
      <w:r w:rsidRPr="00004A58">
        <w:t>51</w:t>
      </w:r>
      <w:r w:rsidRPr="00004A58">
        <w:fldChar w:fldCharType="end"/>
      </w:r>
    </w:p>
    <w:p w:rsidR="00004A58" w:rsidRPr="00293DD9" w:rsidRDefault="00004A58">
      <w:pPr>
        <w:pStyle w:val="TOC3"/>
        <w:rPr>
          <w:rFonts w:ascii="Calibri" w:hAnsi="Calibri"/>
          <w:sz w:val="22"/>
          <w:szCs w:val="22"/>
          <w:lang w:eastAsia="en-GB"/>
        </w:rPr>
      </w:pPr>
      <w:r w:rsidRPr="00004A58">
        <w:rPr>
          <w:lang w:val="en-US"/>
        </w:rPr>
        <w:t>7.3.10</w:t>
      </w:r>
      <w:r w:rsidRPr="00293DD9">
        <w:rPr>
          <w:rFonts w:ascii="Calibri" w:hAnsi="Calibri"/>
          <w:sz w:val="22"/>
          <w:szCs w:val="22"/>
          <w:lang w:eastAsia="en-GB"/>
        </w:rPr>
        <w:tab/>
      </w:r>
      <w:r w:rsidRPr="00004A58">
        <w:rPr>
          <w:lang w:val="en-US"/>
        </w:rPr>
        <w:t>DIAMETER_</w:t>
      </w:r>
      <w:r w:rsidRPr="00004A58">
        <w:t>ERROR_SERVICE_BARRED</w:t>
      </w:r>
      <w:r w:rsidRPr="00004A58">
        <w:rPr>
          <w:lang w:val="en-US"/>
        </w:rPr>
        <w:t xml:space="preserve"> (</w:t>
      </w:r>
      <w:r w:rsidRPr="00004A58">
        <w:t>5557</w:t>
      </w:r>
      <w:r w:rsidRPr="00004A58">
        <w:rPr>
          <w:lang w:val="en-US"/>
        </w:rPr>
        <w:t>)</w:t>
      </w:r>
      <w:r w:rsidRPr="00004A58">
        <w:tab/>
      </w:r>
      <w:r w:rsidRPr="00004A58">
        <w:fldChar w:fldCharType="begin" w:fldLock="1"/>
      </w:r>
      <w:r w:rsidRPr="00004A58">
        <w:instrText xml:space="preserve"> PAGEREF _Toc51864545 \h </w:instrText>
      </w:r>
      <w:r w:rsidRPr="00004A58">
        <w:fldChar w:fldCharType="separate"/>
      </w:r>
      <w:r w:rsidRPr="00004A58">
        <w:t>51</w:t>
      </w:r>
      <w:r w:rsidRPr="00004A58">
        <w:fldChar w:fldCharType="end"/>
      </w:r>
    </w:p>
    <w:p w:rsidR="00004A58" w:rsidRPr="00293DD9" w:rsidRDefault="00004A58">
      <w:pPr>
        <w:pStyle w:val="TOC3"/>
        <w:rPr>
          <w:rFonts w:ascii="Calibri" w:hAnsi="Calibri"/>
          <w:sz w:val="22"/>
          <w:szCs w:val="22"/>
          <w:lang w:eastAsia="en-GB"/>
        </w:rPr>
      </w:pPr>
      <w:r w:rsidRPr="00004A58">
        <w:t>7.3.11</w:t>
      </w:r>
      <w:r w:rsidRPr="00293DD9">
        <w:rPr>
          <w:rFonts w:ascii="Calibri" w:hAnsi="Calibri"/>
          <w:sz w:val="22"/>
          <w:szCs w:val="22"/>
          <w:lang w:eastAsia="en-GB"/>
        </w:rPr>
        <w:tab/>
      </w:r>
      <w:r w:rsidRPr="00004A58">
        <w:t>DIAMETER_ERROR_MWD_LIST_FULL (5558)</w:t>
      </w:r>
      <w:r w:rsidRPr="00004A58">
        <w:tab/>
      </w:r>
      <w:r w:rsidRPr="00004A58">
        <w:fldChar w:fldCharType="begin" w:fldLock="1"/>
      </w:r>
      <w:r w:rsidRPr="00004A58">
        <w:instrText xml:space="preserve"> PAGEREF _Toc51864546 \h </w:instrText>
      </w:r>
      <w:r w:rsidRPr="00004A58">
        <w:fldChar w:fldCharType="separate"/>
      </w:r>
      <w:r w:rsidRPr="00004A58">
        <w:t>51</w:t>
      </w:r>
      <w:r w:rsidRPr="00004A58">
        <w:fldChar w:fldCharType="end"/>
      </w:r>
    </w:p>
    <w:p w:rsidR="00004A58" w:rsidRPr="00293DD9" w:rsidRDefault="00004A58">
      <w:pPr>
        <w:pStyle w:val="TOC2"/>
        <w:rPr>
          <w:rFonts w:ascii="Calibri" w:hAnsi="Calibri"/>
          <w:sz w:val="22"/>
          <w:szCs w:val="22"/>
          <w:lang w:eastAsia="en-GB"/>
        </w:rPr>
      </w:pPr>
      <w:r w:rsidRPr="00004A58">
        <w:t>7.</w:t>
      </w:r>
      <w:r w:rsidRPr="00004A58">
        <w:rPr>
          <w:lang w:eastAsia="zh-CN"/>
        </w:rPr>
        <w:t>4</w:t>
      </w:r>
      <w:r w:rsidRPr="00293DD9">
        <w:rPr>
          <w:rFonts w:ascii="Calibri" w:hAnsi="Calibri"/>
          <w:sz w:val="22"/>
          <w:szCs w:val="22"/>
          <w:lang w:eastAsia="en-GB"/>
        </w:rPr>
        <w:tab/>
      </w:r>
      <w:r w:rsidRPr="00004A58">
        <w:rPr>
          <w:lang w:eastAsia="zh-CN"/>
        </w:rPr>
        <w:t>Transient Failures</w:t>
      </w:r>
      <w:r w:rsidRPr="00004A58">
        <w:tab/>
      </w:r>
      <w:r w:rsidRPr="00004A58">
        <w:fldChar w:fldCharType="begin" w:fldLock="1"/>
      </w:r>
      <w:r w:rsidRPr="00004A58">
        <w:instrText xml:space="preserve"> PAGEREF _Toc51864547 \h </w:instrText>
      </w:r>
      <w:r w:rsidRPr="00004A58">
        <w:fldChar w:fldCharType="separate"/>
      </w:r>
      <w:r w:rsidRPr="00004A58">
        <w:t>51</w:t>
      </w:r>
      <w:r w:rsidRPr="00004A58">
        <w:fldChar w:fldCharType="end"/>
      </w:r>
    </w:p>
    <w:p w:rsidR="00004A58" w:rsidRPr="00293DD9" w:rsidRDefault="00004A58">
      <w:pPr>
        <w:pStyle w:val="TOC3"/>
        <w:rPr>
          <w:rFonts w:ascii="Calibri" w:hAnsi="Calibri"/>
          <w:sz w:val="22"/>
          <w:szCs w:val="22"/>
          <w:lang w:eastAsia="en-GB"/>
        </w:rPr>
      </w:pPr>
      <w:r w:rsidRPr="00004A58">
        <w:t>7</w:t>
      </w:r>
      <w:r w:rsidRPr="00004A58">
        <w:rPr>
          <w:lang w:eastAsia="zh-CN"/>
        </w:rPr>
        <w:t>.4.1</w:t>
      </w:r>
      <w:r w:rsidRPr="00293DD9">
        <w:rPr>
          <w:rFonts w:ascii="Calibri" w:hAnsi="Calibri"/>
          <w:sz w:val="22"/>
          <w:szCs w:val="22"/>
          <w:lang w:eastAsia="en-GB"/>
        </w:rPr>
        <w:tab/>
      </w:r>
      <w:r w:rsidRPr="00004A58">
        <w:rPr>
          <w:lang w:eastAsia="zh-CN"/>
        </w:rPr>
        <w:t>General</w:t>
      </w:r>
      <w:r w:rsidRPr="00004A58">
        <w:tab/>
      </w:r>
      <w:r w:rsidRPr="00004A58">
        <w:fldChar w:fldCharType="begin" w:fldLock="1"/>
      </w:r>
      <w:r w:rsidRPr="00004A58">
        <w:instrText xml:space="preserve"> PAGEREF _Toc51864548 \h </w:instrText>
      </w:r>
      <w:r w:rsidRPr="00004A58">
        <w:fldChar w:fldCharType="separate"/>
      </w:r>
      <w:r w:rsidRPr="00004A58">
        <w:t>51</w:t>
      </w:r>
      <w:r w:rsidRPr="00004A58">
        <w:fldChar w:fldCharType="end"/>
      </w:r>
    </w:p>
    <w:p w:rsidR="00004A58" w:rsidRPr="00293DD9" w:rsidRDefault="00004A58">
      <w:pPr>
        <w:pStyle w:val="TOC8"/>
        <w:rPr>
          <w:rFonts w:ascii="Calibri" w:hAnsi="Calibri"/>
          <w:b w:val="0"/>
          <w:szCs w:val="22"/>
          <w:lang w:eastAsia="en-GB"/>
        </w:rPr>
      </w:pPr>
      <w:r w:rsidRPr="00004A58">
        <w:t>Annex A (normative): Diameter message priority mechanism</w:t>
      </w:r>
      <w:r w:rsidRPr="00004A58">
        <w:tab/>
      </w:r>
      <w:r w:rsidRPr="00004A58">
        <w:fldChar w:fldCharType="begin" w:fldLock="1"/>
      </w:r>
      <w:r w:rsidRPr="00004A58">
        <w:instrText xml:space="preserve"> PAGEREF _Toc51864549 \h </w:instrText>
      </w:r>
      <w:r w:rsidRPr="00004A58">
        <w:fldChar w:fldCharType="separate"/>
      </w:r>
      <w:r w:rsidRPr="00004A58">
        <w:t>52</w:t>
      </w:r>
      <w:r w:rsidRPr="00004A58">
        <w:fldChar w:fldCharType="end"/>
      </w:r>
    </w:p>
    <w:p w:rsidR="00004A58" w:rsidRPr="00293DD9" w:rsidRDefault="00004A58">
      <w:pPr>
        <w:pStyle w:val="TOC2"/>
        <w:rPr>
          <w:rFonts w:ascii="Calibri" w:hAnsi="Calibri"/>
          <w:sz w:val="22"/>
          <w:szCs w:val="22"/>
          <w:lang w:eastAsia="en-GB"/>
        </w:rPr>
      </w:pPr>
      <w:r w:rsidRPr="00004A58">
        <w:t>A.1</w:t>
      </w:r>
      <w:r w:rsidRPr="00293DD9">
        <w:rPr>
          <w:rFonts w:ascii="Calibri" w:hAnsi="Calibri"/>
          <w:sz w:val="22"/>
          <w:szCs w:val="22"/>
          <w:lang w:eastAsia="en-GB"/>
        </w:rPr>
        <w:tab/>
      </w:r>
      <w:r w:rsidRPr="00004A58">
        <w:t>General</w:t>
      </w:r>
      <w:r w:rsidRPr="00004A58">
        <w:tab/>
      </w:r>
      <w:r w:rsidRPr="00004A58">
        <w:fldChar w:fldCharType="begin" w:fldLock="1"/>
      </w:r>
      <w:r w:rsidRPr="00004A58">
        <w:instrText xml:space="preserve"> PAGEREF _Toc51864550 \h </w:instrText>
      </w:r>
      <w:r w:rsidRPr="00004A58">
        <w:fldChar w:fldCharType="separate"/>
      </w:r>
      <w:r w:rsidRPr="00004A58">
        <w:t>52</w:t>
      </w:r>
      <w:r w:rsidRPr="00004A58">
        <w:fldChar w:fldCharType="end"/>
      </w:r>
    </w:p>
    <w:p w:rsidR="00004A58" w:rsidRPr="00293DD9" w:rsidRDefault="00004A58">
      <w:pPr>
        <w:pStyle w:val="TOC2"/>
        <w:rPr>
          <w:rFonts w:ascii="Calibri" w:hAnsi="Calibri"/>
          <w:sz w:val="22"/>
          <w:szCs w:val="22"/>
          <w:lang w:eastAsia="en-GB"/>
        </w:rPr>
      </w:pPr>
      <w:r w:rsidRPr="00004A58">
        <w:t>A.2</w:t>
      </w:r>
      <w:r w:rsidRPr="00293DD9">
        <w:rPr>
          <w:rFonts w:ascii="Calibri" w:hAnsi="Calibri"/>
          <w:sz w:val="22"/>
          <w:szCs w:val="22"/>
          <w:lang w:eastAsia="en-GB"/>
        </w:rPr>
        <w:tab/>
      </w:r>
      <w:r w:rsidRPr="00004A58">
        <w:t>S6c, SGd, Gdd interfaces</w:t>
      </w:r>
      <w:r w:rsidRPr="00004A58">
        <w:tab/>
      </w:r>
      <w:r w:rsidRPr="00004A58">
        <w:fldChar w:fldCharType="begin" w:fldLock="1"/>
      </w:r>
      <w:r w:rsidRPr="00004A58">
        <w:instrText xml:space="preserve"> PAGEREF _Toc51864551 \h </w:instrText>
      </w:r>
      <w:r w:rsidRPr="00004A58">
        <w:fldChar w:fldCharType="separate"/>
      </w:r>
      <w:r w:rsidRPr="00004A58">
        <w:t>52</w:t>
      </w:r>
      <w:r w:rsidRPr="00004A58">
        <w:fldChar w:fldCharType="end"/>
      </w:r>
    </w:p>
    <w:p w:rsidR="00004A58" w:rsidRPr="00293DD9" w:rsidRDefault="00004A58">
      <w:pPr>
        <w:pStyle w:val="TOC8"/>
        <w:rPr>
          <w:rFonts w:ascii="Calibri" w:hAnsi="Calibri"/>
          <w:b w:val="0"/>
          <w:szCs w:val="22"/>
          <w:lang w:eastAsia="en-GB"/>
        </w:rPr>
      </w:pPr>
      <w:r w:rsidRPr="00004A58">
        <w:t>Annex B (informative): Change history</w:t>
      </w:r>
      <w:r w:rsidRPr="00004A58">
        <w:tab/>
      </w:r>
      <w:r w:rsidRPr="00004A58">
        <w:fldChar w:fldCharType="begin" w:fldLock="1"/>
      </w:r>
      <w:r w:rsidRPr="00004A58">
        <w:instrText xml:space="preserve"> PAGEREF _Toc51864552 \h </w:instrText>
      </w:r>
      <w:r w:rsidRPr="00004A58">
        <w:fldChar w:fldCharType="separate"/>
      </w:r>
      <w:r w:rsidRPr="00004A58">
        <w:t>52</w:t>
      </w:r>
      <w:r w:rsidRPr="00004A58">
        <w:fldChar w:fldCharType="end"/>
      </w:r>
    </w:p>
    <w:p w:rsidR="00080512" w:rsidRPr="00004A58" w:rsidRDefault="00004A58">
      <w:r w:rsidRPr="00004A58">
        <w:rPr>
          <w:noProof/>
          <w:sz w:val="22"/>
        </w:rPr>
        <w:fldChar w:fldCharType="end"/>
      </w:r>
    </w:p>
    <w:p w:rsidR="00080512" w:rsidRPr="00004A58" w:rsidRDefault="00080512" w:rsidP="00DA25AD">
      <w:pPr>
        <w:pStyle w:val="Heading1"/>
      </w:pPr>
      <w:r w:rsidRPr="00004A58">
        <w:br w:type="page"/>
      </w:r>
      <w:bookmarkStart w:id="9" w:name="foreword"/>
      <w:bookmarkStart w:id="10" w:name="_Toc2086433"/>
      <w:bookmarkStart w:id="11" w:name="_Toc44882018"/>
      <w:bookmarkStart w:id="12" w:name="_Toc44882212"/>
      <w:bookmarkStart w:id="13" w:name="_Toc51864397"/>
      <w:bookmarkEnd w:id="9"/>
      <w:r w:rsidRPr="00004A58">
        <w:lastRenderedPageBreak/>
        <w:t>Foreword</w:t>
      </w:r>
      <w:bookmarkEnd w:id="10"/>
      <w:bookmarkEnd w:id="11"/>
      <w:bookmarkEnd w:id="12"/>
      <w:bookmarkEnd w:id="13"/>
    </w:p>
    <w:p w:rsidR="00080512" w:rsidRPr="00004A58" w:rsidRDefault="00080512">
      <w:r w:rsidRPr="00004A58">
        <w:t xml:space="preserve">This Technical </w:t>
      </w:r>
      <w:bookmarkStart w:id="14" w:name="spectype3"/>
      <w:r w:rsidRPr="00004A58">
        <w:t>Specification</w:t>
      </w:r>
      <w:bookmarkEnd w:id="14"/>
      <w:r w:rsidRPr="00004A58">
        <w:t xml:space="preserve"> has been produced by the 3</w:t>
      </w:r>
      <w:r w:rsidR="00F04712" w:rsidRPr="00004A58">
        <w:t>rd</w:t>
      </w:r>
      <w:r w:rsidRPr="00004A58">
        <w:t xml:space="preserve"> Generation Partnership Project (3GPP).</w:t>
      </w:r>
    </w:p>
    <w:p w:rsidR="00080512" w:rsidRPr="00004A58" w:rsidRDefault="00080512">
      <w:r w:rsidRPr="00004A58">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rsidR="00080512" w:rsidRPr="00004A58" w:rsidRDefault="00080512">
      <w:pPr>
        <w:pStyle w:val="B1"/>
      </w:pPr>
      <w:r w:rsidRPr="00004A58">
        <w:t>Version x.y.z</w:t>
      </w:r>
    </w:p>
    <w:p w:rsidR="00080512" w:rsidRPr="00004A58" w:rsidRDefault="00080512">
      <w:pPr>
        <w:pStyle w:val="B1"/>
      </w:pPr>
      <w:r w:rsidRPr="00004A58">
        <w:t>where:</w:t>
      </w:r>
    </w:p>
    <w:p w:rsidR="00080512" w:rsidRPr="00004A58" w:rsidRDefault="00080512">
      <w:pPr>
        <w:pStyle w:val="B2"/>
      </w:pPr>
      <w:r w:rsidRPr="00004A58">
        <w:t>x</w:t>
      </w:r>
      <w:r w:rsidRPr="00004A58">
        <w:tab/>
        <w:t>the first digit:</w:t>
      </w:r>
    </w:p>
    <w:p w:rsidR="00080512" w:rsidRPr="00004A58" w:rsidRDefault="00080512">
      <w:pPr>
        <w:pStyle w:val="B3"/>
      </w:pPr>
      <w:r w:rsidRPr="00004A58">
        <w:t>1</w:t>
      </w:r>
      <w:r w:rsidRPr="00004A58">
        <w:tab/>
        <w:t>presented to TSG for information;</w:t>
      </w:r>
    </w:p>
    <w:p w:rsidR="00080512" w:rsidRPr="00004A58" w:rsidRDefault="00080512">
      <w:pPr>
        <w:pStyle w:val="B3"/>
      </w:pPr>
      <w:r w:rsidRPr="00004A58">
        <w:t>2</w:t>
      </w:r>
      <w:r w:rsidRPr="00004A58">
        <w:tab/>
        <w:t>presented to TSG for approval;</w:t>
      </w:r>
    </w:p>
    <w:p w:rsidR="00080512" w:rsidRPr="00004A58" w:rsidRDefault="00080512">
      <w:pPr>
        <w:pStyle w:val="B3"/>
      </w:pPr>
      <w:r w:rsidRPr="00004A58">
        <w:t>3</w:t>
      </w:r>
      <w:r w:rsidRPr="00004A58">
        <w:tab/>
        <w:t>or greater indicates TSG approved document under change control.</w:t>
      </w:r>
    </w:p>
    <w:p w:rsidR="00080512" w:rsidRPr="00004A58" w:rsidRDefault="00080512">
      <w:pPr>
        <w:pStyle w:val="B2"/>
      </w:pPr>
      <w:r w:rsidRPr="00004A58">
        <w:t>y</w:t>
      </w:r>
      <w:r w:rsidRPr="00004A58">
        <w:tab/>
        <w:t>the second digit is incremented for all changes of substance, i.e. technical enhancements, corrections, updates, etc.</w:t>
      </w:r>
    </w:p>
    <w:p w:rsidR="00080512" w:rsidRPr="00004A58" w:rsidRDefault="00080512">
      <w:pPr>
        <w:pStyle w:val="B2"/>
      </w:pPr>
      <w:r w:rsidRPr="00004A58">
        <w:t>z</w:t>
      </w:r>
      <w:r w:rsidRPr="00004A58">
        <w:tab/>
        <w:t>the third digit is incremented when editorial only changes have been incorporated in the document.</w:t>
      </w:r>
    </w:p>
    <w:p w:rsidR="008C384C" w:rsidRPr="00004A58" w:rsidRDefault="008C384C" w:rsidP="008C384C">
      <w:r w:rsidRPr="00004A58">
        <w:t xml:space="preserve">In </w:t>
      </w:r>
      <w:r w:rsidR="0074026F" w:rsidRPr="00004A58">
        <w:t>the present</w:t>
      </w:r>
      <w:r w:rsidRPr="00004A58">
        <w:t xml:space="preserve"> document, modal verbs have the following meanings:</w:t>
      </w:r>
    </w:p>
    <w:p w:rsidR="008C384C" w:rsidRPr="00004A58" w:rsidRDefault="008C384C" w:rsidP="00774DA4">
      <w:pPr>
        <w:pStyle w:val="EX"/>
      </w:pPr>
      <w:r w:rsidRPr="00004A58">
        <w:rPr>
          <w:b/>
        </w:rPr>
        <w:t>shall</w:t>
      </w:r>
      <w:r w:rsidR="005252A2" w:rsidRPr="00004A58">
        <w:tab/>
      </w:r>
      <w:r w:rsidRPr="00004A58">
        <w:t>indicates a mandatory requirement to do something</w:t>
      </w:r>
    </w:p>
    <w:p w:rsidR="008C384C" w:rsidRPr="00004A58" w:rsidRDefault="008C384C" w:rsidP="00774DA4">
      <w:pPr>
        <w:pStyle w:val="EX"/>
      </w:pPr>
      <w:r w:rsidRPr="00004A58">
        <w:rPr>
          <w:b/>
        </w:rPr>
        <w:t>shall not</w:t>
      </w:r>
      <w:r w:rsidRPr="00004A58">
        <w:tab/>
        <w:t>indicates an interdiction (</w:t>
      </w:r>
      <w:r w:rsidR="001F1132" w:rsidRPr="00004A58">
        <w:t>prohibition</w:t>
      </w:r>
      <w:r w:rsidRPr="00004A58">
        <w:t>) to do something</w:t>
      </w:r>
    </w:p>
    <w:p w:rsidR="00BA19ED" w:rsidRPr="00004A58" w:rsidRDefault="00BA19ED" w:rsidP="00A27486">
      <w:r w:rsidRPr="00004A58">
        <w:t>The constructions "shall" and "shall not" are confined to the context of normative provisions, and do not appear in Technical Reports.</w:t>
      </w:r>
    </w:p>
    <w:p w:rsidR="00C1496A" w:rsidRPr="00004A58" w:rsidRDefault="00C1496A" w:rsidP="00A27486">
      <w:r w:rsidRPr="00004A58">
        <w:t xml:space="preserve">The constructions "must" and "must not" are not used as substitutes for "shall" and "shall not". Their use is avoided insofar as possible, and </w:t>
      </w:r>
      <w:r w:rsidR="001F1132" w:rsidRPr="00004A58">
        <w:t xml:space="preserve">they </w:t>
      </w:r>
      <w:r w:rsidRPr="00004A58">
        <w:t xml:space="preserve">are </w:t>
      </w:r>
      <w:r w:rsidR="001F1132" w:rsidRPr="00004A58">
        <w:t>not</w:t>
      </w:r>
      <w:r w:rsidRPr="00004A58">
        <w:t xml:space="preserve"> used in a normative context except in a direct citation from an external, referenced, non-3GPP document, or so as to maintain continuity of style when extending or modifying the provisions of such a referenced document.</w:t>
      </w:r>
    </w:p>
    <w:p w:rsidR="008C384C" w:rsidRPr="00004A58" w:rsidRDefault="008C384C" w:rsidP="00774DA4">
      <w:pPr>
        <w:pStyle w:val="EX"/>
      </w:pPr>
      <w:r w:rsidRPr="00004A58">
        <w:rPr>
          <w:b/>
        </w:rPr>
        <w:t>should</w:t>
      </w:r>
      <w:r w:rsidR="005252A2" w:rsidRPr="00004A58">
        <w:tab/>
      </w:r>
      <w:r w:rsidRPr="00004A58">
        <w:t>indicates a recommendation to do something</w:t>
      </w:r>
    </w:p>
    <w:p w:rsidR="008C384C" w:rsidRPr="00004A58" w:rsidRDefault="008C384C" w:rsidP="00774DA4">
      <w:pPr>
        <w:pStyle w:val="EX"/>
      </w:pPr>
      <w:r w:rsidRPr="00004A58">
        <w:rPr>
          <w:b/>
        </w:rPr>
        <w:t>should not</w:t>
      </w:r>
      <w:r w:rsidRPr="00004A58">
        <w:tab/>
        <w:t>indicates a recommendation not to do something</w:t>
      </w:r>
    </w:p>
    <w:p w:rsidR="008C384C" w:rsidRPr="00004A58" w:rsidRDefault="008C384C" w:rsidP="00774DA4">
      <w:pPr>
        <w:pStyle w:val="EX"/>
      </w:pPr>
      <w:r w:rsidRPr="00004A58">
        <w:rPr>
          <w:b/>
        </w:rPr>
        <w:t>may</w:t>
      </w:r>
      <w:r w:rsidR="005252A2" w:rsidRPr="00004A58">
        <w:tab/>
      </w:r>
      <w:r w:rsidRPr="00004A58">
        <w:t>indicates permission to do something</w:t>
      </w:r>
    </w:p>
    <w:p w:rsidR="008C384C" w:rsidRPr="00004A58" w:rsidRDefault="008C384C" w:rsidP="00774DA4">
      <w:pPr>
        <w:pStyle w:val="EX"/>
      </w:pPr>
      <w:r w:rsidRPr="00004A58">
        <w:rPr>
          <w:b/>
        </w:rPr>
        <w:t>need not</w:t>
      </w:r>
      <w:r w:rsidRPr="00004A58">
        <w:tab/>
        <w:t>indicates permission not to do something</w:t>
      </w:r>
    </w:p>
    <w:p w:rsidR="008C384C" w:rsidRPr="00004A58" w:rsidRDefault="008C384C" w:rsidP="00A27486">
      <w:r w:rsidRPr="00004A58">
        <w:t>The construction "may not" is ambiguous</w:t>
      </w:r>
      <w:r w:rsidR="001F1132" w:rsidRPr="00004A58">
        <w:t xml:space="preserve"> </w:t>
      </w:r>
      <w:r w:rsidRPr="00004A58">
        <w:t xml:space="preserve">and </w:t>
      </w:r>
      <w:r w:rsidR="00774DA4" w:rsidRPr="00004A58">
        <w:t>is not</w:t>
      </w:r>
      <w:r w:rsidR="00F9008D" w:rsidRPr="00004A58">
        <w:t xml:space="preserve"> </w:t>
      </w:r>
      <w:r w:rsidRPr="00004A58">
        <w:t>used in normative elements.</w:t>
      </w:r>
      <w:r w:rsidR="001F1132" w:rsidRPr="00004A58">
        <w:t xml:space="preserve"> The </w:t>
      </w:r>
      <w:r w:rsidR="003765B8" w:rsidRPr="00004A58">
        <w:t xml:space="preserve">unambiguous </w:t>
      </w:r>
      <w:r w:rsidR="001F1132" w:rsidRPr="00004A58">
        <w:t>construction</w:t>
      </w:r>
      <w:r w:rsidR="003765B8" w:rsidRPr="00004A58">
        <w:t>s</w:t>
      </w:r>
      <w:r w:rsidR="001F1132" w:rsidRPr="00004A58">
        <w:t xml:space="preserve"> "might not" </w:t>
      </w:r>
      <w:r w:rsidR="003765B8" w:rsidRPr="00004A58">
        <w:t>or "shall not" are</w:t>
      </w:r>
      <w:r w:rsidR="001F1132" w:rsidRPr="00004A58">
        <w:t xml:space="preserve"> used </w:t>
      </w:r>
      <w:r w:rsidR="003765B8" w:rsidRPr="00004A58">
        <w:t xml:space="preserve">instead, depending upon the </w:t>
      </w:r>
      <w:r w:rsidR="001F1132" w:rsidRPr="00004A58">
        <w:t>meaning intended.</w:t>
      </w:r>
    </w:p>
    <w:p w:rsidR="008C384C" w:rsidRPr="00004A58" w:rsidRDefault="008C384C" w:rsidP="00774DA4">
      <w:pPr>
        <w:pStyle w:val="EX"/>
      </w:pPr>
      <w:r w:rsidRPr="00004A58">
        <w:rPr>
          <w:b/>
        </w:rPr>
        <w:t>can</w:t>
      </w:r>
      <w:r w:rsidR="005252A2" w:rsidRPr="00004A58">
        <w:tab/>
      </w:r>
      <w:r w:rsidRPr="00004A58">
        <w:t>indicates</w:t>
      </w:r>
      <w:r w:rsidR="00774DA4" w:rsidRPr="00004A58">
        <w:t xml:space="preserve"> that something is possible</w:t>
      </w:r>
    </w:p>
    <w:p w:rsidR="00774DA4" w:rsidRPr="00004A58" w:rsidRDefault="00774DA4" w:rsidP="00774DA4">
      <w:pPr>
        <w:pStyle w:val="EX"/>
      </w:pPr>
      <w:r w:rsidRPr="00004A58">
        <w:rPr>
          <w:b/>
        </w:rPr>
        <w:t>cannot</w:t>
      </w:r>
      <w:r w:rsidR="005252A2" w:rsidRPr="00004A58">
        <w:tab/>
      </w:r>
      <w:r w:rsidRPr="00004A58">
        <w:t>indicates that something is impossible</w:t>
      </w:r>
    </w:p>
    <w:p w:rsidR="00774DA4" w:rsidRPr="00004A58" w:rsidRDefault="00774DA4" w:rsidP="00A27486">
      <w:r w:rsidRPr="00004A58">
        <w:t xml:space="preserve">The constructions "can" and "cannot" </w:t>
      </w:r>
      <w:r w:rsidR="00F9008D" w:rsidRPr="00004A58">
        <w:t xml:space="preserve">are not </w:t>
      </w:r>
      <w:r w:rsidRPr="00004A58">
        <w:t>substitute</w:t>
      </w:r>
      <w:r w:rsidR="003765B8" w:rsidRPr="00004A58">
        <w:t>s</w:t>
      </w:r>
      <w:r w:rsidRPr="00004A58">
        <w:t xml:space="preserve"> for "may" and "need not".</w:t>
      </w:r>
    </w:p>
    <w:p w:rsidR="00774DA4" w:rsidRPr="00004A58" w:rsidRDefault="00774DA4" w:rsidP="00774DA4">
      <w:pPr>
        <w:pStyle w:val="EX"/>
      </w:pPr>
      <w:r w:rsidRPr="00004A58">
        <w:rPr>
          <w:b/>
        </w:rPr>
        <w:t>will</w:t>
      </w:r>
      <w:r w:rsidR="005252A2" w:rsidRPr="00004A58">
        <w:tab/>
      </w:r>
      <w:r w:rsidRPr="00004A58">
        <w:t xml:space="preserve">indicates that something is certain </w:t>
      </w:r>
      <w:r w:rsidR="003765B8" w:rsidRPr="00004A58">
        <w:t xml:space="preserve">or </w:t>
      </w:r>
      <w:r w:rsidRPr="00004A58">
        <w:t xml:space="preserve">expected to happen </w:t>
      </w:r>
      <w:r w:rsidR="003765B8" w:rsidRPr="00004A58">
        <w:t xml:space="preserve">as a result of action taken by an </w:t>
      </w:r>
      <w:r w:rsidRPr="00004A58">
        <w:t>agency the behaviour of which is outside the scope of the present document</w:t>
      </w:r>
    </w:p>
    <w:p w:rsidR="00774DA4" w:rsidRPr="00004A58" w:rsidRDefault="00774DA4" w:rsidP="00774DA4">
      <w:pPr>
        <w:pStyle w:val="EX"/>
      </w:pPr>
      <w:r w:rsidRPr="00004A58">
        <w:rPr>
          <w:b/>
        </w:rPr>
        <w:t>will not</w:t>
      </w:r>
      <w:r w:rsidR="005252A2" w:rsidRPr="00004A58">
        <w:tab/>
      </w:r>
      <w:r w:rsidRPr="00004A58">
        <w:t xml:space="preserve">indicates that something is certain </w:t>
      </w:r>
      <w:r w:rsidR="003765B8" w:rsidRPr="00004A58">
        <w:t xml:space="preserve">or expected not </w:t>
      </w:r>
      <w:r w:rsidRPr="00004A58">
        <w:t xml:space="preserve">to happen </w:t>
      </w:r>
      <w:r w:rsidR="003765B8" w:rsidRPr="00004A58">
        <w:t xml:space="preserve">as a result of action taken </w:t>
      </w:r>
      <w:r w:rsidRPr="00004A58">
        <w:t xml:space="preserve">by </w:t>
      </w:r>
      <w:r w:rsidR="003765B8" w:rsidRPr="00004A58">
        <w:t xml:space="preserve">an </w:t>
      </w:r>
      <w:r w:rsidRPr="00004A58">
        <w:t>agency the behaviour of which is outside the scope of the present document</w:t>
      </w:r>
    </w:p>
    <w:p w:rsidR="001F1132" w:rsidRPr="00004A58" w:rsidRDefault="001F1132" w:rsidP="00774DA4">
      <w:pPr>
        <w:pStyle w:val="EX"/>
      </w:pPr>
      <w:r w:rsidRPr="00004A58">
        <w:rPr>
          <w:b/>
        </w:rPr>
        <w:t>might</w:t>
      </w:r>
      <w:r w:rsidRPr="00004A58">
        <w:tab/>
        <w:t xml:space="preserve">indicates a likelihood that something will happen as a result of </w:t>
      </w:r>
      <w:r w:rsidR="003765B8" w:rsidRPr="00004A58">
        <w:t xml:space="preserve">action taken by </w:t>
      </w:r>
      <w:r w:rsidRPr="00004A58">
        <w:t>some agency the behaviour of which is outside the scope of the present document</w:t>
      </w:r>
    </w:p>
    <w:p w:rsidR="003765B8" w:rsidRPr="00004A58" w:rsidRDefault="003765B8" w:rsidP="003765B8">
      <w:pPr>
        <w:pStyle w:val="EX"/>
      </w:pPr>
      <w:r w:rsidRPr="00004A58">
        <w:rPr>
          <w:b/>
        </w:rPr>
        <w:lastRenderedPageBreak/>
        <w:t>might not</w:t>
      </w:r>
      <w:r w:rsidRPr="00004A58">
        <w:tab/>
        <w:t>indicates a likelihood that something will not happen as a result of action taken by some agency the behaviour of which is outside the scope of the present document</w:t>
      </w:r>
    </w:p>
    <w:p w:rsidR="001F1132" w:rsidRPr="00004A58" w:rsidRDefault="001F1132" w:rsidP="001F1132">
      <w:r w:rsidRPr="00004A58">
        <w:t>In addition:</w:t>
      </w:r>
    </w:p>
    <w:p w:rsidR="00774DA4" w:rsidRPr="00004A58" w:rsidRDefault="00774DA4" w:rsidP="00774DA4">
      <w:pPr>
        <w:pStyle w:val="EX"/>
      </w:pPr>
      <w:r w:rsidRPr="00004A58">
        <w:rPr>
          <w:b/>
        </w:rPr>
        <w:t>is</w:t>
      </w:r>
      <w:r w:rsidRPr="00004A58">
        <w:tab/>
        <w:t>(or any other verb in the indicative</w:t>
      </w:r>
      <w:r w:rsidR="001F1132" w:rsidRPr="00004A58">
        <w:t xml:space="preserve"> mood</w:t>
      </w:r>
      <w:r w:rsidRPr="00004A58">
        <w:t>) indicates a statement of fact</w:t>
      </w:r>
    </w:p>
    <w:p w:rsidR="00647114" w:rsidRPr="00004A58" w:rsidRDefault="00647114" w:rsidP="00774DA4">
      <w:pPr>
        <w:pStyle w:val="EX"/>
      </w:pPr>
      <w:r w:rsidRPr="00004A58">
        <w:rPr>
          <w:b/>
        </w:rPr>
        <w:t>is not</w:t>
      </w:r>
      <w:r w:rsidRPr="00004A58">
        <w:tab/>
        <w:t>(or any other negative verb in the indicative</w:t>
      </w:r>
      <w:r w:rsidR="001F1132" w:rsidRPr="00004A58">
        <w:t xml:space="preserve"> mood</w:t>
      </w:r>
      <w:r w:rsidRPr="00004A58">
        <w:t>) indicates a statement of fact</w:t>
      </w:r>
    </w:p>
    <w:p w:rsidR="00774DA4" w:rsidRPr="00004A58" w:rsidRDefault="00647114" w:rsidP="00A27486">
      <w:r w:rsidRPr="00004A58">
        <w:t>The constructions "is" and "is not" do not indicate requirements.</w:t>
      </w:r>
    </w:p>
    <w:p w:rsidR="00DA25AD" w:rsidRPr="00004A58" w:rsidRDefault="00DA25AD" w:rsidP="00DA25AD">
      <w:pPr>
        <w:pStyle w:val="Heading1"/>
      </w:pPr>
      <w:bookmarkStart w:id="15" w:name="introduction"/>
      <w:bookmarkStart w:id="16" w:name="_Toc533204441"/>
      <w:bookmarkStart w:id="17" w:name="_Toc44882019"/>
      <w:bookmarkStart w:id="18" w:name="_Toc44882213"/>
      <w:bookmarkStart w:id="19" w:name="_Toc51864398"/>
      <w:bookmarkEnd w:id="15"/>
      <w:r w:rsidRPr="00004A58">
        <w:t>1</w:t>
      </w:r>
      <w:r w:rsidRPr="00004A58">
        <w:tab/>
        <w:t>Scope</w:t>
      </w:r>
      <w:bookmarkEnd w:id="16"/>
      <w:bookmarkEnd w:id="17"/>
      <w:bookmarkEnd w:id="18"/>
      <w:bookmarkEnd w:id="19"/>
    </w:p>
    <w:p w:rsidR="00B37014" w:rsidRPr="00004A58" w:rsidRDefault="00B37014" w:rsidP="00B37014">
      <w:bookmarkStart w:id="20" w:name="_Toc533204442"/>
      <w:r w:rsidRPr="00004A58">
        <w:t xml:space="preserve">The present document defines the Diameter-based interfaces specific to SMS when they are used in conjunction with the </w:t>
      </w:r>
      <w:r w:rsidRPr="00004A58">
        <w:rPr>
          <w:noProof/>
        </w:rPr>
        <w:t>"</w:t>
      </w:r>
      <w:r w:rsidRPr="00004A58">
        <w:t>SMS in MME</w:t>
      </w:r>
      <w:r w:rsidRPr="00004A58">
        <w:rPr>
          <w:noProof/>
        </w:rPr>
        <w:t>"</w:t>
      </w:r>
      <w:r w:rsidRPr="00004A58">
        <w:t xml:space="preserve"> architecture specified in 3GPP TS 23.272 [2] or for SGSN supporting EPS interfaces, or the</w:t>
      </w:r>
      <w:r w:rsidRPr="00004A58">
        <w:rPr>
          <w:noProof/>
        </w:rPr>
        <w:t>"</w:t>
      </w:r>
      <w:r w:rsidRPr="00004A58">
        <w:rPr>
          <w:lang w:val="en-US"/>
        </w:rPr>
        <w:t xml:space="preserve"> SMS in 5GS</w:t>
      </w:r>
      <w:r w:rsidRPr="00004A58">
        <w:rPr>
          <w:noProof/>
        </w:rPr>
        <w:t xml:space="preserve">" </w:t>
      </w:r>
      <w:r w:rsidRPr="00004A58">
        <w:t xml:space="preserve">architecture specified </w:t>
      </w:r>
      <w:r w:rsidRPr="00004A58">
        <w:rPr>
          <w:noProof/>
        </w:rPr>
        <w:t>in 3GPP TS 23.501 [21]</w:t>
      </w:r>
      <w:r w:rsidRPr="00004A58">
        <w:t>. It comprises:</w:t>
      </w:r>
    </w:p>
    <w:p w:rsidR="00B37014" w:rsidRPr="00004A58" w:rsidRDefault="00B37014" w:rsidP="00B37014">
      <w:pPr>
        <w:pStyle w:val="B1"/>
      </w:pPr>
      <w:r w:rsidRPr="00004A58">
        <w:t>-</w:t>
      </w:r>
      <w:r w:rsidRPr="00004A58">
        <w:tab/>
        <w:t>the Diameter application for the S6c interface between the HSS/UDM and the central SMS functions (SMS-GMSC, SMS Router) ;</w:t>
      </w:r>
    </w:p>
    <w:p w:rsidR="00B37014" w:rsidRPr="00004A58" w:rsidRDefault="00B37014" w:rsidP="00B37014">
      <w:pPr>
        <w:pStyle w:val="B1"/>
      </w:pPr>
      <w:r w:rsidRPr="00004A58">
        <w:t>-</w:t>
      </w:r>
      <w:r w:rsidRPr="00004A58">
        <w:tab/>
        <w:t xml:space="preserve">the Diameter application </w:t>
      </w:r>
    </w:p>
    <w:p w:rsidR="00B37014" w:rsidRPr="00004A58" w:rsidRDefault="00B37014" w:rsidP="00B37014">
      <w:pPr>
        <w:pStyle w:val="B2"/>
      </w:pPr>
      <w:r w:rsidRPr="00004A58">
        <w:t>-</w:t>
      </w:r>
      <w:r w:rsidRPr="00004A58">
        <w:tab/>
        <w:t>for the SGd interface between the MME/SMSF, the SMS-IWMSC, the SMS-GMSC and the SMS Router.</w:t>
      </w:r>
    </w:p>
    <w:p w:rsidR="00B37014" w:rsidRPr="00004A58" w:rsidRDefault="00B37014" w:rsidP="00B37014">
      <w:pPr>
        <w:pStyle w:val="B2"/>
      </w:pPr>
      <w:r w:rsidRPr="00004A58">
        <w:t>-</w:t>
      </w:r>
      <w:r w:rsidRPr="00004A58">
        <w:tab/>
        <w:t>for the Gdd interface between the SGSN, the SMS-IWMSC, the SMS-GMSC and the SMS Router.</w:t>
      </w:r>
    </w:p>
    <w:p w:rsidR="00B37014" w:rsidRPr="00004A58" w:rsidRDefault="00B37014" w:rsidP="00B37014">
      <w:pPr>
        <w:rPr>
          <w:lang w:val="en-US"/>
        </w:rPr>
      </w:pPr>
      <w:r w:rsidRPr="00004A58">
        <w:rPr>
          <w:lang w:val="en-US"/>
        </w:rPr>
        <w:t>For the purpose of supporting SMS in 5GS, the UDM may implement the requirements specified in the present specification for HSS, with the following modification:</w:t>
      </w:r>
    </w:p>
    <w:p w:rsidR="00B37014" w:rsidRPr="00004A58" w:rsidRDefault="005252A2" w:rsidP="005252A2">
      <w:pPr>
        <w:pStyle w:val="B1"/>
      </w:pPr>
      <w:r w:rsidRPr="00004A58">
        <w:t>-</w:t>
      </w:r>
      <w:r w:rsidRPr="00004A58">
        <w:tab/>
      </w:r>
      <w:r w:rsidR="00B37014" w:rsidRPr="00004A58">
        <w:t>"HSS" is to be replaced with "UDM".</w:t>
      </w:r>
    </w:p>
    <w:p w:rsidR="00DA25AD" w:rsidRPr="00004A58" w:rsidRDefault="00DA25AD" w:rsidP="00DA25AD">
      <w:pPr>
        <w:pStyle w:val="Heading1"/>
      </w:pPr>
      <w:bookmarkStart w:id="21" w:name="_Toc44882020"/>
      <w:bookmarkStart w:id="22" w:name="_Toc44882214"/>
      <w:bookmarkStart w:id="23" w:name="_Toc51864399"/>
      <w:r w:rsidRPr="00004A58">
        <w:t>2</w:t>
      </w:r>
      <w:r w:rsidRPr="00004A58">
        <w:tab/>
        <w:t>References</w:t>
      </w:r>
      <w:bookmarkEnd w:id="20"/>
      <w:bookmarkEnd w:id="21"/>
      <w:bookmarkEnd w:id="22"/>
      <w:bookmarkEnd w:id="23"/>
    </w:p>
    <w:p w:rsidR="00DA25AD" w:rsidRPr="00004A58" w:rsidRDefault="00DA25AD" w:rsidP="00DA25AD">
      <w:r w:rsidRPr="00004A58">
        <w:t>The following documents contain provisions which, through reference in this text, constitute provisions of the present document.</w:t>
      </w:r>
    </w:p>
    <w:p w:rsidR="00DA25AD" w:rsidRPr="00004A58" w:rsidRDefault="00DA25AD" w:rsidP="00DA25AD">
      <w:pPr>
        <w:pStyle w:val="B1"/>
      </w:pPr>
      <w:r w:rsidRPr="00004A58">
        <w:t>-</w:t>
      </w:r>
      <w:r w:rsidRPr="00004A58">
        <w:tab/>
        <w:t>References are either specific (identified by date of publication, edition number, version number, etc.) or non</w:t>
      </w:r>
      <w:r w:rsidRPr="00004A58">
        <w:noBreakHyphen/>
        <w:t>specific.</w:t>
      </w:r>
    </w:p>
    <w:p w:rsidR="00DA25AD" w:rsidRPr="00004A58" w:rsidRDefault="00DA25AD" w:rsidP="00DA25AD">
      <w:pPr>
        <w:pStyle w:val="B1"/>
      </w:pPr>
      <w:r w:rsidRPr="00004A58">
        <w:t>-</w:t>
      </w:r>
      <w:r w:rsidRPr="00004A58">
        <w:tab/>
        <w:t>For a specific reference, subsequent revisions do not apply.</w:t>
      </w:r>
    </w:p>
    <w:p w:rsidR="00DA25AD" w:rsidRPr="00004A58" w:rsidRDefault="00DA25AD" w:rsidP="00DA25AD">
      <w:pPr>
        <w:pStyle w:val="B1"/>
      </w:pPr>
      <w:r w:rsidRPr="00004A58">
        <w:t>-</w:t>
      </w:r>
      <w:r w:rsidRPr="00004A58">
        <w:tab/>
        <w:t>For a non-specific reference, the latest version applies. In the case of a reference to a 3GPP document (including a GSM document), a non-specific reference implicitly refers to the latest version of that document</w:t>
      </w:r>
      <w:r w:rsidRPr="00004A58">
        <w:rPr>
          <w:i/>
        </w:rPr>
        <w:t xml:space="preserve"> in the same Release as the present document</w:t>
      </w:r>
      <w:r w:rsidRPr="00004A58">
        <w:t>.</w:t>
      </w:r>
    </w:p>
    <w:p w:rsidR="00DA25AD" w:rsidRPr="00004A58" w:rsidRDefault="00DA25AD" w:rsidP="00DA25AD">
      <w:pPr>
        <w:pStyle w:val="EX"/>
      </w:pPr>
      <w:r w:rsidRPr="00004A58">
        <w:t>[1]</w:t>
      </w:r>
      <w:r w:rsidRPr="00004A58">
        <w:tab/>
        <w:t>3GPP TR 21.905: "Vocabulary for 3GPP Specifications".</w:t>
      </w:r>
    </w:p>
    <w:p w:rsidR="00DA25AD" w:rsidRPr="00004A58" w:rsidRDefault="00DA25AD" w:rsidP="00DA25AD">
      <w:pPr>
        <w:pStyle w:val="EX"/>
      </w:pPr>
      <w:r w:rsidRPr="00004A58">
        <w:t>[2]</w:t>
      </w:r>
      <w:r w:rsidRPr="00004A58">
        <w:tab/>
        <w:t>3GPP TS 23.272: "Circuit Switched (CS) fallback in Evolved Packet System (EPS); Stage 2".</w:t>
      </w:r>
    </w:p>
    <w:p w:rsidR="00DA25AD" w:rsidRPr="00004A58" w:rsidRDefault="00DA25AD" w:rsidP="00DA25AD">
      <w:pPr>
        <w:pStyle w:val="EX"/>
      </w:pPr>
      <w:r w:rsidRPr="00004A58">
        <w:t>[3]</w:t>
      </w:r>
      <w:r w:rsidRPr="00004A58">
        <w:tab/>
        <w:t>3GPP TS 23.040: "Technical realization of the Short Message Service (SMS)".</w:t>
      </w:r>
    </w:p>
    <w:p w:rsidR="00DA25AD" w:rsidRPr="00004A58" w:rsidRDefault="00DA25AD" w:rsidP="00DA25AD">
      <w:pPr>
        <w:pStyle w:val="EX"/>
      </w:pPr>
      <w:r w:rsidRPr="00004A58">
        <w:t>[4]</w:t>
      </w:r>
      <w:r w:rsidRPr="00004A58">
        <w:tab/>
        <w:t>3GPP TS 29.272: "Evolved Packet System (EPS); Mobility Management Entity (MME) and Serving GPRS Support Node (SGSN) related interfaces based on Diameter protocol".</w:t>
      </w:r>
    </w:p>
    <w:p w:rsidR="00DA25AD" w:rsidRPr="00004A58" w:rsidRDefault="00DA25AD" w:rsidP="00DA25AD">
      <w:pPr>
        <w:pStyle w:val="EX"/>
      </w:pPr>
      <w:r w:rsidRPr="00004A58">
        <w:t>[5]</w:t>
      </w:r>
      <w:r w:rsidRPr="00004A58">
        <w:tab/>
        <w:t>3GPP TS 29.229: "Cx and Dx interfaces based on the Diameter protocol; Protocol details".</w:t>
      </w:r>
    </w:p>
    <w:p w:rsidR="00DA25AD" w:rsidRPr="00004A58" w:rsidRDefault="00DA25AD" w:rsidP="00DA25AD">
      <w:pPr>
        <w:pStyle w:val="EX"/>
        <w:rPr>
          <w:lang w:eastAsia="zh-CN"/>
        </w:rPr>
      </w:pPr>
      <w:r w:rsidRPr="00004A58">
        <w:t>[6]</w:t>
      </w:r>
      <w:r w:rsidRPr="00004A58">
        <w:tab/>
        <w:t>IETF RFC 2234: "Augmented BNF for Syntax Specifications: ABNF"</w:t>
      </w:r>
      <w:r w:rsidRPr="00004A58">
        <w:rPr>
          <w:rFonts w:hint="eastAsia"/>
          <w:lang w:eastAsia="zh-CN"/>
        </w:rPr>
        <w:t>.</w:t>
      </w:r>
    </w:p>
    <w:p w:rsidR="00DA25AD" w:rsidRPr="00004A58" w:rsidRDefault="00DA25AD" w:rsidP="00DA25AD">
      <w:pPr>
        <w:pStyle w:val="EX"/>
        <w:rPr>
          <w:lang w:val="it-IT" w:eastAsia="zh-CN"/>
        </w:rPr>
      </w:pPr>
      <w:r w:rsidRPr="00004A58">
        <w:rPr>
          <w:lang w:val="it-IT"/>
        </w:rPr>
        <w:t>[7]</w:t>
      </w:r>
      <w:r w:rsidRPr="00004A58">
        <w:rPr>
          <w:lang w:val="it-IT"/>
        </w:rPr>
        <w:tab/>
        <w:t>Void</w:t>
      </w:r>
      <w:r w:rsidRPr="00004A58">
        <w:rPr>
          <w:rFonts w:hint="eastAsia"/>
          <w:lang w:val="it-IT" w:eastAsia="zh-CN"/>
        </w:rPr>
        <w:t>.</w:t>
      </w:r>
    </w:p>
    <w:p w:rsidR="00DA25AD" w:rsidRPr="00004A58" w:rsidRDefault="00DA25AD" w:rsidP="00DA25AD">
      <w:pPr>
        <w:pStyle w:val="EX"/>
      </w:pPr>
      <w:r w:rsidRPr="00004A58">
        <w:t>[8]</w:t>
      </w:r>
      <w:r w:rsidRPr="00004A58">
        <w:tab/>
        <w:t>IETF RFC 5516: "Diameter Command Code Registration for the Third Generation Partnership Project (3GPP) Evolved Packet System (EPS)"</w:t>
      </w:r>
      <w:r w:rsidRPr="00004A58">
        <w:rPr>
          <w:rFonts w:hint="eastAsia"/>
          <w:lang w:eastAsia="zh-CN"/>
        </w:rPr>
        <w:t>.</w:t>
      </w:r>
    </w:p>
    <w:p w:rsidR="00DA25AD" w:rsidRPr="00004A58" w:rsidRDefault="00DA25AD" w:rsidP="00DA25AD">
      <w:pPr>
        <w:pStyle w:val="EX"/>
      </w:pPr>
      <w:r w:rsidRPr="00004A58">
        <w:lastRenderedPageBreak/>
        <w:t>[9]</w:t>
      </w:r>
      <w:r w:rsidRPr="00004A58">
        <w:tab/>
        <w:t>3GPP TS 29.002: "Mobile Application Part (MAP) specification".</w:t>
      </w:r>
    </w:p>
    <w:p w:rsidR="00DA25AD" w:rsidRPr="00004A58" w:rsidRDefault="00DA25AD" w:rsidP="00DA25AD">
      <w:pPr>
        <w:pStyle w:val="EX"/>
      </w:pPr>
      <w:r w:rsidRPr="00004A58">
        <w:t>[10]</w:t>
      </w:r>
      <w:r w:rsidRPr="00004A58">
        <w:tab/>
        <w:t>3GPP TS 29.173: "Location Services (LCS); Diameter-based SLh interface for Control Plane LCS".</w:t>
      </w:r>
    </w:p>
    <w:p w:rsidR="00DA25AD" w:rsidRPr="00004A58" w:rsidRDefault="00DA25AD" w:rsidP="00DA25AD">
      <w:pPr>
        <w:pStyle w:val="EX"/>
      </w:pPr>
      <w:r w:rsidRPr="00004A58">
        <w:t>[11]</w:t>
      </w:r>
      <w:r w:rsidRPr="00004A58">
        <w:tab/>
        <w:t>3GPP TS 33.210: "3G security; Network Domain Security (NDS); IP network layer security ".</w:t>
      </w:r>
    </w:p>
    <w:p w:rsidR="00DA25AD" w:rsidRPr="00004A58" w:rsidRDefault="00DA25AD" w:rsidP="00DA25AD">
      <w:pPr>
        <w:pStyle w:val="EX"/>
      </w:pPr>
      <w:r w:rsidRPr="00004A58">
        <w:t>[12]</w:t>
      </w:r>
      <w:r w:rsidRPr="00004A58">
        <w:tab/>
        <w:t>IETF RFC 4960: "Stream Control Transport Protocol".</w:t>
      </w:r>
    </w:p>
    <w:p w:rsidR="00DA25AD" w:rsidRPr="00004A58" w:rsidRDefault="00DA25AD" w:rsidP="00DA25AD">
      <w:pPr>
        <w:pStyle w:val="EX"/>
      </w:pPr>
      <w:r w:rsidRPr="00004A58">
        <w:t>[13]</w:t>
      </w:r>
      <w:r w:rsidRPr="00004A58">
        <w:tab/>
        <w:t>ITU-T Recommendation E.164: "The international public telecommunication numbering plan".</w:t>
      </w:r>
    </w:p>
    <w:p w:rsidR="00DA25AD" w:rsidRPr="00004A58" w:rsidRDefault="00DA25AD" w:rsidP="00DA25AD">
      <w:pPr>
        <w:pStyle w:val="EX"/>
      </w:pPr>
      <w:r w:rsidRPr="00004A58">
        <w:t>[14]</w:t>
      </w:r>
      <w:r w:rsidRPr="00004A58">
        <w:tab/>
        <w:t>3GPP TS 29.329: "Sh Interface based on the Diameter protocol; Protocol details".</w:t>
      </w:r>
    </w:p>
    <w:p w:rsidR="00DA25AD" w:rsidRPr="00004A58" w:rsidRDefault="00DA25AD" w:rsidP="00DA25AD">
      <w:pPr>
        <w:pStyle w:val="EX"/>
      </w:pPr>
      <w:r w:rsidRPr="00004A58">
        <w:t>[15]</w:t>
      </w:r>
      <w:r w:rsidRPr="00004A58">
        <w:tab/>
        <w:t>3GPP TS 29.336: "Home Subscriber Server (HSS) diameter interfaces for interworking with packet data networks and applications".</w:t>
      </w:r>
    </w:p>
    <w:p w:rsidR="00DA25AD" w:rsidRPr="00004A58" w:rsidRDefault="00DA25AD" w:rsidP="00DA25AD">
      <w:pPr>
        <w:pStyle w:val="EX"/>
      </w:pPr>
      <w:r w:rsidRPr="00004A58">
        <w:t>[16]</w:t>
      </w:r>
      <w:r w:rsidRPr="00004A58">
        <w:tab/>
        <w:t>3GPP TS 23.003: "Numbering, addressing and identification".</w:t>
      </w:r>
    </w:p>
    <w:p w:rsidR="00DA25AD" w:rsidRPr="00004A58" w:rsidRDefault="00DA25AD" w:rsidP="00DA25AD">
      <w:pPr>
        <w:pStyle w:val="EX"/>
      </w:pPr>
      <w:r w:rsidRPr="00004A58">
        <w:t>[17]</w:t>
      </w:r>
      <w:r w:rsidRPr="00004A58">
        <w:tab/>
        <w:t>3GPP TS 23.204: "Support of Short Message Service (SMS) over generic 3GPP Internet Protocol (IP) access; Stage 2".</w:t>
      </w:r>
    </w:p>
    <w:p w:rsidR="00DA25AD" w:rsidRPr="00004A58" w:rsidRDefault="00DA25AD" w:rsidP="00DA25AD">
      <w:pPr>
        <w:pStyle w:val="EX"/>
      </w:pPr>
      <w:r w:rsidRPr="00004A58">
        <w:t>[18]</w:t>
      </w:r>
      <w:r w:rsidRPr="00004A58">
        <w:tab/>
        <w:t>3GPP TS 23.682: "Architecture enhancements to facilitate communications with packet data networks and applications".</w:t>
      </w:r>
    </w:p>
    <w:p w:rsidR="00DA25AD" w:rsidRPr="00004A58" w:rsidRDefault="00DA25AD" w:rsidP="00DA25AD">
      <w:pPr>
        <w:pStyle w:val="EX"/>
      </w:pPr>
      <w:r w:rsidRPr="00004A58">
        <w:t>[19]</w:t>
      </w:r>
      <w:r w:rsidRPr="00004A58">
        <w:tab/>
        <w:t xml:space="preserve">IETF RFC 7944: </w:t>
      </w:r>
      <w:r w:rsidRPr="00004A58">
        <w:rPr>
          <w:lang w:val="it-IT"/>
        </w:rPr>
        <w:t>"Diameter Routing Message Priority</w:t>
      </w:r>
      <w:r w:rsidRPr="00004A58">
        <w:t>".</w:t>
      </w:r>
    </w:p>
    <w:p w:rsidR="00DA25AD" w:rsidRPr="00004A58" w:rsidRDefault="00DA25AD" w:rsidP="00DA25AD">
      <w:pPr>
        <w:pStyle w:val="EX"/>
        <w:rPr>
          <w:lang w:val="it-IT" w:eastAsia="zh-CN"/>
        </w:rPr>
      </w:pPr>
      <w:r w:rsidRPr="00004A58">
        <w:rPr>
          <w:lang w:val="it-IT"/>
        </w:rPr>
        <w:t>[20]</w:t>
      </w:r>
      <w:r w:rsidRPr="00004A58">
        <w:rPr>
          <w:lang w:val="it-IT"/>
        </w:rPr>
        <w:tab/>
        <w:t>IETF RFC 6733: "Diameter Base Protocol"</w:t>
      </w:r>
      <w:r w:rsidRPr="00004A58">
        <w:rPr>
          <w:rFonts w:hint="eastAsia"/>
          <w:lang w:val="it-IT" w:eastAsia="zh-CN"/>
        </w:rPr>
        <w:t>.</w:t>
      </w:r>
    </w:p>
    <w:p w:rsidR="00B37014" w:rsidRPr="00004A58" w:rsidRDefault="00B37014" w:rsidP="00DA25AD">
      <w:pPr>
        <w:pStyle w:val="EX"/>
        <w:rPr>
          <w:lang w:eastAsia="zh-CN"/>
        </w:rPr>
      </w:pPr>
      <w:r w:rsidRPr="00004A58">
        <w:rPr>
          <w:lang w:val="it-IT" w:eastAsia="zh-CN"/>
        </w:rPr>
        <w:t>[21]</w:t>
      </w:r>
      <w:r w:rsidRPr="00004A58">
        <w:rPr>
          <w:lang w:val="it-IT" w:eastAsia="zh-CN"/>
        </w:rPr>
        <w:tab/>
      </w:r>
      <w:r w:rsidRPr="00004A58">
        <w:t>3GPP TS 23.501:"System Architecture for the 5G System".</w:t>
      </w:r>
    </w:p>
    <w:p w:rsidR="00DA25AD" w:rsidRPr="00004A58" w:rsidRDefault="00DA25AD" w:rsidP="00DA25AD">
      <w:pPr>
        <w:pStyle w:val="Heading1"/>
      </w:pPr>
      <w:bookmarkStart w:id="24" w:name="_Toc533204443"/>
      <w:bookmarkStart w:id="25" w:name="_Toc44882021"/>
      <w:bookmarkStart w:id="26" w:name="_Toc44882215"/>
      <w:bookmarkStart w:id="27" w:name="_Toc51864400"/>
      <w:r w:rsidRPr="00004A58">
        <w:t>3</w:t>
      </w:r>
      <w:r w:rsidRPr="00004A58">
        <w:tab/>
        <w:t>Definitions, symbols and abbreviations</w:t>
      </w:r>
      <w:bookmarkEnd w:id="24"/>
      <w:bookmarkEnd w:id="25"/>
      <w:bookmarkEnd w:id="26"/>
      <w:bookmarkEnd w:id="27"/>
    </w:p>
    <w:p w:rsidR="00DA25AD" w:rsidRPr="00004A58" w:rsidRDefault="00DA25AD" w:rsidP="00DA25AD">
      <w:pPr>
        <w:pStyle w:val="Heading2"/>
      </w:pPr>
      <w:bookmarkStart w:id="28" w:name="_Toc533204444"/>
      <w:bookmarkStart w:id="29" w:name="_Toc44882022"/>
      <w:bookmarkStart w:id="30" w:name="_Toc44882216"/>
      <w:bookmarkStart w:id="31" w:name="_Toc51864401"/>
      <w:r w:rsidRPr="00004A58">
        <w:t>3.1</w:t>
      </w:r>
      <w:r w:rsidRPr="00004A58">
        <w:tab/>
        <w:t>Definitions</w:t>
      </w:r>
      <w:bookmarkEnd w:id="28"/>
      <w:bookmarkEnd w:id="29"/>
      <w:bookmarkEnd w:id="30"/>
      <w:bookmarkEnd w:id="31"/>
    </w:p>
    <w:p w:rsidR="00DA25AD" w:rsidRPr="00004A58" w:rsidRDefault="00DA25AD" w:rsidP="00DA25AD">
      <w:r w:rsidRPr="00004A58">
        <w:t>For the purposes of the present document, the terms and definitions given in TR 21.905 [1] and the following apply. A term defined in the present document takes precedence over the definition of the same term, if any, in TR 21.905 [1].</w:t>
      </w:r>
    </w:p>
    <w:p w:rsidR="00DA25AD" w:rsidRPr="00004A58" w:rsidRDefault="00DA25AD" w:rsidP="00DA25AD">
      <w:pPr>
        <w:pStyle w:val="Heading2"/>
      </w:pPr>
      <w:bookmarkStart w:id="32" w:name="_Toc533204445"/>
      <w:bookmarkStart w:id="33" w:name="_Toc44882023"/>
      <w:bookmarkStart w:id="34" w:name="_Toc44882217"/>
      <w:bookmarkStart w:id="35" w:name="_Toc51864402"/>
      <w:r w:rsidRPr="00004A58">
        <w:t>3.2</w:t>
      </w:r>
      <w:r w:rsidRPr="00004A58">
        <w:tab/>
        <w:t>Abbreviations</w:t>
      </w:r>
      <w:bookmarkEnd w:id="32"/>
      <w:bookmarkEnd w:id="33"/>
      <w:bookmarkEnd w:id="34"/>
      <w:bookmarkEnd w:id="35"/>
    </w:p>
    <w:p w:rsidR="00DA25AD" w:rsidRPr="00004A58" w:rsidRDefault="00DA25AD" w:rsidP="00DA25AD">
      <w:pPr>
        <w:keepNext/>
      </w:pPr>
      <w:r w:rsidRPr="00004A58">
        <w:t>For the purposes of the present document, the abbreviations given in TR 21.905 [1] and the following apply. An abbreviation defined in the present document takes precedence over the definition of the same abbreviation, if any, in TR 21.905 [1].</w:t>
      </w:r>
    </w:p>
    <w:p w:rsidR="00DA25AD" w:rsidRPr="00004A58" w:rsidRDefault="00DA25AD" w:rsidP="00DA25AD">
      <w:pPr>
        <w:pStyle w:val="EW"/>
      </w:pPr>
      <w:r w:rsidRPr="00004A58">
        <w:t>ABNF</w:t>
      </w:r>
      <w:r w:rsidRPr="00004A58">
        <w:tab/>
        <w:t>Augmented Backus-Naur Form</w:t>
      </w:r>
    </w:p>
    <w:p w:rsidR="00DA25AD" w:rsidRPr="00004A58" w:rsidRDefault="00DA25AD" w:rsidP="00DA25AD">
      <w:pPr>
        <w:pStyle w:val="EW"/>
        <w:rPr>
          <w:snapToGrid w:val="0"/>
          <w:lang w:eastAsia="zh-CN"/>
        </w:rPr>
      </w:pPr>
      <w:r w:rsidRPr="00004A58">
        <w:rPr>
          <w:snapToGrid w:val="0"/>
          <w:lang w:eastAsia="zh-CN"/>
        </w:rPr>
        <w:t>DRMP</w:t>
      </w:r>
      <w:r w:rsidRPr="00004A58">
        <w:rPr>
          <w:snapToGrid w:val="0"/>
          <w:lang w:eastAsia="zh-CN"/>
        </w:rPr>
        <w:tab/>
        <w:t>Diameter Routing Message Priority</w:t>
      </w:r>
    </w:p>
    <w:p w:rsidR="00DA25AD" w:rsidRPr="00004A58" w:rsidRDefault="00DA25AD" w:rsidP="00DA25AD">
      <w:pPr>
        <w:pStyle w:val="EW"/>
      </w:pPr>
      <w:r w:rsidRPr="00004A58">
        <w:t>DSCP</w:t>
      </w:r>
      <w:r w:rsidRPr="00004A58">
        <w:tab/>
      </w:r>
      <w:r w:rsidRPr="00004A58">
        <w:rPr>
          <w:lang w:eastAsia="zh-CN"/>
        </w:rPr>
        <w:t>Differentiated Services Code Point</w:t>
      </w:r>
    </w:p>
    <w:p w:rsidR="00DA25AD" w:rsidRPr="00004A58" w:rsidRDefault="00DA25AD" w:rsidP="00DA25AD">
      <w:pPr>
        <w:pStyle w:val="EW"/>
      </w:pPr>
      <w:r w:rsidRPr="00004A58">
        <w:t>IANA</w:t>
      </w:r>
      <w:r w:rsidRPr="00004A58">
        <w:tab/>
        <w:t>Internet Assigned Numbers Authority</w:t>
      </w:r>
    </w:p>
    <w:p w:rsidR="00DA25AD" w:rsidRPr="00004A58" w:rsidRDefault="00DA25AD" w:rsidP="00DA25AD">
      <w:pPr>
        <w:pStyle w:val="EW"/>
      </w:pPr>
      <w:r w:rsidRPr="00004A58">
        <w:t>IP-SM-GW</w:t>
      </w:r>
      <w:r w:rsidRPr="00004A58">
        <w:tab/>
        <w:t xml:space="preserve">IP Short Message Gateway </w:t>
      </w:r>
    </w:p>
    <w:p w:rsidR="00DA25AD" w:rsidRPr="00004A58" w:rsidRDefault="00DA25AD" w:rsidP="00DA25AD">
      <w:pPr>
        <w:pStyle w:val="EW"/>
      </w:pPr>
      <w:r w:rsidRPr="00004A58">
        <w:t>MWD</w:t>
      </w:r>
      <w:r w:rsidRPr="00004A58">
        <w:tab/>
        <w:t>Message Waiting Data</w:t>
      </w:r>
    </w:p>
    <w:p w:rsidR="00DA25AD" w:rsidRPr="00004A58" w:rsidRDefault="00DA25AD" w:rsidP="00DA25AD">
      <w:pPr>
        <w:pStyle w:val="EW"/>
      </w:pPr>
      <w:r w:rsidRPr="00004A58">
        <w:t>RP</w:t>
      </w:r>
      <w:r w:rsidRPr="00004A58">
        <w:tab/>
        <w:t>Relay layer Protocol</w:t>
      </w:r>
    </w:p>
    <w:p w:rsidR="00DA25AD" w:rsidRPr="00004A58" w:rsidRDefault="00DA25AD" w:rsidP="00DA25AD">
      <w:pPr>
        <w:pStyle w:val="EW"/>
      </w:pPr>
      <w:r w:rsidRPr="00004A58">
        <w:t>RP-MTI</w:t>
      </w:r>
      <w:r w:rsidRPr="00004A58">
        <w:tab/>
        <w:t>RP Message Type Indicator</w:t>
      </w:r>
    </w:p>
    <w:p w:rsidR="00DA25AD" w:rsidRPr="00004A58" w:rsidRDefault="00DA25AD" w:rsidP="00DA25AD">
      <w:pPr>
        <w:pStyle w:val="EW"/>
      </w:pPr>
      <w:r w:rsidRPr="00004A58">
        <w:t>RP-SMEA</w:t>
      </w:r>
      <w:r w:rsidRPr="00004A58">
        <w:tab/>
        <w:t>RP SME-Address</w:t>
      </w:r>
    </w:p>
    <w:p w:rsidR="00DA25AD" w:rsidRPr="00004A58" w:rsidRDefault="00DA25AD" w:rsidP="00DA25AD">
      <w:pPr>
        <w:pStyle w:val="EW"/>
      </w:pPr>
      <w:r w:rsidRPr="00004A58">
        <w:rPr>
          <w:rFonts w:cs="Arial"/>
        </w:rPr>
        <w:t>RP-UI</w:t>
      </w:r>
      <w:r w:rsidRPr="00004A58">
        <w:rPr>
          <w:rFonts w:cs="Arial"/>
        </w:rPr>
        <w:tab/>
        <w:t>RP User Information</w:t>
      </w:r>
    </w:p>
    <w:p w:rsidR="00DA25AD" w:rsidRPr="00004A58" w:rsidRDefault="00DA25AD" w:rsidP="00DA25AD">
      <w:pPr>
        <w:pStyle w:val="EW"/>
      </w:pPr>
      <w:r w:rsidRPr="00004A58">
        <w:t>SM RL</w:t>
      </w:r>
      <w:r w:rsidRPr="00004A58">
        <w:tab/>
        <w:t>Short Message Relay Layer</w:t>
      </w:r>
    </w:p>
    <w:p w:rsidR="00DA25AD" w:rsidRPr="00004A58" w:rsidRDefault="00DA25AD" w:rsidP="00DA25AD">
      <w:pPr>
        <w:pStyle w:val="EW"/>
      </w:pPr>
      <w:r w:rsidRPr="00004A58">
        <w:t>SMS-GMSC</w:t>
      </w:r>
      <w:r w:rsidRPr="00004A58">
        <w:tab/>
        <w:t>Gateway MSC for SMS</w:t>
      </w:r>
    </w:p>
    <w:p w:rsidR="00DA25AD" w:rsidRPr="00004A58" w:rsidRDefault="00DA25AD" w:rsidP="00DA25AD">
      <w:pPr>
        <w:pStyle w:val="EW"/>
      </w:pPr>
      <w:r w:rsidRPr="00004A58">
        <w:t>SMS-IWMSC</w:t>
      </w:r>
      <w:r w:rsidRPr="00004A58">
        <w:tab/>
        <w:t xml:space="preserve">Interworking MSC for SMS </w:t>
      </w:r>
    </w:p>
    <w:p w:rsidR="00DA25AD" w:rsidRPr="00004A58" w:rsidRDefault="00DA25AD" w:rsidP="00DA25AD">
      <w:pPr>
        <w:pStyle w:val="EW"/>
      </w:pPr>
      <w:r w:rsidRPr="00004A58">
        <w:t>SMSMI</w:t>
      </w:r>
      <w:r w:rsidRPr="00004A58">
        <w:tab/>
        <w:t>SMS without MSISDN in IMS</w:t>
      </w:r>
    </w:p>
    <w:p w:rsidR="00DA25AD" w:rsidRPr="00004A58" w:rsidRDefault="00DA25AD" w:rsidP="00DA25AD">
      <w:pPr>
        <w:pStyle w:val="Heading1"/>
      </w:pPr>
      <w:bookmarkStart w:id="36" w:name="_Toc533204446"/>
      <w:bookmarkStart w:id="37" w:name="_Toc44882024"/>
      <w:bookmarkStart w:id="38" w:name="_Toc44882218"/>
      <w:bookmarkStart w:id="39" w:name="_Toc51864403"/>
      <w:r w:rsidRPr="00004A58">
        <w:lastRenderedPageBreak/>
        <w:t>4</w:t>
      </w:r>
      <w:r w:rsidRPr="00004A58">
        <w:tab/>
        <w:t>General</w:t>
      </w:r>
      <w:bookmarkEnd w:id="36"/>
      <w:bookmarkEnd w:id="37"/>
      <w:bookmarkEnd w:id="38"/>
      <w:bookmarkEnd w:id="39"/>
    </w:p>
    <w:p w:rsidR="00DA25AD" w:rsidRPr="00004A58" w:rsidRDefault="00DA25AD" w:rsidP="00DA25AD">
      <w:pPr>
        <w:pStyle w:val="Heading2"/>
      </w:pPr>
      <w:bookmarkStart w:id="40" w:name="_Toc533204447"/>
      <w:bookmarkStart w:id="41" w:name="_Toc44882025"/>
      <w:bookmarkStart w:id="42" w:name="_Toc44882219"/>
      <w:bookmarkStart w:id="43" w:name="_Toc51864404"/>
      <w:r w:rsidRPr="00004A58">
        <w:t>4.1</w:t>
      </w:r>
      <w:r w:rsidRPr="00004A58">
        <w:tab/>
        <w:t>Introduction</w:t>
      </w:r>
      <w:bookmarkEnd w:id="40"/>
      <w:bookmarkEnd w:id="41"/>
      <w:bookmarkEnd w:id="42"/>
      <w:bookmarkEnd w:id="43"/>
    </w:p>
    <w:p w:rsidR="00B37014" w:rsidRPr="00004A58" w:rsidRDefault="00B37014" w:rsidP="00B37014">
      <w:r w:rsidRPr="00004A58">
        <w:t>The SMS in MME architecture is described in 3GPP TS 23.272 [2] and the SMS in 5GS architecture is described in 3GPP TS 23.501 [21], have specified the reference points S6c and SGd.</w:t>
      </w:r>
    </w:p>
    <w:p w:rsidR="00DA25AD" w:rsidRPr="00004A58" w:rsidRDefault="00DA25AD" w:rsidP="00DA25AD">
      <w:r w:rsidRPr="00004A58">
        <w:t>The clause 4 addresses Diameter aspects which are common to S6c, SGd and Gdd.</w:t>
      </w:r>
    </w:p>
    <w:p w:rsidR="00DA25AD" w:rsidRPr="00004A58" w:rsidRDefault="00DA25AD" w:rsidP="00DA25AD">
      <w:pPr>
        <w:pStyle w:val="Heading2"/>
      </w:pPr>
      <w:bookmarkStart w:id="44" w:name="_Toc533204448"/>
      <w:bookmarkStart w:id="45" w:name="_Toc44882026"/>
      <w:bookmarkStart w:id="46" w:name="_Toc44882220"/>
      <w:bookmarkStart w:id="47" w:name="_Toc51864405"/>
      <w:r w:rsidRPr="00004A58">
        <w:t>4.2</w:t>
      </w:r>
      <w:r w:rsidRPr="00004A58">
        <w:tab/>
        <w:t>Use of Diameter Base protocol</w:t>
      </w:r>
      <w:bookmarkEnd w:id="44"/>
      <w:bookmarkEnd w:id="45"/>
      <w:bookmarkEnd w:id="46"/>
      <w:bookmarkEnd w:id="47"/>
    </w:p>
    <w:p w:rsidR="00DA25AD" w:rsidRPr="00004A58" w:rsidRDefault="00DA25AD" w:rsidP="00DA25AD">
      <w:r w:rsidRPr="00004A58">
        <w:t xml:space="preserve">The Diameter base protocol as specified in </w:t>
      </w:r>
      <w:r w:rsidRPr="00004A58">
        <w:rPr>
          <w:lang w:val="it-IT"/>
        </w:rPr>
        <w:t>IETF RFC 6733 [20]</w:t>
      </w:r>
      <w:r w:rsidRPr="00004A58">
        <w:t xml:space="preserve"> shall apply except as modified by the defined support of the methods and the defined support of the commands and AVPs, result and e</w:t>
      </w:r>
      <w:r w:rsidRPr="00004A58">
        <w:rPr>
          <w:rFonts w:hint="eastAsia"/>
        </w:rPr>
        <w:t>rror</w:t>
      </w:r>
      <w:r w:rsidRPr="00004A58">
        <w:t xml:space="preserve"> codes </w:t>
      </w:r>
      <w:r w:rsidRPr="00004A58">
        <w:rPr>
          <w:rFonts w:hint="eastAsia"/>
        </w:rPr>
        <w:t xml:space="preserve">as </w:t>
      </w:r>
      <w:r w:rsidRPr="00004A58">
        <w:t>specified in this specification. Unless otherwise specified, the procedures (including error handling and unrecognised information handling) shall be used unmodified.</w:t>
      </w:r>
    </w:p>
    <w:p w:rsidR="00DA25AD" w:rsidRPr="00004A58" w:rsidRDefault="00DA25AD" w:rsidP="00DA25AD">
      <w:pPr>
        <w:pStyle w:val="Heading2"/>
      </w:pPr>
      <w:bookmarkStart w:id="48" w:name="_Toc533204449"/>
      <w:bookmarkStart w:id="49" w:name="_Toc44882027"/>
      <w:bookmarkStart w:id="50" w:name="_Toc44882221"/>
      <w:bookmarkStart w:id="51" w:name="_Toc51864406"/>
      <w:r w:rsidRPr="00004A58">
        <w:t>4.3</w:t>
      </w:r>
      <w:r w:rsidRPr="00004A58">
        <w:tab/>
        <w:t>Securing Diameter messages</w:t>
      </w:r>
      <w:bookmarkEnd w:id="48"/>
      <w:bookmarkEnd w:id="49"/>
      <w:bookmarkEnd w:id="50"/>
      <w:bookmarkEnd w:id="51"/>
    </w:p>
    <w:p w:rsidR="00DA25AD" w:rsidRPr="00004A58" w:rsidRDefault="00DA25AD" w:rsidP="00DA25AD">
      <w:r w:rsidRPr="00004A58">
        <w:t>For secure transport of Diameter messages, see 3GPP TS 33.210 [11].</w:t>
      </w:r>
    </w:p>
    <w:p w:rsidR="00DA25AD" w:rsidRPr="00004A58" w:rsidRDefault="00DA25AD" w:rsidP="00DA25AD">
      <w:pPr>
        <w:pStyle w:val="Heading2"/>
      </w:pPr>
      <w:bookmarkStart w:id="52" w:name="_Toc533204450"/>
      <w:bookmarkStart w:id="53" w:name="_Toc44882028"/>
      <w:bookmarkStart w:id="54" w:name="_Toc44882222"/>
      <w:bookmarkStart w:id="55" w:name="_Toc51864407"/>
      <w:r w:rsidRPr="00004A58">
        <w:t>4.4</w:t>
      </w:r>
      <w:r w:rsidRPr="00004A58">
        <w:tab/>
        <w:t>Accounting functionality</w:t>
      </w:r>
      <w:bookmarkEnd w:id="52"/>
      <w:bookmarkEnd w:id="53"/>
      <w:bookmarkEnd w:id="54"/>
      <w:bookmarkEnd w:id="55"/>
    </w:p>
    <w:p w:rsidR="00DA25AD" w:rsidRPr="00004A58" w:rsidRDefault="00DA25AD" w:rsidP="00DA25AD">
      <w:r w:rsidRPr="00004A58">
        <w:t>Accounting functionality (Accounting Session State Machine, related command codes and AVPs) shall not be used on the S6c, SGd and Gdd interfaces.</w:t>
      </w:r>
    </w:p>
    <w:p w:rsidR="00DA25AD" w:rsidRPr="00004A58" w:rsidRDefault="00DA25AD" w:rsidP="00DA25AD">
      <w:pPr>
        <w:pStyle w:val="Heading2"/>
      </w:pPr>
      <w:bookmarkStart w:id="56" w:name="_Toc533204451"/>
      <w:bookmarkStart w:id="57" w:name="_Toc44882029"/>
      <w:bookmarkStart w:id="58" w:name="_Toc44882223"/>
      <w:bookmarkStart w:id="59" w:name="_Toc51864408"/>
      <w:r w:rsidRPr="00004A58">
        <w:t>4.5</w:t>
      </w:r>
      <w:r w:rsidRPr="00004A58">
        <w:tab/>
        <w:t>Use of sessions</w:t>
      </w:r>
      <w:bookmarkEnd w:id="56"/>
      <w:bookmarkEnd w:id="57"/>
      <w:bookmarkEnd w:id="58"/>
      <w:bookmarkEnd w:id="59"/>
    </w:p>
    <w:p w:rsidR="00DA25AD" w:rsidRPr="00004A58" w:rsidRDefault="00DA25AD" w:rsidP="00DA25AD">
      <w:r w:rsidRPr="00004A58">
        <w:t xml:space="preserve">Diameter sessions </w:t>
      </w:r>
      <w:r w:rsidRPr="00004A58">
        <w:rPr>
          <w:rFonts w:hint="eastAsia"/>
          <w:lang w:eastAsia="zh-CN"/>
        </w:rPr>
        <w:t>shall be</w:t>
      </w:r>
      <w:r w:rsidRPr="00004A58">
        <w:rPr>
          <w:lang w:eastAsia="zh-CN"/>
        </w:rPr>
        <w:t xml:space="preserve"> </w:t>
      </w:r>
      <w:r w:rsidRPr="00004A58">
        <w:t xml:space="preserve">implicitly terminated over the S6c, SGd and Gdd interfaces. An implicitly terminated session is one for which the server does not maintain state information. The client </w:t>
      </w:r>
      <w:r w:rsidRPr="00004A58">
        <w:rPr>
          <w:rFonts w:hint="eastAsia"/>
          <w:lang w:eastAsia="zh-CN"/>
        </w:rPr>
        <w:t>shall not</w:t>
      </w:r>
      <w:r w:rsidRPr="00004A58">
        <w:rPr>
          <w:lang w:eastAsia="zh-CN"/>
        </w:rPr>
        <w:t xml:space="preserve"> </w:t>
      </w:r>
      <w:r w:rsidRPr="00004A58">
        <w:t>send any re-authorization or session termination requests to the server.</w:t>
      </w:r>
    </w:p>
    <w:p w:rsidR="00DA25AD" w:rsidRPr="00004A58" w:rsidRDefault="00DA25AD" w:rsidP="00DA25AD">
      <w:r w:rsidRPr="00004A58">
        <w:t>The Diameter base protocol specified in IETF RFC 6733 [20] includes the Auth-Session-State AVP as the mechanism for the implementation of implicitly terminated sessions.</w:t>
      </w:r>
    </w:p>
    <w:p w:rsidR="00DA25AD" w:rsidRPr="00004A58" w:rsidRDefault="00DA25AD" w:rsidP="00DA25AD">
      <w:r w:rsidRPr="00004A58">
        <w:t xml:space="preserve">The client (server) shall include in its requests (responses) the Auth-Session-State AVP set to the value NO_STATE_MAINTAINED (1), as described in </w:t>
      </w:r>
      <w:r w:rsidRPr="00004A58">
        <w:rPr>
          <w:lang w:val="it-IT"/>
        </w:rPr>
        <w:t>IETF RFC 6733 [20]</w:t>
      </w:r>
      <w:r w:rsidRPr="00004A58">
        <w:t>. As a consequence, the server shall not maintain any state information about this session and the client shall not send any session termination request. Neither the Authorization-Lifetime AVP nor the Session-Timeout AVP shall be present in requests or responses.</w:t>
      </w:r>
    </w:p>
    <w:p w:rsidR="00DA25AD" w:rsidRPr="00004A58" w:rsidRDefault="00DA25AD" w:rsidP="00DA25AD">
      <w:pPr>
        <w:pStyle w:val="Heading2"/>
      </w:pPr>
      <w:bookmarkStart w:id="60" w:name="_Toc533204452"/>
      <w:bookmarkStart w:id="61" w:name="_Toc44882030"/>
      <w:bookmarkStart w:id="62" w:name="_Toc44882224"/>
      <w:bookmarkStart w:id="63" w:name="_Toc51864409"/>
      <w:r w:rsidRPr="00004A58">
        <w:t>4.6</w:t>
      </w:r>
      <w:r w:rsidRPr="00004A58">
        <w:tab/>
        <w:t>Transport protocol</w:t>
      </w:r>
      <w:bookmarkEnd w:id="60"/>
      <w:bookmarkEnd w:id="61"/>
      <w:bookmarkEnd w:id="62"/>
      <w:bookmarkEnd w:id="63"/>
    </w:p>
    <w:p w:rsidR="00DA25AD" w:rsidRPr="00004A58" w:rsidRDefault="00DA25AD" w:rsidP="00DA25AD">
      <w:r w:rsidRPr="00004A58">
        <w:t>Diameter messages over the S6c, SGd and Gdd interfaces shall make use of SCTP as specified in IETF RFC 4960 [12] as transport protocol.</w:t>
      </w:r>
    </w:p>
    <w:p w:rsidR="00DA25AD" w:rsidRPr="00004A58" w:rsidRDefault="00DA25AD" w:rsidP="00DA25AD">
      <w:pPr>
        <w:pStyle w:val="Heading2"/>
      </w:pPr>
      <w:bookmarkStart w:id="64" w:name="_Toc533204453"/>
      <w:bookmarkStart w:id="65" w:name="_Toc44882031"/>
      <w:bookmarkStart w:id="66" w:name="_Toc44882225"/>
      <w:bookmarkStart w:id="67" w:name="_Toc51864410"/>
      <w:r w:rsidRPr="00004A58">
        <w:t>4.7</w:t>
      </w:r>
      <w:r w:rsidRPr="00004A58">
        <w:tab/>
        <w:t>Advertising application support</w:t>
      </w:r>
      <w:bookmarkEnd w:id="64"/>
      <w:bookmarkEnd w:id="65"/>
      <w:bookmarkEnd w:id="66"/>
      <w:bookmarkEnd w:id="67"/>
    </w:p>
    <w:p w:rsidR="00DA25AD" w:rsidRPr="00004A58" w:rsidRDefault="00DA25AD" w:rsidP="00DA25AD">
      <w:r w:rsidRPr="00004A58">
        <w:t>The MME, HSS, SMS-IWMSC, SMS-GMSC and SMS Router shall advertise support of the Diameter S6c Application over the S6c interface and of the Diameter SGd Application over the SGd interface by including the value of the application identifier in the Auth-Application-Id AVP within the Vendor-Specific-Application-Id grouped AVP of the Capabilities-Exchange-Request and Capabilities-Exchange-Answer commands. The MME, SMS-GMSC and SMS Router shall additionally advertise support of the Diameter S6c Application over the SGd interface if they support the Alert Service Centre procedure between the MME, SMS-GMSC and SMS Router.</w:t>
      </w:r>
    </w:p>
    <w:p w:rsidR="00DA25AD" w:rsidRPr="00004A58" w:rsidRDefault="00DA25AD" w:rsidP="00DA25AD">
      <w:r w:rsidRPr="00004A58">
        <w:t xml:space="preserve">The SGSN, SMS-IWMSC, SMS-GMSC and SMS Router shall advertise support of the Diameter SGd Application over the Gdd interface by including the value of the application identifier in the Auth-Application-Id AVP within the </w:t>
      </w:r>
      <w:r w:rsidRPr="00004A58">
        <w:lastRenderedPageBreak/>
        <w:t xml:space="preserve">Vendor-Specific-Application-Id grouped AVP of the Capabilities-Exchange-Request and Capabilities-Exchange-Answer commands. The SGSN, SMS-GMSC and SMS Router shall additionally advertise support of the Diameter S6c Application over the Gdd interface if they support the Alert Service Centre procedure between the SGSN, SMS-GMSC and SMS Router. </w:t>
      </w:r>
    </w:p>
    <w:p w:rsidR="00DA25AD" w:rsidRPr="00004A58" w:rsidRDefault="00DA25AD" w:rsidP="00DA25AD">
      <w:r w:rsidRPr="00004A58">
        <w:t>The MTC-IWF and SMS-IWMSC shall advertise support of the Diameter SGd Application over the T4 interface if they support the MO-Forward-Short-Message procedure between the SMS-IWMSC and the MTC-IWF.</w:t>
      </w:r>
    </w:p>
    <w:p w:rsidR="00DA25AD" w:rsidRPr="00004A58" w:rsidRDefault="00DA25AD" w:rsidP="00DA25AD">
      <w:r w:rsidRPr="00004A58">
        <w:t>The vendor identifier value of 3GPP (10415) shall be included in the Supported-Vendor-Id AVP of the Capabilities-Exchange-Request and Capabilities-Exchange-Answer commands, and in the Vendor-Id AVP within the Vendor-Specific-Application-Id grouped AVP of the Capabilities-Exchange-Request and Capabilities-Exchange-Answer commands.</w:t>
      </w:r>
    </w:p>
    <w:p w:rsidR="00DA25AD" w:rsidRPr="00004A58" w:rsidRDefault="00DA25AD" w:rsidP="00DA25AD">
      <w:r w:rsidRPr="00004A58">
        <w:t xml:space="preserve">The Vendor-Id AVP included in Capabilities-Exchange-Request and Capabilities-Exchange-Answer commands that is not included in the Vendor-Specific-Application-Id AVPs as described above shall indicate the manufacturer of the Diameter node as per </w:t>
      </w:r>
      <w:r w:rsidRPr="00004A58">
        <w:rPr>
          <w:lang w:val="it-IT"/>
        </w:rPr>
        <w:t>IETF RFC 6733 [20]</w:t>
      </w:r>
      <w:r w:rsidRPr="00004A58">
        <w:t>.</w:t>
      </w:r>
    </w:p>
    <w:p w:rsidR="00DA25AD" w:rsidRPr="00004A58" w:rsidRDefault="00DA25AD" w:rsidP="00DA25AD">
      <w:pPr>
        <w:pStyle w:val="Heading2"/>
      </w:pPr>
      <w:bookmarkStart w:id="68" w:name="_Toc533204454"/>
      <w:bookmarkStart w:id="69" w:name="_Toc44882032"/>
      <w:bookmarkStart w:id="70" w:name="_Toc44882226"/>
      <w:bookmarkStart w:id="71" w:name="_Toc51864411"/>
      <w:r w:rsidRPr="00004A58">
        <w:t>4.8</w:t>
      </w:r>
      <w:r w:rsidRPr="00004A58">
        <w:tab/>
        <w:t>Diameter Application Identifier</w:t>
      </w:r>
      <w:bookmarkEnd w:id="68"/>
      <w:bookmarkEnd w:id="69"/>
      <w:bookmarkEnd w:id="70"/>
      <w:bookmarkEnd w:id="71"/>
    </w:p>
    <w:p w:rsidR="00DA25AD" w:rsidRPr="00004A58" w:rsidRDefault="00DA25AD" w:rsidP="00DA25AD">
      <w:pPr>
        <w:rPr>
          <w:lang w:eastAsia="zh-CN"/>
        </w:rPr>
      </w:pPr>
      <w:r w:rsidRPr="00004A58">
        <w:t xml:space="preserve">The S6c and the SGd/Gdd interface protocols </w:t>
      </w:r>
      <w:r w:rsidRPr="00004A58">
        <w:rPr>
          <w:lang w:eastAsia="zh-CN"/>
        </w:rPr>
        <w:t xml:space="preserve">shall be </w:t>
      </w:r>
      <w:r w:rsidRPr="00004A58">
        <w:t>defined, each, as an IETF vendor specific Diameter application, where the vendor is 3GPP. The vendor identifier assigned by IANA to 3GPP (http://www.iana.org/assignments/enterprise-numbers) is 10415.</w:t>
      </w:r>
    </w:p>
    <w:p w:rsidR="00DA25AD" w:rsidRPr="00004A58" w:rsidRDefault="00DA25AD" w:rsidP="00DA25AD">
      <w:r w:rsidRPr="00004A58">
        <w:t xml:space="preserve">The Diameter application identifier assigned to the S6c Diameter application is </w:t>
      </w:r>
      <w:r w:rsidRPr="00004A58">
        <w:rPr>
          <w:lang w:eastAsia="zh-CN"/>
        </w:rPr>
        <w:t>16777312</w:t>
      </w:r>
      <w:r w:rsidRPr="00004A58" w:rsidDel="00D257F0">
        <w:t xml:space="preserve"> </w:t>
      </w:r>
      <w:r w:rsidRPr="00004A58">
        <w:t>(allocated by IANA).</w:t>
      </w:r>
    </w:p>
    <w:p w:rsidR="00DA25AD" w:rsidRPr="00004A58" w:rsidRDefault="00DA25AD" w:rsidP="00DA25AD">
      <w:r w:rsidRPr="00004A58">
        <w:t xml:space="preserve">The Diameter application identifier assigned to the SGd Diameter application, which is also applicable to the Gdd and T4 interfaces is </w:t>
      </w:r>
      <w:r w:rsidRPr="00004A58">
        <w:rPr>
          <w:lang w:eastAsia="zh-CN"/>
        </w:rPr>
        <w:t>16777313</w:t>
      </w:r>
      <w:r w:rsidRPr="00004A58">
        <w:t xml:space="preserve"> (allocated by IANA).</w:t>
      </w:r>
    </w:p>
    <w:p w:rsidR="00DA25AD" w:rsidRPr="00004A58" w:rsidRDefault="00DA25AD" w:rsidP="00DA25AD">
      <w:pPr>
        <w:pStyle w:val="Heading2"/>
      </w:pPr>
      <w:bookmarkStart w:id="72" w:name="_Toc533204455"/>
      <w:bookmarkStart w:id="73" w:name="_Toc44882033"/>
      <w:bookmarkStart w:id="74" w:name="_Toc44882227"/>
      <w:bookmarkStart w:id="75" w:name="_Toc51864412"/>
      <w:r w:rsidRPr="00004A58">
        <w:t>4.9</w:t>
      </w:r>
      <w:r w:rsidRPr="00004A58">
        <w:tab/>
        <w:t>Use of the Supported-Features AVP</w:t>
      </w:r>
      <w:bookmarkEnd w:id="72"/>
      <w:bookmarkEnd w:id="73"/>
      <w:bookmarkEnd w:id="74"/>
      <w:bookmarkEnd w:id="75"/>
    </w:p>
    <w:p w:rsidR="00DA25AD" w:rsidRPr="00004A58" w:rsidRDefault="00DA25AD" w:rsidP="00DA25AD">
      <w:r w:rsidRPr="00004A58">
        <w:t xml:space="preserve">When new functionality is introduced on the S6c or SGd Diameter applications, it should be defined as optional. If backwards incompatible changes can not be avoided, the new functionality shall be introduced as a new feature and support advertised with the Supported-Features AVP. The usage of the Supported-Features AVP on the S6c or SGd applications is consistent </w:t>
      </w:r>
      <w:r w:rsidRPr="00004A58">
        <w:rPr>
          <w:lang w:eastAsia="ja-JP"/>
        </w:rPr>
        <w:t xml:space="preserve">with </w:t>
      </w:r>
      <w:r w:rsidRPr="00004A58">
        <w:t>the procedures for the dynamic discovery of supported features as defined in clause 7.2 of 3GPP TS 29.229 [5].</w:t>
      </w:r>
    </w:p>
    <w:p w:rsidR="00DA25AD" w:rsidRPr="00004A58" w:rsidRDefault="00DA25AD" w:rsidP="00DA25AD">
      <w:r w:rsidRPr="00004A58">
        <w:t>When extending the application by adding new AVPs for a feature, the new AVPs shall have the M bit cleared and the AVP shall not be defined mandatory in the command ABNF.</w:t>
      </w:r>
    </w:p>
    <w:p w:rsidR="00DA25AD" w:rsidRPr="00004A58" w:rsidRDefault="00DA25AD" w:rsidP="00DA25AD">
      <w:r w:rsidRPr="00004A58">
        <w:t>As defined in 3GPP TS 29.229 [5], the Supported-Features AVP is of type grouped and contains the Vendor-Id, Feature-List-ID and Feature-List AVPs. On the all reference points as specified in this specification, the Supported-Features AVP is used to identify features that have been defined by 3GPP and hence, for features defined in this document, the Vendor-Id AVP shall contain the vendor ID of 3GPP (10415). If there are multiple feature lists defined for the reference point, the Feature-List-ID AVP shall differentiate those lists from one another.</w:t>
      </w:r>
    </w:p>
    <w:p w:rsidR="00321E17" w:rsidRPr="00004A58" w:rsidRDefault="00321E17" w:rsidP="00DA25AD">
      <w:r w:rsidRPr="00004A58">
        <w:t xml:space="preserve">The Table 5.3.3.13/1 defines the features applicable to the </w:t>
      </w:r>
      <w:r w:rsidRPr="00004A58">
        <w:rPr>
          <w:rFonts w:hint="eastAsia"/>
          <w:lang w:eastAsia="ja-JP"/>
        </w:rPr>
        <w:t>S6</w:t>
      </w:r>
      <w:r w:rsidRPr="00004A58">
        <w:rPr>
          <w:lang w:eastAsia="ja-JP"/>
        </w:rPr>
        <w:t>c</w:t>
      </w:r>
      <w:r w:rsidRPr="00004A58">
        <w:rPr>
          <w:rFonts w:hint="eastAsia"/>
          <w:lang w:eastAsia="ja-JP"/>
        </w:rPr>
        <w:t xml:space="preserve"> interface</w:t>
      </w:r>
      <w:r w:rsidRPr="00004A58">
        <w:t xml:space="preserve"> for the feature list with a Feature-List-ID of 1.</w:t>
      </w:r>
    </w:p>
    <w:p w:rsidR="00DA25AD" w:rsidRPr="00004A58" w:rsidRDefault="00DA25AD" w:rsidP="00DA25AD">
      <w:pPr>
        <w:pStyle w:val="Heading1"/>
      </w:pPr>
      <w:bookmarkStart w:id="76" w:name="_Toc533204456"/>
      <w:bookmarkStart w:id="77" w:name="_Toc44882034"/>
      <w:bookmarkStart w:id="78" w:name="_Toc44882228"/>
      <w:bookmarkStart w:id="79" w:name="_Toc51864413"/>
      <w:r w:rsidRPr="00004A58">
        <w:t>5</w:t>
      </w:r>
      <w:r w:rsidRPr="00004A58">
        <w:tab/>
        <w:t>Diameter based S6c interface between HSS and central SMS functions</w:t>
      </w:r>
      <w:bookmarkEnd w:id="76"/>
      <w:bookmarkEnd w:id="77"/>
      <w:bookmarkEnd w:id="78"/>
      <w:bookmarkEnd w:id="79"/>
    </w:p>
    <w:p w:rsidR="00DA25AD" w:rsidRPr="00004A58" w:rsidRDefault="00DA25AD" w:rsidP="00DA25AD">
      <w:pPr>
        <w:pStyle w:val="Heading2"/>
      </w:pPr>
      <w:bookmarkStart w:id="80" w:name="_Toc533204457"/>
      <w:bookmarkStart w:id="81" w:name="_Toc44882035"/>
      <w:bookmarkStart w:id="82" w:name="_Toc44882229"/>
      <w:bookmarkStart w:id="83" w:name="_Toc51864414"/>
      <w:r w:rsidRPr="00004A58">
        <w:t>5.1</w:t>
      </w:r>
      <w:r w:rsidRPr="00004A58">
        <w:tab/>
        <w:t>Introduction</w:t>
      </w:r>
      <w:bookmarkEnd w:id="80"/>
      <w:bookmarkEnd w:id="81"/>
      <w:bookmarkEnd w:id="82"/>
      <w:bookmarkEnd w:id="83"/>
    </w:p>
    <w:p w:rsidR="00DA25AD" w:rsidRPr="00004A58" w:rsidRDefault="00DA25AD" w:rsidP="00DA25AD">
      <w:r w:rsidRPr="00004A58">
        <w:rPr>
          <w:rFonts w:hint="eastAsia"/>
          <w:lang w:eastAsia="zh-CN"/>
        </w:rPr>
        <w:t xml:space="preserve">The </w:t>
      </w:r>
      <w:r w:rsidRPr="00004A58">
        <w:t xml:space="preserve">S6c </w:t>
      </w:r>
      <w:r w:rsidRPr="00004A58">
        <w:rPr>
          <w:rFonts w:hint="eastAsia"/>
        </w:rPr>
        <w:t xml:space="preserve">interface </w:t>
      </w:r>
      <w:r w:rsidRPr="00004A58">
        <w:t xml:space="preserve">enables the retrieval of routing information for the transfer </w:t>
      </w:r>
      <w:r w:rsidRPr="00004A58">
        <w:rPr>
          <w:rFonts w:hint="eastAsia"/>
          <w:lang w:eastAsia="zh-CN"/>
        </w:rPr>
        <w:t xml:space="preserve">of </w:t>
      </w:r>
      <w:r w:rsidRPr="00004A58">
        <w:rPr>
          <w:lang w:eastAsia="zh-CN"/>
        </w:rPr>
        <w:t xml:space="preserve">short messages, the report of status of the delivery status of a short message and the alerting of the SMS-SC </w:t>
      </w:r>
      <w:r w:rsidRPr="00004A58">
        <w:t xml:space="preserve">between the HSS, the SMS-GMSC and the SMS Router </w:t>
      </w:r>
      <w:r w:rsidRPr="00004A58">
        <w:rPr>
          <w:rFonts w:hint="eastAsia"/>
        </w:rPr>
        <w:t xml:space="preserve">as described in </w:t>
      </w:r>
      <w:r w:rsidRPr="00004A58">
        <w:rPr>
          <w:rFonts w:hint="eastAsia"/>
          <w:lang w:eastAsia="zh-CN"/>
        </w:rPr>
        <w:t xml:space="preserve">3GPP </w:t>
      </w:r>
      <w:r w:rsidRPr="00004A58">
        <w:rPr>
          <w:rFonts w:hint="eastAsia"/>
        </w:rPr>
        <w:t>TS 23.</w:t>
      </w:r>
      <w:r w:rsidRPr="00004A58">
        <w:t>040</w:t>
      </w:r>
      <w:r w:rsidRPr="00004A58">
        <w:rPr>
          <w:rFonts w:hint="eastAsia"/>
        </w:rPr>
        <w:t xml:space="preserve"> [</w:t>
      </w:r>
      <w:r w:rsidRPr="00004A58">
        <w:t>3</w:t>
      </w:r>
      <w:r w:rsidRPr="00004A58">
        <w:rPr>
          <w:rFonts w:hint="eastAsia"/>
        </w:rPr>
        <w:t>].</w:t>
      </w:r>
    </w:p>
    <w:p w:rsidR="00DA25AD" w:rsidRPr="00004A58" w:rsidRDefault="00DA25AD" w:rsidP="00DA25AD">
      <w:pPr>
        <w:pStyle w:val="Heading2"/>
      </w:pPr>
      <w:bookmarkStart w:id="84" w:name="_Toc533204458"/>
      <w:bookmarkStart w:id="85" w:name="_Toc44882036"/>
      <w:bookmarkStart w:id="86" w:name="_Toc44882230"/>
      <w:bookmarkStart w:id="87" w:name="_Toc51864415"/>
      <w:r w:rsidRPr="00004A58">
        <w:lastRenderedPageBreak/>
        <w:t>5.2</w:t>
      </w:r>
      <w:r w:rsidRPr="00004A58">
        <w:tab/>
        <w:t>Procedures description</w:t>
      </w:r>
      <w:bookmarkEnd w:id="84"/>
      <w:bookmarkEnd w:id="85"/>
      <w:bookmarkEnd w:id="86"/>
      <w:bookmarkEnd w:id="87"/>
    </w:p>
    <w:p w:rsidR="00DA25AD" w:rsidRPr="00004A58" w:rsidRDefault="00DA25AD" w:rsidP="00DA25AD">
      <w:pPr>
        <w:pStyle w:val="Heading3"/>
      </w:pPr>
      <w:bookmarkStart w:id="88" w:name="_Toc533204459"/>
      <w:bookmarkStart w:id="89" w:name="_Toc44882037"/>
      <w:bookmarkStart w:id="90" w:name="_Toc44882231"/>
      <w:bookmarkStart w:id="91" w:name="_Toc51864416"/>
      <w:r w:rsidRPr="00004A58">
        <w:t>5.2.1</w:t>
      </w:r>
      <w:r w:rsidRPr="00004A58">
        <w:tab/>
        <w:t>Send Routing Info for SM procedure</w:t>
      </w:r>
      <w:bookmarkEnd w:id="88"/>
      <w:bookmarkEnd w:id="89"/>
      <w:bookmarkEnd w:id="90"/>
      <w:bookmarkEnd w:id="91"/>
    </w:p>
    <w:p w:rsidR="00DA25AD" w:rsidRPr="00004A58" w:rsidRDefault="00DA25AD" w:rsidP="00DA25AD">
      <w:pPr>
        <w:pStyle w:val="Heading4"/>
      </w:pPr>
      <w:bookmarkStart w:id="92" w:name="_Toc533204460"/>
      <w:bookmarkStart w:id="93" w:name="_Toc44882038"/>
      <w:bookmarkStart w:id="94" w:name="_Toc44882232"/>
      <w:bookmarkStart w:id="95" w:name="_Toc51864417"/>
      <w:r w:rsidRPr="00004A58">
        <w:t>5.2.1.1</w:t>
      </w:r>
      <w:r w:rsidRPr="00004A58">
        <w:tab/>
        <w:t>General</w:t>
      </w:r>
      <w:bookmarkEnd w:id="92"/>
      <w:bookmarkEnd w:id="93"/>
      <w:bookmarkEnd w:id="94"/>
      <w:bookmarkEnd w:id="95"/>
    </w:p>
    <w:p w:rsidR="00DA25AD" w:rsidRPr="00004A58" w:rsidRDefault="00321E17" w:rsidP="00DA25AD">
      <w:r w:rsidRPr="00004A58">
        <w:t>This procedure shall be used between the SMS-GMSC or the IP-SM-GW and the HSS to retrieve the routing information needed for routing the short message to the serving MSC or MME or SGSN or SMSF.</w:t>
      </w:r>
      <w:r w:rsidR="00DA25AD" w:rsidRPr="00004A58">
        <w:t xml:space="preserve"> This procedure is also used between the SMS-GMSC and the SMS Router or the IP-SM-GW, and between the HSS and the SMS Router or the IP-SM-GW in order to enforce routing of the SM delivery via the HPLMN of the receiving MS.</w:t>
      </w:r>
    </w:p>
    <w:p w:rsidR="00DA25AD" w:rsidRPr="00004A58" w:rsidRDefault="00DA25AD" w:rsidP="00DA25AD">
      <w:r w:rsidRPr="00004A58">
        <w:t xml:space="preserve">This procedure is applicable to an IP-SM-GW for its SMS Router function when using the S6c interface. </w:t>
      </w:r>
    </w:p>
    <w:p w:rsidR="00DA25AD" w:rsidRPr="00004A58" w:rsidRDefault="00DA25AD" w:rsidP="00DA25AD">
      <w:r w:rsidRPr="00004A58">
        <w:t>This procedure is used according to the call flows described in 3GPP TS 23.040 [2] clause 10.</w:t>
      </w:r>
    </w:p>
    <w:p w:rsidR="00DA25AD" w:rsidRPr="00004A58" w:rsidRDefault="00DA25AD" w:rsidP="00DA25AD">
      <w:r w:rsidRPr="00004A58">
        <w:t>Table 5.2.1.1-1 specifies the involved information elements for the request.</w:t>
      </w:r>
    </w:p>
    <w:p w:rsidR="00DA25AD" w:rsidRPr="00004A58" w:rsidRDefault="00DA25AD" w:rsidP="00DA25AD">
      <w:r w:rsidRPr="00004A58">
        <w:t>Table 5.2.1.1-2 specifies the involved information elements for the answer.</w:t>
      </w:r>
    </w:p>
    <w:p w:rsidR="00DA25AD" w:rsidRPr="00004A58" w:rsidRDefault="00DA25AD" w:rsidP="00DA25AD">
      <w:r w:rsidRPr="00004A58">
        <w:t xml:space="preserve">This procedure is mapped to the commands Send-Routing-Info-for-SM-Request/Answer (SRR/SRA) in the Diameter application specified in </w:t>
      </w:r>
      <w:r w:rsidR="005252A2" w:rsidRPr="00004A58">
        <w:t>clause</w:t>
      </w:r>
      <w:r w:rsidRPr="00004A58">
        <w:t xml:space="preserve"> 5.3.2.</w:t>
      </w:r>
    </w:p>
    <w:p w:rsidR="00DA25AD" w:rsidRPr="00004A58" w:rsidRDefault="00DA25AD" w:rsidP="00DA25AD"/>
    <w:p w:rsidR="00DA25AD" w:rsidRPr="00004A58" w:rsidRDefault="00DA25AD" w:rsidP="00DA25AD">
      <w:pPr>
        <w:pStyle w:val="TH"/>
        <w:rPr>
          <w:lang w:val="en-AU"/>
        </w:rPr>
      </w:pPr>
      <w:r w:rsidRPr="00004A58">
        <w:rPr>
          <w:lang w:val="en-AU"/>
        </w:rPr>
        <w:lastRenderedPageBreak/>
        <w:t xml:space="preserve">Table 5.2.1.1-1: Send </w:t>
      </w:r>
      <w:r w:rsidRPr="00004A58">
        <w:t>Routing</w:t>
      </w:r>
      <w:r w:rsidRPr="00004A58" w:rsidDel="008711A3">
        <w:t xml:space="preserve"> </w:t>
      </w:r>
      <w:r w:rsidRPr="00004A58">
        <w:t>Info for</w:t>
      </w:r>
      <w:r w:rsidRPr="00004A58" w:rsidDel="008711A3">
        <w:t xml:space="preserve"> </w:t>
      </w:r>
      <w:r w:rsidRPr="00004A58">
        <w:t>SM Request</w:t>
      </w:r>
    </w:p>
    <w:tbl>
      <w:tblPr>
        <w:tblW w:w="952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360"/>
        <w:gridCol w:w="1417"/>
        <w:gridCol w:w="567"/>
        <w:gridCol w:w="6179"/>
      </w:tblGrid>
      <w:tr w:rsidR="00DA25AD" w:rsidRPr="00004A58" w:rsidTr="00E50914">
        <w:trPr>
          <w:jc w:val="center"/>
        </w:trPr>
        <w:tc>
          <w:tcPr>
            <w:tcW w:w="1360" w:type="dxa"/>
          </w:tcPr>
          <w:p w:rsidR="00DA25AD" w:rsidRPr="00004A58" w:rsidRDefault="00DA25AD" w:rsidP="00E50914">
            <w:pPr>
              <w:pStyle w:val="TAH"/>
            </w:pPr>
            <w:r w:rsidRPr="00004A58">
              <w:t>Information element name</w:t>
            </w:r>
          </w:p>
        </w:tc>
        <w:tc>
          <w:tcPr>
            <w:tcW w:w="1417" w:type="dxa"/>
          </w:tcPr>
          <w:p w:rsidR="00DA25AD" w:rsidRPr="00004A58" w:rsidRDefault="00DA25AD" w:rsidP="00E50914">
            <w:pPr>
              <w:pStyle w:val="TAH"/>
              <w:rPr>
                <w:lang w:val="fr-FR"/>
              </w:rPr>
            </w:pPr>
            <w:r w:rsidRPr="00004A58">
              <w:t>Mapping to Diameter AVP</w:t>
            </w:r>
          </w:p>
        </w:tc>
        <w:tc>
          <w:tcPr>
            <w:tcW w:w="567" w:type="dxa"/>
          </w:tcPr>
          <w:p w:rsidR="00DA25AD" w:rsidRPr="00004A58" w:rsidRDefault="00DA25AD" w:rsidP="00E50914">
            <w:pPr>
              <w:pStyle w:val="TAH"/>
              <w:rPr>
                <w:lang w:val="fr-FR"/>
              </w:rPr>
            </w:pPr>
            <w:r w:rsidRPr="00004A58">
              <w:rPr>
                <w:lang w:val="fr-FR"/>
              </w:rPr>
              <w:t>Cat.</w:t>
            </w:r>
          </w:p>
        </w:tc>
        <w:tc>
          <w:tcPr>
            <w:tcW w:w="6179" w:type="dxa"/>
          </w:tcPr>
          <w:p w:rsidR="00DA25AD" w:rsidRPr="00004A58" w:rsidRDefault="00DA25AD" w:rsidP="00E50914">
            <w:pPr>
              <w:pStyle w:val="TAH"/>
              <w:rPr>
                <w:lang w:val="fr-FR"/>
              </w:rPr>
            </w:pPr>
            <w:r w:rsidRPr="00004A58">
              <w:rPr>
                <w:lang w:val="fr-FR"/>
              </w:rPr>
              <w:t>Description</w:t>
            </w:r>
          </w:p>
        </w:tc>
      </w:tr>
      <w:tr w:rsidR="00DA25AD" w:rsidRPr="00004A58" w:rsidTr="00E50914">
        <w:trPr>
          <w:trHeight w:val="401"/>
          <w:jc w:val="center"/>
        </w:trPr>
        <w:tc>
          <w:tcPr>
            <w:tcW w:w="1360" w:type="dxa"/>
          </w:tcPr>
          <w:p w:rsidR="00DA25AD" w:rsidRPr="00004A58" w:rsidRDefault="00DA25AD" w:rsidP="00E50914">
            <w:pPr>
              <w:pStyle w:val="TAL"/>
            </w:pPr>
            <w:r w:rsidRPr="00004A58">
              <w:t>MSISDN</w:t>
            </w:r>
          </w:p>
          <w:p w:rsidR="00DA25AD" w:rsidRPr="00004A58" w:rsidDel="00BE4FDE" w:rsidRDefault="00DA25AD" w:rsidP="00E50914">
            <w:pPr>
              <w:pStyle w:val="TAL"/>
              <w:rPr>
                <w:lang w:val="en-US"/>
              </w:rPr>
            </w:pPr>
          </w:p>
        </w:tc>
        <w:tc>
          <w:tcPr>
            <w:tcW w:w="1417" w:type="dxa"/>
          </w:tcPr>
          <w:p w:rsidR="00DA25AD" w:rsidRPr="00004A58" w:rsidRDefault="00DA25AD" w:rsidP="00E50914">
            <w:pPr>
              <w:pStyle w:val="TAL"/>
            </w:pPr>
            <w:r w:rsidRPr="00004A58">
              <w:t xml:space="preserve">MSISDN </w:t>
            </w:r>
          </w:p>
        </w:tc>
        <w:tc>
          <w:tcPr>
            <w:tcW w:w="567" w:type="dxa"/>
          </w:tcPr>
          <w:p w:rsidR="00DA25AD" w:rsidRPr="00004A58" w:rsidDel="00BE4FDE" w:rsidRDefault="00DA25AD" w:rsidP="00E50914">
            <w:pPr>
              <w:pStyle w:val="TAC"/>
              <w:rPr>
                <w:lang w:val="en-AU"/>
              </w:rPr>
            </w:pPr>
            <w:r w:rsidRPr="00004A58">
              <w:t>C</w:t>
            </w:r>
          </w:p>
        </w:tc>
        <w:tc>
          <w:tcPr>
            <w:tcW w:w="6179" w:type="dxa"/>
          </w:tcPr>
          <w:p w:rsidR="00DA25AD" w:rsidRPr="00004A58" w:rsidRDefault="00DA25AD" w:rsidP="00E50914">
            <w:pPr>
              <w:pStyle w:val="TAL"/>
            </w:pPr>
            <w:r w:rsidRPr="00004A58">
              <w:t>This information element</w:t>
            </w:r>
            <w:r w:rsidRPr="00004A58">
              <w:rPr>
                <w:rFonts w:hint="eastAsia"/>
                <w:lang w:eastAsia="zh-CN"/>
              </w:rPr>
              <w:t xml:space="preserve"> shall </w:t>
            </w:r>
            <w:r w:rsidRPr="00004A58">
              <w:rPr>
                <w:lang w:eastAsia="zh-CN"/>
              </w:rPr>
              <w:t xml:space="preserve">be present </w:t>
            </w:r>
            <w:r w:rsidRPr="00004A58">
              <w:t>when the MSISDN exists</w:t>
            </w:r>
            <w:r w:rsidRPr="00004A58">
              <w:rPr>
                <w:lang w:eastAsia="zh-CN"/>
              </w:rPr>
              <w:t xml:space="preserve"> and shall contain </w:t>
            </w:r>
            <w:r w:rsidRPr="00004A58">
              <w:t>the MSISDN of the user.</w:t>
            </w:r>
          </w:p>
          <w:p w:rsidR="00DA25AD" w:rsidRPr="00004A58" w:rsidDel="00BE4FDE" w:rsidRDefault="00DA25AD" w:rsidP="00E50914">
            <w:pPr>
              <w:pStyle w:val="TAL"/>
            </w:pPr>
          </w:p>
        </w:tc>
      </w:tr>
      <w:tr w:rsidR="00DA25AD" w:rsidRPr="00004A58" w:rsidTr="00E50914">
        <w:trPr>
          <w:trHeight w:val="401"/>
          <w:jc w:val="center"/>
        </w:trPr>
        <w:tc>
          <w:tcPr>
            <w:tcW w:w="1360" w:type="dxa"/>
          </w:tcPr>
          <w:p w:rsidR="00DA25AD" w:rsidRPr="00004A58" w:rsidRDefault="00DA25AD" w:rsidP="00E50914">
            <w:pPr>
              <w:pStyle w:val="TAL"/>
            </w:pPr>
            <w:r w:rsidRPr="00004A58">
              <w:t>IMSI</w:t>
            </w:r>
          </w:p>
        </w:tc>
        <w:tc>
          <w:tcPr>
            <w:tcW w:w="1417" w:type="dxa"/>
          </w:tcPr>
          <w:p w:rsidR="00DA25AD" w:rsidRPr="00004A58" w:rsidRDefault="00DA25AD" w:rsidP="00E50914">
            <w:pPr>
              <w:pStyle w:val="TAL"/>
            </w:pPr>
            <w:r w:rsidRPr="00004A58">
              <w:t>User-Name</w:t>
            </w:r>
          </w:p>
          <w:p w:rsidR="00DA25AD" w:rsidRPr="00004A58" w:rsidRDefault="00DA25AD" w:rsidP="00E50914">
            <w:pPr>
              <w:pStyle w:val="TAL"/>
              <w:rPr>
                <w:rFonts w:cs="Arial"/>
                <w:bCs/>
                <w:lang w:val="en-US"/>
              </w:rPr>
            </w:pPr>
            <w:r w:rsidRPr="00004A58">
              <w:t>(See IETF RFC 6733 [20])</w:t>
            </w:r>
          </w:p>
        </w:tc>
        <w:tc>
          <w:tcPr>
            <w:tcW w:w="567" w:type="dxa"/>
          </w:tcPr>
          <w:p w:rsidR="00DA25AD" w:rsidRPr="00004A58" w:rsidRDefault="00DA25AD" w:rsidP="00E50914">
            <w:pPr>
              <w:pStyle w:val="TAC"/>
              <w:rPr>
                <w:rFonts w:cs="Arial"/>
                <w:bCs/>
                <w:lang w:val="en-US"/>
              </w:rPr>
            </w:pPr>
            <w:r w:rsidRPr="00004A58">
              <w:rPr>
                <w:rFonts w:cs="Arial"/>
                <w:bCs/>
                <w:lang w:val="en-US"/>
              </w:rPr>
              <w:t>C</w:t>
            </w:r>
          </w:p>
        </w:tc>
        <w:tc>
          <w:tcPr>
            <w:tcW w:w="6179" w:type="dxa"/>
          </w:tcPr>
          <w:p w:rsidR="00DA25AD" w:rsidRPr="00004A58" w:rsidRDefault="00DA25AD" w:rsidP="00E50914">
            <w:pPr>
              <w:pStyle w:val="TAL"/>
              <w:rPr>
                <w:lang w:eastAsia="zh-CN"/>
              </w:rPr>
            </w:pPr>
            <w:r w:rsidRPr="00004A58">
              <w:t>This information element</w:t>
            </w:r>
            <w:r w:rsidRPr="00004A58">
              <w:rPr>
                <w:rFonts w:hint="eastAsia"/>
                <w:lang w:eastAsia="zh-CN"/>
              </w:rPr>
              <w:t xml:space="preserve"> shall </w:t>
            </w:r>
            <w:r w:rsidRPr="00004A58">
              <w:rPr>
                <w:lang w:eastAsia="zh-CN"/>
              </w:rPr>
              <w:t xml:space="preserve">be present </w:t>
            </w:r>
            <w:r w:rsidRPr="00004A58">
              <w:t>when the MSISDN does not exist</w:t>
            </w:r>
            <w:r w:rsidRPr="00004A58">
              <w:rPr>
                <w:lang w:eastAsia="zh-CN"/>
              </w:rPr>
              <w:t xml:space="preserve"> and shall contain </w:t>
            </w:r>
          </w:p>
          <w:p w:rsidR="00DA25AD" w:rsidRPr="00004A58" w:rsidRDefault="00DA25AD" w:rsidP="00E50914">
            <w:pPr>
              <w:pStyle w:val="TAL"/>
            </w:pPr>
            <w:r w:rsidRPr="00004A58">
              <w:rPr>
                <w:lang w:eastAsia="zh-CN"/>
              </w:rPr>
              <w:t xml:space="preserve">- </w:t>
            </w:r>
            <w:r w:rsidRPr="00004A58">
              <w:t>the IMSI of the user in the context of T4 device triggering (see 3GPP TS 23.682 [18];</w:t>
            </w:r>
          </w:p>
          <w:p w:rsidR="00DA25AD" w:rsidRPr="00004A58" w:rsidRDefault="00DA25AD" w:rsidP="00E50914">
            <w:pPr>
              <w:pStyle w:val="TAL"/>
            </w:pPr>
            <w:r w:rsidRPr="00004A58">
              <w:t>- or the HSS ID value in the context of MSISDN-less SMS delivery in IMS (see 3GPP TS 23.204 [17]),.</w:t>
            </w:r>
          </w:p>
        </w:tc>
      </w:tr>
      <w:tr w:rsidR="00DA25AD" w:rsidRPr="00004A58" w:rsidTr="00E50914">
        <w:trPr>
          <w:trHeight w:val="401"/>
          <w:jc w:val="center"/>
        </w:trPr>
        <w:tc>
          <w:tcPr>
            <w:tcW w:w="1360" w:type="dxa"/>
          </w:tcPr>
          <w:p w:rsidR="00DA25AD" w:rsidRPr="00004A58" w:rsidRDefault="00DA25AD" w:rsidP="00E50914">
            <w:pPr>
              <w:pStyle w:val="TAL"/>
            </w:pPr>
            <w:r w:rsidRPr="00004A58">
              <w:t>SMSMI Correlation ID</w:t>
            </w:r>
          </w:p>
        </w:tc>
        <w:tc>
          <w:tcPr>
            <w:tcW w:w="1417" w:type="dxa"/>
          </w:tcPr>
          <w:p w:rsidR="00DA25AD" w:rsidRPr="00004A58" w:rsidRDefault="00DA25AD" w:rsidP="00E50914">
            <w:pPr>
              <w:pStyle w:val="TAL"/>
              <w:rPr>
                <w:lang w:val="en-US"/>
              </w:rPr>
            </w:pPr>
            <w:r w:rsidRPr="00004A58">
              <w:t>SMSMI-Correlation-ID</w:t>
            </w:r>
          </w:p>
        </w:tc>
        <w:tc>
          <w:tcPr>
            <w:tcW w:w="567" w:type="dxa"/>
          </w:tcPr>
          <w:p w:rsidR="00DA25AD" w:rsidRPr="00004A58" w:rsidRDefault="00DA25AD" w:rsidP="00E50914">
            <w:pPr>
              <w:pStyle w:val="TAC"/>
              <w:rPr>
                <w:rFonts w:cs="Arial"/>
                <w:bCs/>
                <w:lang w:val="en-US"/>
              </w:rPr>
            </w:pPr>
            <w:r w:rsidRPr="00004A58">
              <w:rPr>
                <w:rFonts w:cs="Arial"/>
                <w:bCs/>
                <w:lang w:val="en-US"/>
              </w:rPr>
              <w:t>C</w:t>
            </w:r>
          </w:p>
        </w:tc>
        <w:tc>
          <w:tcPr>
            <w:tcW w:w="6179" w:type="dxa"/>
          </w:tcPr>
          <w:p w:rsidR="00DA25AD" w:rsidRPr="00004A58" w:rsidRDefault="00DA25AD" w:rsidP="00E50914">
            <w:pPr>
              <w:pStyle w:val="TAL"/>
            </w:pPr>
            <w:r w:rsidRPr="00004A58">
              <w:t>This information element indicates by its presence that the request is sent in the context of MSISDN-less SMS delivery in IMS (see 3GPP TS 23.204 [17]).</w:t>
            </w:r>
          </w:p>
          <w:p w:rsidR="00DA25AD" w:rsidRPr="00004A58" w:rsidRDefault="00DA25AD" w:rsidP="00E50914">
            <w:pPr>
              <w:pStyle w:val="TAL"/>
            </w:pPr>
            <w:r w:rsidRPr="00004A58">
              <w:t>This information element shall contain the SIP-URI of the (MSISDN-less) destination user. The SIP-URI of the originating user and the HSS-ID shall be absent from this information element.</w:t>
            </w:r>
          </w:p>
        </w:tc>
      </w:tr>
      <w:tr w:rsidR="00DA25AD" w:rsidRPr="00004A58" w:rsidTr="00E50914">
        <w:trPr>
          <w:trHeight w:val="401"/>
          <w:jc w:val="center"/>
        </w:trPr>
        <w:tc>
          <w:tcPr>
            <w:tcW w:w="1360" w:type="dxa"/>
          </w:tcPr>
          <w:p w:rsidR="00DA25AD" w:rsidRPr="00004A58" w:rsidRDefault="00DA25AD" w:rsidP="00E50914">
            <w:pPr>
              <w:pStyle w:val="TAL"/>
            </w:pPr>
            <w:r w:rsidRPr="00004A58">
              <w:t>Service Centre Address</w:t>
            </w:r>
          </w:p>
        </w:tc>
        <w:tc>
          <w:tcPr>
            <w:tcW w:w="1417" w:type="dxa"/>
          </w:tcPr>
          <w:p w:rsidR="00DA25AD" w:rsidRPr="00004A58" w:rsidRDefault="00DA25AD" w:rsidP="00E50914">
            <w:pPr>
              <w:pStyle w:val="TAL"/>
            </w:pPr>
            <w:r w:rsidRPr="00004A58">
              <w:t>SC-Address</w:t>
            </w:r>
          </w:p>
        </w:tc>
        <w:tc>
          <w:tcPr>
            <w:tcW w:w="567" w:type="dxa"/>
          </w:tcPr>
          <w:p w:rsidR="00DA25AD" w:rsidRPr="00004A58" w:rsidRDefault="00DA25AD" w:rsidP="00E50914">
            <w:pPr>
              <w:pStyle w:val="TAC"/>
              <w:rPr>
                <w:rFonts w:cs="Arial"/>
                <w:bCs/>
                <w:lang w:val="en-US"/>
              </w:rPr>
            </w:pPr>
            <w:r w:rsidRPr="00004A58">
              <w:rPr>
                <w:rFonts w:cs="Arial"/>
                <w:bCs/>
                <w:lang w:val="en-US"/>
              </w:rPr>
              <w:t>M</w:t>
            </w:r>
          </w:p>
        </w:tc>
        <w:tc>
          <w:tcPr>
            <w:tcW w:w="6179" w:type="dxa"/>
          </w:tcPr>
          <w:p w:rsidR="00DA25AD" w:rsidRPr="00004A58" w:rsidRDefault="00DA25AD" w:rsidP="00E50914">
            <w:pPr>
              <w:pStyle w:val="TAL"/>
            </w:pPr>
            <w:r w:rsidRPr="00004A58">
              <w:t>This information element shall contain the Service Centre address.</w:t>
            </w:r>
          </w:p>
        </w:tc>
      </w:tr>
      <w:tr w:rsidR="00DA25AD" w:rsidRPr="00004A58" w:rsidTr="00E50914">
        <w:trPr>
          <w:trHeight w:val="401"/>
          <w:jc w:val="center"/>
        </w:trPr>
        <w:tc>
          <w:tcPr>
            <w:tcW w:w="1360" w:type="dxa"/>
          </w:tcPr>
          <w:p w:rsidR="00DA25AD" w:rsidRPr="00004A58" w:rsidRDefault="00DA25AD" w:rsidP="00E50914">
            <w:pPr>
              <w:pStyle w:val="TAL"/>
            </w:pPr>
            <w:r w:rsidRPr="00004A58">
              <w:t>SM-RP-MTI</w:t>
            </w:r>
          </w:p>
        </w:tc>
        <w:tc>
          <w:tcPr>
            <w:tcW w:w="1417" w:type="dxa"/>
          </w:tcPr>
          <w:p w:rsidR="00DA25AD" w:rsidRPr="00004A58" w:rsidRDefault="00DA25AD" w:rsidP="00E50914">
            <w:pPr>
              <w:pStyle w:val="TAL"/>
              <w:rPr>
                <w:rFonts w:cs="Arial"/>
                <w:bCs/>
                <w:lang w:val="en-US"/>
              </w:rPr>
            </w:pPr>
            <w:r w:rsidRPr="00004A58">
              <w:t>SM-RP-MTI</w:t>
            </w:r>
          </w:p>
        </w:tc>
        <w:tc>
          <w:tcPr>
            <w:tcW w:w="567" w:type="dxa"/>
          </w:tcPr>
          <w:p w:rsidR="00DA25AD" w:rsidRPr="00004A58" w:rsidRDefault="00DA25AD" w:rsidP="00E50914">
            <w:pPr>
              <w:pStyle w:val="TAC"/>
              <w:rPr>
                <w:rFonts w:cs="Arial"/>
                <w:bCs/>
                <w:lang w:val="en-US"/>
              </w:rPr>
            </w:pPr>
            <w:r w:rsidRPr="00004A58">
              <w:rPr>
                <w:rFonts w:cs="Arial"/>
                <w:bCs/>
                <w:lang w:val="en-US"/>
              </w:rPr>
              <w:t>C</w:t>
            </w:r>
          </w:p>
        </w:tc>
        <w:tc>
          <w:tcPr>
            <w:tcW w:w="6179" w:type="dxa"/>
          </w:tcPr>
          <w:p w:rsidR="00DA25AD" w:rsidRPr="00004A58" w:rsidRDefault="00DA25AD" w:rsidP="00E50914">
            <w:pPr>
              <w:pStyle w:val="TAL"/>
            </w:pPr>
            <w:r w:rsidRPr="00004A58">
              <w:t>This information element shall contain the RP-Message Type Indicator of the Short Message. It is used to distinguish a SM sent to the mobile station in order to acknowledge an MO-SM initiated by the mobile from a normal MT-SM.</w:t>
            </w:r>
          </w:p>
        </w:tc>
      </w:tr>
      <w:tr w:rsidR="00DA25AD" w:rsidRPr="00004A58" w:rsidTr="00E50914">
        <w:trPr>
          <w:trHeight w:val="401"/>
          <w:jc w:val="center"/>
        </w:trPr>
        <w:tc>
          <w:tcPr>
            <w:tcW w:w="1360" w:type="dxa"/>
          </w:tcPr>
          <w:p w:rsidR="00DA25AD" w:rsidRPr="00004A58" w:rsidRDefault="00DA25AD" w:rsidP="00E50914">
            <w:pPr>
              <w:pStyle w:val="TAL"/>
            </w:pPr>
            <w:r w:rsidRPr="00004A58">
              <w:t>SM-RP-SMEA</w:t>
            </w:r>
          </w:p>
        </w:tc>
        <w:tc>
          <w:tcPr>
            <w:tcW w:w="1417" w:type="dxa"/>
          </w:tcPr>
          <w:p w:rsidR="00DA25AD" w:rsidRPr="00004A58" w:rsidRDefault="00DA25AD" w:rsidP="00E50914">
            <w:pPr>
              <w:pStyle w:val="TAL"/>
              <w:rPr>
                <w:rFonts w:cs="Arial"/>
                <w:bCs/>
                <w:lang w:val="en-US"/>
              </w:rPr>
            </w:pPr>
            <w:r w:rsidRPr="00004A58">
              <w:t>SM-RP-SMEA</w:t>
            </w:r>
          </w:p>
        </w:tc>
        <w:tc>
          <w:tcPr>
            <w:tcW w:w="567" w:type="dxa"/>
          </w:tcPr>
          <w:p w:rsidR="00DA25AD" w:rsidRPr="00004A58" w:rsidRDefault="00DA25AD" w:rsidP="00E50914">
            <w:pPr>
              <w:pStyle w:val="TAC"/>
              <w:rPr>
                <w:rFonts w:cs="Arial"/>
                <w:bCs/>
                <w:lang w:val="en-US"/>
              </w:rPr>
            </w:pPr>
            <w:r w:rsidRPr="00004A58">
              <w:rPr>
                <w:rFonts w:cs="Arial"/>
                <w:bCs/>
                <w:lang w:val="en-US"/>
              </w:rPr>
              <w:t>C</w:t>
            </w:r>
          </w:p>
        </w:tc>
        <w:tc>
          <w:tcPr>
            <w:tcW w:w="6179" w:type="dxa"/>
          </w:tcPr>
          <w:p w:rsidR="00DA25AD" w:rsidRPr="00004A58" w:rsidRDefault="00DA25AD" w:rsidP="00E50914">
            <w:pPr>
              <w:pStyle w:val="TAL"/>
            </w:pPr>
            <w:r w:rsidRPr="00004A58">
              <w:t>This information element shall contain the RP-Originating SME-address of the Short Message Entity that has originated the SM. This information element shall be present if the SMS-GMSC supports receiving of the two numbers from the HSS. Used by the short message service relay sub-layer protocol it shall be formatted according to the formatting rules of address fields as described in 3GPP TS 23 040 [2].</w:t>
            </w:r>
          </w:p>
        </w:tc>
      </w:tr>
      <w:tr w:rsidR="00DA25AD" w:rsidRPr="00004A58" w:rsidTr="00E50914">
        <w:trPr>
          <w:trHeight w:val="401"/>
          <w:jc w:val="center"/>
        </w:trPr>
        <w:tc>
          <w:tcPr>
            <w:tcW w:w="1360" w:type="dxa"/>
          </w:tcPr>
          <w:p w:rsidR="00DA25AD" w:rsidRPr="00004A58" w:rsidRDefault="00DA25AD" w:rsidP="00E50914">
            <w:pPr>
              <w:pStyle w:val="TAL"/>
            </w:pPr>
            <w:r w:rsidRPr="00004A58">
              <w:t>SRR Flags</w:t>
            </w:r>
          </w:p>
        </w:tc>
        <w:tc>
          <w:tcPr>
            <w:tcW w:w="1417" w:type="dxa"/>
          </w:tcPr>
          <w:p w:rsidR="00DA25AD" w:rsidRPr="00004A58" w:rsidRDefault="00DA25AD" w:rsidP="00E50914">
            <w:pPr>
              <w:pStyle w:val="TAL"/>
            </w:pPr>
            <w:r w:rsidRPr="00004A58">
              <w:t>SRR-Flags</w:t>
            </w:r>
          </w:p>
        </w:tc>
        <w:tc>
          <w:tcPr>
            <w:tcW w:w="567" w:type="dxa"/>
          </w:tcPr>
          <w:p w:rsidR="00DA25AD" w:rsidRPr="00004A58" w:rsidRDefault="00DA25AD" w:rsidP="00E50914">
            <w:pPr>
              <w:pStyle w:val="TAC"/>
              <w:rPr>
                <w:rFonts w:cs="Arial"/>
                <w:bCs/>
                <w:lang w:val="en-US"/>
              </w:rPr>
            </w:pPr>
            <w:r w:rsidRPr="00004A58">
              <w:rPr>
                <w:rFonts w:cs="Arial"/>
                <w:bCs/>
                <w:lang w:val="en-US"/>
              </w:rPr>
              <w:t>C</w:t>
            </w:r>
          </w:p>
        </w:tc>
        <w:tc>
          <w:tcPr>
            <w:tcW w:w="6179" w:type="dxa"/>
          </w:tcPr>
          <w:p w:rsidR="00DA25AD" w:rsidRPr="00004A58" w:rsidRDefault="00DA25AD" w:rsidP="00E50914">
            <w:pPr>
              <w:pStyle w:val="TAL"/>
            </w:pPr>
            <w:r w:rsidRPr="00004A58">
              <w:t>This Information Element contains a bit mask. See 5.3.3.4 for the meaning of the bits</w:t>
            </w:r>
            <w:r w:rsidRPr="00004A58">
              <w:rPr>
                <w:rFonts w:hint="eastAsia"/>
                <w:lang w:eastAsia="zh-CN"/>
              </w:rPr>
              <w:t xml:space="preserve"> and the condition for each bit to be set or not</w:t>
            </w:r>
            <w:r w:rsidRPr="00004A58">
              <w:t>.</w:t>
            </w:r>
          </w:p>
        </w:tc>
      </w:tr>
      <w:tr w:rsidR="00DA25AD" w:rsidRPr="00004A58" w:rsidTr="00E50914">
        <w:trPr>
          <w:trHeight w:val="401"/>
          <w:jc w:val="center"/>
        </w:trPr>
        <w:tc>
          <w:tcPr>
            <w:tcW w:w="1360" w:type="dxa"/>
          </w:tcPr>
          <w:p w:rsidR="00DA25AD" w:rsidRPr="00004A58" w:rsidRDefault="00DA25AD" w:rsidP="00E50914">
            <w:pPr>
              <w:pStyle w:val="TAL"/>
            </w:pPr>
            <w:r w:rsidRPr="00004A58">
              <w:t>SM-Delivery Not Intended</w:t>
            </w:r>
          </w:p>
        </w:tc>
        <w:tc>
          <w:tcPr>
            <w:tcW w:w="1417" w:type="dxa"/>
          </w:tcPr>
          <w:p w:rsidR="00DA25AD" w:rsidRPr="00004A58" w:rsidRDefault="00DA25AD" w:rsidP="00E50914">
            <w:pPr>
              <w:pStyle w:val="TAL"/>
            </w:pPr>
            <w:r w:rsidRPr="00004A58">
              <w:t>SM-Delivery Not Intended</w:t>
            </w:r>
          </w:p>
        </w:tc>
        <w:tc>
          <w:tcPr>
            <w:tcW w:w="567" w:type="dxa"/>
          </w:tcPr>
          <w:p w:rsidR="00DA25AD" w:rsidRPr="00004A58" w:rsidRDefault="00DA25AD" w:rsidP="00E50914">
            <w:pPr>
              <w:pStyle w:val="TAC"/>
              <w:rPr>
                <w:rFonts w:cs="Arial"/>
                <w:bCs/>
                <w:lang w:val="en-US"/>
              </w:rPr>
            </w:pPr>
            <w:r w:rsidRPr="00004A58">
              <w:rPr>
                <w:rFonts w:cs="Arial"/>
                <w:bCs/>
                <w:lang w:val="en-US"/>
              </w:rPr>
              <w:t>O</w:t>
            </w:r>
          </w:p>
        </w:tc>
        <w:tc>
          <w:tcPr>
            <w:tcW w:w="6179" w:type="dxa"/>
          </w:tcPr>
          <w:p w:rsidR="00DA25AD" w:rsidRPr="00004A58" w:rsidRDefault="00DA25AD" w:rsidP="00E50914">
            <w:pPr>
              <w:pStyle w:val="TAL"/>
            </w:pPr>
            <w:r w:rsidRPr="00004A58">
              <w:t>This information element, when present, shall indicate that delivery of a short message is not intended. It further indicates whether only IMSI or only MCC+MNC are requested.</w:t>
            </w:r>
          </w:p>
          <w:p w:rsidR="00DA25AD" w:rsidRPr="00004A58" w:rsidRDefault="00DA25AD" w:rsidP="00E50914">
            <w:pPr>
              <w:pStyle w:val="TAL"/>
            </w:pPr>
            <w:r w:rsidRPr="00004A58">
              <w:t>This information element may be set by entities that request the service without intending to deliver a short message, and shall be evaluated by the SMS Router and may be evaluated by the HSS.</w:t>
            </w:r>
          </w:p>
        </w:tc>
      </w:tr>
      <w:tr w:rsidR="00DA25AD" w:rsidRPr="00004A58" w:rsidTr="00E50914">
        <w:trPr>
          <w:trHeight w:val="401"/>
          <w:jc w:val="center"/>
        </w:trPr>
        <w:tc>
          <w:tcPr>
            <w:tcW w:w="1360" w:type="dxa"/>
          </w:tcPr>
          <w:p w:rsidR="00DA25AD" w:rsidRPr="00004A58" w:rsidRDefault="00DA25AD" w:rsidP="00E50914">
            <w:pPr>
              <w:pStyle w:val="TAL"/>
              <w:rPr>
                <w:rFonts w:cs="Arial"/>
                <w:szCs w:val="22"/>
                <w:lang w:val="en-US"/>
              </w:rPr>
            </w:pPr>
            <w:r w:rsidRPr="00004A58">
              <w:rPr>
                <w:rFonts w:cs="Arial"/>
                <w:szCs w:val="22"/>
                <w:lang w:val="en-US"/>
              </w:rPr>
              <w:t>Supported Features</w:t>
            </w:r>
          </w:p>
          <w:p w:rsidR="00DA25AD" w:rsidRPr="00004A58" w:rsidRDefault="00DA25AD" w:rsidP="00E50914">
            <w:pPr>
              <w:pStyle w:val="TAL"/>
            </w:pPr>
          </w:p>
        </w:tc>
        <w:tc>
          <w:tcPr>
            <w:tcW w:w="1417" w:type="dxa"/>
          </w:tcPr>
          <w:p w:rsidR="00DA25AD" w:rsidRPr="00004A58" w:rsidRDefault="00DA25AD" w:rsidP="00E50914">
            <w:pPr>
              <w:pStyle w:val="TAL"/>
            </w:pPr>
            <w:r w:rsidRPr="00004A58">
              <w:t>Supported-Features</w:t>
            </w:r>
          </w:p>
          <w:p w:rsidR="00DA25AD" w:rsidRPr="00004A58" w:rsidRDefault="00DA25AD" w:rsidP="00E50914">
            <w:pPr>
              <w:pStyle w:val="TAL"/>
            </w:pPr>
            <w:r w:rsidRPr="00004A58">
              <w:t>(See 3GPP TS 29.229 [5])</w:t>
            </w:r>
          </w:p>
        </w:tc>
        <w:tc>
          <w:tcPr>
            <w:tcW w:w="567" w:type="dxa"/>
          </w:tcPr>
          <w:p w:rsidR="00DA25AD" w:rsidRPr="00004A58" w:rsidRDefault="00DA25AD" w:rsidP="00E50914">
            <w:pPr>
              <w:pStyle w:val="TAC"/>
              <w:rPr>
                <w:rFonts w:cs="Arial"/>
                <w:bCs/>
                <w:lang w:val="en-US"/>
              </w:rPr>
            </w:pPr>
            <w:r w:rsidRPr="00004A58">
              <w:t>O</w:t>
            </w:r>
          </w:p>
        </w:tc>
        <w:tc>
          <w:tcPr>
            <w:tcW w:w="6179" w:type="dxa"/>
          </w:tcPr>
          <w:p w:rsidR="00DA25AD" w:rsidRPr="00004A58" w:rsidRDefault="00DA25AD" w:rsidP="00E50914">
            <w:pPr>
              <w:pStyle w:val="TAL"/>
            </w:pPr>
            <w:r w:rsidRPr="00004A58">
              <w:t>If present, this Information Element shall contain the list of features supported by the origin host.</w:t>
            </w:r>
          </w:p>
        </w:tc>
      </w:tr>
    </w:tbl>
    <w:p w:rsidR="00DA25AD" w:rsidRPr="00004A58" w:rsidRDefault="00DA25AD" w:rsidP="00DA25AD">
      <w:pPr>
        <w:rPr>
          <w:lang w:val="en-US"/>
        </w:rPr>
      </w:pPr>
    </w:p>
    <w:p w:rsidR="00DA25AD" w:rsidRPr="00004A58" w:rsidRDefault="00DA25AD" w:rsidP="00DA25AD">
      <w:pPr>
        <w:pStyle w:val="TH"/>
        <w:rPr>
          <w:lang w:val="en-AU"/>
        </w:rPr>
      </w:pPr>
      <w:r w:rsidRPr="00004A58">
        <w:rPr>
          <w:lang w:val="en-AU"/>
        </w:rPr>
        <w:lastRenderedPageBreak/>
        <w:t xml:space="preserve">Table 5.2.1.1-2: Send </w:t>
      </w:r>
      <w:r w:rsidRPr="00004A58">
        <w:t>Routing Info for SM Answer</w:t>
      </w:r>
    </w:p>
    <w:tbl>
      <w:tblPr>
        <w:tblW w:w="951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356"/>
        <w:gridCol w:w="1417"/>
        <w:gridCol w:w="567"/>
        <w:gridCol w:w="6175"/>
      </w:tblGrid>
      <w:tr w:rsidR="00DA25AD" w:rsidRPr="00004A58" w:rsidTr="00E50914">
        <w:trPr>
          <w:jc w:val="center"/>
        </w:trPr>
        <w:tc>
          <w:tcPr>
            <w:tcW w:w="1356" w:type="dxa"/>
            <w:tcBorders>
              <w:bottom w:val="single" w:sz="12" w:space="0" w:color="auto"/>
            </w:tcBorders>
          </w:tcPr>
          <w:p w:rsidR="00DA25AD" w:rsidRPr="00004A58" w:rsidRDefault="00DA25AD" w:rsidP="00E50914">
            <w:pPr>
              <w:pStyle w:val="TAH"/>
            </w:pPr>
            <w:r w:rsidRPr="00004A58">
              <w:t>Information element name</w:t>
            </w:r>
          </w:p>
        </w:tc>
        <w:tc>
          <w:tcPr>
            <w:tcW w:w="1417" w:type="dxa"/>
            <w:tcBorders>
              <w:bottom w:val="single" w:sz="12" w:space="0" w:color="auto"/>
            </w:tcBorders>
          </w:tcPr>
          <w:p w:rsidR="00DA25AD" w:rsidRPr="00004A58" w:rsidRDefault="00DA25AD" w:rsidP="00E50914">
            <w:pPr>
              <w:pStyle w:val="TAH"/>
              <w:rPr>
                <w:lang w:val="fr-FR"/>
              </w:rPr>
            </w:pPr>
            <w:r w:rsidRPr="00004A58">
              <w:rPr>
                <w:lang w:val="fr-FR"/>
              </w:rPr>
              <w:t>Mapping to Diameter AVP</w:t>
            </w:r>
          </w:p>
        </w:tc>
        <w:tc>
          <w:tcPr>
            <w:tcW w:w="567" w:type="dxa"/>
            <w:tcBorders>
              <w:bottom w:val="single" w:sz="12" w:space="0" w:color="auto"/>
            </w:tcBorders>
          </w:tcPr>
          <w:p w:rsidR="00DA25AD" w:rsidRPr="00004A58" w:rsidRDefault="00DA25AD" w:rsidP="00E50914">
            <w:pPr>
              <w:pStyle w:val="TAH"/>
              <w:rPr>
                <w:lang w:val="fr-FR"/>
              </w:rPr>
            </w:pPr>
            <w:r w:rsidRPr="00004A58">
              <w:rPr>
                <w:lang w:val="fr-FR"/>
              </w:rPr>
              <w:t>Cat.</w:t>
            </w:r>
          </w:p>
        </w:tc>
        <w:tc>
          <w:tcPr>
            <w:tcW w:w="6175" w:type="dxa"/>
            <w:tcBorders>
              <w:bottom w:val="single" w:sz="12" w:space="0" w:color="auto"/>
            </w:tcBorders>
          </w:tcPr>
          <w:p w:rsidR="00DA25AD" w:rsidRPr="00004A58" w:rsidRDefault="00DA25AD" w:rsidP="00E50914">
            <w:pPr>
              <w:pStyle w:val="TAH"/>
              <w:rPr>
                <w:lang w:val="fr-FR"/>
              </w:rPr>
            </w:pPr>
            <w:r w:rsidRPr="00004A58">
              <w:rPr>
                <w:lang w:val="fr-FR"/>
              </w:rPr>
              <w:t>Description</w:t>
            </w:r>
          </w:p>
        </w:tc>
      </w:tr>
      <w:tr w:rsidR="00DA25AD" w:rsidRPr="00004A58" w:rsidTr="00E50914">
        <w:trPr>
          <w:trHeight w:val="401"/>
          <w:jc w:val="center"/>
        </w:trPr>
        <w:tc>
          <w:tcPr>
            <w:tcW w:w="1356" w:type="dxa"/>
            <w:tcBorders>
              <w:top w:val="single" w:sz="12" w:space="0" w:color="auto"/>
              <w:bottom w:val="single" w:sz="6" w:space="0" w:color="auto"/>
            </w:tcBorders>
          </w:tcPr>
          <w:p w:rsidR="00DA25AD" w:rsidRPr="00004A58" w:rsidRDefault="00DA25AD" w:rsidP="00E50914">
            <w:pPr>
              <w:pStyle w:val="TAL"/>
              <w:rPr>
                <w:snapToGrid w:val="0"/>
              </w:rPr>
            </w:pPr>
            <w:r w:rsidRPr="00004A58">
              <w:rPr>
                <w:snapToGrid w:val="0"/>
              </w:rPr>
              <w:t>Result</w:t>
            </w:r>
          </w:p>
          <w:p w:rsidR="00DA25AD" w:rsidRPr="00004A58" w:rsidRDefault="00DA25AD" w:rsidP="00E50914">
            <w:pPr>
              <w:pStyle w:val="TAL"/>
            </w:pPr>
          </w:p>
        </w:tc>
        <w:tc>
          <w:tcPr>
            <w:tcW w:w="1417" w:type="dxa"/>
            <w:tcBorders>
              <w:top w:val="single" w:sz="12" w:space="0" w:color="auto"/>
              <w:bottom w:val="single" w:sz="6" w:space="0" w:color="auto"/>
            </w:tcBorders>
          </w:tcPr>
          <w:p w:rsidR="00DA25AD" w:rsidRPr="00004A58" w:rsidRDefault="00DA25AD" w:rsidP="00E50914">
            <w:pPr>
              <w:pStyle w:val="TAL"/>
              <w:rPr>
                <w:rFonts w:cs="Arial"/>
                <w:bCs/>
                <w:lang w:val="en-US"/>
              </w:rPr>
            </w:pPr>
            <w:r w:rsidRPr="00004A58">
              <w:t>Result-Code / Experi</w:t>
            </w:r>
            <w:r w:rsidRPr="00004A58">
              <w:rPr>
                <w:rFonts w:cs="Arial"/>
                <w:bCs/>
                <w:lang w:val="en-US"/>
              </w:rPr>
              <w:t>mental-Result</w:t>
            </w:r>
          </w:p>
        </w:tc>
        <w:tc>
          <w:tcPr>
            <w:tcW w:w="567" w:type="dxa"/>
            <w:tcBorders>
              <w:top w:val="single" w:sz="12" w:space="0" w:color="auto"/>
              <w:bottom w:val="single" w:sz="6" w:space="0" w:color="auto"/>
            </w:tcBorders>
          </w:tcPr>
          <w:p w:rsidR="00DA25AD" w:rsidRPr="00004A58" w:rsidRDefault="00DA25AD" w:rsidP="00E50914">
            <w:pPr>
              <w:pStyle w:val="TAC"/>
              <w:rPr>
                <w:bCs/>
              </w:rPr>
            </w:pPr>
            <w:r w:rsidRPr="00004A58">
              <w:rPr>
                <w:rFonts w:cs="Arial"/>
                <w:bCs/>
                <w:lang w:val="en-US"/>
              </w:rPr>
              <w:t>M</w:t>
            </w:r>
          </w:p>
        </w:tc>
        <w:tc>
          <w:tcPr>
            <w:tcW w:w="6175" w:type="dxa"/>
            <w:tcBorders>
              <w:top w:val="single" w:sz="12" w:space="0" w:color="auto"/>
              <w:bottom w:val="single" w:sz="6" w:space="0" w:color="auto"/>
            </w:tcBorders>
          </w:tcPr>
          <w:p w:rsidR="00DA25AD" w:rsidRPr="00004A58" w:rsidRDefault="00DA25AD" w:rsidP="00E50914">
            <w:pPr>
              <w:pStyle w:val="TAL"/>
            </w:pPr>
            <w:r w:rsidRPr="00004A58">
              <w:t>Result of the request.</w:t>
            </w:r>
          </w:p>
          <w:p w:rsidR="00DA25AD" w:rsidRPr="00004A58" w:rsidRDefault="00DA25AD" w:rsidP="00E50914">
            <w:pPr>
              <w:pStyle w:val="TAL"/>
            </w:pPr>
            <w:r w:rsidRPr="00004A58">
              <w:t>Result-Code AVP shall be used for errors defined in the Diameter base protocol (see IETF RFC 6733 [20]).</w:t>
            </w:r>
          </w:p>
          <w:p w:rsidR="00DA25AD" w:rsidRPr="00004A58" w:rsidRDefault="00DA25AD" w:rsidP="00E50914">
            <w:pPr>
              <w:pStyle w:val="TAL"/>
            </w:pPr>
            <w:r w:rsidRPr="00004A58">
              <w:t>Experimental-Result AVP shall be used for S6c errors. This is a grouped AVP which contains the 3GPP Vendor ID in the Vendor-Id AVP, and the error code in the Experimental-Result-Code AVP. This information element shall contain the result of the operation with an indication of the success / errors.</w:t>
            </w:r>
          </w:p>
          <w:p w:rsidR="00DA25AD" w:rsidRPr="00004A58" w:rsidRDefault="00DA25AD" w:rsidP="00E50914">
            <w:pPr>
              <w:pStyle w:val="TAL"/>
            </w:pPr>
            <w:r w:rsidRPr="00004A58">
              <w:t xml:space="preserve">The following errors are applicable </w:t>
            </w:r>
            <w:r w:rsidRPr="00004A58">
              <w:rPr>
                <w:rFonts w:hint="eastAsia"/>
                <w:lang w:eastAsia="zh-CN"/>
              </w:rPr>
              <w:t>in this case</w:t>
            </w:r>
            <w:r w:rsidRPr="00004A58">
              <w:t>:</w:t>
            </w:r>
          </w:p>
          <w:p w:rsidR="00DA25AD" w:rsidRPr="00004A58" w:rsidRDefault="00DA25AD" w:rsidP="00E50914">
            <w:pPr>
              <w:pStyle w:val="TAL"/>
              <w:ind w:left="360"/>
            </w:pPr>
            <w:r w:rsidRPr="00004A58">
              <w:t>-</w:t>
            </w:r>
            <w:r w:rsidRPr="00004A58">
              <w:tab/>
              <w:t>Unknown User;</w:t>
            </w:r>
          </w:p>
          <w:p w:rsidR="00DA25AD" w:rsidRPr="00004A58" w:rsidRDefault="00DA25AD" w:rsidP="00E50914">
            <w:pPr>
              <w:pStyle w:val="TAL"/>
              <w:ind w:left="360"/>
            </w:pPr>
            <w:r w:rsidRPr="00004A58">
              <w:t>-</w:t>
            </w:r>
            <w:r w:rsidRPr="00004A58">
              <w:tab/>
              <w:t>Service Barred;</w:t>
            </w:r>
          </w:p>
          <w:p w:rsidR="00DA25AD" w:rsidRPr="00004A58" w:rsidRDefault="00DA25AD" w:rsidP="00E50914">
            <w:pPr>
              <w:pStyle w:val="TAL"/>
              <w:ind w:left="360"/>
            </w:pPr>
            <w:r w:rsidRPr="00004A58">
              <w:t>-</w:t>
            </w:r>
            <w:r w:rsidRPr="00004A58">
              <w:tab/>
              <w:t>Teleservice Not Provisioned;</w:t>
            </w:r>
          </w:p>
          <w:p w:rsidR="00DA25AD" w:rsidRPr="00004A58" w:rsidRDefault="00DA25AD" w:rsidP="00E50914">
            <w:pPr>
              <w:pStyle w:val="TAL"/>
              <w:ind w:left="360"/>
            </w:pPr>
            <w:r w:rsidRPr="00004A58">
              <w:t>-</w:t>
            </w:r>
            <w:r w:rsidRPr="00004A58">
              <w:tab/>
              <w:t>Absent User;</w:t>
            </w:r>
          </w:p>
          <w:p w:rsidR="00DA25AD" w:rsidRPr="00004A58" w:rsidRDefault="00DA25AD" w:rsidP="00E50914">
            <w:pPr>
              <w:pStyle w:val="TAL"/>
              <w:ind w:left="360"/>
            </w:pPr>
            <w:r w:rsidRPr="00004A58">
              <w:t>-</w:t>
            </w:r>
            <w:r w:rsidRPr="00004A58">
              <w:tab/>
              <w:t>Facility Not Supported.</w:t>
            </w:r>
          </w:p>
        </w:tc>
      </w:tr>
      <w:tr w:rsidR="00DA25AD" w:rsidRPr="00004A58" w:rsidTr="00E50914">
        <w:trPr>
          <w:trHeight w:val="401"/>
          <w:jc w:val="center"/>
        </w:trPr>
        <w:tc>
          <w:tcPr>
            <w:tcW w:w="1356" w:type="dxa"/>
            <w:tcBorders>
              <w:top w:val="single" w:sz="6" w:space="0" w:color="auto"/>
            </w:tcBorders>
          </w:tcPr>
          <w:p w:rsidR="00DA25AD" w:rsidRPr="00004A58" w:rsidRDefault="00DA25AD" w:rsidP="00E50914">
            <w:pPr>
              <w:pStyle w:val="TAL"/>
              <w:rPr>
                <w:rFonts w:cs="Arial"/>
              </w:rPr>
            </w:pPr>
            <w:r w:rsidRPr="00004A58">
              <w:rPr>
                <w:rFonts w:cs="Arial"/>
              </w:rPr>
              <w:t>IMSI</w:t>
            </w:r>
          </w:p>
        </w:tc>
        <w:tc>
          <w:tcPr>
            <w:tcW w:w="1417" w:type="dxa"/>
            <w:tcBorders>
              <w:top w:val="single" w:sz="6" w:space="0" w:color="auto"/>
            </w:tcBorders>
          </w:tcPr>
          <w:p w:rsidR="00DA25AD" w:rsidRPr="00004A58" w:rsidRDefault="00DA25AD" w:rsidP="00E50914">
            <w:pPr>
              <w:pStyle w:val="TAL"/>
            </w:pPr>
            <w:r w:rsidRPr="00004A58">
              <w:t>User-Name</w:t>
            </w:r>
          </w:p>
          <w:p w:rsidR="00DA25AD" w:rsidRPr="00004A58" w:rsidRDefault="00DA25AD" w:rsidP="00E50914">
            <w:pPr>
              <w:pStyle w:val="TAL"/>
              <w:rPr>
                <w:rFonts w:cs="Arial"/>
                <w:bCs/>
                <w:lang w:val="en-US"/>
              </w:rPr>
            </w:pPr>
            <w:r w:rsidRPr="00004A58">
              <w:t>(See IETF RFC 6733 [20])</w:t>
            </w:r>
          </w:p>
        </w:tc>
        <w:tc>
          <w:tcPr>
            <w:tcW w:w="567" w:type="dxa"/>
            <w:tcBorders>
              <w:top w:val="single" w:sz="6" w:space="0" w:color="auto"/>
            </w:tcBorders>
          </w:tcPr>
          <w:p w:rsidR="00DA25AD" w:rsidRPr="00004A58" w:rsidRDefault="00DA25AD" w:rsidP="00E50914">
            <w:pPr>
              <w:pStyle w:val="TAC"/>
              <w:rPr>
                <w:rFonts w:cs="Arial"/>
                <w:bCs/>
                <w:lang w:val="en-US"/>
              </w:rPr>
            </w:pPr>
            <w:r w:rsidRPr="00004A58">
              <w:rPr>
                <w:rFonts w:cs="Arial"/>
                <w:bCs/>
                <w:lang w:val="en-US"/>
              </w:rPr>
              <w:t>C</w:t>
            </w:r>
          </w:p>
        </w:tc>
        <w:tc>
          <w:tcPr>
            <w:tcW w:w="6175" w:type="dxa"/>
            <w:tcBorders>
              <w:top w:val="single" w:sz="6" w:space="0" w:color="auto"/>
            </w:tcBorders>
          </w:tcPr>
          <w:p w:rsidR="00DA25AD" w:rsidRPr="00004A58" w:rsidRDefault="00DA25AD" w:rsidP="00E50914">
            <w:pPr>
              <w:pStyle w:val="TAL"/>
            </w:pPr>
            <w:r w:rsidRPr="00004A58">
              <w:t>This information element:</w:t>
            </w:r>
          </w:p>
          <w:p w:rsidR="00DA25AD" w:rsidRPr="00004A58" w:rsidRDefault="00DA25AD" w:rsidP="00DA25AD">
            <w:pPr>
              <w:pStyle w:val="TAL"/>
              <w:numPr>
                <w:ilvl w:val="0"/>
                <w:numId w:val="14"/>
              </w:numPr>
            </w:pPr>
            <w:r w:rsidRPr="00004A58">
              <w:t>either shall contain the IMSI of the user.</w:t>
            </w:r>
          </w:p>
          <w:p w:rsidR="00DA25AD" w:rsidRPr="00004A58" w:rsidRDefault="00DA25AD" w:rsidP="00DA25AD">
            <w:pPr>
              <w:pStyle w:val="TAL"/>
              <w:numPr>
                <w:ilvl w:val="0"/>
                <w:numId w:val="14"/>
              </w:numPr>
            </w:pPr>
            <w:r w:rsidRPr="00004A58">
              <w:t>or, if enforcement of routing an SM via the HPLMN of the receiving MS or UE is deployed, shall contain an MT Correlation ID instead of an IMSI when the service is used between SMS-GMSC and SMS Router (see 3GPP TS 23.040 [2] for more information).</w:t>
            </w:r>
          </w:p>
          <w:p w:rsidR="00DA25AD" w:rsidRPr="00004A58" w:rsidRDefault="00DA25AD" w:rsidP="00DA25AD">
            <w:pPr>
              <w:pStyle w:val="TAL"/>
              <w:numPr>
                <w:ilvl w:val="0"/>
                <w:numId w:val="14"/>
              </w:numPr>
            </w:pPr>
            <w:r w:rsidRPr="00004A58">
              <w:t>or, if the "SM-Delivery Not Intended" Information Element was present in the request with a value of "only MCC+MNC requested", may contain MCC+MNC+dummy MSIN.</w:t>
            </w:r>
          </w:p>
          <w:p w:rsidR="00DA25AD" w:rsidRPr="00004A58" w:rsidRDefault="00DA25AD" w:rsidP="00E50914">
            <w:pPr>
              <w:pStyle w:val="TAL"/>
            </w:pPr>
            <w:r w:rsidRPr="00004A58">
              <w:t>This information element</w:t>
            </w:r>
            <w:r w:rsidRPr="00004A58" w:rsidDel="004A3250">
              <w:t xml:space="preserve"> </w:t>
            </w:r>
            <w:r w:rsidRPr="00004A58">
              <w:t>shall be present in a successful answer.</w:t>
            </w:r>
          </w:p>
          <w:p w:rsidR="00DA25AD" w:rsidRPr="00004A58" w:rsidRDefault="00DA25AD" w:rsidP="00E50914">
            <w:pPr>
              <w:pStyle w:val="TAL"/>
            </w:pPr>
            <w:r w:rsidRPr="00004A58">
              <w:t>This information element shall be present in an answer from the HSS to the IP-SM-GW, if an Absent User result is returned and the UNRI is not set.</w:t>
            </w:r>
          </w:p>
        </w:tc>
      </w:tr>
      <w:tr w:rsidR="00DA25AD" w:rsidRPr="00004A58" w:rsidTr="00E50914">
        <w:trPr>
          <w:trHeight w:val="401"/>
          <w:jc w:val="center"/>
        </w:trPr>
        <w:tc>
          <w:tcPr>
            <w:tcW w:w="1356" w:type="dxa"/>
          </w:tcPr>
          <w:p w:rsidR="00DA25AD" w:rsidRPr="00004A58" w:rsidRDefault="00DA25AD" w:rsidP="00E50914">
            <w:pPr>
              <w:pStyle w:val="TAL"/>
              <w:rPr>
                <w:rFonts w:cs="Arial"/>
              </w:rPr>
            </w:pPr>
            <w:r w:rsidRPr="00004A58">
              <w:t>Serving-Node</w:t>
            </w:r>
          </w:p>
        </w:tc>
        <w:tc>
          <w:tcPr>
            <w:tcW w:w="1417" w:type="dxa"/>
          </w:tcPr>
          <w:p w:rsidR="00DA25AD" w:rsidRPr="00004A58" w:rsidRDefault="00DA25AD" w:rsidP="00E50914">
            <w:pPr>
              <w:pStyle w:val="TAL"/>
              <w:rPr>
                <w:rFonts w:cs="Arial"/>
                <w:bCs/>
                <w:lang w:val="en-US"/>
              </w:rPr>
            </w:pPr>
            <w:r w:rsidRPr="00004A58">
              <w:t>Serving-Node</w:t>
            </w:r>
          </w:p>
        </w:tc>
        <w:tc>
          <w:tcPr>
            <w:tcW w:w="567" w:type="dxa"/>
          </w:tcPr>
          <w:p w:rsidR="00DA25AD" w:rsidRPr="00004A58" w:rsidRDefault="00DA25AD" w:rsidP="00E50914">
            <w:pPr>
              <w:pStyle w:val="TAC"/>
              <w:rPr>
                <w:rFonts w:cs="Arial"/>
                <w:bCs/>
                <w:lang w:val="en-US"/>
              </w:rPr>
            </w:pPr>
            <w:r w:rsidRPr="00004A58">
              <w:rPr>
                <w:rFonts w:cs="Arial"/>
                <w:bCs/>
                <w:lang w:val="en-US"/>
              </w:rPr>
              <w:t>C</w:t>
            </w:r>
          </w:p>
        </w:tc>
        <w:tc>
          <w:tcPr>
            <w:tcW w:w="6175" w:type="dxa"/>
          </w:tcPr>
          <w:p w:rsidR="00321E17" w:rsidRPr="00004A58" w:rsidRDefault="00321E17" w:rsidP="00321E17">
            <w:pPr>
              <w:pStyle w:val="TAL"/>
            </w:pPr>
            <w:r w:rsidRPr="00004A58">
              <w:t>If the "SM-Delivery Not Intended" Information Element was not present in the request, this information element shall contain the identity of one serving node on which the user is registered. This identity shall either be:</w:t>
            </w:r>
          </w:p>
          <w:p w:rsidR="00321E17" w:rsidRPr="00004A58" w:rsidRDefault="00321E17" w:rsidP="00321E17">
            <w:pPr>
              <w:pStyle w:val="TAL"/>
              <w:numPr>
                <w:ilvl w:val="0"/>
                <w:numId w:val="14"/>
              </w:numPr>
            </w:pPr>
            <w:r w:rsidRPr="00004A58">
              <w:t>the Diameter identity and the Diameter realm of the MME registered for MT SMS plus the E.164 number of the MME for MT SMS;</w:t>
            </w:r>
          </w:p>
          <w:p w:rsidR="00321E17" w:rsidRPr="00004A58" w:rsidRDefault="00321E17" w:rsidP="00321E17">
            <w:pPr>
              <w:pStyle w:val="TAL"/>
              <w:numPr>
                <w:ilvl w:val="0"/>
                <w:numId w:val="14"/>
              </w:numPr>
            </w:pPr>
            <w:r w:rsidRPr="00004A58">
              <w:t xml:space="preserve">or the ISDN number of the MSC; </w:t>
            </w:r>
          </w:p>
          <w:p w:rsidR="00321E17" w:rsidRPr="00004A58" w:rsidRDefault="00321E17" w:rsidP="00321E17">
            <w:pPr>
              <w:pStyle w:val="TAL"/>
              <w:numPr>
                <w:ilvl w:val="0"/>
                <w:numId w:val="14"/>
              </w:numPr>
            </w:pPr>
            <w:r w:rsidRPr="00004A58">
              <w:t>or the Diameter identity and the Diameter realm of the SGSN, if they are available, and the ISDN number of the SGSN,</w:t>
            </w:r>
          </w:p>
          <w:p w:rsidR="00321E17" w:rsidRPr="00004A58" w:rsidRDefault="00321E17" w:rsidP="00321E17">
            <w:pPr>
              <w:pStyle w:val="TAL"/>
              <w:numPr>
                <w:ilvl w:val="0"/>
                <w:numId w:val="19"/>
              </w:numPr>
            </w:pPr>
            <w:r w:rsidRPr="00004A58">
              <w:t>or the Diameter identity and the Diameter realm of the IP-SM-GW, if they are available, and the ISDN number of the IP-SM-GW;</w:t>
            </w:r>
          </w:p>
          <w:p w:rsidR="00321E17" w:rsidRPr="00004A58" w:rsidRDefault="00321E17" w:rsidP="00321E17">
            <w:pPr>
              <w:pStyle w:val="TAL"/>
              <w:numPr>
                <w:ilvl w:val="0"/>
                <w:numId w:val="19"/>
              </w:numPr>
            </w:pPr>
            <w:r w:rsidRPr="00004A58">
              <w:t>or the Diameter identity and the Diameter realm of the SMSF registered for 3GPP access, if they are available, and the E.164 number of the SMSF registered for 3GPP access;</w:t>
            </w:r>
          </w:p>
          <w:p w:rsidR="00321E17" w:rsidRPr="00004A58" w:rsidRDefault="00321E17" w:rsidP="00321E17">
            <w:pPr>
              <w:pStyle w:val="TAL"/>
              <w:numPr>
                <w:ilvl w:val="0"/>
                <w:numId w:val="14"/>
              </w:numPr>
            </w:pPr>
            <w:r w:rsidRPr="00004A58">
              <w:t>or the Diameter identity and the Diameter realm of the SMSF registered for non 3GPP access, if they are available, and the E.164 number of the SMSF registered for non 3GPP access.</w:t>
            </w:r>
          </w:p>
          <w:p w:rsidR="00321E17" w:rsidRPr="00004A58" w:rsidRDefault="00321E17" w:rsidP="00321E17">
            <w:pPr>
              <w:pStyle w:val="TAL"/>
            </w:pPr>
            <w:r w:rsidRPr="00004A58">
              <w:t>If the "SM-Delivery Not Intended" Information Element was present in the request, this information element may be absent.</w:t>
            </w:r>
          </w:p>
          <w:p w:rsidR="00321E17" w:rsidRPr="00004A58" w:rsidRDefault="00321E17" w:rsidP="00321E17">
            <w:pPr>
              <w:pStyle w:val="TAL"/>
            </w:pPr>
            <w:r w:rsidRPr="00004A58">
              <w:t>This information element shall be present in a successful answer.</w:t>
            </w:r>
          </w:p>
          <w:p w:rsidR="00DA25AD" w:rsidRPr="00004A58" w:rsidRDefault="00321E17" w:rsidP="00321E17">
            <w:pPr>
              <w:pStyle w:val="TAL"/>
            </w:pPr>
            <w:r w:rsidRPr="00004A58">
              <w:t>See NOTE.</w:t>
            </w:r>
          </w:p>
        </w:tc>
      </w:tr>
      <w:tr w:rsidR="00DA25AD" w:rsidRPr="00004A58" w:rsidTr="00E50914">
        <w:trPr>
          <w:trHeight w:val="401"/>
          <w:jc w:val="center"/>
        </w:trPr>
        <w:tc>
          <w:tcPr>
            <w:tcW w:w="1356" w:type="dxa"/>
          </w:tcPr>
          <w:p w:rsidR="00DA25AD" w:rsidRPr="00004A58" w:rsidRDefault="00DA25AD" w:rsidP="00E50914">
            <w:pPr>
              <w:pStyle w:val="TAL"/>
            </w:pPr>
            <w:r w:rsidRPr="00004A58">
              <w:t>LMSI</w:t>
            </w:r>
          </w:p>
        </w:tc>
        <w:tc>
          <w:tcPr>
            <w:tcW w:w="1417" w:type="dxa"/>
          </w:tcPr>
          <w:p w:rsidR="00DA25AD" w:rsidRPr="00004A58" w:rsidRDefault="00DA25AD" w:rsidP="00E50914">
            <w:pPr>
              <w:pStyle w:val="TAL"/>
              <w:rPr>
                <w:rFonts w:cs="Arial"/>
                <w:bCs/>
                <w:lang w:val="en-US"/>
              </w:rPr>
            </w:pPr>
            <w:r w:rsidRPr="00004A58">
              <w:t>LMSI</w:t>
            </w:r>
          </w:p>
        </w:tc>
        <w:tc>
          <w:tcPr>
            <w:tcW w:w="567" w:type="dxa"/>
          </w:tcPr>
          <w:p w:rsidR="00DA25AD" w:rsidRPr="00004A58" w:rsidRDefault="00DA25AD" w:rsidP="00E50914">
            <w:pPr>
              <w:pStyle w:val="TAC"/>
              <w:rPr>
                <w:rFonts w:cs="Arial"/>
                <w:bCs/>
                <w:lang w:val="en-US"/>
              </w:rPr>
            </w:pPr>
            <w:r w:rsidRPr="00004A58">
              <w:rPr>
                <w:rFonts w:cs="Arial"/>
                <w:bCs/>
                <w:lang w:val="en-US"/>
              </w:rPr>
              <w:t>C</w:t>
            </w:r>
          </w:p>
        </w:tc>
        <w:tc>
          <w:tcPr>
            <w:tcW w:w="6175" w:type="dxa"/>
          </w:tcPr>
          <w:p w:rsidR="00DA25AD" w:rsidRPr="00004A58" w:rsidRDefault="00DA25AD" w:rsidP="00E50914">
            <w:pPr>
              <w:pStyle w:val="TAL"/>
            </w:pPr>
            <w:r w:rsidRPr="00004A58">
              <w:t>The HSS shall include the LMSI in a successful response, if the VLR has used the LMSI and if there is the ISDN number of an MSC in the answer.</w:t>
            </w:r>
          </w:p>
        </w:tc>
      </w:tr>
      <w:tr w:rsidR="00DA25AD" w:rsidRPr="00004A58" w:rsidTr="00E50914">
        <w:trPr>
          <w:trHeight w:val="401"/>
          <w:jc w:val="center"/>
        </w:trPr>
        <w:tc>
          <w:tcPr>
            <w:tcW w:w="1356" w:type="dxa"/>
            <w:tcBorders>
              <w:bottom w:val="single" w:sz="6" w:space="0" w:color="auto"/>
            </w:tcBorders>
          </w:tcPr>
          <w:p w:rsidR="00DA25AD" w:rsidRPr="00004A58" w:rsidRDefault="00DA25AD" w:rsidP="00E50914">
            <w:pPr>
              <w:pStyle w:val="TAL"/>
            </w:pPr>
            <w:r w:rsidRPr="00004A58">
              <w:t>Additional Serving Node</w:t>
            </w:r>
          </w:p>
        </w:tc>
        <w:tc>
          <w:tcPr>
            <w:tcW w:w="1417" w:type="dxa"/>
            <w:tcBorders>
              <w:bottom w:val="single" w:sz="6" w:space="0" w:color="auto"/>
            </w:tcBorders>
          </w:tcPr>
          <w:p w:rsidR="00DA25AD" w:rsidRPr="00004A58" w:rsidRDefault="00DA25AD" w:rsidP="00E50914">
            <w:pPr>
              <w:pStyle w:val="TAL"/>
              <w:rPr>
                <w:rFonts w:cs="Arial"/>
                <w:bCs/>
                <w:lang w:val="en-US"/>
              </w:rPr>
            </w:pPr>
            <w:r w:rsidRPr="00004A58">
              <w:t>Additional-Serving-Node</w:t>
            </w:r>
          </w:p>
        </w:tc>
        <w:tc>
          <w:tcPr>
            <w:tcW w:w="567" w:type="dxa"/>
            <w:tcBorders>
              <w:bottom w:val="single" w:sz="6" w:space="0" w:color="auto"/>
            </w:tcBorders>
          </w:tcPr>
          <w:p w:rsidR="00DA25AD" w:rsidRPr="00004A58" w:rsidRDefault="00DA25AD" w:rsidP="00E50914">
            <w:pPr>
              <w:pStyle w:val="TAC"/>
              <w:rPr>
                <w:rFonts w:cs="Arial"/>
                <w:bCs/>
                <w:lang w:val="en-US"/>
              </w:rPr>
            </w:pPr>
            <w:r w:rsidRPr="00004A58">
              <w:rPr>
                <w:rFonts w:cs="Arial"/>
                <w:bCs/>
                <w:lang w:val="en-US"/>
              </w:rPr>
              <w:t>C</w:t>
            </w:r>
          </w:p>
        </w:tc>
        <w:tc>
          <w:tcPr>
            <w:tcW w:w="6175" w:type="dxa"/>
            <w:tcBorders>
              <w:bottom w:val="single" w:sz="6" w:space="0" w:color="auto"/>
            </w:tcBorders>
          </w:tcPr>
          <w:p w:rsidR="00321E17" w:rsidRPr="00004A58" w:rsidRDefault="00321E17" w:rsidP="00321E17">
            <w:pPr>
              <w:pStyle w:val="TAL"/>
            </w:pPr>
            <w:r w:rsidRPr="00004A58">
              <w:t>This information element, when present shall either contain:</w:t>
            </w:r>
          </w:p>
          <w:p w:rsidR="00321E17" w:rsidRPr="00004A58" w:rsidRDefault="00321E17" w:rsidP="00321E17">
            <w:pPr>
              <w:pStyle w:val="TAL"/>
              <w:numPr>
                <w:ilvl w:val="0"/>
                <w:numId w:val="14"/>
              </w:numPr>
            </w:pPr>
            <w:r w:rsidRPr="00004A58">
              <w:t>the Diameter identity and the Diameter realm of the MME registered for MT SMS plus the E.164 number of the MME for MT SMS.</w:t>
            </w:r>
          </w:p>
          <w:p w:rsidR="00321E17" w:rsidRPr="00004A58" w:rsidRDefault="00321E17" w:rsidP="00321E17">
            <w:pPr>
              <w:pStyle w:val="TAL"/>
              <w:numPr>
                <w:ilvl w:val="0"/>
                <w:numId w:val="14"/>
              </w:numPr>
            </w:pPr>
            <w:r w:rsidRPr="00004A58">
              <w:t xml:space="preserve">or the ISDN number of the MSC </w:t>
            </w:r>
          </w:p>
          <w:p w:rsidR="00321E17" w:rsidRPr="00004A58" w:rsidRDefault="00321E17" w:rsidP="00321E17">
            <w:pPr>
              <w:pStyle w:val="TAL"/>
              <w:numPr>
                <w:ilvl w:val="0"/>
                <w:numId w:val="19"/>
              </w:numPr>
            </w:pPr>
            <w:r w:rsidRPr="00004A58">
              <w:t>or the Diameter identity and the Diameter realm of the SGSN, if they are available, and the ISDN number of the SGSN;</w:t>
            </w:r>
          </w:p>
          <w:p w:rsidR="00321E17" w:rsidRPr="00004A58" w:rsidRDefault="00321E17" w:rsidP="00321E17">
            <w:pPr>
              <w:pStyle w:val="TAL"/>
              <w:numPr>
                <w:ilvl w:val="0"/>
                <w:numId w:val="19"/>
              </w:numPr>
            </w:pPr>
            <w:r w:rsidRPr="00004A58">
              <w:t>or the Diameter identity and the Diameter realm of the SMSF registered for 3GPP access, if they are available, and the E.164 number of the SMSF registered for 3GPP access;</w:t>
            </w:r>
          </w:p>
          <w:p w:rsidR="00321E17" w:rsidRPr="00004A58" w:rsidRDefault="00321E17" w:rsidP="00321E17">
            <w:pPr>
              <w:pStyle w:val="TAL"/>
              <w:numPr>
                <w:ilvl w:val="0"/>
                <w:numId w:val="14"/>
              </w:numPr>
            </w:pPr>
            <w:r w:rsidRPr="00004A58">
              <w:t xml:space="preserve">or the Diameter identity and the Diameter realm of the SMSF </w:t>
            </w:r>
            <w:r w:rsidRPr="00004A58">
              <w:lastRenderedPageBreak/>
              <w:t>registered for non 3GPP access, if they are available, and the E.164 number of the SMSF registered for non 3GPP access.</w:t>
            </w:r>
          </w:p>
          <w:p w:rsidR="00321E17" w:rsidRPr="00004A58" w:rsidRDefault="00321E17" w:rsidP="00321E17">
            <w:pPr>
              <w:pStyle w:val="TAL"/>
            </w:pPr>
            <w:r w:rsidRPr="00004A58">
              <w:t>It shall not contain information delivered in the Serving Node information element.</w:t>
            </w:r>
          </w:p>
          <w:p w:rsidR="00DA25AD" w:rsidRPr="00004A58" w:rsidRDefault="00321E17" w:rsidP="00321E17">
            <w:pPr>
              <w:pStyle w:val="TAL"/>
            </w:pPr>
            <w:r w:rsidRPr="00004A58">
              <w:t>See NOTE.</w:t>
            </w:r>
          </w:p>
        </w:tc>
      </w:tr>
      <w:tr w:rsidR="00DA25AD" w:rsidRPr="00004A58" w:rsidTr="00E50914">
        <w:trPr>
          <w:trHeight w:val="401"/>
          <w:jc w:val="center"/>
        </w:trPr>
        <w:tc>
          <w:tcPr>
            <w:tcW w:w="1356" w:type="dxa"/>
            <w:tcBorders>
              <w:bottom w:val="single" w:sz="6" w:space="0" w:color="auto"/>
            </w:tcBorders>
          </w:tcPr>
          <w:p w:rsidR="00DA25AD" w:rsidRPr="00004A58" w:rsidRDefault="00DA25AD" w:rsidP="00E50914">
            <w:pPr>
              <w:pStyle w:val="TAL"/>
            </w:pPr>
            <w:r w:rsidRPr="00004A58">
              <w:lastRenderedPageBreak/>
              <w:t>User Identifier Alert</w:t>
            </w:r>
          </w:p>
          <w:p w:rsidR="00DA25AD" w:rsidRPr="00004A58" w:rsidRDefault="00DA25AD" w:rsidP="00E50914">
            <w:pPr>
              <w:pStyle w:val="TAL"/>
            </w:pPr>
          </w:p>
        </w:tc>
        <w:tc>
          <w:tcPr>
            <w:tcW w:w="1417" w:type="dxa"/>
            <w:tcBorders>
              <w:bottom w:val="single" w:sz="6" w:space="0" w:color="auto"/>
            </w:tcBorders>
          </w:tcPr>
          <w:p w:rsidR="00DA25AD" w:rsidRPr="00004A58" w:rsidRDefault="00DA25AD" w:rsidP="00E50914">
            <w:pPr>
              <w:pStyle w:val="TAL"/>
            </w:pPr>
            <w:r w:rsidRPr="00004A58">
              <w:rPr>
                <w:lang w:val="en-US"/>
              </w:rPr>
              <w:t>User-Identifier</w:t>
            </w:r>
          </w:p>
        </w:tc>
        <w:tc>
          <w:tcPr>
            <w:tcW w:w="567" w:type="dxa"/>
            <w:tcBorders>
              <w:bottom w:val="single" w:sz="6" w:space="0" w:color="auto"/>
            </w:tcBorders>
          </w:tcPr>
          <w:p w:rsidR="00DA25AD" w:rsidRPr="00004A58" w:rsidRDefault="00DA25AD" w:rsidP="00E50914">
            <w:pPr>
              <w:pStyle w:val="TAC"/>
              <w:rPr>
                <w:rFonts w:cs="Arial"/>
                <w:bCs/>
                <w:lang w:val="en-US"/>
              </w:rPr>
            </w:pPr>
            <w:r w:rsidRPr="00004A58">
              <w:rPr>
                <w:rFonts w:cs="Arial"/>
                <w:bCs/>
                <w:lang w:val="en-US"/>
              </w:rPr>
              <w:t>C</w:t>
            </w:r>
          </w:p>
        </w:tc>
        <w:tc>
          <w:tcPr>
            <w:tcW w:w="6175" w:type="dxa"/>
            <w:tcBorders>
              <w:bottom w:val="single" w:sz="6" w:space="0" w:color="auto"/>
            </w:tcBorders>
          </w:tcPr>
          <w:p w:rsidR="00DA25AD" w:rsidRPr="00004A58" w:rsidRDefault="00DA25AD" w:rsidP="00E50914">
            <w:pPr>
              <w:pStyle w:val="TAL"/>
            </w:pPr>
            <w:r w:rsidRPr="00004A58">
              <w:t>This information element</w:t>
            </w:r>
            <w:r w:rsidRPr="00004A58">
              <w:rPr>
                <w:rFonts w:hint="eastAsia"/>
                <w:lang w:eastAsia="zh-CN"/>
              </w:rPr>
              <w:t xml:space="preserve"> shall </w:t>
            </w:r>
            <w:r w:rsidRPr="00004A58">
              <w:rPr>
                <w:lang w:eastAsia="zh-CN"/>
              </w:rPr>
              <w:t xml:space="preserve">contain </w:t>
            </w:r>
            <w:r w:rsidRPr="00004A58">
              <w:t>the MSISDN stored in the HSS, when available.</w:t>
            </w:r>
          </w:p>
        </w:tc>
      </w:tr>
      <w:tr w:rsidR="00DA25AD" w:rsidRPr="00004A58" w:rsidTr="00E50914">
        <w:trPr>
          <w:trHeight w:val="401"/>
          <w:jc w:val="center"/>
        </w:trPr>
        <w:tc>
          <w:tcPr>
            <w:tcW w:w="1356" w:type="dxa"/>
            <w:tcBorders>
              <w:bottom w:val="single" w:sz="6" w:space="0" w:color="auto"/>
            </w:tcBorders>
          </w:tcPr>
          <w:p w:rsidR="00DA25AD" w:rsidRPr="00004A58" w:rsidRDefault="00DA25AD" w:rsidP="00E50914">
            <w:pPr>
              <w:pStyle w:val="TAL"/>
            </w:pPr>
            <w:r w:rsidRPr="00004A58">
              <w:t>MWD Status</w:t>
            </w:r>
          </w:p>
        </w:tc>
        <w:tc>
          <w:tcPr>
            <w:tcW w:w="1417" w:type="dxa"/>
            <w:tcBorders>
              <w:bottom w:val="single" w:sz="6" w:space="0" w:color="auto"/>
            </w:tcBorders>
          </w:tcPr>
          <w:p w:rsidR="00DA25AD" w:rsidRPr="00004A58" w:rsidRDefault="00DA25AD" w:rsidP="00E50914">
            <w:pPr>
              <w:pStyle w:val="TAL"/>
            </w:pPr>
            <w:r w:rsidRPr="00004A58">
              <w:t>MWD-Status</w:t>
            </w:r>
          </w:p>
        </w:tc>
        <w:tc>
          <w:tcPr>
            <w:tcW w:w="567" w:type="dxa"/>
            <w:tcBorders>
              <w:bottom w:val="single" w:sz="6" w:space="0" w:color="auto"/>
            </w:tcBorders>
          </w:tcPr>
          <w:p w:rsidR="00DA25AD" w:rsidRPr="00004A58" w:rsidRDefault="00DA25AD" w:rsidP="00E50914">
            <w:pPr>
              <w:pStyle w:val="TAC"/>
              <w:rPr>
                <w:rFonts w:cs="Arial"/>
                <w:bCs/>
                <w:lang w:val="en-US"/>
              </w:rPr>
            </w:pPr>
            <w:r w:rsidRPr="00004A58">
              <w:rPr>
                <w:rFonts w:cs="Arial"/>
                <w:bCs/>
                <w:lang w:val="en-US"/>
              </w:rPr>
              <w:t>C</w:t>
            </w:r>
          </w:p>
        </w:tc>
        <w:tc>
          <w:tcPr>
            <w:tcW w:w="6175" w:type="dxa"/>
            <w:tcBorders>
              <w:bottom w:val="single" w:sz="6" w:space="0" w:color="auto"/>
            </w:tcBorders>
          </w:tcPr>
          <w:p w:rsidR="00DA25AD" w:rsidRPr="00004A58" w:rsidRDefault="00DA25AD" w:rsidP="00E50914">
            <w:pPr>
              <w:pStyle w:val="TAL"/>
            </w:pPr>
            <w:r w:rsidRPr="00004A58">
              <w:t>This Information Element is sent when appropriate and shall contain a bit mask. See 5.3.3.8 for the meaning of the bits.</w:t>
            </w:r>
          </w:p>
        </w:tc>
      </w:tr>
      <w:tr w:rsidR="00DA25AD" w:rsidRPr="00004A58" w:rsidTr="00E50914">
        <w:trPr>
          <w:trHeight w:val="401"/>
          <w:jc w:val="center"/>
        </w:trPr>
        <w:tc>
          <w:tcPr>
            <w:tcW w:w="1356" w:type="dxa"/>
            <w:tcBorders>
              <w:bottom w:val="single" w:sz="6" w:space="0" w:color="auto"/>
            </w:tcBorders>
          </w:tcPr>
          <w:p w:rsidR="00DA25AD" w:rsidRPr="00004A58" w:rsidRDefault="00DA25AD" w:rsidP="00E50914">
            <w:pPr>
              <w:pStyle w:val="TAL"/>
              <w:rPr>
                <w:lang w:val="fr-FR"/>
              </w:rPr>
            </w:pPr>
            <w:r w:rsidRPr="00004A58">
              <w:rPr>
                <w:lang w:val="fr-FR"/>
              </w:rPr>
              <w:t>MME Absent User Diagnostic SM</w:t>
            </w:r>
          </w:p>
        </w:tc>
        <w:tc>
          <w:tcPr>
            <w:tcW w:w="1417" w:type="dxa"/>
            <w:tcBorders>
              <w:bottom w:val="single" w:sz="6" w:space="0" w:color="auto"/>
            </w:tcBorders>
          </w:tcPr>
          <w:p w:rsidR="00DA25AD" w:rsidRPr="00004A58" w:rsidRDefault="00DA25AD" w:rsidP="00E50914">
            <w:pPr>
              <w:pStyle w:val="TAL"/>
              <w:rPr>
                <w:lang w:val="fr-FR"/>
              </w:rPr>
            </w:pPr>
            <w:r w:rsidRPr="00004A58">
              <w:rPr>
                <w:lang w:val="fr-FR"/>
              </w:rPr>
              <w:t>MME-Absent-User-Diagnostic-SM</w:t>
            </w:r>
          </w:p>
        </w:tc>
        <w:tc>
          <w:tcPr>
            <w:tcW w:w="567" w:type="dxa"/>
            <w:tcBorders>
              <w:bottom w:val="single" w:sz="6" w:space="0" w:color="auto"/>
            </w:tcBorders>
          </w:tcPr>
          <w:p w:rsidR="00DA25AD" w:rsidRPr="00004A58" w:rsidRDefault="00DA25AD" w:rsidP="00E50914">
            <w:pPr>
              <w:pStyle w:val="TAC"/>
              <w:rPr>
                <w:rFonts w:cs="Arial"/>
                <w:bCs/>
              </w:rPr>
            </w:pPr>
            <w:r w:rsidRPr="00004A58">
              <w:rPr>
                <w:rFonts w:cs="Arial"/>
                <w:bCs/>
              </w:rPr>
              <w:t>C</w:t>
            </w:r>
          </w:p>
        </w:tc>
        <w:tc>
          <w:tcPr>
            <w:tcW w:w="6175" w:type="dxa"/>
            <w:tcBorders>
              <w:bottom w:val="single" w:sz="6" w:space="0" w:color="auto"/>
            </w:tcBorders>
          </w:tcPr>
          <w:p w:rsidR="00DA25AD" w:rsidRPr="00004A58" w:rsidRDefault="00DA25AD" w:rsidP="00E50914">
            <w:pPr>
              <w:pStyle w:val="TAL"/>
            </w:pPr>
            <w:r w:rsidRPr="00004A58">
              <w:t>This information element</w:t>
            </w:r>
            <w:r w:rsidRPr="00004A58">
              <w:rPr>
                <w:lang w:eastAsia="zh-CN"/>
              </w:rPr>
              <w:t xml:space="preserve"> shall contain the reason of the absence of the user</w:t>
            </w:r>
            <w:r w:rsidRPr="00004A58">
              <w:t xml:space="preserve"> when given by the MME and stored in the HSS</w:t>
            </w:r>
          </w:p>
        </w:tc>
      </w:tr>
      <w:tr w:rsidR="00DA25AD" w:rsidRPr="00004A58" w:rsidTr="00E50914">
        <w:trPr>
          <w:trHeight w:val="401"/>
          <w:jc w:val="center"/>
        </w:trPr>
        <w:tc>
          <w:tcPr>
            <w:tcW w:w="1356" w:type="dxa"/>
            <w:tcBorders>
              <w:bottom w:val="single" w:sz="6" w:space="0" w:color="auto"/>
            </w:tcBorders>
          </w:tcPr>
          <w:p w:rsidR="00DA25AD" w:rsidRPr="00004A58" w:rsidRDefault="00DA25AD" w:rsidP="00E50914">
            <w:pPr>
              <w:pStyle w:val="TAL"/>
            </w:pPr>
            <w:r w:rsidRPr="00004A58">
              <w:t>MSC Absent User Diagnostic SM</w:t>
            </w:r>
          </w:p>
        </w:tc>
        <w:tc>
          <w:tcPr>
            <w:tcW w:w="1417" w:type="dxa"/>
            <w:tcBorders>
              <w:bottom w:val="single" w:sz="6" w:space="0" w:color="auto"/>
            </w:tcBorders>
          </w:tcPr>
          <w:p w:rsidR="00DA25AD" w:rsidRPr="00004A58" w:rsidRDefault="00DA25AD" w:rsidP="00E50914">
            <w:pPr>
              <w:pStyle w:val="TAL"/>
            </w:pPr>
            <w:r w:rsidRPr="00004A58">
              <w:t>MSC-Absent-User-Diagnostic-SM</w:t>
            </w:r>
          </w:p>
        </w:tc>
        <w:tc>
          <w:tcPr>
            <w:tcW w:w="567" w:type="dxa"/>
            <w:tcBorders>
              <w:bottom w:val="single" w:sz="6" w:space="0" w:color="auto"/>
            </w:tcBorders>
          </w:tcPr>
          <w:p w:rsidR="00DA25AD" w:rsidRPr="00004A58" w:rsidRDefault="00DA25AD" w:rsidP="00E50914">
            <w:pPr>
              <w:pStyle w:val="TAC"/>
              <w:rPr>
                <w:rFonts w:cs="Arial"/>
                <w:bCs/>
                <w:lang w:val="en-US"/>
              </w:rPr>
            </w:pPr>
            <w:r w:rsidRPr="00004A58">
              <w:rPr>
                <w:rFonts w:cs="Arial"/>
                <w:bCs/>
                <w:lang w:val="en-US"/>
              </w:rPr>
              <w:t>C</w:t>
            </w:r>
          </w:p>
        </w:tc>
        <w:tc>
          <w:tcPr>
            <w:tcW w:w="6175" w:type="dxa"/>
            <w:tcBorders>
              <w:bottom w:val="single" w:sz="6" w:space="0" w:color="auto"/>
            </w:tcBorders>
          </w:tcPr>
          <w:p w:rsidR="00DA25AD" w:rsidRPr="00004A58" w:rsidRDefault="00DA25AD" w:rsidP="00E50914">
            <w:pPr>
              <w:pStyle w:val="TAL"/>
            </w:pPr>
            <w:r w:rsidRPr="00004A58">
              <w:t>This information element</w:t>
            </w:r>
            <w:r w:rsidRPr="00004A58">
              <w:rPr>
                <w:rFonts w:hint="eastAsia"/>
                <w:lang w:eastAsia="zh-CN"/>
              </w:rPr>
              <w:t xml:space="preserve"> shall </w:t>
            </w:r>
            <w:r w:rsidRPr="00004A58">
              <w:rPr>
                <w:lang w:eastAsia="zh-CN"/>
              </w:rPr>
              <w:t>contain the reason of the absence of the user</w:t>
            </w:r>
            <w:r w:rsidRPr="00004A58">
              <w:t xml:space="preserve"> when given by the MSC and stored in the HSS</w:t>
            </w:r>
          </w:p>
        </w:tc>
      </w:tr>
      <w:tr w:rsidR="00DA25AD" w:rsidRPr="00004A58" w:rsidTr="00E50914">
        <w:trPr>
          <w:trHeight w:val="401"/>
          <w:jc w:val="center"/>
        </w:trPr>
        <w:tc>
          <w:tcPr>
            <w:tcW w:w="1356" w:type="dxa"/>
            <w:tcBorders>
              <w:bottom w:val="single" w:sz="6" w:space="0" w:color="auto"/>
            </w:tcBorders>
          </w:tcPr>
          <w:p w:rsidR="00DA25AD" w:rsidRPr="00004A58" w:rsidRDefault="00DA25AD" w:rsidP="00E50914">
            <w:pPr>
              <w:pStyle w:val="TAL"/>
            </w:pPr>
            <w:r w:rsidRPr="00004A58">
              <w:t>SGSN Absent User Diagnostic SM</w:t>
            </w:r>
          </w:p>
        </w:tc>
        <w:tc>
          <w:tcPr>
            <w:tcW w:w="1417" w:type="dxa"/>
            <w:tcBorders>
              <w:bottom w:val="single" w:sz="6" w:space="0" w:color="auto"/>
            </w:tcBorders>
          </w:tcPr>
          <w:p w:rsidR="00DA25AD" w:rsidRPr="00004A58" w:rsidRDefault="00DA25AD" w:rsidP="00E50914">
            <w:pPr>
              <w:pStyle w:val="TAL"/>
            </w:pPr>
            <w:r w:rsidRPr="00004A58">
              <w:t>SGSN-Absent-User-Diagnostic-SM</w:t>
            </w:r>
          </w:p>
        </w:tc>
        <w:tc>
          <w:tcPr>
            <w:tcW w:w="567" w:type="dxa"/>
            <w:tcBorders>
              <w:bottom w:val="single" w:sz="6" w:space="0" w:color="auto"/>
            </w:tcBorders>
          </w:tcPr>
          <w:p w:rsidR="00DA25AD" w:rsidRPr="00004A58" w:rsidRDefault="00DA25AD" w:rsidP="00E50914">
            <w:pPr>
              <w:pStyle w:val="TAC"/>
              <w:rPr>
                <w:rFonts w:cs="Arial"/>
                <w:bCs/>
                <w:lang w:val="en-US"/>
              </w:rPr>
            </w:pPr>
            <w:r w:rsidRPr="00004A58">
              <w:rPr>
                <w:rFonts w:cs="Arial"/>
                <w:bCs/>
                <w:lang w:val="en-US"/>
              </w:rPr>
              <w:t>C</w:t>
            </w:r>
          </w:p>
        </w:tc>
        <w:tc>
          <w:tcPr>
            <w:tcW w:w="6175" w:type="dxa"/>
            <w:tcBorders>
              <w:bottom w:val="single" w:sz="6" w:space="0" w:color="auto"/>
            </w:tcBorders>
          </w:tcPr>
          <w:p w:rsidR="00DA25AD" w:rsidRPr="00004A58" w:rsidRDefault="00DA25AD" w:rsidP="00E50914">
            <w:pPr>
              <w:pStyle w:val="TAL"/>
            </w:pPr>
            <w:r w:rsidRPr="00004A58">
              <w:t>This information element</w:t>
            </w:r>
            <w:r w:rsidRPr="00004A58">
              <w:rPr>
                <w:rFonts w:hint="eastAsia"/>
                <w:lang w:eastAsia="zh-CN"/>
              </w:rPr>
              <w:t xml:space="preserve"> shall </w:t>
            </w:r>
            <w:r w:rsidRPr="00004A58">
              <w:rPr>
                <w:lang w:eastAsia="zh-CN"/>
              </w:rPr>
              <w:t>contain the reason of the absence of the user</w:t>
            </w:r>
            <w:r w:rsidRPr="00004A58">
              <w:t xml:space="preserve"> when given by the SGSN and stored in the HSS</w:t>
            </w:r>
          </w:p>
        </w:tc>
      </w:tr>
      <w:tr w:rsidR="00DA25AD" w:rsidRPr="00004A58" w:rsidTr="00321E17">
        <w:trPr>
          <w:trHeight w:val="401"/>
          <w:jc w:val="center"/>
        </w:trPr>
        <w:tc>
          <w:tcPr>
            <w:tcW w:w="1356" w:type="dxa"/>
            <w:tcBorders>
              <w:top w:val="single" w:sz="6" w:space="0" w:color="auto"/>
              <w:left w:val="single" w:sz="12" w:space="0" w:color="auto"/>
              <w:bottom w:val="single" w:sz="6" w:space="0" w:color="auto"/>
              <w:right w:val="single" w:sz="6" w:space="0" w:color="auto"/>
            </w:tcBorders>
          </w:tcPr>
          <w:p w:rsidR="00DA25AD" w:rsidRPr="00004A58" w:rsidRDefault="00DA25AD" w:rsidP="00E50914">
            <w:pPr>
              <w:pStyle w:val="TAL"/>
              <w:rPr>
                <w:rFonts w:cs="Arial"/>
                <w:szCs w:val="22"/>
                <w:lang w:val="en-US"/>
              </w:rPr>
            </w:pPr>
            <w:r w:rsidRPr="00004A58">
              <w:rPr>
                <w:rFonts w:cs="Arial"/>
                <w:szCs w:val="22"/>
                <w:lang w:val="en-US"/>
              </w:rPr>
              <w:t>Supported Features</w:t>
            </w:r>
          </w:p>
        </w:tc>
        <w:tc>
          <w:tcPr>
            <w:tcW w:w="1417" w:type="dxa"/>
            <w:tcBorders>
              <w:top w:val="single" w:sz="6" w:space="0" w:color="auto"/>
              <w:left w:val="single" w:sz="6" w:space="0" w:color="auto"/>
              <w:bottom w:val="single" w:sz="6" w:space="0" w:color="auto"/>
              <w:right w:val="single" w:sz="6" w:space="0" w:color="auto"/>
            </w:tcBorders>
          </w:tcPr>
          <w:p w:rsidR="00DA25AD" w:rsidRPr="00004A58" w:rsidRDefault="00DA25AD" w:rsidP="00E50914">
            <w:pPr>
              <w:pStyle w:val="TAL"/>
            </w:pPr>
            <w:r w:rsidRPr="00004A58">
              <w:t>Supported-Features</w:t>
            </w:r>
          </w:p>
          <w:p w:rsidR="00DA25AD" w:rsidRPr="00004A58" w:rsidRDefault="00DA25AD" w:rsidP="00E50914">
            <w:pPr>
              <w:pStyle w:val="TAL"/>
            </w:pPr>
            <w:r w:rsidRPr="00004A58">
              <w:t xml:space="preserve"> (See 3GPP TS 29.229 [5])</w:t>
            </w:r>
          </w:p>
        </w:tc>
        <w:tc>
          <w:tcPr>
            <w:tcW w:w="567" w:type="dxa"/>
            <w:tcBorders>
              <w:top w:val="single" w:sz="6" w:space="0" w:color="auto"/>
              <w:left w:val="single" w:sz="6" w:space="0" w:color="auto"/>
              <w:bottom w:val="single" w:sz="6" w:space="0" w:color="auto"/>
              <w:right w:val="single" w:sz="6" w:space="0" w:color="auto"/>
            </w:tcBorders>
          </w:tcPr>
          <w:p w:rsidR="00DA25AD" w:rsidRPr="00004A58" w:rsidRDefault="00DA25AD" w:rsidP="00E50914">
            <w:pPr>
              <w:pStyle w:val="TAC"/>
            </w:pPr>
            <w:r w:rsidRPr="00004A58">
              <w:t>O</w:t>
            </w:r>
          </w:p>
        </w:tc>
        <w:tc>
          <w:tcPr>
            <w:tcW w:w="6175" w:type="dxa"/>
            <w:tcBorders>
              <w:top w:val="single" w:sz="6" w:space="0" w:color="auto"/>
              <w:left w:val="single" w:sz="6" w:space="0" w:color="auto"/>
              <w:bottom w:val="single" w:sz="6" w:space="0" w:color="auto"/>
              <w:right w:val="single" w:sz="12" w:space="0" w:color="auto"/>
            </w:tcBorders>
          </w:tcPr>
          <w:p w:rsidR="00DA25AD" w:rsidRPr="00004A58" w:rsidRDefault="00DA25AD" w:rsidP="00E50914">
            <w:pPr>
              <w:pStyle w:val="TAL"/>
            </w:pPr>
            <w:r w:rsidRPr="00004A58">
              <w:t>If present, this information element shall contain the list of features supported by the origin host.</w:t>
            </w:r>
          </w:p>
        </w:tc>
      </w:tr>
      <w:tr w:rsidR="00321E17" w:rsidRPr="00004A58" w:rsidTr="00321E17">
        <w:trPr>
          <w:trHeight w:val="401"/>
          <w:jc w:val="center"/>
        </w:trPr>
        <w:tc>
          <w:tcPr>
            <w:tcW w:w="1356" w:type="dxa"/>
            <w:tcBorders>
              <w:top w:val="single" w:sz="6" w:space="0" w:color="auto"/>
              <w:left w:val="single" w:sz="12" w:space="0" w:color="auto"/>
              <w:bottom w:val="single" w:sz="6" w:space="0" w:color="auto"/>
              <w:right w:val="single" w:sz="6" w:space="0" w:color="auto"/>
            </w:tcBorders>
          </w:tcPr>
          <w:p w:rsidR="00321E17" w:rsidRPr="00004A58" w:rsidRDefault="00321E17" w:rsidP="00321E17">
            <w:pPr>
              <w:pStyle w:val="TAL"/>
              <w:rPr>
                <w:rFonts w:cs="Arial"/>
                <w:szCs w:val="22"/>
                <w:lang w:val="en-US"/>
              </w:rPr>
            </w:pPr>
            <w:r w:rsidRPr="00004A58">
              <w:rPr>
                <w:rFonts w:cs="Arial"/>
                <w:szCs w:val="22"/>
                <w:lang w:val="en-US"/>
              </w:rPr>
              <w:t>SMSF 3GPP Address</w:t>
            </w:r>
          </w:p>
        </w:tc>
        <w:tc>
          <w:tcPr>
            <w:tcW w:w="1417" w:type="dxa"/>
            <w:tcBorders>
              <w:top w:val="single" w:sz="6" w:space="0" w:color="auto"/>
              <w:left w:val="single" w:sz="6" w:space="0" w:color="auto"/>
              <w:bottom w:val="single" w:sz="6" w:space="0" w:color="auto"/>
              <w:right w:val="single" w:sz="6" w:space="0" w:color="auto"/>
            </w:tcBorders>
          </w:tcPr>
          <w:p w:rsidR="00321E17" w:rsidRPr="00004A58" w:rsidRDefault="00321E17" w:rsidP="00321E17">
            <w:pPr>
              <w:pStyle w:val="TAL"/>
            </w:pPr>
            <w:r w:rsidRPr="00004A58">
              <w:t>SMSF-3GPP-Address</w:t>
            </w:r>
          </w:p>
        </w:tc>
        <w:tc>
          <w:tcPr>
            <w:tcW w:w="567" w:type="dxa"/>
            <w:tcBorders>
              <w:top w:val="single" w:sz="6" w:space="0" w:color="auto"/>
              <w:left w:val="single" w:sz="6" w:space="0" w:color="auto"/>
              <w:bottom w:val="single" w:sz="6" w:space="0" w:color="auto"/>
              <w:right w:val="single" w:sz="6" w:space="0" w:color="auto"/>
            </w:tcBorders>
          </w:tcPr>
          <w:p w:rsidR="00321E17" w:rsidRPr="00004A58" w:rsidRDefault="00321E17" w:rsidP="00321E17">
            <w:pPr>
              <w:pStyle w:val="TAC"/>
            </w:pPr>
            <w:r w:rsidRPr="00004A58">
              <w:t>C</w:t>
            </w:r>
          </w:p>
        </w:tc>
        <w:tc>
          <w:tcPr>
            <w:tcW w:w="6175" w:type="dxa"/>
            <w:tcBorders>
              <w:top w:val="single" w:sz="6" w:space="0" w:color="auto"/>
              <w:left w:val="single" w:sz="6" w:space="0" w:color="auto"/>
              <w:bottom w:val="single" w:sz="6" w:space="0" w:color="auto"/>
              <w:right w:val="single" w:sz="12" w:space="0" w:color="auto"/>
            </w:tcBorders>
          </w:tcPr>
          <w:p w:rsidR="00321E17" w:rsidRPr="00004A58" w:rsidRDefault="00321E17" w:rsidP="00321E17">
            <w:pPr>
              <w:pStyle w:val="TAL"/>
            </w:pPr>
            <w:r w:rsidRPr="00004A58">
              <w:t xml:space="preserve">If the "SM-Delivery Not Intended" Information Element was not present in the request, this information element shall contain the identity of the  registered SMSF for 3GPP access. </w:t>
            </w:r>
          </w:p>
          <w:p w:rsidR="00321E17" w:rsidRPr="00004A58" w:rsidRDefault="00321E17" w:rsidP="00321E17">
            <w:pPr>
              <w:pStyle w:val="TAL"/>
            </w:pPr>
            <w:r w:rsidRPr="00004A58">
              <w:t>If the "SM-Delivery Not Intended" Information Element was present in the request, this information element may be absent.</w:t>
            </w:r>
          </w:p>
          <w:p w:rsidR="00321E17" w:rsidRPr="00004A58" w:rsidRDefault="00321E17" w:rsidP="00321E17">
            <w:pPr>
              <w:pStyle w:val="TAL"/>
            </w:pPr>
            <w:r w:rsidRPr="00004A58">
              <w:t>See NOTE.</w:t>
            </w:r>
          </w:p>
        </w:tc>
      </w:tr>
      <w:tr w:rsidR="00321E17" w:rsidRPr="00004A58" w:rsidTr="00321E17">
        <w:trPr>
          <w:trHeight w:val="401"/>
          <w:jc w:val="center"/>
        </w:trPr>
        <w:tc>
          <w:tcPr>
            <w:tcW w:w="1356" w:type="dxa"/>
            <w:tcBorders>
              <w:top w:val="single" w:sz="6" w:space="0" w:color="auto"/>
              <w:left w:val="single" w:sz="12" w:space="0" w:color="auto"/>
              <w:bottom w:val="single" w:sz="6" w:space="0" w:color="auto"/>
              <w:right w:val="single" w:sz="6" w:space="0" w:color="auto"/>
            </w:tcBorders>
          </w:tcPr>
          <w:p w:rsidR="00321E17" w:rsidRPr="00004A58" w:rsidRDefault="00321E17" w:rsidP="00321E17">
            <w:pPr>
              <w:pStyle w:val="TAL"/>
              <w:rPr>
                <w:rFonts w:cs="Arial"/>
                <w:szCs w:val="22"/>
                <w:lang w:val="en-US"/>
              </w:rPr>
            </w:pPr>
            <w:r w:rsidRPr="00004A58">
              <w:rPr>
                <w:rFonts w:cs="Arial"/>
                <w:szCs w:val="22"/>
                <w:lang w:val="en-US"/>
              </w:rPr>
              <w:t>SMSF Non 3GPP Address</w:t>
            </w:r>
          </w:p>
        </w:tc>
        <w:tc>
          <w:tcPr>
            <w:tcW w:w="1417" w:type="dxa"/>
            <w:tcBorders>
              <w:top w:val="single" w:sz="6" w:space="0" w:color="auto"/>
              <w:left w:val="single" w:sz="6" w:space="0" w:color="auto"/>
              <w:bottom w:val="single" w:sz="6" w:space="0" w:color="auto"/>
              <w:right w:val="single" w:sz="6" w:space="0" w:color="auto"/>
            </w:tcBorders>
          </w:tcPr>
          <w:p w:rsidR="00321E17" w:rsidRPr="00004A58" w:rsidRDefault="00321E17" w:rsidP="00321E17">
            <w:pPr>
              <w:pStyle w:val="TAL"/>
            </w:pPr>
            <w:r w:rsidRPr="00004A58">
              <w:t>SMSF-Non-3GPP-Address</w:t>
            </w:r>
          </w:p>
        </w:tc>
        <w:tc>
          <w:tcPr>
            <w:tcW w:w="567" w:type="dxa"/>
            <w:tcBorders>
              <w:top w:val="single" w:sz="6" w:space="0" w:color="auto"/>
              <w:left w:val="single" w:sz="6" w:space="0" w:color="auto"/>
              <w:bottom w:val="single" w:sz="6" w:space="0" w:color="auto"/>
              <w:right w:val="single" w:sz="6" w:space="0" w:color="auto"/>
            </w:tcBorders>
          </w:tcPr>
          <w:p w:rsidR="00321E17" w:rsidRPr="00004A58" w:rsidRDefault="00321E17" w:rsidP="00321E17">
            <w:pPr>
              <w:pStyle w:val="TAC"/>
            </w:pPr>
            <w:r w:rsidRPr="00004A58">
              <w:t>C</w:t>
            </w:r>
          </w:p>
        </w:tc>
        <w:tc>
          <w:tcPr>
            <w:tcW w:w="6175" w:type="dxa"/>
            <w:tcBorders>
              <w:top w:val="single" w:sz="6" w:space="0" w:color="auto"/>
              <w:left w:val="single" w:sz="6" w:space="0" w:color="auto"/>
              <w:bottom w:val="single" w:sz="6" w:space="0" w:color="auto"/>
              <w:right w:val="single" w:sz="12" w:space="0" w:color="auto"/>
            </w:tcBorders>
          </w:tcPr>
          <w:p w:rsidR="00321E17" w:rsidRPr="00004A58" w:rsidRDefault="00321E17" w:rsidP="00321E17">
            <w:pPr>
              <w:pStyle w:val="TAL"/>
            </w:pPr>
            <w:r w:rsidRPr="00004A58">
              <w:t xml:space="preserve">If the "SM-Delivery Not Intended" Information Element was not present in the request, this information element shall contain the identity of the registered SMSF or Non-3GPP access. </w:t>
            </w:r>
          </w:p>
          <w:p w:rsidR="00321E17" w:rsidRPr="00004A58" w:rsidRDefault="00321E17" w:rsidP="00321E17">
            <w:pPr>
              <w:pStyle w:val="TAL"/>
            </w:pPr>
            <w:r w:rsidRPr="00004A58">
              <w:t>If the "SM-Delivery Not Intended" Information Element was present in the request, this information element may be absent.</w:t>
            </w:r>
          </w:p>
          <w:p w:rsidR="00321E17" w:rsidRPr="00004A58" w:rsidRDefault="00321E17" w:rsidP="00321E17">
            <w:pPr>
              <w:pStyle w:val="TAL"/>
            </w:pPr>
            <w:r w:rsidRPr="00004A58">
              <w:t>See NOTE.</w:t>
            </w:r>
          </w:p>
        </w:tc>
      </w:tr>
      <w:tr w:rsidR="00321E17" w:rsidRPr="00004A58" w:rsidTr="00321E17">
        <w:trPr>
          <w:trHeight w:val="401"/>
          <w:jc w:val="center"/>
        </w:trPr>
        <w:tc>
          <w:tcPr>
            <w:tcW w:w="1356" w:type="dxa"/>
            <w:tcBorders>
              <w:top w:val="single" w:sz="6" w:space="0" w:color="auto"/>
              <w:left w:val="single" w:sz="12" w:space="0" w:color="auto"/>
              <w:bottom w:val="single" w:sz="6" w:space="0" w:color="auto"/>
              <w:right w:val="single" w:sz="6" w:space="0" w:color="auto"/>
            </w:tcBorders>
          </w:tcPr>
          <w:p w:rsidR="00321E17" w:rsidRPr="00004A58" w:rsidRDefault="00321E17" w:rsidP="00321E17">
            <w:pPr>
              <w:pStyle w:val="TAL"/>
              <w:rPr>
                <w:rFonts w:cs="Arial"/>
                <w:szCs w:val="22"/>
                <w:lang w:val="en-US"/>
              </w:rPr>
            </w:pPr>
            <w:r w:rsidRPr="00004A58">
              <w:rPr>
                <w:rFonts w:cs="Arial"/>
                <w:szCs w:val="22"/>
                <w:lang w:val="en-US"/>
              </w:rPr>
              <w:t>SMSF 3GPP Absent User Diagnostic SM</w:t>
            </w:r>
          </w:p>
        </w:tc>
        <w:tc>
          <w:tcPr>
            <w:tcW w:w="1417" w:type="dxa"/>
            <w:tcBorders>
              <w:top w:val="single" w:sz="6" w:space="0" w:color="auto"/>
              <w:left w:val="single" w:sz="6" w:space="0" w:color="auto"/>
              <w:bottom w:val="single" w:sz="6" w:space="0" w:color="auto"/>
              <w:right w:val="single" w:sz="6" w:space="0" w:color="auto"/>
            </w:tcBorders>
          </w:tcPr>
          <w:p w:rsidR="00321E17" w:rsidRPr="00004A58" w:rsidRDefault="00321E17" w:rsidP="00321E17">
            <w:pPr>
              <w:pStyle w:val="TAL"/>
            </w:pPr>
            <w:r w:rsidRPr="00004A58">
              <w:t>SMSF-3GPP-Absent-User-Diagnostic-SM</w:t>
            </w:r>
          </w:p>
        </w:tc>
        <w:tc>
          <w:tcPr>
            <w:tcW w:w="567" w:type="dxa"/>
            <w:tcBorders>
              <w:top w:val="single" w:sz="6" w:space="0" w:color="auto"/>
              <w:left w:val="single" w:sz="6" w:space="0" w:color="auto"/>
              <w:bottom w:val="single" w:sz="6" w:space="0" w:color="auto"/>
              <w:right w:val="single" w:sz="6" w:space="0" w:color="auto"/>
            </w:tcBorders>
          </w:tcPr>
          <w:p w:rsidR="00321E17" w:rsidRPr="00004A58" w:rsidRDefault="00321E17" w:rsidP="00321E17">
            <w:pPr>
              <w:pStyle w:val="TAC"/>
            </w:pPr>
            <w:r w:rsidRPr="00004A58">
              <w:t>C</w:t>
            </w:r>
          </w:p>
        </w:tc>
        <w:tc>
          <w:tcPr>
            <w:tcW w:w="6175" w:type="dxa"/>
            <w:tcBorders>
              <w:top w:val="single" w:sz="6" w:space="0" w:color="auto"/>
              <w:left w:val="single" w:sz="6" w:space="0" w:color="auto"/>
              <w:bottom w:val="single" w:sz="6" w:space="0" w:color="auto"/>
              <w:right w:val="single" w:sz="12" w:space="0" w:color="auto"/>
            </w:tcBorders>
          </w:tcPr>
          <w:p w:rsidR="00321E17" w:rsidRPr="00004A58" w:rsidRDefault="00321E17" w:rsidP="00321E17">
            <w:pPr>
              <w:pStyle w:val="TAL"/>
            </w:pPr>
            <w:r w:rsidRPr="00004A58">
              <w:t>This information element</w:t>
            </w:r>
            <w:r w:rsidRPr="00004A58">
              <w:rPr>
                <w:rFonts w:hint="eastAsia"/>
              </w:rPr>
              <w:t xml:space="preserve"> shall </w:t>
            </w:r>
            <w:r w:rsidRPr="00004A58">
              <w:t>contain the reason of the absence of the user when given by the SMSF registered for 3GPP access.</w:t>
            </w:r>
          </w:p>
          <w:p w:rsidR="00321E17" w:rsidRPr="00004A58" w:rsidRDefault="00321E17" w:rsidP="00321E17">
            <w:pPr>
              <w:pStyle w:val="TAL"/>
            </w:pPr>
            <w:r w:rsidRPr="00004A58">
              <w:t>See NOTE</w:t>
            </w:r>
          </w:p>
        </w:tc>
      </w:tr>
      <w:tr w:rsidR="00321E17" w:rsidRPr="00004A58" w:rsidTr="00321E17">
        <w:trPr>
          <w:trHeight w:val="401"/>
          <w:jc w:val="center"/>
        </w:trPr>
        <w:tc>
          <w:tcPr>
            <w:tcW w:w="1356" w:type="dxa"/>
            <w:tcBorders>
              <w:top w:val="single" w:sz="6" w:space="0" w:color="auto"/>
              <w:left w:val="single" w:sz="12" w:space="0" w:color="auto"/>
              <w:bottom w:val="single" w:sz="6" w:space="0" w:color="auto"/>
              <w:right w:val="single" w:sz="6" w:space="0" w:color="auto"/>
            </w:tcBorders>
          </w:tcPr>
          <w:p w:rsidR="00321E17" w:rsidRPr="00004A58" w:rsidRDefault="00321E17" w:rsidP="00321E17">
            <w:pPr>
              <w:pStyle w:val="TAL"/>
              <w:rPr>
                <w:rFonts w:cs="Arial"/>
                <w:szCs w:val="22"/>
                <w:lang w:val="en-US"/>
              </w:rPr>
            </w:pPr>
            <w:r w:rsidRPr="00004A58">
              <w:rPr>
                <w:rFonts w:cs="Arial"/>
                <w:szCs w:val="22"/>
                <w:lang w:val="en-US"/>
              </w:rPr>
              <w:t>SMSF Non 3GPP Absent User Diagnostic SM</w:t>
            </w:r>
          </w:p>
        </w:tc>
        <w:tc>
          <w:tcPr>
            <w:tcW w:w="1417" w:type="dxa"/>
            <w:tcBorders>
              <w:top w:val="single" w:sz="6" w:space="0" w:color="auto"/>
              <w:left w:val="single" w:sz="6" w:space="0" w:color="auto"/>
              <w:bottom w:val="single" w:sz="6" w:space="0" w:color="auto"/>
              <w:right w:val="single" w:sz="6" w:space="0" w:color="auto"/>
            </w:tcBorders>
          </w:tcPr>
          <w:p w:rsidR="00321E17" w:rsidRPr="00004A58" w:rsidRDefault="00321E17" w:rsidP="00321E17">
            <w:pPr>
              <w:pStyle w:val="TAL"/>
            </w:pPr>
            <w:r w:rsidRPr="00004A58">
              <w:t>SMSF-Non-3GPP-Absent-User-Diagnostic-SM</w:t>
            </w:r>
          </w:p>
        </w:tc>
        <w:tc>
          <w:tcPr>
            <w:tcW w:w="567" w:type="dxa"/>
            <w:tcBorders>
              <w:top w:val="single" w:sz="6" w:space="0" w:color="auto"/>
              <w:left w:val="single" w:sz="6" w:space="0" w:color="auto"/>
              <w:bottom w:val="single" w:sz="6" w:space="0" w:color="auto"/>
              <w:right w:val="single" w:sz="6" w:space="0" w:color="auto"/>
            </w:tcBorders>
          </w:tcPr>
          <w:p w:rsidR="00321E17" w:rsidRPr="00004A58" w:rsidRDefault="00321E17" w:rsidP="00321E17">
            <w:pPr>
              <w:pStyle w:val="TAC"/>
            </w:pPr>
            <w:r w:rsidRPr="00004A58">
              <w:t>C</w:t>
            </w:r>
          </w:p>
        </w:tc>
        <w:tc>
          <w:tcPr>
            <w:tcW w:w="6175" w:type="dxa"/>
            <w:tcBorders>
              <w:top w:val="single" w:sz="6" w:space="0" w:color="auto"/>
              <w:left w:val="single" w:sz="6" w:space="0" w:color="auto"/>
              <w:bottom w:val="single" w:sz="6" w:space="0" w:color="auto"/>
              <w:right w:val="single" w:sz="12" w:space="0" w:color="auto"/>
            </w:tcBorders>
          </w:tcPr>
          <w:p w:rsidR="00321E17" w:rsidRPr="00004A58" w:rsidRDefault="00321E17" w:rsidP="00321E17">
            <w:pPr>
              <w:pStyle w:val="TAL"/>
            </w:pPr>
            <w:r w:rsidRPr="00004A58">
              <w:t>This information element</w:t>
            </w:r>
            <w:r w:rsidRPr="00004A58">
              <w:rPr>
                <w:rFonts w:hint="eastAsia"/>
              </w:rPr>
              <w:t xml:space="preserve"> shall </w:t>
            </w:r>
            <w:r w:rsidRPr="00004A58">
              <w:t>contain the reason of the absence of the user when given by the SMSF registered for Non-3GPP access.</w:t>
            </w:r>
          </w:p>
          <w:p w:rsidR="00321E17" w:rsidRPr="00004A58" w:rsidRDefault="00321E17" w:rsidP="00321E17">
            <w:pPr>
              <w:pStyle w:val="TAL"/>
            </w:pPr>
            <w:r w:rsidRPr="00004A58">
              <w:t>See NOTE</w:t>
            </w:r>
          </w:p>
        </w:tc>
      </w:tr>
      <w:tr w:rsidR="00321E17" w:rsidRPr="00004A58" w:rsidTr="00EE7FFC">
        <w:trPr>
          <w:trHeight w:val="401"/>
          <w:jc w:val="center"/>
        </w:trPr>
        <w:tc>
          <w:tcPr>
            <w:tcW w:w="9515" w:type="dxa"/>
            <w:gridSpan w:val="4"/>
            <w:tcBorders>
              <w:top w:val="single" w:sz="6" w:space="0" w:color="auto"/>
              <w:left w:val="single" w:sz="12" w:space="0" w:color="auto"/>
              <w:bottom w:val="single" w:sz="12" w:space="0" w:color="auto"/>
              <w:right w:val="single" w:sz="12" w:space="0" w:color="auto"/>
            </w:tcBorders>
          </w:tcPr>
          <w:p w:rsidR="00321E17" w:rsidRPr="00004A58" w:rsidRDefault="00004A58" w:rsidP="00321E17">
            <w:pPr>
              <w:pStyle w:val="TAN"/>
            </w:pPr>
            <w:r w:rsidRPr="00004A58">
              <w:t>NOTE:</w:t>
            </w:r>
            <w:r w:rsidRPr="00004A58">
              <w:tab/>
              <w:t>If the feature "SMSF-Support" is not supported by the SMS-GMSC, IP-SM-GW, or SMS Router, the AVPs SMSF-3GPP-Address, SMSF-Non-3GPP-Address, SMSF-3GPP-Absent-User-Diagnostic and SMSF-Non-3GPP-Absent-User-Diagnostic shall not be present. In this case the SMSF 3GPP Address and/or the SMSF Non 3GPP Address may be populated in the existing Serving-Node and Additional-Serving-Node AVPs as applicable.</w:t>
            </w:r>
          </w:p>
        </w:tc>
      </w:tr>
    </w:tbl>
    <w:p w:rsidR="00DA25AD" w:rsidRPr="00004A58" w:rsidRDefault="00DA25AD" w:rsidP="00DA25AD">
      <w:pPr>
        <w:rPr>
          <w:lang w:val="en-US"/>
        </w:rPr>
      </w:pPr>
    </w:p>
    <w:p w:rsidR="00DA25AD" w:rsidRPr="00004A58" w:rsidRDefault="00DA25AD" w:rsidP="00DA25AD">
      <w:pPr>
        <w:pStyle w:val="Heading4"/>
      </w:pPr>
      <w:bookmarkStart w:id="96" w:name="_Toc533204461"/>
      <w:bookmarkStart w:id="97" w:name="_Toc44882039"/>
      <w:bookmarkStart w:id="98" w:name="_Toc44882233"/>
      <w:bookmarkStart w:id="99" w:name="_Toc51864418"/>
      <w:r w:rsidRPr="00004A58">
        <w:t>5.2.1.2</w:t>
      </w:r>
      <w:r w:rsidRPr="00004A58">
        <w:tab/>
        <w:t>Detailed behaviour of the SMS-GMSC</w:t>
      </w:r>
      <w:bookmarkEnd w:id="96"/>
      <w:bookmarkEnd w:id="97"/>
      <w:bookmarkEnd w:id="98"/>
      <w:bookmarkEnd w:id="99"/>
    </w:p>
    <w:p w:rsidR="00321E17" w:rsidRPr="00004A58" w:rsidRDefault="00321E17" w:rsidP="00321E17">
      <w:r w:rsidRPr="00004A58">
        <w:t>The SMS-GMSC shall make use of this procedure to retrieve the routing information needed for routing the short message to the serving MSC or MME or SGSN or SMSF registered for 3GPP access or SMSF registered for non-3GPP access  for enforcing routing of the SM delivery via the SMS Router of HPLMN.</w:t>
      </w:r>
    </w:p>
    <w:p w:rsidR="00DA25AD" w:rsidRPr="00004A58" w:rsidRDefault="00DA25AD" w:rsidP="00DA25AD">
      <w:r w:rsidRPr="00004A58">
        <w:t xml:space="preserve">It shall populate the information elements in the Send Routing Info for SM request according to the table 5.2.1.1-1. </w:t>
      </w:r>
    </w:p>
    <w:p w:rsidR="00DA25AD" w:rsidRPr="00004A58" w:rsidRDefault="00DA25AD" w:rsidP="00DA25AD">
      <w:r w:rsidRPr="00004A58">
        <w:t>When the Send Routing Info for SM Request is sent by the SMS-GMSC to the HSS in a retry context of SMS for IMS UE to IMS UE without MSISDN (see 3GPP TS 23.204 [17]), IMSI may not be available. In this case the IMSI information element shall be populated with the HSS-ID value.</w:t>
      </w:r>
    </w:p>
    <w:p w:rsidR="00DA25AD" w:rsidRPr="00004A58" w:rsidRDefault="00DA25AD" w:rsidP="00DA25AD">
      <w:r w:rsidRPr="00004A58">
        <w:lastRenderedPageBreak/>
        <w:t>When receiving the Send Routing Info for-SM Answer, the SMS-GMSC or the SMS Router shall use the received Diameter address if the SMS-GMSC or the SMS Router transfers the terminating short message over the SGd or the Gdd interface.</w:t>
      </w:r>
    </w:p>
    <w:p w:rsidR="00DA25AD" w:rsidRPr="00004A58" w:rsidRDefault="00DA25AD" w:rsidP="00DA25AD">
      <w:pPr>
        <w:pStyle w:val="Heading4"/>
      </w:pPr>
      <w:bookmarkStart w:id="100" w:name="_Toc533204462"/>
      <w:bookmarkStart w:id="101" w:name="_Toc44882040"/>
      <w:bookmarkStart w:id="102" w:name="_Toc44882234"/>
      <w:bookmarkStart w:id="103" w:name="_Toc51864419"/>
      <w:r w:rsidRPr="00004A58">
        <w:t>5.2.1.3</w:t>
      </w:r>
      <w:r w:rsidRPr="00004A58">
        <w:tab/>
        <w:t>Detailed behaviour of the HSS</w:t>
      </w:r>
      <w:bookmarkEnd w:id="100"/>
      <w:bookmarkEnd w:id="101"/>
      <w:bookmarkEnd w:id="102"/>
      <w:bookmarkEnd w:id="103"/>
    </w:p>
    <w:p w:rsidR="00DA25AD" w:rsidRPr="00004A58" w:rsidRDefault="00DA25AD" w:rsidP="00DA25AD">
      <w:r w:rsidRPr="00004A58">
        <w:t xml:space="preserve">This </w:t>
      </w:r>
      <w:r w:rsidR="005252A2" w:rsidRPr="00004A58">
        <w:t>clause</w:t>
      </w:r>
      <w:r w:rsidRPr="00004A58">
        <w:t xml:space="preserve"> describes the HSS behaviour when the HSS receives a Send Routing Info for SM request which is not forwarded to an SMS Router or an IP-SM-GW.</w:t>
      </w:r>
    </w:p>
    <w:p w:rsidR="00DA25AD" w:rsidRPr="00004A58" w:rsidRDefault="00DA25AD" w:rsidP="00DA25AD">
      <w:r w:rsidRPr="00004A58">
        <w:t>The HSS shall check if the user identified by the MSISDN is known; otherwise, the HSS shall return an Experimental-Result-Code set to DIAMETER_ERROR_USER_UNKNOWN.</w:t>
      </w:r>
    </w:p>
    <w:p w:rsidR="00DA25AD" w:rsidRPr="00004A58" w:rsidRDefault="00DA25AD" w:rsidP="00DA25AD">
      <w:r w:rsidRPr="00004A58">
        <w:t>The HSS shall check if a MT SMS Teleservice subscription exists; otherwise, the HSS shall return an Experimental-Result-Code set to DIAMETER_ERROR_SERVICE_NOT_SUBSCRIBED.</w:t>
      </w:r>
    </w:p>
    <w:p w:rsidR="00DA25AD" w:rsidRPr="00004A58" w:rsidRDefault="00DA25AD" w:rsidP="00DA25AD">
      <w:r w:rsidRPr="00004A58">
        <w:t>The HSS shall check if the user is not barred for receiving MT short messages; otherwise, the HSS shall return an Experimental-Result-Code set to DIAMETER_ SERVICE _ERROR_BARRED.</w:t>
      </w:r>
    </w:p>
    <w:p w:rsidR="00DA25AD" w:rsidRPr="00004A58" w:rsidRDefault="00DA25AD" w:rsidP="00DA25AD">
      <w:r w:rsidRPr="00004A58">
        <w:t xml:space="preserve">The HSS shall check if one or more serving nodes are registered for MT SMS; otherwise, the HSS shall return an Experimental-Result-Code set to DIAMETER_ERROR_ABSENT_USER. If there is no serving node being registered for MT SMS and </w:t>
      </w:r>
      <w:r w:rsidRPr="00004A58">
        <w:rPr>
          <w:lang w:eastAsia="zh-CN"/>
        </w:rPr>
        <w:t xml:space="preserve">the </w:t>
      </w:r>
      <w:r w:rsidRPr="00004A58">
        <w:rPr>
          <w:rFonts w:hint="eastAsia"/>
          <w:lang w:eastAsia="zh-CN"/>
        </w:rPr>
        <w:t>Single-Attempt-Delivery flag in SRR-Flags</w:t>
      </w:r>
      <w:r w:rsidRPr="00004A58">
        <w:rPr>
          <w:lang w:eastAsia="zh-CN"/>
        </w:rPr>
        <w:t xml:space="preserve"> AVP is </w:t>
      </w:r>
      <w:r w:rsidRPr="00004A58">
        <w:rPr>
          <w:rFonts w:hint="eastAsia"/>
          <w:lang w:eastAsia="zh-CN"/>
        </w:rPr>
        <w:t>set</w:t>
      </w:r>
      <w:r w:rsidRPr="00004A58">
        <w:rPr>
          <w:lang w:eastAsia="zh-CN"/>
        </w:rPr>
        <w:t xml:space="preserve">, the HSS shall </w:t>
      </w:r>
      <w:r w:rsidRPr="00004A58">
        <w:rPr>
          <w:rFonts w:hint="eastAsia"/>
          <w:lang w:eastAsia="zh-CN"/>
        </w:rPr>
        <w:t xml:space="preserve">not </w:t>
      </w:r>
      <w:r w:rsidRPr="00004A58">
        <w:rPr>
          <w:lang w:eastAsia="zh-CN"/>
        </w:rPr>
        <w:t>add the SC address into the MWD list.</w:t>
      </w:r>
    </w:p>
    <w:p w:rsidR="00DA25AD" w:rsidRPr="00004A58" w:rsidRDefault="00DA25AD" w:rsidP="00DA25AD">
      <w:r w:rsidRPr="00004A58">
        <w:t>The HSS shall then return a Send Routing Info for SM answer with a Result-Code set to DIAMETER_SUCCESSFUL that shall contain the addresses of the serving nodes that are registered for MT SMS according the following rules:</w:t>
      </w:r>
    </w:p>
    <w:p w:rsidR="00321E17" w:rsidRPr="00004A58" w:rsidRDefault="00321E17" w:rsidP="00321E17">
      <w:pPr>
        <w:pStyle w:val="B1"/>
      </w:pPr>
      <w:r w:rsidRPr="00004A58">
        <w:t>-</w:t>
      </w:r>
      <w:r w:rsidRPr="00004A58">
        <w:tab/>
        <w:t>if the GPRS indicator is not set, only one serving node address shall be returned according to the SM transfer option where MME is considered as a MSC. The address of the MME, if returned, shall comprise the MME Diameter address and the MME Number for MT SMS. The address of the SMSF, if returned, shall comprise the SMSF Diameter address and the SMSF Number.</w:t>
      </w:r>
    </w:p>
    <w:p w:rsidR="00321E17" w:rsidRPr="00004A58" w:rsidRDefault="00321E17" w:rsidP="00321E17">
      <w:pPr>
        <w:pStyle w:val="B1"/>
      </w:pPr>
      <w:r w:rsidRPr="00004A58">
        <w:t>-</w:t>
      </w:r>
      <w:r w:rsidRPr="00004A58">
        <w:tab/>
        <w:t>if the GPRS indicator is set, two serving node addresses may be returned of which</w:t>
      </w:r>
    </w:p>
    <w:p w:rsidR="00321E17" w:rsidRPr="00004A58" w:rsidRDefault="00321E17" w:rsidP="00321E17">
      <w:pPr>
        <w:pStyle w:val="B2"/>
      </w:pPr>
      <w:r w:rsidRPr="00004A58">
        <w:t>-</w:t>
      </w:r>
      <w:r w:rsidRPr="00004A58">
        <w:tab/>
        <w:t>the Diameter address of the SGSN if available and the SGSN number,</w:t>
      </w:r>
    </w:p>
    <w:p w:rsidR="00321E17" w:rsidRPr="00004A58" w:rsidRDefault="00321E17" w:rsidP="00321E17">
      <w:pPr>
        <w:pStyle w:val="B1"/>
        <w:ind w:left="851"/>
      </w:pPr>
      <w:r w:rsidRPr="00004A58">
        <w:t xml:space="preserve"> -</w:t>
      </w:r>
      <w:r w:rsidRPr="00004A58">
        <w:tab/>
        <w:t>either the number of the MSC or the Diameter address and the number of the MME for MT SMS.</w:t>
      </w:r>
    </w:p>
    <w:p w:rsidR="00321E17" w:rsidRPr="00004A58" w:rsidRDefault="00321E17" w:rsidP="00321E17">
      <w:pPr>
        <w:pStyle w:val="B1"/>
      </w:pPr>
      <w:r w:rsidRPr="00004A58">
        <w:t>-</w:t>
      </w:r>
      <w:r w:rsidRPr="00004A58">
        <w:tab/>
        <w:t>when two serving g nodes addresses are returned, the HSS selects which serving node it will populate in the Serving Node information element and in the Additional Serving Node information elements.</w:t>
      </w:r>
    </w:p>
    <w:p w:rsidR="00321E17" w:rsidRPr="00004A58" w:rsidRDefault="00321E17" w:rsidP="00321E17">
      <w:pPr>
        <w:pStyle w:val="B1"/>
      </w:pPr>
      <w:r w:rsidRPr="00004A58">
        <w:t>-</w:t>
      </w:r>
      <w:r w:rsidRPr="00004A58">
        <w:tab/>
        <w:t>if the feature SMSF-Support is commonly supported, the HSS includes addresses of the registered SMSFs (if any) in the response, regardless of the GPRS indicator.</w:t>
      </w:r>
    </w:p>
    <w:p w:rsidR="00DA25AD" w:rsidRPr="00004A58" w:rsidRDefault="00DA25AD" w:rsidP="00DA25AD">
      <w:pPr>
        <w:pStyle w:val="NO"/>
      </w:pPr>
      <w:r w:rsidRPr="00004A58">
        <w:t>NOTE:</w:t>
      </w:r>
      <w:r w:rsidRPr="00004A58">
        <w:tab/>
        <w:t>MSC and MME cannot be both registered as serving nodes for MT SMS at a given time (cf 3GPP TS 23.272 [2])</w:t>
      </w:r>
    </w:p>
    <w:p w:rsidR="00DA25AD" w:rsidRPr="00004A58" w:rsidRDefault="00DA25AD" w:rsidP="00DA25AD">
      <w:r w:rsidRPr="00004A58">
        <w:t>If the stored MSISDN number is not the same as the one received in the Send Routing Info for SM request service, the stored MSISDN number shall be included in the message.</w:t>
      </w:r>
    </w:p>
    <w:p w:rsidR="00DA25AD" w:rsidRPr="00004A58" w:rsidRDefault="00DA25AD" w:rsidP="00DA25AD">
      <w:r w:rsidRPr="00004A58">
        <w:t>In the context of MSISDN-less SMS delivery in IMS (see 3GPP TS 23.204 [17]), if the HSS receives an SMSMI correlation ID, the HSS shall return the IP-SM-GW number and shall not forward the request to an IP-SM-GW.</w:t>
      </w:r>
    </w:p>
    <w:p w:rsidR="00DA25AD" w:rsidRPr="00004A58" w:rsidRDefault="00DA25AD" w:rsidP="00DA25AD">
      <w:pPr>
        <w:pStyle w:val="Heading4"/>
      </w:pPr>
      <w:bookmarkStart w:id="104" w:name="_Toc533204463"/>
      <w:bookmarkStart w:id="105" w:name="_Toc44882041"/>
      <w:bookmarkStart w:id="106" w:name="_Toc44882235"/>
      <w:bookmarkStart w:id="107" w:name="_Toc51864420"/>
      <w:r w:rsidRPr="00004A58">
        <w:t>5.2.1.4</w:t>
      </w:r>
      <w:r w:rsidRPr="00004A58">
        <w:tab/>
        <w:t>Detailed behaviour of the SMS Router</w:t>
      </w:r>
      <w:bookmarkEnd w:id="104"/>
      <w:bookmarkEnd w:id="105"/>
      <w:bookmarkEnd w:id="106"/>
      <w:bookmarkEnd w:id="107"/>
    </w:p>
    <w:p w:rsidR="00DA25AD" w:rsidRPr="00004A58" w:rsidRDefault="00DA25AD" w:rsidP="00DA25AD">
      <w:r w:rsidRPr="00004A58">
        <w:t>When receiving a Send Routing Info for SM request, the SMS Router shall:</w:t>
      </w:r>
    </w:p>
    <w:p w:rsidR="00321E17" w:rsidRPr="00004A58" w:rsidRDefault="00321E17" w:rsidP="00321E17">
      <w:pPr>
        <w:pStyle w:val="B1"/>
      </w:pPr>
      <w:r w:rsidRPr="00004A58">
        <w:t>-</w:t>
      </w:r>
      <w:r w:rsidRPr="00004A58">
        <w:tab/>
        <w:t>send a Send Routing Info for SM request to the HSS to retrieve the routing information needed for routing the short message to the serving MSC or MME or SGSN or SMSF;</w:t>
      </w:r>
    </w:p>
    <w:p w:rsidR="00DA25AD" w:rsidRPr="00004A58" w:rsidRDefault="00DA25AD" w:rsidP="00DA25AD">
      <w:pPr>
        <w:pStyle w:val="B1"/>
      </w:pPr>
      <w:r w:rsidRPr="00004A58">
        <w:t>-</w:t>
      </w:r>
      <w:r w:rsidRPr="00004A58">
        <w:tab/>
        <w:t>if the Send Routing Info for SM answer received from HSS is successful, the SMS Router shall send a Send Routing Info for SM answer to the SMS-GMSC where</w:t>
      </w:r>
    </w:p>
    <w:p w:rsidR="00DA25AD" w:rsidRPr="00004A58" w:rsidRDefault="00DA25AD" w:rsidP="00DA25AD">
      <w:pPr>
        <w:pStyle w:val="B1"/>
        <w:ind w:left="851"/>
      </w:pPr>
      <w:r w:rsidRPr="00004A58">
        <w:t>-</w:t>
      </w:r>
      <w:r w:rsidRPr="00004A58">
        <w:tab/>
        <w:t>the SMS router shall populate the same Serving Node and Additional Serving Node fields (i.e AVPs) as the ones it received in the Send Routing Info for SM answer from HSS, but with its own SMS Router number and its own SMS Router Diameter address;</w:t>
      </w:r>
    </w:p>
    <w:p w:rsidR="00DA25AD" w:rsidRPr="00004A58" w:rsidRDefault="00DA25AD" w:rsidP="00DA25AD">
      <w:pPr>
        <w:pStyle w:val="B1"/>
      </w:pPr>
      <w:r w:rsidRPr="00004A58">
        <w:lastRenderedPageBreak/>
        <w:t>-</w:t>
      </w:r>
      <w:r w:rsidRPr="00004A58">
        <w:tab/>
        <w:t>if the Send Routing Info for SM answer received from HSS is not successful, the SMS Router shall send a Send Routing Info for SM answer to the SMS-GMSC with the same Diameter error result code.</w:t>
      </w:r>
    </w:p>
    <w:p w:rsidR="00DA25AD" w:rsidRPr="00004A58" w:rsidRDefault="00DA25AD" w:rsidP="00DA25AD">
      <w:r w:rsidRPr="00004A58">
        <w:t>If the SMS Router receives some of the following information elements, User Identifier Alert, MWD Status, MSC Absent User Diagnostic SM, MME Absent User Diagnostic SM, SGSN Absent User Diagnostic SM, it shall transfer them in the Send-Routing Info for SM answer to the SMS-GMSC.</w:t>
      </w:r>
    </w:p>
    <w:p w:rsidR="00DA25AD" w:rsidRPr="00004A58" w:rsidRDefault="00DA25AD" w:rsidP="00DA25AD">
      <w:pPr>
        <w:pStyle w:val="Heading3"/>
      </w:pPr>
      <w:bookmarkStart w:id="108" w:name="_Toc533204464"/>
      <w:bookmarkStart w:id="109" w:name="_Toc44882042"/>
      <w:bookmarkStart w:id="110" w:name="_Toc44882236"/>
      <w:bookmarkStart w:id="111" w:name="_Toc51864421"/>
      <w:r w:rsidRPr="00004A58">
        <w:t>5.2.2</w:t>
      </w:r>
      <w:r w:rsidRPr="00004A58">
        <w:tab/>
        <w:t>Alert Service Centre procedure</w:t>
      </w:r>
      <w:bookmarkEnd w:id="108"/>
      <w:bookmarkEnd w:id="109"/>
      <w:bookmarkEnd w:id="110"/>
      <w:bookmarkEnd w:id="111"/>
    </w:p>
    <w:p w:rsidR="00DA25AD" w:rsidRPr="00004A58" w:rsidRDefault="00DA25AD" w:rsidP="00DA25AD">
      <w:pPr>
        <w:pStyle w:val="Heading4"/>
      </w:pPr>
      <w:bookmarkStart w:id="112" w:name="_Toc533204465"/>
      <w:bookmarkStart w:id="113" w:name="_Toc44882043"/>
      <w:bookmarkStart w:id="114" w:name="_Toc44882237"/>
      <w:bookmarkStart w:id="115" w:name="_Toc51864422"/>
      <w:r w:rsidRPr="00004A58">
        <w:t>5.2.2.1</w:t>
      </w:r>
      <w:r w:rsidRPr="00004A58">
        <w:tab/>
        <w:t>General</w:t>
      </w:r>
      <w:bookmarkEnd w:id="112"/>
      <w:bookmarkEnd w:id="113"/>
      <w:bookmarkEnd w:id="114"/>
      <w:bookmarkEnd w:id="115"/>
    </w:p>
    <w:p w:rsidR="00DA25AD" w:rsidRPr="00004A58" w:rsidRDefault="00DA25AD" w:rsidP="00DA25AD">
      <w:r w:rsidRPr="00004A58">
        <w:t>This procedure shall be used between the HSS and the SMS-IWMSC to indicate that the MS is now recognized by the PLMN to have recovered its operation to allow for an MT SMS delivery. This procedure is used according to the call flows described in 3GPP TS 23.040 [2] clause 10.</w:t>
      </w:r>
    </w:p>
    <w:p w:rsidR="00DA25AD" w:rsidRPr="00004A58" w:rsidRDefault="00DA25AD" w:rsidP="00DA25AD">
      <w:r w:rsidRPr="00004A58">
        <w:t>Table 5.2.2.1-1 specifies the involved information elements for the request.</w:t>
      </w:r>
    </w:p>
    <w:p w:rsidR="00DA25AD" w:rsidRPr="00004A58" w:rsidRDefault="00DA25AD" w:rsidP="00DA25AD">
      <w:r w:rsidRPr="00004A58">
        <w:t>Table 5.2.2.1-2 specifies the involved information elements for the answer.</w:t>
      </w:r>
    </w:p>
    <w:p w:rsidR="00DA25AD" w:rsidRPr="00004A58" w:rsidRDefault="00DA25AD" w:rsidP="00DA25AD">
      <w:r w:rsidRPr="00004A58">
        <w:t>This procedure is mapped to the commands Alert-Service-Centre-Request/Answer (ALR/ALA)</w:t>
      </w:r>
      <w:r w:rsidRPr="00004A58" w:rsidDel="009E2899">
        <w:t xml:space="preserve"> </w:t>
      </w:r>
      <w:r w:rsidRPr="00004A58">
        <w:t xml:space="preserve">in the Diameter application specified in </w:t>
      </w:r>
      <w:r w:rsidR="005252A2" w:rsidRPr="00004A58">
        <w:t>clause</w:t>
      </w:r>
      <w:r w:rsidRPr="00004A58">
        <w:t xml:space="preserve"> 5.3.2.</w:t>
      </w:r>
    </w:p>
    <w:p w:rsidR="00DA25AD" w:rsidRPr="00004A58" w:rsidRDefault="00DA25AD" w:rsidP="00DA25AD">
      <w:pPr>
        <w:pStyle w:val="TH"/>
      </w:pPr>
      <w:r w:rsidRPr="00004A58">
        <w:t>Table 5.2.2.1-1: Alert Service Centre Request</w:t>
      </w:r>
    </w:p>
    <w:tbl>
      <w:tblPr>
        <w:tblW w:w="952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360"/>
        <w:gridCol w:w="1417"/>
        <w:gridCol w:w="567"/>
        <w:gridCol w:w="6179"/>
      </w:tblGrid>
      <w:tr w:rsidR="00DA25AD" w:rsidRPr="00004A58" w:rsidTr="00E50914">
        <w:trPr>
          <w:jc w:val="center"/>
        </w:trPr>
        <w:tc>
          <w:tcPr>
            <w:tcW w:w="1360" w:type="dxa"/>
          </w:tcPr>
          <w:p w:rsidR="00DA25AD" w:rsidRPr="00004A58" w:rsidRDefault="00DA25AD" w:rsidP="00E50914">
            <w:pPr>
              <w:pStyle w:val="TAH"/>
            </w:pPr>
            <w:r w:rsidRPr="00004A58">
              <w:t>Information element name</w:t>
            </w:r>
          </w:p>
        </w:tc>
        <w:tc>
          <w:tcPr>
            <w:tcW w:w="1417" w:type="dxa"/>
          </w:tcPr>
          <w:p w:rsidR="00DA25AD" w:rsidRPr="00004A58" w:rsidRDefault="00DA25AD" w:rsidP="00E50914">
            <w:pPr>
              <w:pStyle w:val="TAH"/>
            </w:pPr>
            <w:r w:rsidRPr="00004A58">
              <w:t>Mapping to Diameter AVP</w:t>
            </w:r>
          </w:p>
        </w:tc>
        <w:tc>
          <w:tcPr>
            <w:tcW w:w="567" w:type="dxa"/>
          </w:tcPr>
          <w:p w:rsidR="00DA25AD" w:rsidRPr="00004A58" w:rsidRDefault="00DA25AD" w:rsidP="00E50914">
            <w:pPr>
              <w:pStyle w:val="TAH"/>
            </w:pPr>
            <w:r w:rsidRPr="00004A58">
              <w:t>Cat.</w:t>
            </w:r>
          </w:p>
        </w:tc>
        <w:tc>
          <w:tcPr>
            <w:tcW w:w="6179" w:type="dxa"/>
          </w:tcPr>
          <w:p w:rsidR="00DA25AD" w:rsidRPr="00004A58" w:rsidRDefault="00DA25AD" w:rsidP="00E50914">
            <w:pPr>
              <w:pStyle w:val="TAH"/>
            </w:pPr>
            <w:r w:rsidRPr="00004A58">
              <w:t>Description</w:t>
            </w:r>
          </w:p>
        </w:tc>
      </w:tr>
      <w:tr w:rsidR="00DA25AD" w:rsidRPr="00004A58" w:rsidTr="00E50914">
        <w:trPr>
          <w:trHeight w:val="401"/>
          <w:jc w:val="center"/>
        </w:trPr>
        <w:tc>
          <w:tcPr>
            <w:tcW w:w="1360" w:type="dxa"/>
          </w:tcPr>
          <w:p w:rsidR="00DA25AD" w:rsidRPr="00004A58" w:rsidDel="00BE4FDE" w:rsidRDefault="00DA25AD" w:rsidP="00E50914">
            <w:pPr>
              <w:pStyle w:val="TAL"/>
              <w:rPr>
                <w:lang w:val="en-US"/>
              </w:rPr>
            </w:pPr>
            <w:r w:rsidRPr="00004A58">
              <w:t>Service Centre Address</w:t>
            </w:r>
            <w:r w:rsidRPr="00004A58" w:rsidDel="00BE4FDE">
              <w:rPr>
                <w:lang w:val="en-US"/>
              </w:rPr>
              <w:t xml:space="preserve"> </w:t>
            </w:r>
          </w:p>
        </w:tc>
        <w:tc>
          <w:tcPr>
            <w:tcW w:w="1417" w:type="dxa"/>
          </w:tcPr>
          <w:p w:rsidR="00DA25AD" w:rsidRPr="00004A58" w:rsidRDefault="00DA25AD" w:rsidP="00E50914">
            <w:pPr>
              <w:pStyle w:val="TAL"/>
            </w:pPr>
            <w:r w:rsidRPr="00004A58">
              <w:t>SC-Address</w:t>
            </w:r>
          </w:p>
        </w:tc>
        <w:tc>
          <w:tcPr>
            <w:tcW w:w="567" w:type="dxa"/>
          </w:tcPr>
          <w:p w:rsidR="00DA25AD" w:rsidRPr="00004A58" w:rsidDel="00BE4FDE" w:rsidRDefault="00DA25AD" w:rsidP="00E50914">
            <w:pPr>
              <w:pStyle w:val="TAC"/>
              <w:rPr>
                <w:lang w:val="en-AU"/>
              </w:rPr>
            </w:pPr>
            <w:r w:rsidRPr="00004A58">
              <w:t>M</w:t>
            </w:r>
          </w:p>
        </w:tc>
        <w:tc>
          <w:tcPr>
            <w:tcW w:w="6179" w:type="dxa"/>
          </w:tcPr>
          <w:p w:rsidR="00DA25AD" w:rsidRPr="00004A58" w:rsidDel="00BE4FDE" w:rsidRDefault="00DA25AD" w:rsidP="00E50914">
            <w:pPr>
              <w:pStyle w:val="TAL"/>
            </w:pPr>
            <w:r w:rsidRPr="00004A58">
              <w:t>This information element shall contain the Service Centre address received from the mobile station.</w:t>
            </w:r>
          </w:p>
        </w:tc>
      </w:tr>
      <w:tr w:rsidR="00DA25AD" w:rsidRPr="00004A58" w:rsidTr="00E50914">
        <w:trPr>
          <w:trHeight w:val="401"/>
          <w:jc w:val="center"/>
        </w:trPr>
        <w:tc>
          <w:tcPr>
            <w:tcW w:w="1360" w:type="dxa"/>
          </w:tcPr>
          <w:p w:rsidR="00DA25AD" w:rsidRPr="00004A58" w:rsidRDefault="00DA25AD" w:rsidP="00E50914">
            <w:pPr>
              <w:pStyle w:val="TAL"/>
            </w:pPr>
            <w:r w:rsidRPr="00004A58">
              <w:t>User Identifier Alert</w:t>
            </w:r>
          </w:p>
          <w:p w:rsidR="00DA25AD" w:rsidRPr="00004A58" w:rsidRDefault="00DA25AD" w:rsidP="00E50914">
            <w:pPr>
              <w:pStyle w:val="TAL"/>
            </w:pPr>
          </w:p>
        </w:tc>
        <w:tc>
          <w:tcPr>
            <w:tcW w:w="1417" w:type="dxa"/>
          </w:tcPr>
          <w:p w:rsidR="00DA25AD" w:rsidRPr="00004A58" w:rsidRDefault="00DA25AD" w:rsidP="00E50914">
            <w:pPr>
              <w:pStyle w:val="TAL"/>
              <w:rPr>
                <w:lang w:val="en-US"/>
              </w:rPr>
            </w:pPr>
            <w:r w:rsidRPr="00004A58">
              <w:rPr>
                <w:lang w:val="en-US"/>
              </w:rPr>
              <w:t>User-Identifier</w:t>
            </w:r>
          </w:p>
        </w:tc>
        <w:tc>
          <w:tcPr>
            <w:tcW w:w="567" w:type="dxa"/>
          </w:tcPr>
          <w:p w:rsidR="00DA25AD" w:rsidRPr="00004A58" w:rsidRDefault="00DA25AD" w:rsidP="00E50914">
            <w:pPr>
              <w:pStyle w:val="TAC"/>
              <w:rPr>
                <w:bCs/>
              </w:rPr>
            </w:pPr>
            <w:r w:rsidRPr="00004A58">
              <w:rPr>
                <w:rFonts w:cs="Arial"/>
                <w:bCs/>
                <w:lang w:val="en-US"/>
              </w:rPr>
              <w:t>M</w:t>
            </w:r>
          </w:p>
        </w:tc>
        <w:tc>
          <w:tcPr>
            <w:tcW w:w="6179" w:type="dxa"/>
          </w:tcPr>
          <w:p w:rsidR="00DA25AD" w:rsidRPr="00004A58" w:rsidRDefault="00DA25AD" w:rsidP="00E50914">
            <w:pPr>
              <w:pStyle w:val="TAL"/>
              <w:rPr>
                <w:lang w:eastAsia="zh-CN"/>
              </w:rPr>
            </w:pPr>
            <w:r w:rsidRPr="00004A58">
              <w:t>This information element</w:t>
            </w:r>
            <w:r w:rsidRPr="00004A58">
              <w:rPr>
                <w:rFonts w:hint="eastAsia"/>
                <w:lang w:eastAsia="zh-CN"/>
              </w:rPr>
              <w:t xml:space="preserve"> shall </w:t>
            </w:r>
            <w:r w:rsidRPr="00004A58">
              <w:rPr>
                <w:lang w:eastAsia="zh-CN"/>
              </w:rPr>
              <w:t>contain:</w:t>
            </w:r>
          </w:p>
          <w:p w:rsidR="00DA25AD" w:rsidRPr="00004A58" w:rsidRDefault="00DA25AD" w:rsidP="00DA25AD">
            <w:pPr>
              <w:pStyle w:val="TAL"/>
              <w:numPr>
                <w:ilvl w:val="0"/>
                <w:numId w:val="16"/>
              </w:numPr>
            </w:pPr>
            <w:r w:rsidRPr="00004A58">
              <w:t>either the Alert MSISDN when it exists;</w:t>
            </w:r>
          </w:p>
          <w:p w:rsidR="00DA25AD" w:rsidRPr="00004A58" w:rsidRDefault="00DA25AD" w:rsidP="00DA25AD">
            <w:pPr>
              <w:pStyle w:val="TAL"/>
              <w:numPr>
                <w:ilvl w:val="0"/>
                <w:numId w:val="16"/>
              </w:numPr>
            </w:pPr>
            <w:r w:rsidRPr="00004A58">
              <w:t>or the IMSI in the context of T4 device triggering (see 3GPP TS 23.682 [18] if MSISDN is not available;</w:t>
            </w:r>
          </w:p>
          <w:p w:rsidR="00DA25AD" w:rsidRPr="00004A58" w:rsidRDefault="00DA25AD" w:rsidP="00DA25AD">
            <w:pPr>
              <w:pStyle w:val="TAL"/>
              <w:numPr>
                <w:ilvl w:val="0"/>
                <w:numId w:val="16"/>
              </w:numPr>
            </w:pPr>
            <w:r w:rsidRPr="00004A58">
              <w:t>or a dummy MSISDN value (see clause 3 of 3GPP TS 23.003 [16]) if no MSISDN in a retry context of SMS for IMS UE to IMS UE without MSISDN (see 3GPP TS 23.204 [17]).</w:t>
            </w:r>
          </w:p>
          <w:p w:rsidR="00DA25AD" w:rsidRPr="00004A58" w:rsidRDefault="00DA25AD" w:rsidP="00E50914">
            <w:pPr>
              <w:pStyle w:val="TAL"/>
            </w:pPr>
          </w:p>
        </w:tc>
      </w:tr>
      <w:tr w:rsidR="00DA25AD" w:rsidRPr="00004A58" w:rsidTr="00E50914">
        <w:trPr>
          <w:trHeight w:val="401"/>
          <w:jc w:val="center"/>
        </w:trPr>
        <w:tc>
          <w:tcPr>
            <w:tcW w:w="1360" w:type="dxa"/>
          </w:tcPr>
          <w:p w:rsidR="00DA25AD" w:rsidRPr="00004A58" w:rsidRDefault="00DA25AD" w:rsidP="00E50914">
            <w:pPr>
              <w:pStyle w:val="TAL"/>
              <w:rPr>
                <w:rFonts w:cs="Arial"/>
                <w:szCs w:val="22"/>
                <w:lang w:val="en-US"/>
              </w:rPr>
            </w:pPr>
            <w:r w:rsidRPr="00004A58">
              <w:rPr>
                <w:rFonts w:cs="Arial"/>
                <w:szCs w:val="22"/>
                <w:lang w:val="en-US"/>
              </w:rPr>
              <w:t>SMSMI Correlation ID</w:t>
            </w:r>
          </w:p>
        </w:tc>
        <w:tc>
          <w:tcPr>
            <w:tcW w:w="1417" w:type="dxa"/>
          </w:tcPr>
          <w:p w:rsidR="00DA25AD" w:rsidRPr="00004A58" w:rsidRDefault="00DA25AD" w:rsidP="00E50914">
            <w:pPr>
              <w:pStyle w:val="TAL"/>
            </w:pPr>
            <w:r w:rsidRPr="00004A58">
              <w:t>SMSMI-Correlation-ID</w:t>
            </w:r>
          </w:p>
        </w:tc>
        <w:tc>
          <w:tcPr>
            <w:tcW w:w="567" w:type="dxa"/>
          </w:tcPr>
          <w:p w:rsidR="00DA25AD" w:rsidRPr="00004A58" w:rsidRDefault="00DA25AD" w:rsidP="00E50914">
            <w:pPr>
              <w:pStyle w:val="TAC"/>
            </w:pPr>
            <w:r w:rsidRPr="00004A58">
              <w:t>C</w:t>
            </w:r>
          </w:p>
        </w:tc>
        <w:tc>
          <w:tcPr>
            <w:tcW w:w="6179" w:type="dxa"/>
          </w:tcPr>
          <w:p w:rsidR="00DA25AD" w:rsidRPr="00004A58" w:rsidRDefault="00DA25AD" w:rsidP="00E50914">
            <w:pPr>
              <w:pStyle w:val="TAL"/>
            </w:pPr>
            <w:r w:rsidRPr="00004A58">
              <w:t>This information shall contain the SIP-URI of the destination user which is stored in the Message Waiting Data list in a retry context of SMS for IMS UE to IMS UE without MSISDN (see 3GPP TS 23.204 [17]). The HSS-ID and the Originating SIP-URI shall be absent.</w:t>
            </w:r>
          </w:p>
        </w:tc>
      </w:tr>
      <w:tr w:rsidR="00DA25AD" w:rsidRPr="00004A58" w:rsidTr="00E50914">
        <w:trPr>
          <w:trHeight w:val="401"/>
          <w:jc w:val="center"/>
        </w:trPr>
        <w:tc>
          <w:tcPr>
            <w:tcW w:w="1360" w:type="dxa"/>
          </w:tcPr>
          <w:p w:rsidR="00DA25AD" w:rsidRPr="00004A58" w:rsidRDefault="00DA25AD" w:rsidP="00E50914">
            <w:pPr>
              <w:pStyle w:val="TAL"/>
            </w:pPr>
            <w:r w:rsidRPr="00004A58">
              <w:t>Maximum UE Availability Time</w:t>
            </w:r>
          </w:p>
          <w:p w:rsidR="00DA25AD" w:rsidRPr="00004A58" w:rsidRDefault="00DA25AD" w:rsidP="00E50914">
            <w:pPr>
              <w:pStyle w:val="TAL"/>
            </w:pPr>
          </w:p>
        </w:tc>
        <w:tc>
          <w:tcPr>
            <w:tcW w:w="1417" w:type="dxa"/>
          </w:tcPr>
          <w:p w:rsidR="00DA25AD" w:rsidRPr="00004A58" w:rsidRDefault="00DA25AD" w:rsidP="00E50914">
            <w:pPr>
              <w:pStyle w:val="TAL"/>
            </w:pPr>
            <w:r w:rsidRPr="00004A58">
              <w:t>Maximum-UE-Availability-Time</w:t>
            </w:r>
          </w:p>
          <w:p w:rsidR="00DA25AD" w:rsidRPr="00004A58" w:rsidRDefault="00DA25AD" w:rsidP="00E50914">
            <w:pPr>
              <w:pStyle w:val="TAL"/>
              <w:rPr>
                <w:lang w:val="en-US"/>
              </w:rPr>
            </w:pPr>
          </w:p>
        </w:tc>
        <w:tc>
          <w:tcPr>
            <w:tcW w:w="567" w:type="dxa"/>
          </w:tcPr>
          <w:p w:rsidR="00DA25AD" w:rsidRPr="00004A58" w:rsidRDefault="00DA25AD" w:rsidP="00E50914">
            <w:pPr>
              <w:pStyle w:val="TAC"/>
              <w:rPr>
                <w:bCs/>
              </w:rPr>
            </w:pPr>
            <w:r w:rsidRPr="00004A58">
              <w:rPr>
                <w:rFonts w:cs="Arial"/>
                <w:bCs/>
                <w:lang w:val="en-US"/>
              </w:rPr>
              <w:t>C</w:t>
            </w:r>
          </w:p>
        </w:tc>
        <w:tc>
          <w:tcPr>
            <w:tcW w:w="6179" w:type="dxa"/>
          </w:tcPr>
          <w:p w:rsidR="00DA25AD" w:rsidRPr="00004A58" w:rsidRDefault="00DA25AD" w:rsidP="00E50914">
            <w:pPr>
              <w:pStyle w:val="TAL"/>
            </w:pPr>
            <w:r w:rsidRPr="00004A58">
              <w:t xml:space="preserve">This information element shall be included, if available. When present, it shall indicate the timestamp (in UTC) until which a UE using a power saving mechanism (such as extended idle mode DRX) is expected to be reachable for SM Delivery. </w:t>
            </w:r>
          </w:p>
          <w:p w:rsidR="00DA25AD" w:rsidRPr="00004A58" w:rsidRDefault="00DA25AD" w:rsidP="00E50914">
            <w:pPr>
              <w:pStyle w:val="TAL"/>
            </w:pPr>
            <w:r w:rsidRPr="00004A58">
              <w:t>This information may be used by the SMS Center to prioritize the retransmission of Short Message to UEs using a power saving mechanism.</w:t>
            </w:r>
          </w:p>
        </w:tc>
      </w:tr>
      <w:tr w:rsidR="00DA25AD" w:rsidRPr="00004A58" w:rsidTr="00E50914">
        <w:trPr>
          <w:trHeight w:val="401"/>
          <w:jc w:val="center"/>
        </w:trPr>
        <w:tc>
          <w:tcPr>
            <w:tcW w:w="1360" w:type="dxa"/>
          </w:tcPr>
          <w:p w:rsidR="00DA25AD" w:rsidRPr="00004A58" w:rsidRDefault="00DA25AD" w:rsidP="00E50914">
            <w:pPr>
              <w:pStyle w:val="TAL"/>
              <w:rPr>
                <w:rFonts w:cs="Arial"/>
                <w:szCs w:val="22"/>
                <w:lang w:val="en-US"/>
              </w:rPr>
            </w:pPr>
            <w:r w:rsidRPr="00004A58">
              <w:rPr>
                <w:rFonts w:cs="Arial"/>
                <w:szCs w:val="22"/>
                <w:lang w:val="en-US"/>
              </w:rPr>
              <w:t>Supported Features</w:t>
            </w:r>
          </w:p>
          <w:p w:rsidR="00DA25AD" w:rsidRPr="00004A58" w:rsidRDefault="00DA25AD" w:rsidP="00E50914">
            <w:pPr>
              <w:pStyle w:val="TAL"/>
            </w:pPr>
          </w:p>
        </w:tc>
        <w:tc>
          <w:tcPr>
            <w:tcW w:w="1417" w:type="dxa"/>
          </w:tcPr>
          <w:p w:rsidR="00DA25AD" w:rsidRPr="00004A58" w:rsidRDefault="00DA25AD" w:rsidP="00E50914">
            <w:pPr>
              <w:pStyle w:val="TAL"/>
            </w:pPr>
            <w:r w:rsidRPr="00004A58">
              <w:t>Supported-Features</w:t>
            </w:r>
          </w:p>
          <w:p w:rsidR="00DA25AD" w:rsidRPr="00004A58" w:rsidRDefault="00DA25AD" w:rsidP="00E50914">
            <w:pPr>
              <w:pStyle w:val="TAL"/>
            </w:pPr>
            <w:r w:rsidRPr="00004A58">
              <w:t>(See 3GPP TS 29.229 [5])</w:t>
            </w:r>
          </w:p>
        </w:tc>
        <w:tc>
          <w:tcPr>
            <w:tcW w:w="567" w:type="dxa"/>
          </w:tcPr>
          <w:p w:rsidR="00DA25AD" w:rsidRPr="00004A58" w:rsidRDefault="00DA25AD" w:rsidP="00E50914">
            <w:pPr>
              <w:pStyle w:val="TAC"/>
              <w:rPr>
                <w:rFonts w:cs="Arial"/>
                <w:bCs/>
                <w:lang w:val="en-US"/>
              </w:rPr>
            </w:pPr>
            <w:r w:rsidRPr="00004A58">
              <w:t>O</w:t>
            </w:r>
          </w:p>
        </w:tc>
        <w:tc>
          <w:tcPr>
            <w:tcW w:w="6179" w:type="dxa"/>
          </w:tcPr>
          <w:p w:rsidR="00DA25AD" w:rsidRPr="00004A58" w:rsidRDefault="00DA25AD" w:rsidP="00E50914">
            <w:pPr>
              <w:pStyle w:val="TAL"/>
            </w:pPr>
            <w:r w:rsidRPr="00004A58">
              <w:t>If present, this information element shall contain the list of features supported by the origin host.</w:t>
            </w:r>
          </w:p>
        </w:tc>
      </w:tr>
    </w:tbl>
    <w:p w:rsidR="00DA25AD" w:rsidRPr="00004A58" w:rsidRDefault="00DA25AD" w:rsidP="00DA25AD">
      <w:pPr>
        <w:rPr>
          <w:lang w:val="en-US"/>
        </w:rPr>
      </w:pPr>
    </w:p>
    <w:p w:rsidR="00DA25AD" w:rsidRPr="00004A58" w:rsidRDefault="00DA25AD" w:rsidP="00DA25AD">
      <w:pPr>
        <w:pStyle w:val="TH"/>
        <w:tabs>
          <w:tab w:val="left" w:pos="7513"/>
        </w:tabs>
      </w:pPr>
      <w:r w:rsidRPr="00004A58">
        <w:lastRenderedPageBreak/>
        <w:t>Table 5.2.2.1-2: Alert Service Centre Answer</w:t>
      </w:r>
    </w:p>
    <w:tbl>
      <w:tblPr>
        <w:tblW w:w="951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356"/>
        <w:gridCol w:w="1417"/>
        <w:gridCol w:w="567"/>
        <w:gridCol w:w="6175"/>
      </w:tblGrid>
      <w:tr w:rsidR="00DA25AD" w:rsidRPr="00004A58" w:rsidTr="00E50914">
        <w:trPr>
          <w:jc w:val="center"/>
        </w:trPr>
        <w:tc>
          <w:tcPr>
            <w:tcW w:w="1356" w:type="dxa"/>
            <w:tcBorders>
              <w:bottom w:val="single" w:sz="12" w:space="0" w:color="auto"/>
            </w:tcBorders>
          </w:tcPr>
          <w:p w:rsidR="00DA25AD" w:rsidRPr="00004A58" w:rsidRDefault="00DA25AD" w:rsidP="00E50914">
            <w:pPr>
              <w:pStyle w:val="TAH"/>
            </w:pPr>
            <w:r w:rsidRPr="00004A58">
              <w:t>Information element name</w:t>
            </w:r>
          </w:p>
        </w:tc>
        <w:tc>
          <w:tcPr>
            <w:tcW w:w="1417" w:type="dxa"/>
            <w:tcBorders>
              <w:bottom w:val="single" w:sz="12" w:space="0" w:color="auto"/>
            </w:tcBorders>
          </w:tcPr>
          <w:p w:rsidR="00DA25AD" w:rsidRPr="00004A58" w:rsidRDefault="00DA25AD" w:rsidP="00E50914">
            <w:pPr>
              <w:pStyle w:val="TAH"/>
            </w:pPr>
            <w:r w:rsidRPr="00004A58">
              <w:t>Mapping to Diameter AVP</w:t>
            </w:r>
          </w:p>
        </w:tc>
        <w:tc>
          <w:tcPr>
            <w:tcW w:w="567" w:type="dxa"/>
            <w:tcBorders>
              <w:bottom w:val="single" w:sz="12" w:space="0" w:color="auto"/>
            </w:tcBorders>
          </w:tcPr>
          <w:p w:rsidR="00DA25AD" w:rsidRPr="00004A58" w:rsidRDefault="00DA25AD" w:rsidP="00E50914">
            <w:pPr>
              <w:pStyle w:val="TAH"/>
            </w:pPr>
            <w:r w:rsidRPr="00004A58">
              <w:t>Cat.</w:t>
            </w:r>
          </w:p>
        </w:tc>
        <w:tc>
          <w:tcPr>
            <w:tcW w:w="6175" w:type="dxa"/>
            <w:tcBorders>
              <w:bottom w:val="single" w:sz="12" w:space="0" w:color="auto"/>
            </w:tcBorders>
          </w:tcPr>
          <w:p w:rsidR="00DA25AD" w:rsidRPr="00004A58" w:rsidRDefault="00DA25AD" w:rsidP="00E50914">
            <w:pPr>
              <w:pStyle w:val="TAH"/>
            </w:pPr>
            <w:r w:rsidRPr="00004A58">
              <w:t>Description</w:t>
            </w:r>
          </w:p>
        </w:tc>
      </w:tr>
      <w:tr w:rsidR="00DA25AD" w:rsidRPr="00004A58" w:rsidTr="00E50914">
        <w:trPr>
          <w:trHeight w:val="401"/>
          <w:jc w:val="center"/>
        </w:trPr>
        <w:tc>
          <w:tcPr>
            <w:tcW w:w="1356" w:type="dxa"/>
            <w:tcBorders>
              <w:top w:val="single" w:sz="12" w:space="0" w:color="auto"/>
              <w:bottom w:val="single" w:sz="6" w:space="0" w:color="auto"/>
            </w:tcBorders>
          </w:tcPr>
          <w:p w:rsidR="00DA25AD" w:rsidRPr="00004A58" w:rsidRDefault="00DA25AD" w:rsidP="00E50914">
            <w:pPr>
              <w:pStyle w:val="TAL"/>
              <w:rPr>
                <w:snapToGrid w:val="0"/>
              </w:rPr>
            </w:pPr>
            <w:r w:rsidRPr="00004A58">
              <w:rPr>
                <w:snapToGrid w:val="0"/>
              </w:rPr>
              <w:t>Result</w:t>
            </w:r>
          </w:p>
          <w:p w:rsidR="00DA25AD" w:rsidRPr="00004A58" w:rsidRDefault="00DA25AD" w:rsidP="00E50914">
            <w:pPr>
              <w:pStyle w:val="TAL"/>
            </w:pPr>
          </w:p>
        </w:tc>
        <w:tc>
          <w:tcPr>
            <w:tcW w:w="1417" w:type="dxa"/>
            <w:tcBorders>
              <w:top w:val="single" w:sz="12" w:space="0" w:color="auto"/>
              <w:bottom w:val="single" w:sz="6" w:space="0" w:color="auto"/>
            </w:tcBorders>
          </w:tcPr>
          <w:p w:rsidR="00DA25AD" w:rsidRPr="00004A58" w:rsidRDefault="00DA25AD" w:rsidP="00E50914">
            <w:pPr>
              <w:pStyle w:val="TAL"/>
              <w:rPr>
                <w:lang w:val="en-US"/>
              </w:rPr>
            </w:pPr>
            <w:r w:rsidRPr="00004A58">
              <w:rPr>
                <w:lang w:val="en-US"/>
              </w:rPr>
              <w:t>Result-Code / Experimental-Result</w:t>
            </w:r>
          </w:p>
        </w:tc>
        <w:tc>
          <w:tcPr>
            <w:tcW w:w="567" w:type="dxa"/>
            <w:tcBorders>
              <w:top w:val="single" w:sz="12" w:space="0" w:color="auto"/>
              <w:bottom w:val="single" w:sz="6" w:space="0" w:color="auto"/>
            </w:tcBorders>
          </w:tcPr>
          <w:p w:rsidR="00DA25AD" w:rsidRPr="00004A58" w:rsidRDefault="00DA25AD" w:rsidP="00E50914">
            <w:pPr>
              <w:pStyle w:val="TAC"/>
              <w:rPr>
                <w:bCs/>
              </w:rPr>
            </w:pPr>
            <w:r w:rsidRPr="00004A58">
              <w:rPr>
                <w:rFonts w:cs="Arial"/>
                <w:bCs/>
                <w:lang w:val="en-US"/>
              </w:rPr>
              <w:t>M</w:t>
            </w:r>
          </w:p>
        </w:tc>
        <w:tc>
          <w:tcPr>
            <w:tcW w:w="6175" w:type="dxa"/>
            <w:tcBorders>
              <w:top w:val="single" w:sz="12" w:space="0" w:color="auto"/>
              <w:bottom w:val="single" w:sz="6" w:space="0" w:color="auto"/>
            </w:tcBorders>
          </w:tcPr>
          <w:p w:rsidR="00DA25AD" w:rsidRPr="00004A58" w:rsidRDefault="00DA25AD" w:rsidP="00E50914">
            <w:pPr>
              <w:pStyle w:val="TAL"/>
            </w:pPr>
            <w:r w:rsidRPr="00004A58">
              <w:t>This information element shall contain the result of the request.</w:t>
            </w:r>
          </w:p>
          <w:p w:rsidR="00DA25AD" w:rsidRPr="00004A58" w:rsidRDefault="00DA25AD" w:rsidP="00E50914">
            <w:pPr>
              <w:pStyle w:val="TAL"/>
            </w:pPr>
            <w:r w:rsidRPr="00004A58">
              <w:t>The Result-Code AVP shall be used for errors defined in the Diameter base protocol see IETF RFC 6733 [20]).</w:t>
            </w:r>
          </w:p>
          <w:p w:rsidR="00DA25AD" w:rsidRPr="00004A58" w:rsidRDefault="00DA25AD" w:rsidP="00E50914">
            <w:pPr>
              <w:pStyle w:val="TAL"/>
            </w:pPr>
            <w:r w:rsidRPr="00004A58">
              <w:t>The Experimental-Result AVP shall be used for S6c errors. This is a grouped AVP which contains the 3GPP Vendor ID in the Vendor-Id AVP, and the error code in the Experimental-Result-Code AVP. This information element shall contain the result of the operation with an indication of the success / errors. No errors are defined for this case.</w:t>
            </w:r>
          </w:p>
        </w:tc>
      </w:tr>
      <w:tr w:rsidR="00DA25AD" w:rsidRPr="00004A58" w:rsidTr="00E50914">
        <w:trPr>
          <w:trHeight w:val="401"/>
          <w:jc w:val="center"/>
        </w:trPr>
        <w:tc>
          <w:tcPr>
            <w:tcW w:w="1356" w:type="dxa"/>
            <w:tcBorders>
              <w:top w:val="single" w:sz="6" w:space="0" w:color="auto"/>
              <w:left w:val="single" w:sz="12" w:space="0" w:color="auto"/>
              <w:bottom w:val="single" w:sz="12" w:space="0" w:color="auto"/>
              <w:right w:val="single" w:sz="6" w:space="0" w:color="auto"/>
            </w:tcBorders>
          </w:tcPr>
          <w:p w:rsidR="00DA25AD" w:rsidRPr="00004A58" w:rsidRDefault="00DA25AD" w:rsidP="00E50914">
            <w:pPr>
              <w:pStyle w:val="TAL"/>
              <w:rPr>
                <w:rFonts w:cs="Arial"/>
                <w:szCs w:val="22"/>
                <w:lang w:val="en-US"/>
              </w:rPr>
            </w:pPr>
            <w:r w:rsidRPr="00004A58">
              <w:rPr>
                <w:rFonts w:cs="Arial"/>
                <w:szCs w:val="22"/>
                <w:lang w:val="en-US"/>
              </w:rPr>
              <w:t>Supported Features</w:t>
            </w:r>
          </w:p>
        </w:tc>
        <w:tc>
          <w:tcPr>
            <w:tcW w:w="1417" w:type="dxa"/>
            <w:tcBorders>
              <w:top w:val="single" w:sz="6" w:space="0" w:color="auto"/>
              <w:left w:val="single" w:sz="6" w:space="0" w:color="auto"/>
              <w:bottom w:val="single" w:sz="12" w:space="0" w:color="auto"/>
              <w:right w:val="single" w:sz="6" w:space="0" w:color="auto"/>
            </w:tcBorders>
          </w:tcPr>
          <w:p w:rsidR="00DA25AD" w:rsidRPr="00004A58" w:rsidRDefault="00DA25AD" w:rsidP="00E50914">
            <w:pPr>
              <w:pStyle w:val="TAL"/>
            </w:pPr>
            <w:r w:rsidRPr="00004A58">
              <w:t>Supported-Features</w:t>
            </w:r>
          </w:p>
          <w:p w:rsidR="00DA25AD" w:rsidRPr="00004A58" w:rsidRDefault="00DA25AD" w:rsidP="00E50914">
            <w:pPr>
              <w:pStyle w:val="TAL"/>
            </w:pPr>
            <w:r w:rsidRPr="00004A58">
              <w:t xml:space="preserve"> (See 3GPP TS 29.229 [5])</w:t>
            </w:r>
          </w:p>
        </w:tc>
        <w:tc>
          <w:tcPr>
            <w:tcW w:w="567" w:type="dxa"/>
            <w:tcBorders>
              <w:top w:val="single" w:sz="6" w:space="0" w:color="auto"/>
              <w:left w:val="single" w:sz="6" w:space="0" w:color="auto"/>
              <w:bottom w:val="single" w:sz="12" w:space="0" w:color="auto"/>
              <w:right w:val="single" w:sz="6" w:space="0" w:color="auto"/>
            </w:tcBorders>
          </w:tcPr>
          <w:p w:rsidR="00DA25AD" w:rsidRPr="00004A58" w:rsidRDefault="00DA25AD" w:rsidP="00E50914">
            <w:pPr>
              <w:pStyle w:val="TAC"/>
            </w:pPr>
            <w:r w:rsidRPr="00004A58">
              <w:t>O</w:t>
            </w:r>
          </w:p>
        </w:tc>
        <w:tc>
          <w:tcPr>
            <w:tcW w:w="6175" w:type="dxa"/>
            <w:tcBorders>
              <w:top w:val="single" w:sz="6" w:space="0" w:color="auto"/>
              <w:left w:val="single" w:sz="6" w:space="0" w:color="auto"/>
              <w:bottom w:val="single" w:sz="12" w:space="0" w:color="auto"/>
              <w:right w:val="single" w:sz="12" w:space="0" w:color="auto"/>
            </w:tcBorders>
          </w:tcPr>
          <w:p w:rsidR="00DA25AD" w:rsidRPr="00004A58" w:rsidRDefault="00DA25AD" w:rsidP="00E50914">
            <w:pPr>
              <w:pStyle w:val="TAL"/>
            </w:pPr>
            <w:r w:rsidRPr="00004A58">
              <w:t>If present, this information element shall contain the list of features supported by the origin host.</w:t>
            </w:r>
          </w:p>
        </w:tc>
      </w:tr>
    </w:tbl>
    <w:p w:rsidR="00DA25AD" w:rsidRPr="00004A58" w:rsidRDefault="00DA25AD" w:rsidP="00DA25AD"/>
    <w:p w:rsidR="00DA25AD" w:rsidRPr="00004A58" w:rsidRDefault="00DA25AD" w:rsidP="00DA25AD">
      <w:pPr>
        <w:pStyle w:val="Heading4"/>
      </w:pPr>
      <w:bookmarkStart w:id="116" w:name="_Toc533204466"/>
      <w:bookmarkStart w:id="117" w:name="_Toc44882044"/>
      <w:bookmarkStart w:id="118" w:name="_Toc44882238"/>
      <w:bookmarkStart w:id="119" w:name="_Toc51864423"/>
      <w:r w:rsidRPr="00004A58">
        <w:t>5.2.2.2</w:t>
      </w:r>
      <w:r w:rsidRPr="00004A58">
        <w:tab/>
        <w:t>Detailed behaviour of the HSS</w:t>
      </w:r>
      <w:bookmarkEnd w:id="116"/>
      <w:bookmarkEnd w:id="117"/>
      <w:bookmarkEnd w:id="118"/>
      <w:bookmarkEnd w:id="119"/>
    </w:p>
    <w:p w:rsidR="00DA25AD" w:rsidRPr="00004A58" w:rsidRDefault="00DA25AD" w:rsidP="00DA25AD">
      <w:r w:rsidRPr="00004A58">
        <w:t>The HSS shall make use of this procedure to alert the service centre when the mobile user is active after a short message transfer has failed because the mobile user is not reachable, or when the UE has indicated that it has memory capacity to accept a short message.</w:t>
      </w:r>
    </w:p>
    <w:p w:rsidR="00DA25AD" w:rsidRPr="00004A58" w:rsidRDefault="00DA25AD" w:rsidP="00DA25AD">
      <w:r w:rsidRPr="00004A58">
        <w:t>It is an operator option to resend an Alert Service Centre request to the SMS-IWMSC if the alert is unsuccessful. The number of repeat attempts and the interval between them is also an operator option. The service centre address should be purged from the MWD list if the alert is consistently unsuccessful.</w:t>
      </w:r>
    </w:p>
    <w:p w:rsidR="00DA25AD" w:rsidRPr="00004A58" w:rsidRDefault="00DA25AD" w:rsidP="00DA25AD">
      <w:pPr>
        <w:pStyle w:val="Heading4"/>
      </w:pPr>
      <w:bookmarkStart w:id="120" w:name="_Toc533204467"/>
      <w:bookmarkStart w:id="121" w:name="_Toc44882045"/>
      <w:bookmarkStart w:id="122" w:name="_Toc44882239"/>
      <w:bookmarkStart w:id="123" w:name="_Toc51864424"/>
      <w:r w:rsidRPr="00004A58">
        <w:t>5.2.2.3</w:t>
      </w:r>
      <w:r w:rsidRPr="00004A58">
        <w:tab/>
        <w:t>Detailed behaviour of the SMS-IWMSC</w:t>
      </w:r>
      <w:bookmarkEnd w:id="120"/>
      <w:bookmarkEnd w:id="121"/>
      <w:bookmarkEnd w:id="122"/>
      <w:bookmarkEnd w:id="123"/>
    </w:p>
    <w:p w:rsidR="00DA25AD" w:rsidRPr="00004A58" w:rsidRDefault="00DA25AD" w:rsidP="00DA25AD">
      <w:r w:rsidRPr="00004A58">
        <w:t>When receiving an Alert Service Centre request the SMS-IWMSC shall check whether the service centre address is known. If the service centre address is not valid, then no further action shall be taken.</w:t>
      </w:r>
    </w:p>
    <w:p w:rsidR="00DA25AD" w:rsidRPr="00004A58" w:rsidRDefault="00DA25AD" w:rsidP="00DA25AD">
      <w:r w:rsidRPr="00004A58">
        <w:t>If the service centre address is valid, the SMS-IW-MSC generates an Alert Service Centre message towards the SMS Centre.</w:t>
      </w:r>
    </w:p>
    <w:p w:rsidR="00DA25AD" w:rsidRPr="00004A58" w:rsidRDefault="00DA25AD" w:rsidP="00DA25AD">
      <w:pPr>
        <w:pStyle w:val="Heading3"/>
      </w:pPr>
      <w:bookmarkStart w:id="124" w:name="_Toc533204468"/>
      <w:bookmarkStart w:id="125" w:name="_Toc44882046"/>
      <w:bookmarkStart w:id="126" w:name="_Toc44882240"/>
      <w:bookmarkStart w:id="127" w:name="_Toc51864425"/>
      <w:r w:rsidRPr="00004A58">
        <w:t>5.2.3</w:t>
      </w:r>
      <w:r w:rsidRPr="00004A58">
        <w:tab/>
        <w:t>Report SM Delivery Status procedure</w:t>
      </w:r>
      <w:bookmarkEnd w:id="124"/>
      <w:bookmarkEnd w:id="125"/>
      <w:bookmarkEnd w:id="126"/>
      <w:bookmarkEnd w:id="127"/>
    </w:p>
    <w:p w:rsidR="00DA25AD" w:rsidRPr="00004A58" w:rsidRDefault="00DA25AD" w:rsidP="00DA25AD">
      <w:pPr>
        <w:pStyle w:val="Heading4"/>
      </w:pPr>
      <w:bookmarkStart w:id="128" w:name="_Toc533204469"/>
      <w:bookmarkStart w:id="129" w:name="_Toc44882047"/>
      <w:bookmarkStart w:id="130" w:name="_Toc44882241"/>
      <w:bookmarkStart w:id="131" w:name="_Toc51864426"/>
      <w:r w:rsidRPr="00004A58">
        <w:t>5.2.3.1</w:t>
      </w:r>
      <w:r w:rsidRPr="00004A58">
        <w:tab/>
        <w:t>General</w:t>
      </w:r>
      <w:bookmarkEnd w:id="128"/>
      <w:bookmarkEnd w:id="129"/>
      <w:bookmarkEnd w:id="130"/>
      <w:bookmarkEnd w:id="131"/>
    </w:p>
    <w:p w:rsidR="00DA25AD" w:rsidRPr="00004A58" w:rsidRDefault="00DA25AD" w:rsidP="00DA25AD">
      <w:r w:rsidRPr="00004A58">
        <w:t xml:space="preserve">This procedure shall be used between the SMS-GMSC or the </w:t>
      </w:r>
      <w:r w:rsidRPr="00004A58">
        <w:rPr>
          <w:noProof/>
        </w:rPr>
        <w:t>IP-SM-GW</w:t>
      </w:r>
      <w:r w:rsidRPr="00004A58">
        <w:t xml:space="preserve"> and the HSS to update the Message Waiting Data in the HSS or to inform the HSS of a successful SM transfer after polling. This procedure is invoked by the SMS-GMSC or the </w:t>
      </w:r>
      <w:r w:rsidRPr="00004A58">
        <w:rPr>
          <w:noProof/>
        </w:rPr>
        <w:t>IP-SM-GW</w:t>
      </w:r>
      <w:r w:rsidRPr="00004A58">
        <w:t>.</w:t>
      </w:r>
    </w:p>
    <w:p w:rsidR="00DA25AD" w:rsidRPr="00004A58" w:rsidRDefault="00DA25AD" w:rsidP="00DA25AD">
      <w:r w:rsidRPr="00004A58">
        <w:t>This procedure is applicable to an IP-SM-GW for its SMS Router function when using the S6c interface.</w:t>
      </w:r>
    </w:p>
    <w:p w:rsidR="00DA25AD" w:rsidRPr="00004A58" w:rsidRDefault="00DA25AD" w:rsidP="00DA25AD">
      <w:r w:rsidRPr="00004A58">
        <w:t>This procedure is used according to the call flows described in 3GPP TS 23.040 [2] clause 10.</w:t>
      </w:r>
    </w:p>
    <w:p w:rsidR="00DA25AD" w:rsidRPr="00004A58" w:rsidRDefault="00DA25AD" w:rsidP="00DA25AD">
      <w:r w:rsidRPr="00004A58">
        <w:t>Table 5.2.3.1-1 specifies the involved information elements for the request.</w:t>
      </w:r>
    </w:p>
    <w:p w:rsidR="00DA25AD" w:rsidRPr="00004A58" w:rsidRDefault="00DA25AD" w:rsidP="00DA25AD">
      <w:r w:rsidRPr="00004A58">
        <w:t>Table 5.2.3.1-2 specifies the involved information elements for the answer.</w:t>
      </w:r>
    </w:p>
    <w:p w:rsidR="00DA25AD" w:rsidRPr="00004A58" w:rsidRDefault="00DA25AD" w:rsidP="00DA25AD">
      <w:r w:rsidRPr="00004A58">
        <w:t xml:space="preserve">This procedure is mapped to the commands Report-SM-Delivery-Status-Request/Answer (RDR/RDA) in the Diameter application specified in </w:t>
      </w:r>
      <w:r w:rsidR="005252A2" w:rsidRPr="00004A58">
        <w:t>clause</w:t>
      </w:r>
      <w:r w:rsidRPr="00004A58">
        <w:t xml:space="preserve"> 5.3.2.</w:t>
      </w:r>
    </w:p>
    <w:p w:rsidR="00DA25AD" w:rsidRPr="00004A58" w:rsidRDefault="00DA25AD" w:rsidP="00DA25AD">
      <w:pPr>
        <w:pStyle w:val="TH"/>
      </w:pPr>
      <w:r w:rsidRPr="00004A58">
        <w:lastRenderedPageBreak/>
        <w:t>Table 5.2.3.1-1: Report SM Delivery Status Request</w:t>
      </w:r>
    </w:p>
    <w:tbl>
      <w:tblPr>
        <w:tblW w:w="952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360"/>
        <w:gridCol w:w="1417"/>
        <w:gridCol w:w="567"/>
        <w:gridCol w:w="6179"/>
      </w:tblGrid>
      <w:tr w:rsidR="00DA25AD" w:rsidRPr="00004A58" w:rsidTr="00E50914">
        <w:trPr>
          <w:jc w:val="center"/>
        </w:trPr>
        <w:tc>
          <w:tcPr>
            <w:tcW w:w="1360" w:type="dxa"/>
          </w:tcPr>
          <w:p w:rsidR="00DA25AD" w:rsidRPr="00004A58" w:rsidRDefault="00DA25AD" w:rsidP="00E50914">
            <w:pPr>
              <w:pStyle w:val="TAH"/>
            </w:pPr>
            <w:r w:rsidRPr="00004A58">
              <w:t>Information element name</w:t>
            </w:r>
          </w:p>
        </w:tc>
        <w:tc>
          <w:tcPr>
            <w:tcW w:w="1417" w:type="dxa"/>
          </w:tcPr>
          <w:p w:rsidR="00DA25AD" w:rsidRPr="00004A58" w:rsidRDefault="00DA25AD" w:rsidP="00E50914">
            <w:pPr>
              <w:pStyle w:val="TAH"/>
            </w:pPr>
            <w:r w:rsidRPr="00004A58">
              <w:t>Mapping to Diameter AVP</w:t>
            </w:r>
          </w:p>
        </w:tc>
        <w:tc>
          <w:tcPr>
            <w:tcW w:w="567" w:type="dxa"/>
          </w:tcPr>
          <w:p w:rsidR="00DA25AD" w:rsidRPr="00004A58" w:rsidRDefault="00DA25AD" w:rsidP="00E50914">
            <w:pPr>
              <w:pStyle w:val="TAH"/>
            </w:pPr>
            <w:r w:rsidRPr="00004A58">
              <w:t>Cat.</w:t>
            </w:r>
          </w:p>
        </w:tc>
        <w:tc>
          <w:tcPr>
            <w:tcW w:w="6179" w:type="dxa"/>
          </w:tcPr>
          <w:p w:rsidR="00DA25AD" w:rsidRPr="00004A58" w:rsidRDefault="00DA25AD" w:rsidP="00E50914">
            <w:pPr>
              <w:pStyle w:val="TAH"/>
            </w:pPr>
            <w:r w:rsidRPr="00004A58">
              <w:t>Description</w:t>
            </w:r>
          </w:p>
        </w:tc>
      </w:tr>
      <w:tr w:rsidR="00DA25AD" w:rsidRPr="00004A58" w:rsidTr="00E50914">
        <w:trPr>
          <w:trHeight w:val="401"/>
          <w:jc w:val="center"/>
        </w:trPr>
        <w:tc>
          <w:tcPr>
            <w:tcW w:w="1360" w:type="dxa"/>
          </w:tcPr>
          <w:p w:rsidR="00DA25AD" w:rsidRPr="00004A58" w:rsidDel="00BE4FDE" w:rsidRDefault="00DA25AD" w:rsidP="00E50914">
            <w:pPr>
              <w:pStyle w:val="TAL"/>
              <w:rPr>
                <w:lang w:val="en-US"/>
              </w:rPr>
            </w:pPr>
            <w:r w:rsidRPr="00004A58">
              <w:t>User Identifier</w:t>
            </w:r>
            <w:r w:rsidRPr="00004A58" w:rsidDel="00BE4FDE">
              <w:rPr>
                <w:lang w:val="en-US"/>
              </w:rPr>
              <w:t xml:space="preserve"> </w:t>
            </w:r>
          </w:p>
        </w:tc>
        <w:tc>
          <w:tcPr>
            <w:tcW w:w="1417" w:type="dxa"/>
          </w:tcPr>
          <w:p w:rsidR="00DA25AD" w:rsidRPr="00004A58" w:rsidRDefault="00DA25AD" w:rsidP="00E50914">
            <w:pPr>
              <w:pStyle w:val="TAL"/>
            </w:pPr>
            <w:r w:rsidRPr="00004A58">
              <w:t>User-Identifier</w:t>
            </w:r>
          </w:p>
        </w:tc>
        <w:tc>
          <w:tcPr>
            <w:tcW w:w="567" w:type="dxa"/>
          </w:tcPr>
          <w:p w:rsidR="00DA25AD" w:rsidRPr="00004A58" w:rsidDel="00BE4FDE" w:rsidRDefault="00DA25AD" w:rsidP="00E50914">
            <w:pPr>
              <w:pStyle w:val="TAC"/>
              <w:rPr>
                <w:lang w:val="en-AU"/>
              </w:rPr>
            </w:pPr>
            <w:r w:rsidRPr="00004A58">
              <w:t>M</w:t>
            </w:r>
          </w:p>
        </w:tc>
        <w:tc>
          <w:tcPr>
            <w:tcW w:w="6179" w:type="dxa"/>
          </w:tcPr>
          <w:p w:rsidR="00DA25AD" w:rsidRPr="00004A58" w:rsidRDefault="00DA25AD" w:rsidP="00E50914">
            <w:pPr>
              <w:pStyle w:val="TAL"/>
            </w:pPr>
            <w:r w:rsidRPr="00004A58">
              <w:t>This information element shall contain:</w:t>
            </w:r>
          </w:p>
          <w:p w:rsidR="00DA25AD" w:rsidRPr="00004A58" w:rsidRDefault="00DA25AD" w:rsidP="00DA25AD">
            <w:pPr>
              <w:pStyle w:val="TAL"/>
              <w:numPr>
                <w:ilvl w:val="0"/>
                <w:numId w:val="16"/>
              </w:numPr>
            </w:pPr>
            <w:r w:rsidRPr="00004A58">
              <w:t>the MSISDN of the user when it exists.</w:t>
            </w:r>
          </w:p>
          <w:p w:rsidR="00DA25AD" w:rsidRPr="00004A58" w:rsidRDefault="00DA25AD" w:rsidP="00DA25AD">
            <w:pPr>
              <w:pStyle w:val="TAL"/>
              <w:numPr>
                <w:ilvl w:val="0"/>
                <w:numId w:val="16"/>
              </w:numPr>
            </w:pPr>
            <w:r w:rsidRPr="00004A58">
              <w:t>or the IMSI of the UE if MSISDN is not available in the context of a SM delivery status report following a T4 Submit Trigger (see 3GPP TS 23.682 [18] .</w:t>
            </w:r>
          </w:p>
          <w:p w:rsidR="00DA25AD" w:rsidRPr="00004A58" w:rsidDel="00BE4FDE" w:rsidRDefault="00DA25AD" w:rsidP="00DA25AD">
            <w:pPr>
              <w:pStyle w:val="TAL"/>
              <w:numPr>
                <w:ilvl w:val="0"/>
                <w:numId w:val="16"/>
              </w:numPr>
            </w:pPr>
            <w:r w:rsidRPr="00004A58">
              <w:t>or the value of the HSS ID within the User-Name AVP in a retry context of SMS for IMS UE to IMS UE without MSISDN (see 3GPP TS 23.204 [17]),</w:t>
            </w:r>
          </w:p>
        </w:tc>
      </w:tr>
      <w:tr w:rsidR="00DA25AD" w:rsidRPr="00004A58" w:rsidTr="00E50914">
        <w:trPr>
          <w:trHeight w:val="401"/>
          <w:jc w:val="center"/>
        </w:trPr>
        <w:tc>
          <w:tcPr>
            <w:tcW w:w="1360" w:type="dxa"/>
          </w:tcPr>
          <w:p w:rsidR="00DA25AD" w:rsidRPr="00004A58" w:rsidRDefault="00DA25AD" w:rsidP="00E50914">
            <w:pPr>
              <w:pStyle w:val="TAL"/>
            </w:pPr>
            <w:r w:rsidRPr="00004A58">
              <w:t>SMSMI-Correlation ID</w:t>
            </w:r>
          </w:p>
        </w:tc>
        <w:tc>
          <w:tcPr>
            <w:tcW w:w="1417" w:type="dxa"/>
          </w:tcPr>
          <w:p w:rsidR="00DA25AD" w:rsidRPr="00004A58" w:rsidRDefault="00DA25AD" w:rsidP="00E50914">
            <w:pPr>
              <w:pStyle w:val="TAL"/>
              <w:rPr>
                <w:lang w:val="en-US"/>
              </w:rPr>
            </w:pPr>
            <w:r w:rsidRPr="00004A58">
              <w:rPr>
                <w:lang w:val="en-US"/>
              </w:rPr>
              <w:t>SMSMI-Correlation-ID</w:t>
            </w:r>
          </w:p>
        </w:tc>
        <w:tc>
          <w:tcPr>
            <w:tcW w:w="567" w:type="dxa"/>
          </w:tcPr>
          <w:p w:rsidR="00DA25AD" w:rsidRPr="00004A58" w:rsidRDefault="00DA25AD" w:rsidP="00E50914">
            <w:pPr>
              <w:pStyle w:val="TAC"/>
              <w:rPr>
                <w:rFonts w:cs="Arial"/>
                <w:bCs/>
                <w:lang w:val="en-US"/>
              </w:rPr>
            </w:pPr>
            <w:r w:rsidRPr="00004A58">
              <w:rPr>
                <w:rFonts w:cs="Arial"/>
                <w:bCs/>
                <w:lang w:val="en-US"/>
              </w:rPr>
              <w:t>C</w:t>
            </w:r>
          </w:p>
        </w:tc>
        <w:tc>
          <w:tcPr>
            <w:tcW w:w="6179" w:type="dxa"/>
          </w:tcPr>
          <w:p w:rsidR="00DA25AD" w:rsidRPr="00004A58" w:rsidRDefault="00DA25AD" w:rsidP="00E50914">
            <w:pPr>
              <w:pStyle w:val="TAL"/>
            </w:pPr>
            <w:r w:rsidRPr="00004A58">
              <w:rPr>
                <w:lang w:val="en-US"/>
              </w:rPr>
              <w:t>I</w:t>
            </w:r>
            <w:r w:rsidRPr="00004A58">
              <w:t>n a retry context of SMS for IMS UE to IMS UE without MSISDN (see 3GPP TS 23.204 [17]), this information element shall contain the SIP-URI of the (MSISDN-less) destination user. The originating SIP-URI and the HSS-ID shall be absent from this information element.</w:t>
            </w:r>
          </w:p>
        </w:tc>
      </w:tr>
      <w:tr w:rsidR="00DA25AD" w:rsidRPr="00004A58" w:rsidTr="00E50914">
        <w:trPr>
          <w:trHeight w:val="401"/>
          <w:jc w:val="center"/>
        </w:trPr>
        <w:tc>
          <w:tcPr>
            <w:tcW w:w="1360" w:type="dxa"/>
          </w:tcPr>
          <w:p w:rsidR="00DA25AD" w:rsidRPr="00004A58" w:rsidRDefault="00DA25AD" w:rsidP="00E50914">
            <w:pPr>
              <w:pStyle w:val="TAL"/>
            </w:pPr>
            <w:r w:rsidRPr="00004A58">
              <w:t>Service Centre Address</w:t>
            </w:r>
          </w:p>
          <w:p w:rsidR="00DA25AD" w:rsidRPr="00004A58" w:rsidRDefault="00DA25AD" w:rsidP="00E50914">
            <w:pPr>
              <w:pStyle w:val="TAL"/>
            </w:pPr>
          </w:p>
        </w:tc>
        <w:tc>
          <w:tcPr>
            <w:tcW w:w="1417" w:type="dxa"/>
          </w:tcPr>
          <w:p w:rsidR="00DA25AD" w:rsidRPr="00004A58" w:rsidRDefault="00DA25AD" w:rsidP="00E50914">
            <w:pPr>
              <w:pStyle w:val="TAL"/>
              <w:rPr>
                <w:lang w:val="en-US"/>
              </w:rPr>
            </w:pPr>
            <w:r w:rsidRPr="00004A58">
              <w:rPr>
                <w:lang w:val="en-US"/>
              </w:rPr>
              <w:t>SC-Address</w:t>
            </w:r>
          </w:p>
        </w:tc>
        <w:tc>
          <w:tcPr>
            <w:tcW w:w="567" w:type="dxa"/>
          </w:tcPr>
          <w:p w:rsidR="00DA25AD" w:rsidRPr="00004A58" w:rsidRDefault="00DA25AD" w:rsidP="00E50914">
            <w:pPr>
              <w:pStyle w:val="TAC"/>
              <w:rPr>
                <w:bCs/>
              </w:rPr>
            </w:pPr>
            <w:r w:rsidRPr="00004A58">
              <w:rPr>
                <w:rFonts w:cs="Arial"/>
                <w:bCs/>
                <w:lang w:val="en-US"/>
              </w:rPr>
              <w:t>M</w:t>
            </w:r>
          </w:p>
        </w:tc>
        <w:tc>
          <w:tcPr>
            <w:tcW w:w="6179" w:type="dxa"/>
          </w:tcPr>
          <w:p w:rsidR="00DA25AD" w:rsidRPr="00004A58" w:rsidRDefault="00DA25AD" w:rsidP="00E50914">
            <w:pPr>
              <w:pStyle w:val="TAL"/>
            </w:pPr>
            <w:r w:rsidRPr="00004A58">
              <w:t>This information element shall contain the Service Centre address.</w:t>
            </w:r>
          </w:p>
        </w:tc>
      </w:tr>
      <w:tr w:rsidR="00DA25AD" w:rsidRPr="00004A58" w:rsidTr="00E50914">
        <w:trPr>
          <w:trHeight w:val="401"/>
          <w:jc w:val="center"/>
        </w:trPr>
        <w:tc>
          <w:tcPr>
            <w:tcW w:w="1360" w:type="dxa"/>
          </w:tcPr>
          <w:p w:rsidR="00DA25AD" w:rsidRPr="00004A58" w:rsidRDefault="00DA25AD" w:rsidP="00E50914">
            <w:pPr>
              <w:pStyle w:val="TAL"/>
              <w:rPr>
                <w:rFonts w:cs="Arial"/>
                <w:szCs w:val="22"/>
                <w:lang w:val="en-US"/>
              </w:rPr>
            </w:pPr>
            <w:r w:rsidRPr="00004A58">
              <w:rPr>
                <w:rFonts w:cs="Arial"/>
                <w:szCs w:val="22"/>
                <w:lang w:val="en-US"/>
              </w:rPr>
              <w:t>SM Delivery Outcome</w:t>
            </w:r>
          </w:p>
        </w:tc>
        <w:tc>
          <w:tcPr>
            <w:tcW w:w="1417" w:type="dxa"/>
          </w:tcPr>
          <w:p w:rsidR="00DA25AD" w:rsidRPr="00004A58" w:rsidRDefault="00DA25AD" w:rsidP="00E50914">
            <w:pPr>
              <w:pStyle w:val="TAL"/>
            </w:pPr>
            <w:r w:rsidRPr="00004A58">
              <w:rPr>
                <w:lang w:val="en-US"/>
              </w:rPr>
              <w:t>SM-Delivery-Outcome</w:t>
            </w:r>
          </w:p>
        </w:tc>
        <w:tc>
          <w:tcPr>
            <w:tcW w:w="567" w:type="dxa"/>
          </w:tcPr>
          <w:p w:rsidR="00DA25AD" w:rsidRPr="00004A58" w:rsidRDefault="00DA25AD" w:rsidP="00E50914">
            <w:pPr>
              <w:pStyle w:val="TAC"/>
            </w:pPr>
            <w:r w:rsidRPr="00004A58">
              <w:t>M</w:t>
            </w:r>
          </w:p>
        </w:tc>
        <w:tc>
          <w:tcPr>
            <w:tcW w:w="6179" w:type="dxa"/>
          </w:tcPr>
          <w:p w:rsidR="00321E17" w:rsidRPr="00004A58" w:rsidRDefault="00321E17" w:rsidP="00321E17">
            <w:pPr>
              <w:pStyle w:val="TAL"/>
            </w:pPr>
            <w:r w:rsidRPr="00004A58">
              <w:t>This information element shall contain the causes for setting the message waiting data in the HSS according to the network node(s) used for the SM delivery:</w:t>
            </w:r>
          </w:p>
          <w:p w:rsidR="00321E17" w:rsidRPr="00004A58" w:rsidRDefault="00321E17" w:rsidP="00321E17">
            <w:pPr>
              <w:pStyle w:val="TAL"/>
              <w:numPr>
                <w:ilvl w:val="0"/>
                <w:numId w:val="17"/>
              </w:numPr>
            </w:pPr>
            <w:r w:rsidRPr="00004A58">
              <w:t>MSC</w:t>
            </w:r>
          </w:p>
          <w:p w:rsidR="00321E17" w:rsidRPr="00004A58" w:rsidRDefault="00321E17" w:rsidP="00321E17">
            <w:pPr>
              <w:pStyle w:val="TAL"/>
              <w:numPr>
                <w:ilvl w:val="0"/>
                <w:numId w:val="17"/>
              </w:numPr>
            </w:pPr>
            <w:r w:rsidRPr="00004A58">
              <w:t>MME</w:t>
            </w:r>
          </w:p>
          <w:p w:rsidR="00321E17" w:rsidRPr="00004A58" w:rsidRDefault="00321E17" w:rsidP="00321E17">
            <w:pPr>
              <w:pStyle w:val="TAL"/>
              <w:numPr>
                <w:ilvl w:val="0"/>
                <w:numId w:val="17"/>
              </w:numPr>
            </w:pPr>
            <w:r w:rsidRPr="00004A58">
              <w:t>SGSN</w:t>
            </w:r>
          </w:p>
          <w:p w:rsidR="00321E17" w:rsidRPr="00004A58" w:rsidRDefault="00321E17" w:rsidP="00321E17">
            <w:pPr>
              <w:pStyle w:val="TAL"/>
              <w:numPr>
                <w:ilvl w:val="0"/>
                <w:numId w:val="17"/>
              </w:numPr>
            </w:pPr>
            <w:r w:rsidRPr="00004A58">
              <w:t>IP-SM-GW</w:t>
            </w:r>
          </w:p>
          <w:p w:rsidR="00321E17" w:rsidRPr="00004A58" w:rsidRDefault="00321E17" w:rsidP="00321E17">
            <w:pPr>
              <w:pStyle w:val="TAL"/>
              <w:numPr>
                <w:ilvl w:val="0"/>
                <w:numId w:val="17"/>
              </w:numPr>
            </w:pPr>
            <w:r w:rsidRPr="00004A58">
              <w:t>SMSF-3GPP</w:t>
            </w:r>
          </w:p>
          <w:p w:rsidR="00321E17" w:rsidRPr="00004A58" w:rsidRDefault="00321E17" w:rsidP="00321E17">
            <w:pPr>
              <w:pStyle w:val="TAL"/>
              <w:numPr>
                <w:ilvl w:val="0"/>
                <w:numId w:val="17"/>
              </w:numPr>
            </w:pPr>
            <w:r w:rsidRPr="00004A58">
              <w:t>SMSF-Non3GPP.</w:t>
            </w:r>
          </w:p>
          <w:p w:rsidR="00321E17" w:rsidRPr="00004A58" w:rsidRDefault="00321E17" w:rsidP="00321E17">
            <w:pPr>
              <w:pStyle w:val="TAL"/>
            </w:pPr>
            <w:r w:rsidRPr="00004A58">
              <w:t xml:space="preserve">At least one cause shall be present. A cause originated from a MSC and a cause originated from a MME shall not be both present. </w:t>
            </w:r>
          </w:p>
          <w:p w:rsidR="00DA25AD" w:rsidRPr="00004A58" w:rsidRDefault="00321E17" w:rsidP="00321E17">
            <w:pPr>
              <w:pStyle w:val="TAL"/>
            </w:pPr>
            <w:r w:rsidRPr="00004A58">
              <w:t>When the cause is Absent User, the Absent User Diagnostic, if available, shall be associated to the cause.</w:t>
            </w:r>
          </w:p>
        </w:tc>
      </w:tr>
      <w:tr w:rsidR="00DA25AD" w:rsidRPr="00004A58" w:rsidTr="00E50914">
        <w:trPr>
          <w:trHeight w:val="401"/>
          <w:jc w:val="center"/>
        </w:trPr>
        <w:tc>
          <w:tcPr>
            <w:tcW w:w="1360" w:type="dxa"/>
          </w:tcPr>
          <w:p w:rsidR="00DA25AD" w:rsidRPr="00004A58" w:rsidRDefault="00DA25AD" w:rsidP="00E50914">
            <w:pPr>
              <w:pStyle w:val="TAL"/>
              <w:rPr>
                <w:rFonts w:cs="Arial"/>
                <w:szCs w:val="22"/>
                <w:lang w:val="en-US" w:eastAsia="zh-CN"/>
              </w:rPr>
            </w:pPr>
            <w:r w:rsidRPr="00004A58">
              <w:rPr>
                <w:rFonts w:cs="Arial" w:hint="eastAsia"/>
                <w:szCs w:val="22"/>
                <w:lang w:val="en-US" w:eastAsia="zh-CN"/>
              </w:rPr>
              <w:t>RDR Flags</w:t>
            </w:r>
          </w:p>
        </w:tc>
        <w:tc>
          <w:tcPr>
            <w:tcW w:w="1417" w:type="dxa"/>
          </w:tcPr>
          <w:p w:rsidR="00DA25AD" w:rsidRPr="00004A58" w:rsidRDefault="00DA25AD" w:rsidP="00E50914">
            <w:pPr>
              <w:pStyle w:val="TAL"/>
              <w:rPr>
                <w:lang w:val="en-US" w:eastAsia="zh-CN"/>
              </w:rPr>
            </w:pPr>
            <w:r w:rsidRPr="00004A58">
              <w:rPr>
                <w:rFonts w:hint="eastAsia"/>
                <w:lang w:val="en-US" w:eastAsia="zh-CN"/>
              </w:rPr>
              <w:t>RDR-Flags</w:t>
            </w:r>
          </w:p>
        </w:tc>
        <w:tc>
          <w:tcPr>
            <w:tcW w:w="567" w:type="dxa"/>
          </w:tcPr>
          <w:p w:rsidR="00DA25AD" w:rsidRPr="00004A58" w:rsidRDefault="00DA25AD" w:rsidP="00E50914">
            <w:pPr>
              <w:pStyle w:val="TAC"/>
              <w:rPr>
                <w:lang w:eastAsia="zh-CN"/>
              </w:rPr>
            </w:pPr>
            <w:r w:rsidRPr="00004A58">
              <w:rPr>
                <w:rFonts w:hint="eastAsia"/>
                <w:lang w:eastAsia="zh-CN"/>
              </w:rPr>
              <w:t>O</w:t>
            </w:r>
          </w:p>
        </w:tc>
        <w:tc>
          <w:tcPr>
            <w:tcW w:w="6179" w:type="dxa"/>
          </w:tcPr>
          <w:p w:rsidR="00DA25AD" w:rsidRPr="00004A58" w:rsidRDefault="00DA25AD" w:rsidP="00E50914">
            <w:pPr>
              <w:pStyle w:val="TAL"/>
            </w:pPr>
            <w:r w:rsidRPr="00004A58">
              <w:t>This Information Element contains a bit mask. See 5.3.3.</w:t>
            </w:r>
            <w:r w:rsidRPr="00004A58">
              <w:rPr>
                <w:rFonts w:hint="eastAsia"/>
                <w:lang w:eastAsia="zh-CN"/>
              </w:rPr>
              <w:t>x</w:t>
            </w:r>
            <w:r w:rsidRPr="00004A58">
              <w:t xml:space="preserve"> for the meaning of the bits</w:t>
            </w:r>
            <w:r w:rsidRPr="00004A58">
              <w:rPr>
                <w:rFonts w:hint="eastAsia"/>
                <w:lang w:eastAsia="zh-CN"/>
              </w:rPr>
              <w:t xml:space="preserve"> and the condition for each bit to be set or not</w:t>
            </w:r>
            <w:r w:rsidRPr="00004A58">
              <w:t>.</w:t>
            </w:r>
          </w:p>
        </w:tc>
      </w:tr>
      <w:tr w:rsidR="00DA25AD" w:rsidRPr="00004A58" w:rsidTr="00E50914">
        <w:trPr>
          <w:trHeight w:val="401"/>
          <w:jc w:val="center"/>
        </w:trPr>
        <w:tc>
          <w:tcPr>
            <w:tcW w:w="1360" w:type="dxa"/>
          </w:tcPr>
          <w:p w:rsidR="00DA25AD" w:rsidRPr="00004A58" w:rsidRDefault="00DA25AD" w:rsidP="00E50914">
            <w:pPr>
              <w:pStyle w:val="TAL"/>
              <w:rPr>
                <w:rFonts w:cs="Arial"/>
                <w:szCs w:val="22"/>
                <w:lang w:val="en-US"/>
              </w:rPr>
            </w:pPr>
            <w:r w:rsidRPr="00004A58">
              <w:rPr>
                <w:rFonts w:cs="Arial"/>
                <w:szCs w:val="22"/>
                <w:lang w:val="en-US"/>
              </w:rPr>
              <w:t>Supported Features</w:t>
            </w:r>
          </w:p>
          <w:p w:rsidR="00DA25AD" w:rsidRPr="00004A58" w:rsidRDefault="00DA25AD" w:rsidP="00E50914">
            <w:pPr>
              <w:pStyle w:val="TAL"/>
            </w:pPr>
          </w:p>
        </w:tc>
        <w:tc>
          <w:tcPr>
            <w:tcW w:w="1417" w:type="dxa"/>
          </w:tcPr>
          <w:p w:rsidR="00DA25AD" w:rsidRPr="00004A58" w:rsidRDefault="00DA25AD" w:rsidP="00E50914">
            <w:pPr>
              <w:pStyle w:val="TAL"/>
            </w:pPr>
            <w:r w:rsidRPr="00004A58">
              <w:t>Supported-Features</w:t>
            </w:r>
          </w:p>
          <w:p w:rsidR="00DA25AD" w:rsidRPr="00004A58" w:rsidRDefault="00DA25AD" w:rsidP="00E50914">
            <w:pPr>
              <w:pStyle w:val="TAL"/>
            </w:pPr>
            <w:r w:rsidRPr="00004A58">
              <w:t>(See 3GPP TS 29.229 [5])</w:t>
            </w:r>
          </w:p>
        </w:tc>
        <w:tc>
          <w:tcPr>
            <w:tcW w:w="567" w:type="dxa"/>
          </w:tcPr>
          <w:p w:rsidR="00DA25AD" w:rsidRPr="00004A58" w:rsidRDefault="00DA25AD" w:rsidP="00E50914">
            <w:pPr>
              <w:pStyle w:val="TAC"/>
              <w:rPr>
                <w:rFonts w:cs="Arial"/>
                <w:bCs/>
                <w:lang w:val="en-US"/>
              </w:rPr>
            </w:pPr>
            <w:r w:rsidRPr="00004A58">
              <w:t>O</w:t>
            </w:r>
          </w:p>
        </w:tc>
        <w:tc>
          <w:tcPr>
            <w:tcW w:w="6179" w:type="dxa"/>
          </w:tcPr>
          <w:p w:rsidR="00DA25AD" w:rsidRPr="00004A58" w:rsidRDefault="00DA25AD" w:rsidP="00E50914">
            <w:pPr>
              <w:pStyle w:val="TAL"/>
            </w:pPr>
            <w:r w:rsidRPr="00004A58">
              <w:t>If present, this Information Element shall contain the list of features supported by the origin host.</w:t>
            </w:r>
          </w:p>
        </w:tc>
      </w:tr>
    </w:tbl>
    <w:p w:rsidR="00DA25AD" w:rsidRPr="00004A58" w:rsidRDefault="00DA25AD" w:rsidP="00DA25AD">
      <w:pPr>
        <w:rPr>
          <w:lang w:val="en-US"/>
        </w:rPr>
      </w:pPr>
    </w:p>
    <w:p w:rsidR="00DA25AD" w:rsidRPr="00004A58" w:rsidRDefault="00DA25AD" w:rsidP="00DA25AD">
      <w:pPr>
        <w:pStyle w:val="TH"/>
        <w:tabs>
          <w:tab w:val="left" w:pos="7513"/>
        </w:tabs>
      </w:pPr>
      <w:r w:rsidRPr="00004A58">
        <w:t>Table 5.2.3.1-2: Report SM Delivery Status Answer</w:t>
      </w:r>
    </w:p>
    <w:tbl>
      <w:tblPr>
        <w:tblW w:w="951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356"/>
        <w:gridCol w:w="1417"/>
        <w:gridCol w:w="567"/>
        <w:gridCol w:w="6175"/>
      </w:tblGrid>
      <w:tr w:rsidR="00DA25AD" w:rsidRPr="00004A58" w:rsidTr="00E50914">
        <w:trPr>
          <w:jc w:val="center"/>
        </w:trPr>
        <w:tc>
          <w:tcPr>
            <w:tcW w:w="1356" w:type="dxa"/>
            <w:tcBorders>
              <w:bottom w:val="single" w:sz="12" w:space="0" w:color="auto"/>
            </w:tcBorders>
          </w:tcPr>
          <w:p w:rsidR="00DA25AD" w:rsidRPr="00004A58" w:rsidRDefault="00DA25AD" w:rsidP="00E50914">
            <w:pPr>
              <w:pStyle w:val="TAH"/>
            </w:pPr>
            <w:r w:rsidRPr="00004A58">
              <w:t>Information element name</w:t>
            </w:r>
          </w:p>
        </w:tc>
        <w:tc>
          <w:tcPr>
            <w:tcW w:w="1417" w:type="dxa"/>
            <w:tcBorders>
              <w:bottom w:val="single" w:sz="12" w:space="0" w:color="auto"/>
            </w:tcBorders>
          </w:tcPr>
          <w:p w:rsidR="00DA25AD" w:rsidRPr="00004A58" w:rsidRDefault="00DA25AD" w:rsidP="00E50914">
            <w:pPr>
              <w:pStyle w:val="TAH"/>
              <w:rPr>
                <w:lang w:val="fr-FR"/>
              </w:rPr>
            </w:pPr>
            <w:r w:rsidRPr="00004A58">
              <w:rPr>
                <w:lang w:val="fr-FR"/>
              </w:rPr>
              <w:t>Mapping to Diameter AVP</w:t>
            </w:r>
          </w:p>
        </w:tc>
        <w:tc>
          <w:tcPr>
            <w:tcW w:w="567" w:type="dxa"/>
            <w:tcBorders>
              <w:bottom w:val="single" w:sz="12" w:space="0" w:color="auto"/>
            </w:tcBorders>
          </w:tcPr>
          <w:p w:rsidR="00DA25AD" w:rsidRPr="00004A58" w:rsidRDefault="00DA25AD" w:rsidP="00E50914">
            <w:pPr>
              <w:pStyle w:val="TAH"/>
              <w:rPr>
                <w:lang w:val="fr-FR"/>
              </w:rPr>
            </w:pPr>
            <w:r w:rsidRPr="00004A58">
              <w:rPr>
                <w:lang w:val="fr-FR"/>
              </w:rPr>
              <w:t>Cat.</w:t>
            </w:r>
          </w:p>
        </w:tc>
        <w:tc>
          <w:tcPr>
            <w:tcW w:w="6175" w:type="dxa"/>
            <w:tcBorders>
              <w:bottom w:val="single" w:sz="12" w:space="0" w:color="auto"/>
            </w:tcBorders>
          </w:tcPr>
          <w:p w:rsidR="00DA25AD" w:rsidRPr="00004A58" w:rsidRDefault="00DA25AD" w:rsidP="00E50914">
            <w:pPr>
              <w:pStyle w:val="TAH"/>
              <w:rPr>
                <w:lang w:val="fr-FR"/>
              </w:rPr>
            </w:pPr>
            <w:r w:rsidRPr="00004A58">
              <w:rPr>
                <w:lang w:val="fr-FR"/>
              </w:rPr>
              <w:t>Description</w:t>
            </w:r>
          </w:p>
        </w:tc>
      </w:tr>
      <w:tr w:rsidR="00DA25AD" w:rsidRPr="00004A58" w:rsidTr="00E50914">
        <w:trPr>
          <w:trHeight w:val="401"/>
          <w:jc w:val="center"/>
        </w:trPr>
        <w:tc>
          <w:tcPr>
            <w:tcW w:w="1356" w:type="dxa"/>
            <w:tcBorders>
              <w:top w:val="single" w:sz="12" w:space="0" w:color="auto"/>
              <w:bottom w:val="single" w:sz="6" w:space="0" w:color="auto"/>
            </w:tcBorders>
          </w:tcPr>
          <w:p w:rsidR="00DA25AD" w:rsidRPr="00004A58" w:rsidRDefault="00DA25AD" w:rsidP="00E50914">
            <w:pPr>
              <w:pStyle w:val="TAL"/>
              <w:rPr>
                <w:snapToGrid w:val="0"/>
              </w:rPr>
            </w:pPr>
            <w:r w:rsidRPr="00004A58">
              <w:rPr>
                <w:snapToGrid w:val="0"/>
              </w:rPr>
              <w:t>Result</w:t>
            </w:r>
          </w:p>
          <w:p w:rsidR="00DA25AD" w:rsidRPr="00004A58" w:rsidRDefault="00DA25AD" w:rsidP="00E50914">
            <w:pPr>
              <w:pStyle w:val="TAL"/>
            </w:pPr>
          </w:p>
        </w:tc>
        <w:tc>
          <w:tcPr>
            <w:tcW w:w="1417" w:type="dxa"/>
            <w:tcBorders>
              <w:top w:val="single" w:sz="12" w:space="0" w:color="auto"/>
              <w:bottom w:val="single" w:sz="6" w:space="0" w:color="auto"/>
            </w:tcBorders>
          </w:tcPr>
          <w:p w:rsidR="00DA25AD" w:rsidRPr="00004A58" w:rsidRDefault="00DA25AD" w:rsidP="00E50914">
            <w:pPr>
              <w:pStyle w:val="TAL"/>
              <w:rPr>
                <w:lang w:val="en-US"/>
              </w:rPr>
            </w:pPr>
            <w:r w:rsidRPr="00004A58">
              <w:rPr>
                <w:lang w:val="en-US"/>
              </w:rPr>
              <w:t>Result-Code / Experimental-Result</w:t>
            </w:r>
          </w:p>
        </w:tc>
        <w:tc>
          <w:tcPr>
            <w:tcW w:w="567" w:type="dxa"/>
            <w:tcBorders>
              <w:top w:val="single" w:sz="12" w:space="0" w:color="auto"/>
              <w:bottom w:val="single" w:sz="6" w:space="0" w:color="auto"/>
            </w:tcBorders>
          </w:tcPr>
          <w:p w:rsidR="00DA25AD" w:rsidRPr="00004A58" w:rsidRDefault="00DA25AD" w:rsidP="00E50914">
            <w:pPr>
              <w:pStyle w:val="TAC"/>
              <w:rPr>
                <w:bCs/>
              </w:rPr>
            </w:pPr>
            <w:r w:rsidRPr="00004A58">
              <w:rPr>
                <w:rFonts w:cs="Arial"/>
                <w:bCs/>
                <w:lang w:val="en-US"/>
              </w:rPr>
              <w:t>M</w:t>
            </w:r>
          </w:p>
        </w:tc>
        <w:tc>
          <w:tcPr>
            <w:tcW w:w="6175" w:type="dxa"/>
            <w:tcBorders>
              <w:top w:val="single" w:sz="12" w:space="0" w:color="auto"/>
              <w:bottom w:val="single" w:sz="6" w:space="0" w:color="auto"/>
            </w:tcBorders>
          </w:tcPr>
          <w:p w:rsidR="00DA25AD" w:rsidRPr="00004A58" w:rsidRDefault="00DA25AD" w:rsidP="00E50914">
            <w:pPr>
              <w:pStyle w:val="TAL"/>
            </w:pPr>
            <w:r w:rsidRPr="00004A58">
              <w:t>This information element shall contain the Result of the request.</w:t>
            </w:r>
          </w:p>
          <w:p w:rsidR="00DA25AD" w:rsidRPr="00004A58" w:rsidRDefault="00DA25AD" w:rsidP="00E50914">
            <w:pPr>
              <w:pStyle w:val="TAL"/>
            </w:pPr>
            <w:r w:rsidRPr="00004A58">
              <w:t>The Result-Code AVP shall be used for errors defined in the Diameter base protocol (see IETF RFC 6733 [20]).</w:t>
            </w:r>
          </w:p>
          <w:p w:rsidR="00DA25AD" w:rsidRPr="00004A58" w:rsidRDefault="00DA25AD" w:rsidP="00E50914">
            <w:pPr>
              <w:pStyle w:val="TAL"/>
            </w:pPr>
            <w:r w:rsidRPr="00004A58">
              <w:t>The Experimental-Result AVP shall be used for S6c errors. This is a grouped AVP which contains the 3GPP Vendor ID in the Vendor-Id AVP, and the error code in the Experimental-Result-Code AVP. This information element shall contain the result of the operation with an indication of the success / errors. The following errors are applicable:</w:t>
            </w:r>
          </w:p>
          <w:p w:rsidR="00DA25AD" w:rsidRPr="00004A58" w:rsidRDefault="00DA25AD" w:rsidP="00E50914">
            <w:pPr>
              <w:pStyle w:val="TAL"/>
            </w:pPr>
            <w:r w:rsidRPr="00004A58">
              <w:t>-</w:t>
            </w:r>
            <w:r w:rsidRPr="00004A58">
              <w:tab/>
              <w:t>Unknown User;</w:t>
            </w:r>
          </w:p>
          <w:p w:rsidR="00DA25AD" w:rsidRPr="00004A58" w:rsidRDefault="00DA25AD" w:rsidP="00E50914">
            <w:pPr>
              <w:pStyle w:val="TAL"/>
            </w:pPr>
            <w:r w:rsidRPr="00004A58">
              <w:t>-</w:t>
            </w:r>
            <w:r w:rsidRPr="00004A58">
              <w:tab/>
              <w:t>Message Waiting List Full.</w:t>
            </w:r>
          </w:p>
        </w:tc>
      </w:tr>
      <w:tr w:rsidR="00DA25AD" w:rsidRPr="00004A58" w:rsidTr="00E50914">
        <w:trPr>
          <w:trHeight w:val="401"/>
          <w:jc w:val="center"/>
        </w:trPr>
        <w:tc>
          <w:tcPr>
            <w:tcW w:w="1356" w:type="dxa"/>
            <w:tcBorders>
              <w:top w:val="single" w:sz="6" w:space="0" w:color="auto"/>
              <w:left w:val="single" w:sz="12" w:space="0" w:color="auto"/>
              <w:bottom w:val="single" w:sz="6" w:space="0" w:color="auto"/>
              <w:right w:val="single" w:sz="6" w:space="0" w:color="auto"/>
            </w:tcBorders>
          </w:tcPr>
          <w:p w:rsidR="00DA25AD" w:rsidRPr="00004A58" w:rsidRDefault="00DA25AD" w:rsidP="00E50914">
            <w:pPr>
              <w:pStyle w:val="TAL"/>
            </w:pPr>
            <w:r w:rsidRPr="00004A58">
              <w:t>MSISDN- Alert</w:t>
            </w:r>
          </w:p>
        </w:tc>
        <w:tc>
          <w:tcPr>
            <w:tcW w:w="1417" w:type="dxa"/>
            <w:tcBorders>
              <w:top w:val="single" w:sz="6" w:space="0" w:color="auto"/>
              <w:left w:val="single" w:sz="6" w:space="0" w:color="auto"/>
              <w:bottom w:val="single" w:sz="6" w:space="0" w:color="auto"/>
              <w:right w:val="single" w:sz="6" w:space="0" w:color="auto"/>
            </w:tcBorders>
          </w:tcPr>
          <w:p w:rsidR="00DA25AD" w:rsidRPr="00004A58" w:rsidRDefault="00DA25AD" w:rsidP="00E50914">
            <w:pPr>
              <w:pStyle w:val="TAL"/>
            </w:pPr>
            <w:r w:rsidRPr="00004A58">
              <w:rPr>
                <w:lang w:val="en-US"/>
              </w:rPr>
              <w:t>User-Identifier</w:t>
            </w:r>
          </w:p>
        </w:tc>
        <w:tc>
          <w:tcPr>
            <w:tcW w:w="567" w:type="dxa"/>
            <w:tcBorders>
              <w:top w:val="single" w:sz="6" w:space="0" w:color="auto"/>
              <w:left w:val="single" w:sz="6" w:space="0" w:color="auto"/>
              <w:bottom w:val="single" w:sz="6" w:space="0" w:color="auto"/>
              <w:right w:val="single" w:sz="6" w:space="0" w:color="auto"/>
            </w:tcBorders>
          </w:tcPr>
          <w:p w:rsidR="00DA25AD" w:rsidRPr="00004A58" w:rsidRDefault="00DA25AD" w:rsidP="00E50914">
            <w:pPr>
              <w:pStyle w:val="TAC"/>
            </w:pPr>
            <w:r w:rsidRPr="00004A58">
              <w:rPr>
                <w:rFonts w:cs="Arial"/>
                <w:bCs/>
                <w:lang w:val="en-US"/>
              </w:rPr>
              <w:t>C</w:t>
            </w:r>
          </w:p>
        </w:tc>
        <w:tc>
          <w:tcPr>
            <w:tcW w:w="6175" w:type="dxa"/>
            <w:tcBorders>
              <w:top w:val="single" w:sz="6" w:space="0" w:color="auto"/>
              <w:left w:val="single" w:sz="6" w:space="0" w:color="auto"/>
              <w:bottom w:val="single" w:sz="6" w:space="0" w:color="auto"/>
              <w:right w:val="single" w:sz="12" w:space="0" w:color="auto"/>
            </w:tcBorders>
          </w:tcPr>
          <w:p w:rsidR="00DA25AD" w:rsidRPr="00004A58" w:rsidRDefault="00DA25AD" w:rsidP="00E50914">
            <w:pPr>
              <w:pStyle w:val="TAL"/>
            </w:pPr>
            <w:r w:rsidRPr="00004A58">
              <w:t>This information element</w:t>
            </w:r>
            <w:r w:rsidRPr="00004A58">
              <w:rPr>
                <w:rFonts w:hint="eastAsia"/>
                <w:lang w:eastAsia="zh-CN"/>
              </w:rPr>
              <w:t xml:space="preserve"> shall </w:t>
            </w:r>
            <w:r w:rsidRPr="00004A58">
              <w:rPr>
                <w:lang w:eastAsia="zh-CN"/>
              </w:rPr>
              <w:t xml:space="preserve">contain </w:t>
            </w:r>
            <w:r w:rsidRPr="00004A58">
              <w:t>the Alert MSISDN of the user if it is different from the MSISDN received in the request.</w:t>
            </w:r>
          </w:p>
        </w:tc>
      </w:tr>
      <w:tr w:rsidR="00DA25AD" w:rsidRPr="00004A58" w:rsidTr="00E50914">
        <w:trPr>
          <w:trHeight w:val="401"/>
          <w:jc w:val="center"/>
        </w:trPr>
        <w:tc>
          <w:tcPr>
            <w:tcW w:w="1356" w:type="dxa"/>
            <w:tcBorders>
              <w:top w:val="single" w:sz="6" w:space="0" w:color="auto"/>
              <w:left w:val="single" w:sz="12" w:space="0" w:color="auto"/>
              <w:bottom w:val="single" w:sz="12" w:space="0" w:color="auto"/>
              <w:right w:val="single" w:sz="6" w:space="0" w:color="auto"/>
            </w:tcBorders>
          </w:tcPr>
          <w:p w:rsidR="00DA25AD" w:rsidRPr="00004A58" w:rsidRDefault="00DA25AD" w:rsidP="00E50914">
            <w:pPr>
              <w:pStyle w:val="TAL"/>
              <w:rPr>
                <w:rFonts w:cs="Arial"/>
                <w:szCs w:val="22"/>
                <w:lang w:val="en-US"/>
              </w:rPr>
            </w:pPr>
            <w:r w:rsidRPr="00004A58">
              <w:rPr>
                <w:rFonts w:cs="Arial"/>
                <w:szCs w:val="22"/>
                <w:lang w:val="en-US"/>
              </w:rPr>
              <w:t>Supported Features</w:t>
            </w:r>
          </w:p>
        </w:tc>
        <w:tc>
          <w:tcPr>
            <w:tcW w:w="1417" w:type="dxa"/>
            <w:tcBorders>
              <w:top w:val="single" w:sz="6" w:space="0" w:color="auto"/>
              <w:left w:val="single" w:sz="6" w:space="0" w:color="auto"/>
              <w:bottom w:val="single" w:sz="12" w:space="0" w:color="auto"/>
              <w:right w:val="single" w:sz="6" w:space="0" w:color="auto"/>
            </w:tcBorders>
          </w:tcPr>
          <w:p w:rsidR="00DA25AD" w:rsidRPr="00004A58" w:rsidRDefault="00DA25AD" w:rsidP="00E50914">
            <w:pPr>
              <w:pStyle w:val="TAL"/>
            </w:pPr>
            <w:r w:rsidRPr="00004A58">
              <w:t>Supported-Features</w:t>
            </w:r>
          </w:p>
          <w:p w:rsidR="00DA25AD" w:rsidRPr="00004A58" w:rsidRDefault="00DA25AD" w:rsidP="00E50914">
            <w:pPr>
              <w:pStyle w:val="TAL"/>
            </w:pPr>
            <w:r w:rsidRPr="00004A58">
              <w:t xml:space="preserve"> (See 3GPP TS 29.229 [5])</w:t>
            </w:r>
          </w:p>
        </w:tc>
        <w:tc>
          <w:tcPr>
            <w:tcW w:w="567" w:type="dxa"/>
            <w:tcBorders>
              <w:top w:val="single" w:sz="6" w:space="0" w:color="auto"/>
              <w:left w:val="single" w:sz="6" w:space="0" w:color="auto"/>
              <w:bottom w:val="single" w:sz="12" w:space="0" w:color="auto"/>
              <w:right w:val="single" w:sz="6" w:space="0" w:color="auto"/>
            </w:tcBorders>
          </w:tcPr>
          <w:p w:rsidR="00DA25AD" w:rsidRPr="00004A58" w:rsidRDefault="00DA25AD" w:rsidP="00E50914">
            <w:pPr>
              <w:pStyle w:val="TAC"/>
            </w:pPr>
            <w:r w:rsidRPr="00004A58">
              <w:t>O</w:t>
            </w:r>
          </w:p>
        </w:tc>
        <w:tc>
          <w:tcPr>
            <w:tcW w:w="6175" w:type="dxa"/>
            <w:tcBorders>
              <w:top w:val="single" w:sz="6" w:space="0" w:color="auto"/>
              <w:left w:val="single" w:sz="6" w:space="0" w:color="auto"/>
              <w:bottom w:val="single" w:sz="12" w:space="0" w:color="auto"/>
              <w:right w:val="single" w:sz="12" w:space="0" w:color="auto"/>
            </w:tcBorders>
          </w:tcPr>
          <w:p w:rsidR="00DA25AD" w:rsidRPr="00004A58" w:rsidRDefault="00DA25AD" w:rsidP="00E50914">
            <w:pPr>
              <w:pStyle w:val="TAL"/>
            </w:pPr>
            <w:r w:rsidRPr="00004A58">
              <w:t>If present, this information element shall contain the list of features supported by the origin host.</w:t>
            </w:r>
          </w:p>
        </w:tc>
      </w:tr>
    </w:tbl>
    <w:p w:rsidR="00DA25AD" w:rsidRPr="00004A58" w:rsidRDefault="00DA25AD" w:rsidP="00DA25AD"/>
    <w:p w:rsidR="00DA25AD" w:rsidRPr="00004A58" w:rsidRDefault="00DA25AD" w:rsidP="00DA25AD">
      <w:pPr>
        <w:pStyle w:val="Heading4"/>
      </w:pPr>
      <w:bookmarkStart w:id="132" w:name="_Toc533204470"/>
      <w:bookmarkStart w:id="133" w:name="_Toc44882048"/>
      <w:bookmarkStart w:id="134" w:name="_Toc44882242"/>
      <w:bookmarkStart w:id="135" w:name="_Toc51864427"/>
      <w:r w:rsidRPr="00004A58">
        <w:lastRenderedPageBreak/>
        <w:t>5.2.3.2</w:t>
      </w:r>
      <w:r w:rsidRPr="00004A58">
        <w:tab/>
        <w:t>Detailed behaviour of the SMS-GMSC</w:t>
      </w:r>
      <w:bookmarkEnd w:id="132"/>
      <w:bookmarkEnd w:id="133"/>
      <w:bookmarkEnd w:id="134"/>
      <w:bookmarkEnd w:id="135"/>
    </w:p>
    <w:p w:rsidR="00DA25AD" w:rsidRPr="00004A58" w:rsidRDefault="00DA25AD" w:rsidP="00DA25AD">
      <w:pPr>
        <w:suppressLineNumbers/>
      </w:pPr>
      <w:r w:rsidRPr="00004A58">
        <w:t>The SMS-GMSC shall make use of this procedure if:</w:t>
      </w:r>
    </w:p>
    <w:p w:rsidR="00DA25AD" w:rsidRPr="00004A58" w:rsidRDefault="00DA25AD" w:rsidP="00DA25AD">
      <w:pPr>
        <w:pStyle w:val="B1"/>
      </w:pPr>
      <w:r w:rsidRPr="00004A58">
        <w:t>-</w:t>
      </w:r>
      <w:r w:rsidRPr="00004A58">
        <w:tab/>
        <w:t>the reason received from the serving node for failure to deliver the message is absent user, unidentified user or SM delivery failure with error cause "UE memory capacity exceeded", and the SC address is not yet included in the MWD set, and the serving node did not request the SMS-GMSC to retransmit the Short Message at a later requested retransmission time, or</w:t>
      </w:r>
    </w:p>
    <w:p w:rsidR="00DA25AD" w:rsidRPr="00004A58" w:rsidRDefault="00DA25AD" w:rsidP="00DA25AD">
      <w:pPr>
        <w:pStyle w:val="B1"/>
      </w:pPr>
      <w:r w:rsidRPr="00004A58">
        <w:t>-</w:t>
      </w:r>
      <w:r w:rsidRPr="00004A58">
        <w:tab/>
        <w:t>the reason received from the serving node for failure to deliver the message is absent user, unidentified user or SM delivery failure with error cause "UE memory capacity exceeded", and the corresponding flag in the HSS (as indicated in the information received from HSS) is not set, or</w:t>
      </w:r>
    </w:p>
    <w:p w:rsidR="00321E17" w:rsidRPr="00004A58" w:rsidRDefault="00321E17" w:rsidP="00321E17">
      <w:pPr>
        <w:pStyle w:val="B1"/>
      </w:pPr>
      <w:r w:rsidRPr="00004A58">
        <w:t>-</w:t>
      </w:r>
      <w:r w:rsidRPr="00004A58">
        <w:tab/>
        <w:t>the reason received from the serving node (MSC/MME, SGSN or SMSF) for failure to deliver the message is absent user and the absent user diagnostic is different from the absent user diagnostic received from the HSS.</w:t>
      </w:r>
    </w:p>
    <w:p w:rsidR="00DA25AD" w:rsidRPr="00004A58" w:rsidRDefault="00DA25AD" w:rsidP="00DA25AD">
      <w:pPr>
        <w:suppressLineNumbers/>
      </w:pPr>
      <w:r w:rsidRPr="00004A58">
        <w:t>If absent user diagnostic information (see 3GPP TS 23.040 [3]) is received with the absent user error indication then the SMS-GMSC shall relay this information to the HSS.</w:t>
      </w:r>
    </w:p>
    <w:p w:rsidR="00DA25AD" w:rsidRPr="00004A58" w:rsidRDefault="00DA25AD" w:rsidP="00DA25AD">
      <w:pPr>
        <w:pStyle w:val="Heading4"/>
      </w:pPr>
      <w:bookmarkStart w:id="136" w:name="_Toc533204471"/>
      <w:bookmarkStart w:id="137" w:name="_Toc44882049"/>
      <w:bookmarkStart w:id="138" w:name="_Toc44882243"/>
      <w:bookmarkStart w:id="139" w:name="_Toc51864428"/>
      <w:r w:rsidRPr="00004A58">
        <w:t>5.2.3.3</w:t>
      </w:r>
      <w:r w:rsidRPr="00004A58">
        <w:tab/>
        <w:t>Detailed behaviour of IP-SM-GW</w:t>
      </w:r>
      <w:bookmarkEnd w:id="136"/>
      <w:bookmarkEnd w:id="137"/>
      <w:bookmarkEnd w:id="138"/>
      <w:bookmarkEnd w:id="139"/>
    </w:p>
    <w:p w:rsidR="00DA25AD" w:rsidRPr="00004A58" w:rsidRDefault="00DA25AD" w:rsidP="00DA25AD">
      <w:pPr>
        <w:suppressLineNumbers/>
      </w:pPr>
      <w:r w:rsidRPr="00004A58">
        <w:t>The IP-SM-GW shall make use of this procedure if:</w:t>
      </w:r>
    </w:p>
    <w:p w:rsidR="00DA25AD" w:rsidRPr="00004A58" w:rsidRDefault="00DA25AD" w:rsidP="00DA25AD">
      <w:pPr>
        <w:pStyle w:val="B1"/>
      </w:pPr>
      <w:r w:rsidRPr="00004A58">
        <w:t>-</w:t>
      </w:r>
      <w:r w:rsidRPr="00004A58">
        <w:tab/>
        <w:t>the reason for failure to deliver the message is absent user, unidentified user or SM delivery failure with error cause "UE memory capacity exceeded", and the SC address is not yet included in the MWD set, or</w:t>
      </w:r>
    </w:p>
    <w:p w:rsidR="00DA25AD" w:rsidRPr="00004A58" w:rsidRDefault="00DA25AD" w:rsidP="00DA25AD">
      <w:pPr>
        <w:pStyle w:val="B1"/>
      </w:pPr>
      <w:r w:rsidRPr="00004A58">
        <w:t>-</w:t>
      </w:r>
      <w:r w:rsidRPr="00004A58">
        <w:tab/>
        <w:t>the reason for failure to deliver the message is absent user, unidentified user or SM delivery failure with error cause "UE memory capacity exceeded", and the corresponding flag in the HSS (as indicated in the information received in the MAP_INFORM_SERVICE_CENTRE) is not set, or</w:t>
      </w:r>
    </w:p>
    <w:p w:rsidR="00DA25AD" w:rsidRPr="00004A58" w:rsidRDefault="00DA25AD" w:rsidP="00DA25AD">
      <w:pPr>
        <w:pStyle w:val="B1"/>
      </w:pPr>
      <w:r w:rsidRPr="00004A58">
        <w:t>-</w:t>
      </w:r>
      <w:r w:rsidRPr="00004A58">
        <w:tab/>
        <w:t>the reason for failure to deliver the message is absent user and the absent user diagnostic is different from the absent user diagnostic received from the HSS.</w:t>
      </w:r>
    </w:p>
    <w:p w:rsidR="00DA25AD" w:rsidRPr="00004A58" w:rsidRDefault="00DA25AD" w:rsidP="00DA25AD">
      <w:pPr>
        <w:pStyle w:val="Heading4"/>
      </w:pPr>
      <w:bookmarkStart w:id="140" w:name="_Toc533204472"/>
      <w:bookmarkStart w:id="141" w:name="_Toc44882050"/>
      <w:bookmarkStart w:id="142" w:name="_Toc44882244"/>
      <w:bookmarkStart w:id="143" w:name="_Toc51864429"/>
      <w:r w:rsidRPr="00004A58">
        <w:t>5.2.3.4</w:t>
      </w:r>
      <w:r w:rsidRPr="00004A58">
        <w:tab/>
        <w:t>Detailed behaviour of the HSS</w:t>
      </w:r>
      <w:bookmarkEnd w:id="140"/>
      <w:bookmarkEnd w:id="141"/>
      <w:bookmarkEnd w:id="142"/>
      <w:bookmarkEnd w:id="143"/>
    </w:p>
    <w:p w:rsidR="00DA25AD" w:rsidRPr="00004A58" w:rsidRDefault="00DA25AD" w:rsidP="00DA25AD">
      <w:r w:rsidRPr="00004A58">
        <w:t>When receiving a Report SM Delivery Status request the HSS shall check if the user is known.</w:t>
      </w:r>
    </w:p>
    <w:p w:rsidR="00DA25AD" w:rsidRPr="00004A58" w:rsidRDefault="00DA25AD" w:rsidP="00DA25AD">
      <w:r w:rsidRPr="00004A58">
        <w:t>If the user is not known, the HSS shall return an Experimental-Result-Code set to DIAMETER_ERROR_USER_UNKNOWN.</w:t>
      </w:r>
    </w:p>
    <w:p w:rsidR="00DA25AD" w:rsidRPr="00004A58" w:rsidRDefault="00DA25AD" w:rsidP="00DA25AD">
      <w:r w:rsidRPr="00004A58">
        <w:t>If it is known, the HSS shall update the Message Waiting data as described in 3GPP TS 23.040 [3]. If the</w:t>
      </w:r>
      <w:r w:rsidRPr="00004A58">
        <w:rPr>
          <w:lang w:eastAsia="zh-CN"/>
        </w:rPr>
        <w:t xml:space="preserve"> </w:t>
      </w:r>
      <w:r w:rsidRPr="00004A58">
        <w:rPr>
          <w:rFonts w:hint="eastAsia"/>
          <w:lang w:eastAsia="zh-CN"/>
        </w:rPr>
        <w:t>Single-Attempt-Delivery flag in RDR-Flags</w:t>
      </w:r>
      <w:r w:rsidRPr="00004A58">
        <w:rPr>
          <w:lang w:eastAsia="zh-CN"/>
        </w:rPr>
        <w:t xml:space="preserve"> AVP is </w:t>
      </w:r>
      <w:r w:rsidRPr="00004A58">
        <w:rPr>
          <w:rFonts w:hint="eastAsia"/>
          <w:lang w:eastAsia="zh-CN"/>
        </w:rPr>
        <w:t>set</w:t>
      </w:r>
      <w:r w:rsidRPr="00004A58">
        <w:rPr>
          <w:lang w:eastAsia="zh-CN"/>
        </w:rPr>
        <w:t xml:space="preserve">, the HSS shall </w:t>
      </w:r>
      <w:r w:rsidRPr="00004A58">
        <w:rPr>
          <w:rFonts w:hint="eastAsia"/>
          <w:lang w:eastAsia="zh-CN"/>
        </w:rPr>
        <w:t xml:space="preserve">not </w:t>
      </w:r>
      <w:r w:rsidRPr="00004A58">
        <w:rPr>
          <w:lang w:eastAsia="zh-CN"/>
        </w:rPr>
        <w:t>add the SC address into the MWD list.</w:t>
      </w:r>
    </w:p>
    <w:p w:rsidR="00DA25AD" w:rsidRPr="00004A58" w:rsidRDefault="00DA25AD" w:rsidP="00DA25AD">
      <w:r w:rsidRPr="00004A58">
        <w:t>If the message waiting data is full, the HSS shall return an Experimental-Result-Code set to DIAMETER_ERROR_MWD_LIST_FULL.</w:t>
      </w:r>
    </w:p>
    <w:p w:rsidR="00DA25AD" w:rsidRPr="00004A58" w:rsidRDefault="00DA25AD" w:rsidP="00DA25AD">
      <w:r w:rsidRPr="00004A58">
        <w:t>If the received MSISDN is different from the stored MSISDN, the HSS shall return the Alert MSISDN.</w:t>
      </w:r>
    </w:p>
    <w:p w:rsidR="00DA25AD" w:rsidRPr="00004A58" w:rsidRDefault="00DA25AD" w:rsidP="00DA25AD">
      <w:pPr>
        <w:pStyle w:val="Heading2"/>
      </w:pPr>
      <w:bookmarkStart w:id="144" w:name="_Toc533204473"/>
      <w:bookmarkStart w:id="145" w:name="_Toc44882051"/>
      <w:bookmarkStart w:id="146" w:name="_Toc44882245"/>
      <w:bookmarkStart w:id="147" w:name="_Toc51864430"/>
      <w:r w:rsidRPr="00004A58">
        <w:t>5.3</w:t>
      </w:r>
      <w:r w:rsidRPr="00004A58">
        <w:tab/>
        <w:t>Protocol specification</w:t>
      </w:r>
      <w:bookmarkEnd w:id="144"/>
      <w:bookmarkEnd w:id="145"/>
      <w:bookmarkEnd w:id="146"/>
      <w:bookmarkEnd w:id="147"/>
    </w:p>
    <w:p w:rsidR="00DA25AD" w:rsidRPr="00004A58" w:rsidRDefault="00DA25AD" w:rsidP="00DA25AD">
      <w:pPr>
        <w:pStyle w:val="Heading3"/>
      </w:pPr>
      <w:bookmarkStart w:id="148" w:name="_Toc533204474"/>
      <w:bookmarkStart w:id="149" w:name="_Toc44882052"/>
      <w:bookmarkStart w:id="150" w:name="_Toc44882246"/>
      <w:bookmarkStart w:id="151" w:name="_Toc51864431"/>
      <w:r w:rsidRPr="00004A58">
        <w:t>5.3.1</w:t>
      </w:r>
      <w:r w:rsidRPr="00004A58">
        <w:tab/>
        <w:t>Routing considerations</w:t>
      </w:r>
      <w:bookmarkEnd w:id="148"/>
      <w:bookmarkEnd w:id="149"/>
      <w:bookmarkEnd w:id="150"/>
      <w:bookmarkEnd w:id="151"/>
    </w:p>
    <w:p w:rsidR="00DA25AD" w:rsidRPr="00004A58" w:rsidRDefault="00DA25AD" w:rsidP="00DA25AD">
      <w:pPr>
        <w:pStyle w:val="Heading4"/>
      </w:pPr>
      <w:bookmarkStart w:id="152" w:name="_Toc533204475"/>
      <w:bookmarkStart w:id="153" w:name="_Toc44882053"/>
      <w:bookmarkStart w:id="154" w:name="_Toc44882247"/>
      <w:bookmarkStart w:id="155" w:name="_Toc51864432"/>
      <w:r w:rsidRPr="00004A58">
        <w:t>5.3.1.1</w:t>
      </w:r>
      <w:r w:rsidRPr="00004A58">
        <w:tab/>
        <w:t>Requests from the SMS-GMSC or the SMS router</w:t>
      </w:r>
      <w:bookmarkEnd w:id="152"/>
      <w:bookmarkEnd w:id="153"/>
      <w:bookmarkEnd w:id="154"/>
      <w:bookmarkEnd w:id="155"/>
    </w:p>
    <w:p w:rsidR="00DA25AD" w:rsidRPr="00004A58" w:rsidRDefault="00DA25AD" w:rsidP="00DA25AD">
      <w:pPr>
        <w:pStyle w:val="Heading5"/>
      </w:pPr>
      <w:bookmarkStart w:id="156" w:name="_Toc533204476"/>
      <w:bookmarkStart w:id="157" w:name="_Toc44882054"/>
      <w:bookmarkStart w:id="158" w:name="_Toc44882248"/>
      <w:bookmarkStart w:id="159" w:name="_Toc51864433"/>
      <w:r w:rsidRPr="00004A58">
        <w:t>5.3.1.1.1</w:t>
      </w:r>
      <w:r w:rsidRPr="00004A58">
        <w:tab/>
        <w:t>Introduction</w:t>
      </w:r>
      <w:bookmarkEnd w:id="156"/>
      <w:bookmarkEnd w:id="157"/>
      <w:bookmarkEnd w:id="158"/>
      <w:bookmarkEnd w:id="159"/>
    </w:p>
    <w:p w:rsidR="00DA25AD" w:rsidRPr="00004A58" w:rsidRDefault="00DA25AD" w:rsidP="00DA25AD">
      <w:r w:rsidRPr="00004A58">
        <w:t xml:space="preserve">The </w:t>
      </w:r>
      <w:r w:rsidR="005252A2" w:rsidRPr="00004A58">
        <w:t>clause</w:t>
      </w:r>
      <w:r w:rsidRPr="00004A58">
        <w:t xml:space="preserve">s in 5.3.1.1 specify the use of the Diameter routing AVPs Destination-Realm and Destination-Host over the S6c interface for Diameter command requests from the SMS-GMSC or the SMS router or the IP-SM-GW (i.e. for the Send Routing Info for SM and the Report SM Delivery Status procedures) The </w:t>
      </w:r>
      <w:r w:rsidR="005252A2" w:rsidRPr="00004A58">
        <w:t>clause</w:t>
      </w:r>
      <w:r w:rsidRPr="00004A58">
        <w:t xml:space="preserve"> 5.3.1.1 also applies for the Report SM Delivery Status request generated by a SMS-SC in a retry context of SMS for IMS UE to IMS UE without MSISDN (see 3GPP TS 23.204 [17]) .</w:t>
      </w:r>
    </w:p>
    <w:p w:rsidR="00DA25AD" w:rsidRPr="00004A58" w:rsidRDefault="00DA25AD" w:rsidP="00DA25AD">
      <w:pPr>
        <w:pStyle w:val="Heading5"/>
      </w:pPr>
      <w:bookmarkStart w:id="160" w:name="_Toc533204477"/>
      <w:bookmarkStart w:id="161" w:name="_Toc44882055"/>
      <w:bookmarkStart w:id="162" w:name="_Toc44882249"/>
      <w:bookmarkStart w:id="163" w:name="_Toc51864434"/>
      <w:r w:rsidRPr="00004A58">
        <w:lastRenderedPageBreak/>
        <w:t>5.3.1.1.2</w:t>
      </w:r>
      <w:r w:rsidRPr="00004A58">
        <w:tab/>
        <w:t>Routing from the originating PLMN</w:t>
      </w:r>
      <w:bookmarkEnd w:id="160"/>
      <w:bookmarkEnd w:id="161"/>
      <w:bookmarkEnd w:id="162"/>
      <w:bookmarkEnd w:id="163"/>
    </w:p>
    <w:p w:rsidR="00DA25AD" w:rsidRPr="00004A58" w:rsidRDefault="00DA25AD" w:rsidP="00DA25AD">
      <w:r w:rsidRPr="00004A58">
        <w:t>If the SMS-GMSC or the SMS router has stored or can obtain the address/name and the home network domain name of the HSS identified by the MSISDN or the IMSI, both the Destination-Realm and Destination-Host AVPs shall be present in the request.</w:t>
      </w:r>
    </w:p>
    <w:p w:rsidR="00DA25AD" w:rsidRPr="00004A58" w:rsidRDefault="00DA25AD" w:rsidP="00DA25AD">
      <w:r w:rsidRPr="00004A58">
        <w:t xml:space="preserve">The SMS Router shall use the MCC/MNC values of the PLMN to which it belongs, to build the MCC/MNC based network domain as described in </w:t>
      </w:r>
      <w:r w:rsidR="005252A2" w:rsidRPr="00004A58">
        <w:t>clause</w:t>
      </w:r>
      <w:r w:rsidRPr="00004A58">
        <w:t xml:space="preserve"> 19.2 of 3GPP TS 23.003 [16] and include it in the Destination-Realm AVP of the request. The request shall then be routed to the next Diameter node.</w:t>
      </w:r>
    </w:p>
    <w:p w:rsidR="00DA25AD" w:rsidRPr="00004A58" w:rsidRDefault="00DA25AD" w:rsidP="00DA25AD">
      <w:r w:rsidRPr="00004A58">
        <w:t xml:space="preserve">If the SMS-GMSC can only obtain the MCC/MNC values from the MSISDN or the IMSI, the SMS-GMSC shall use them to build the MCC/MNC based network domain as described in </w:t>
      </w:r>
      <w:r w:rsidR="005252A2" w:rsidRPr="00004A58">
        <w:t>clause</w:t>
      </w:r>
      <w:r w:rsidRPr="00004A58">
        <w:t xml:space="preserve"> 19.2 of 3GPP TS 23.003 [16] and include it in the Destination-Realm AVP of the request. The request shall then be routed to the next Diameter node.</w:t>
      </w:r>
    </w:p>
    <w:p w:rsidR="00DA25AD" w:rsidRPr="00004A58" w:rsidRDefault="00DA25AD" w:rsidP="00DA25AD">
      <w:r w:rsidRPr="00004A58">
        <w:t>If the SMS-GMSC cannot obtain the MCC/MNC values from the MSISDN of the user, the SMS-GMSC may forward the request to a Diameter node within the same PLMN, the Destination Realm content being left to the PLMN operator choice. Then:</w:t>
      </w:r>
    </w:p>
    <w:p w:rsidR="00DA25AD" w:rsidRPr="00004A58" w:rsidRDefault="00DA25AD" w:rsidP="00DA25AD">
      <w:pPr>
        <w:pStyle w:val="B1"/>
        <w:numPr>
          <w:ilvl w:val="0"/>
          <w:numId w:val="18"/>
        </w:numPr>
      </w:pPr>
      <w:r w:rsidRPr="00004A58">
        <w:t>if a Diameter node in the routing path insides the PLMN of the SMS-GSMC can obtain the MCC/MNC values of the PLMN to which the user is subscribed to (i.e. when the number portability is resolved in the network of the SMS-GMSC), or</w:t>
      </w:r>
    </w:p>
    <w:p w:rsidR="00DA25AD" w:rsidRPr="00004A58" w:rsidRDefault="00DA25AD" w:rsidP="00DA25AD">
      <w:pPr>
        <w:pStyle w:val="B1"/>
        <w:numPr>
          <w:ilvl w:val="0"/>
          <w:numId w:val="18"/>
        </w:numPr>
      </w:pPr>
      <w:r w:rsidRPr="00004A58">
        <w:t>if, otherwise, the Diameter node can obtain the MCC/MNC values of the PLMN associated to the CC and NDC codes of the MSISDN of the user, then</w:t>
      </w:r>
    </w:p>
    <w:p w:rsidR="00DA25AD" w:rsidRPr="00004A58" w:rsidRDefault="00DA25AD" w:rsidP="00DA25AD">
      <w:pPr>
        <w:pStyle w:val="B1"/>
        <w:numPr>
          <w:ilvl w:val="0"/>
          <w:numId w:val="18"/>
        </w:numPr>
      </w:pPr>
      <w:r w:rsidRPr="00004A58">
        <w:t xml:space="preserve">the Diameter node shall use them to build the MCC/MNC based network domain as described in </w:t>
      </w:r>
      <w:r w:rsidR="005252A2" w:rsidRPr="00004A58">
        <w:t>clause</w:t>
      </w:r>
      <w:r w:rsidRPr="00004A58">
        <w:t xml:space="preserve"> 19.2 of 3GPP TS 23.003 [16] and include it in the Destination-Realm AVP of the request. The request shall then be routed to the next Diameter node.</w:t>
      </w:r>
    </w:p>
    <w:p w:rsidR="00DA25AD" w:rsidRPr="00004A58" w:rsidRDefault="00DA25AD" w:rsidP="00DA25AD">
      <w:r w:rsidRPr="00004A58">
        <w:t>If the MCC/MNC values of the PLMN associated to the CC and NDC codes of the MSISDN or the MCC/MNC values of the PLMN to which the user is subscribed to cannot be obtained in the PLMN of the SMS-GMSC, the request shall be replaced in the PLMN of the SMS-GMSC by an equivalent request routed through a MAP interface (e.g. via an IWF).</w:t>
      </w:r>
    </w:p>
    <w:p w:rsidR="00DA25AD" w:rsidRPr="00004A58" w:rsidRDefault="00DA25AD" w:rsidP="00DA25AD">
      <w:pPr>
        <w:pStyle w:val="NO"/>
      </w:pPr>
      <w:r w:rsidRPr="00004A58">
        <w:t>NOTE 1:</w:t>
      </w:r>
      <w:r w:rsidRPr="00004A58">
        <w:tab/>
        <w:t>The inter PLMN routing principle is to reuse the routing based on a MCC/MNC based domain name as used by other Diameter applications such as S6a/d. It is assumed that obtaining the relevant MCC/MNC values from the MSISDN can be achieved in the PLMN to which the SMS-GMSC belongs. Otherwise MAP based routing is used. This routing principle may be completed with other routing solutions in the future.</w:t>
      </w:r>
    </w:p>
    <w:p w:rsidR="00DA25AD" w:rsidRPr="00004A58" w:rsidRDefault="00DA25AD" w:rsidP="00DA25AD">
      <w:pPr>
        <w:pStyle w:val="NO"/>
      </w:pPr>
      <w:r w:rsidRPr="00004A58">
        <w:t>NOTE 2:</w:t>
      </w:r>
      <w:r w:rsidRPr="00004A58">
        <w:tab/>
        <w:t xml:space="preserve">The Number portability resolution in the PLMN of the SMS-GMSC can be handled by an intermediate Diameter agent consulting a Number Portability Database of the Network Portability domain to which the PLMN of the SMS-GMSC belongs. </w:t>
      </w:r>
    </w:p>
    <w:p w:rsidR="00DA25AD" w:rsidRPr="00004A58" w:rsidRDefault="00DA25AD" w:rsidP="00DA25AD">
      <w:r w:rsidRPr="00004A58">
        <w:t>If the SMS-SC or the SMS-GMSC, in a retry context of SMS for IMS UE to IMS UE without MSISDN (see 3GPP TS 23.204 [17]), has stored or can obtain the address/name and the home network domain name of the HSS identified by the HSS ID, both the Destination-Realm and Destination-Host AVPs shall be present in the request.</w:t>
      </w:r>
    </w:p>
    <w:p w:rsidR="00DA25AD" w:rsidRPr="00004A58" w:rsidRDefault="00DA25AD" w:rsidP="00DA25AD">
      <w:r w:rsidRPr="00004A58">
        <w:t xml:space="preserve">If the SMS-SC or the SMS-GMSC, in a retry context of SMS for IMS UE to IMS UE without MSISDN (see 3GPP TS 23.204 [17]), can only obtain the MCC/MNC values from the HSS ID, the SMS-SC shall use them to build the MCC/MNC based network domain as described in </w:t>
      </w:r>
      <w:r w:rsidR="005252A2" w:rsidRPr="00004A58">
        <w:t>clause</w:t>
      </w:r>
      <w:r w:rsidRPr="00004A58">
        <w:t xml:space="preserve"> 19.2 of 3GPP TS 23.003 [16] and include it in the Destination-Realm AVP of the request. The request shall then be routed to the next Diameter node.</w:t>
      </w:r>
    </w:p>
    <w:p w:rsidR="00DA25AD" w:rsidRPr="00004A58" w:rsidRDefault="00DA25AD" w:rsidP="00DA25AD">
      <w:pPr>
        <w:pStyle w:val="NO"/>
      </w:pPr>
      <w:r w:rsidRPr="00004A58">
        <w:t>NOTE:</w:t>
      </w:r>
      <w:r w:rsidRPr="00004A58">
        <w:tab/>
        <w:t xml:space="preserve">In a retry context of MSISDN-less SMS delivery in IMS (see 3GPP TS 23.204 [17]), the SMS-SC gets the HSS-ID from the MO Forward Short Message request as described in </w:t>
      </w:r>
      <w:r w:rsidR="005252A2" w:rsidRPr="00004A58">
        <w:t>clause</w:t>
      </w:r>
      <w:r w:rsidRPr="00004A58">
        <w:t xml:space="preserve"> 6.2.1.</w:t>
      </w:r>
    </w:p>
    <w:p w:rsidR="00DA25AD" w:rsidRPr="00004A58" w:rsidRDefault="00DA25AD" w:rsidP="00DA25AD">
      <w:pPr>
        <w:pStyle w:val="Heading5"/>
      </w:pPr>
      <w:r w:rsidRPr="00004A58">
        <w:t xml:space="preserve"> </w:t>
      </w:r>
      <w:bookmarkStart w:id="164" w:name="_Toc533204478"/>
      <w:bookmarkStart w:id="165" w:name="_Toc44882056"/>
      <w:bookmarkStart w:id="166" w:name="_Toc44882250"/>
      <w:bookmarkStart w:id="167" w:name="_Toc51864435"/>
      <w:r w:rsidRPr="00004A58">
        <w:t>5.3.1.1.3</w:t>
      </w:r>
      <w:r w:rsidRPr="00004A58">
        <w:tab/>
        <w:t>Routing in the HPLMN</w:t>
      </w:r>
      <w:bookmarkEnd w:id="164"/>
      <w:bookmarkEnd w:id="165"/>
      <w:bookmarkEnd w:id="166"/>
      <w:bookmarkEnd w:id="167"/>
    </w:p>
    <w:p w:rsidR="00DA25AD" w:rsidRPr="00004A58" w:rsidRDefault="00DA25AD" w:rsidP="00DA25AD">
      <w:r w:rsidRPr="00004A58">
        <w:t xml:space="preserve">When the request reaches a Diameter node in the home PLMN of the user and when multiple and separately addressable HSSs have been deployed in the home PLMN, the identity of the HSS that holds the subscriber data for a given user identified by its MSISDN may be retrieved by a user identity to HSS resolution mechanism as described in </w:t>
      </w:r>
      <w:r w:rsidR="005252A2" w:rsidRPr="00004A58">
        <w:t>clause</w:t>
      </w:r>
      <w:r w:rsidRPr="00004A58">
        <w:t xml:space="preserve"> 5.4.</w:t>
      </w:r>
    </w:p>
    <w:p w:rsidR="00DA25AD" w:rsidRPr="00004A58" w:rsidRDefault="00DA25AD" w:rsidP="00DA25AD">
      <w:r w:rsidRPr="00004A58">
        <w:t xml:space="preserve">When the request (i.e Send Routing Info for SM or Report SM Delivery Status) for SM occurs in the retry context of SMS for IMS UE to IMS UE without MSISDN (see 3GPP TS 23.204 [17]), the Diameter identity of the HSS that holds </w:t>
      </w:r>
      <w:r w:rsidRPr="00004A58">
        <w:lastRenderedPageBreak/>
        <w:t xml:space="preserve">the subscriber data for a given user may be retrieved by a user identity to HSS resolution mechanism as described in </w:t>
      </w:r>
      <w:r w:rsidR="005252A2" w:rsidRPr="00004A58">
        <w:t>clause</w:t>
      </w:r>
      <w:r w:rsidRPr="00004A58">
        <w:t xml:space="preserve"> 5.4, where the HSS ID conveyed in the request is considered as a user identity.</w:t>
      </w:r>
    </w:p>
    <w:p w:rsidR="00DA25AD" w:rsidRPr="00004A58" w:rsidRDefault="00DA25AD" w:rsidP="00DA25AD">
      <w:r w:rsidRPr="00004A58">
        <w:t>Consequently, the Destination-Host AVP is declared as optional in the ABNF for all requests initiated by an SMS-GMSC or a SMS Router.</w:t>
      </w:r>
    </w:p>
    <w:p w:rsidR="00DA25AD" w:rsidRPr="00004A58" w:rsidRDefault="00DA25AD" w:rsidP="00DA25AD">
      <w:r w:rsidRPr="00004A58">
        <w:t>The HSS, when receiving a Send Routing Info for SM request, checks if an SMS Router is configured in the home network or if an IP-SM-GW has been registered for the user. If yes, the HSS shall act as a Diameter proxy and forward the request to the SMS Router or to the IP-SM-GW, by inserting the Diameter address of the SMS Router or of the IP-SM-GW as the Diameter destination address. If the Send Routing Info for SM request occurs in the retry context of SMS for IMS UE to IMS UE without MSISDN (see 3GPP TS 23.204 [17]), the HSS shall return the IP-SM-GW address and shall not forward the request to an IP-SM-GW.</w:t>
      </w:r>
    </w:p>
    <w:p w:rsidR="00DA25AD" w:rsidRPr="00004A58" w:rsidRDefault="00DA25AD" w:rsidP="00DA25AD">
      <w:r w:rsidRPr="00004A58">
        <w:t>If the Vendor-Specific-Application-ID AVP is received in any of the commands defined in this specification, it shall be ignored by the receiving node, and it shall not be used for routing purposes.</w:t>
      </w:r>
    </w:p>
    <w:p w:rsidR="00DA25AD" w:rsidRPr="00004A58" w:rsidRDefault="00DA25AD" w:rsidP="00DA25AD">
      <w:pPr>
        <w:pStyle w:val="Heading4"/>
      </w:pPr>
      <w:bookmarkStart w:id="168" w:name="_Toc533204479"/>
      <w:bookmarkStart w:id="169" w:name="_Toc44882057"/>
      <w:bookmarkStart w:id="170" w:name="_Toc44882251"/>
      <w:bookmarkStart w:id="171" w:name="_Toc51864436"/>
      <w:r w:rsidRPr="00004A58">
        <w:t>5.3.1.2</w:t>
      </w:r>
      <w:r w:rsidRPr="00004A58">
        <w:tab/>
        <w:t>Requests from the HSS</w:t>
      </w:r>
      <w:bookmarkEnd w:id="168"/>
      <w:bookmarkEnd w:id="169"/>
      <w:bookmarkEnd w:id="170"/>
      <w:bookmarkEnd w:id="171"/>
    </w:p>
    <w:p w:rsidR="00DA25AD" w:rsidRPr="00004A58" w:rsidRDefault="00DA25AD" w:rsidP="00DA25AD">
      <w:r w:rsidRPr="00004A58">
        <w:t>This clause specifies the use of the Diameter routing AVPs Destination-Realm and Destination-Host over the S6c interface for Diameter command requests from the HSS (i.e. for the Alert SC procedure).</w:t>
      </w:r>
    </w:p>
    <w:p w:rsidR="00DA25AD" w:rsidRPr="00004A58" w:rsidRDefault="00DA25AD" w:rsidP="00DA25AD">
      <w:r w:rsidRPr="00004A58">
        <w:t>If the HSS has stored the address/name of the SMS-SC and the associated home network domain name in the Message Waiting Data of the user, both the Destination-Realm and Destination-Host AVPs shall be present in the Diameter request. Otherwise the routing shall use MAP.</w:t>
      </w:r>
    </w:p>
    <w:p w:rsidR="00DA25AD" w:rsidRPr="00004A58" w:rsidRDefault="00DA25AD" w:rsidP="00DA25AD">
      <w:pPr>
        <w:pStyle w:val="Heading3"/>
      </w:pPr>
      <w:bookmarkStart w:id="172" w:name="_Toc533204480"/>
      <w:bookmarkStart w:id="173" w:name="_Toc44882058"/>
      <w:bookmarkStart w:id="174" w:name="_Toc44882252"/>
      <w:bookmarkStart w:id="175" w:name="_Toc51864437"/>
      <w:r w:rsidRPr="00004A58">
        <w:t>5.3.2</w:t>
      </w:r>
      <w:r w:rsidRPr="00004A58">
        <w:tab/>
        <w:t>Commands</w:t>
      </w:r>
      <w:bookmarkEnd w:id="172"/>
      <w:bookmarkEnd w:id="173"/>
      <w:bookmarkEnd w:id="174"/>
      <w:bookmarkEnd w:id="175"/>
    </w:p>
    <w:p w:rsidR="00DA25AD" w:rsidRPr="00004A58" w:rsidRDefault="00DA25AD" w:rsidP="00DA25AD">
      <w:pPr>
        <w:pStyle w:val="Heading4"/>
        <w:rPr>
          <w:lang w:eastAsia="zh-CN"/>
        </w:rPr>
      </w:pPr>
      <w:bookmarkStart w:id="176" w:name="_Toc533204481"/>
      <w:bookmarkStart w:id="177" w:name="_Toc44882059"/>
      <w:bookmarkStart w:id="178" w:name="_Toc44882253"/>
      <w:bookmarkStart w:id="179" w:name="_Toc51864438"/>
      <w:r w:rsidRPr="00004A58">
        <w:t>5.3.2.1</w:t>
      </w:r>
      <w:r w:rsidRPr="00004A58">
        <w:tab/>
      </w:r>
      <w:r w:rsidRPr="00004A58">
        <w:rPr>
          <w:rFonts w:hint="eastAsia"/>
          <w:lang w:eastAsia="zh-CN"/>
        </w:rPr>
        <w:t>Introduction</w:t>
      </w:r>
      <w:bookmarkEnd w:id="176"/>
      <w:bookmarkEnd w:id="177"/>
      <w:bookmarkEnd w:id="178"/>
      <w:bookmarkEnd w:id="179"/>
    </w:p>
    <w:p w:rsidR="00DA25AD" w:rsidRPr="00004A58" w:rsidRDefault="00DA25AD" w:rsidP="00DA25AD">
      <w:r w:rsidRPr="00004A58">
        <w:t xml:space="preserve">This </w:t>
      </w:r>
      <w:r w:rsidR="005252A2" w:rsidRPr="00004A58">
        <w:rPr>
          <w:lang w:eastAsia="zh-CN"/>
        </w:rPr>
        <w:t>clause</w:t>
      </w:r>
      <w:r w:rsidRPr="00004A58">
        <w:t xml:space="preserve"> </w:t>
      </w:r>
      <w:r w:rsidRPr="00004A58">
        <w:rPr>
          <w:rFonts w:hint="eastAsia"/>
          <w:lang w:eastAsia="zh-CN"/>
        </w:rPr>
        <w:t>defin</w:t>
      </w:r>
      <w:r w:rsidRPr="00004A58">
        <w:t xml:space="preserve">es </w:t>
      </w:r>
      <w:r w:rsidRPr="00004A58">
        <w:rPr>
          <w:rFonts w:hint="eastAsia"/>
          <w:lang w:eastAsia="zh-CN"/>
        </w:rPr>
        <w:t xml:space="preserve">the Command code values and related ABNF for each command described </w:t>
      </w:r>
      <w:r w:rsidRPr="00004A58">
        <w:rPr>
          <w:lang w:eastAsia="zh-CN"/>
        </w:rPr>
        <w:t>for the S6c interface</w:t>
      </w:r>
      <w:r w:rsidRPr="00004A58">
        <w:rPr>
          <w:rFonts w:hint="eastAsia"/>
          <w:lang w:eastAsia="zh-CN"/>
        </w:rPr>
        <w:t>.</w:t>
      </w:r>
    </w:p>
    <w:p w:rsidR="00DA25AD" w:rsidRPr="00004A58" w:rsidRDefault="00DA25AD" w:rsidP="00DA25AD">
      <w:pPr>
        <w:pStyle w:val="Heading4"/>
      </w:pPr>
      <w:bookmarkStart w:id="180" w:name="_Toc533204482"/>
      <w:bookmarkStart w:id="181" w:name="_Toc44882060"/>
      <w:bookmarkStart w:id="182" w:name="_Toc44882254"/>
      <w:bookmarkStart w:id="183" w:name="_Toc51864439"/>
      <w:r w:rsidRPr="00004A58">
        <w:t>5.3.2.2</w:t>
      </w:r>
      <w:r w:rsidRPr="00004A58">
        <w:tab/>
        <w:t>Command-Code values</w:t>
      </w:r>
      <w:bookmarkEnd w:id="180"/>
      <w:bookmarkEnd w:id="181"/>
      <w:bookmarkEnd w:id="182"/>
      <w:bookmarkEnd w:id="183"/>
    </w:p>
    <w:p w:rsidR="00DA25AD" w:rsidRPr="00004A58" w:rsidRDefault="00DA25AD" w:rsidP="00DA25AD">
      <w:r w:rsidRPr="00004A58">
        <w:t xml:space="preserve">This </w:t>
      </w:r>
      <w:r w:rsidR="005252A2" w:rsidRPr="00004A58">
        <w:t>clause</w:t>
      </w:r>
      <w:r w:rsidRPr="00004A58">
        <w:t xml:space="preserve"> defines the Command-Code values for the S6c interface application</w:t>
      </w:r>
      <w:r w:rsidRPr="00004A58">
        <w:rPr>
          <w:rFonts w:hint="eastAsia"/>
          <w:lang w:eastAsia="zh-CN"/>
        </w:rPr>
        <w:t xml:space="preserve"> </w:t>
      </w:r>
      <w:r w:rsidRPr="00004A58">
        <w:rPr>
          <w:lang w:eastAsia="zh-CN"/>
        </w:rPr>
        <w:t>as allocated by IANA in the IETF RFC 5516 [8]</w:t>
      </w:r>
      <w:r w:rsidRPr="00004A58">
        <w:t>.</w:t>
      </w:r>
    </w:p>
    <w:p w:rsidR="00DA25AD" w:rsidRPr="00004A58" w:rsidRDefault="00DA25AD" w:rsidP="00DA25AD">
      <w:r w:rsidRPr="00004A58">
        <w:t>Every command is defined by means of the ABNF syntax IETF RFC 2234 [6], according to the Command Code Format (CCF) specification defined in IETF RFC 6733 [20]. In the case, the definition and use of an AVP is not specified in this document, the guidelines in IETF RFC 6733 [20] shall apply.</w:t>
      </w:r>
    </w:p>
    <w:p w:rsidR="00DA25AD" w:rsidRPr="00004A58" w:rsidRDefault="00DA25AD" w:rsidP="00DA25AD">
      <w:r w:rsidRPr="00004A58">
        <w:t>The Vendor-Specific-Application-Id AVP shall not be included in any command sent by Diameter nodes supporting applications defined in this specification. If the Vendor-Specific-Application-Id AVP is received in any of the commands defined in this specification, it shall be ignored by the receiving node.</w:t>
      </w:r>
    </w:p>
    <w:p w:rsidR="00DA25AD" w:rsidRPr="00004A58" w:rsidRDefault="00DA25AD" w:rsidP="00DA25AD">
      <w:pPr>
        <w:pStyle w:val="NO"/>
      </w:pPr>
      <w:r w:rsidRPr="00004A58">
        <w:t>NOTE:</w:t>
      </w:r>
      <w:r w:rsidRPr="00004A58">
        <w:tab/>
        <w:t>The Vendor-Specific-Application-Id is included as an optional AVP in all Command Code Format specifications defined in this specification in order to overcome potential interoperability issues with intermediate Diameter agents non-compliant with IETF RFC 6733 [20].</w:t>
      </w:r>
    </w:p>
    <w:p w:rsidR="00DA25AD" w:rsidRPr="00004A58" w:rsidRDefault="00DA25AD" w:rsidP="00DA25AD">
      <w:r w:rsidRPr="00004A58">
        <w:t>The following Command Codes are defined in this specification:</w:t>
      </w:r>
    </w:p>
    <w:p w:rsidR="00DA25AD" w:rsidRPr="00004A58" w:rsidRDefault="00DA25AD" w:rsidP="00DA25AD">
      <w:pPr>
        <w:pStyle w:val="TH"/>
      </w:pPr>
      <w:r w:rsidRPr="00004A58">
        <w:t xml:space="preserve">Table 5.3.2.2/1: Command-Code values for S6c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13"/>
        <w:gridCol w:w="1276"/>
        <w:gridCol w:w="850"/>
        <w:gridCol w:w="851"/>
      </w:tblGrid>
      <w:tr w:rsidR="00DA25AD" w:rsidRPr="00004A58" w:rsidTr="00E50914">
        <w:trPr>
          <w:jc w:val="center"/>
        </w:trPr>
        <w:tc>
          <w:tcPr>
            <w:tcW w:w="3113" w:type="dxa"/>
          </w:tcPr>
          <w:p w:rsidR="00DA25AD" w:rsidRPr="00004A58" w:rsidRDefault="00DA25AD" w:rsidP="00E50914">
            <w:pPr>
              <w:pStyle w:val="TAH"/>
            </w:pPr>
            <w:r w:rsidRPr="00004A58">
              <w:t>Command-Name</w:t>
            </w:r>
          </w:p>
        </w:tc>
        <w:tc>
          <w:tcPr>
            <w:tcW w:w="1276" w:type="dxa"/>
          </w:tcPr>
          <w:p w:rsidR="00DA25AD" w:rsidRPr="00004A58" w:rsidRDefault="00DA25AD" w:rsidP="00E50914">
            <w:pPr>
              <w:pStyle w:val="TAH"/>
            </w:pPr>
            <w:r w:rsidRPr="00004A58">
              <w:t>Abbreviation</w:t>
            </w:r>
          </w:p>
        </w:tc>
        <w:tc>
          <w:tcPr>
            <w:tcW w:w="850" w:type="dxa"/>
          </w:tcPr>
          <w:p w:rsidR="00DA25AD" w:rsidRPr="00004A58" w:rsidRDefault="00DA25AD" w:rsidP="00E50914">
            <w:pPr>
              <w:pStyle w:val="TAH"/>
            </w:pPr>
            <w:r w:rsidRPr="00004A58">
              <w:t>Code</w:t>
            </w:r>
          </w:p>
        </w:tc>
        <w:tc>
          <w:tcPr>
            <w:tcW w:w="851" w:type="dxa"/>
          </w:tcPr>
          <w:p w:rsidR="00DA25AD" w:rsidRPr="00004A58" w:rsidRDefault="005252A2" w:rsidP="00E50914">
            <w:pPr>
              <w:pStyle w:val="TAH"/>
            </w:pPr>
            <w:r w:rsidRPr="00004A58">
              <w:t>Clause</w:t>
            </w:r>
          </w:p>
        </w:tc>
      </w:tr>
      <w:tr w:rsidR="00DA25AD" w:rsidRPr="00004A58" w:rsidTr="00E50914">
        <w:trPr>
          <w:jc w:val="center"/>
        </w:trPr>
        <w:tc>
          <w:tcPr>
            <w:tcW w:w="3113" w:type="dxa"/>
          </w:tcPr>
          <w:p w:rsidR="00DA25AD" w:rsidRPr="00004A58" w:rsidRDefault="00DA25AD" w:rsidP="00E50914">
            <w:pPr>
              <w:pStyle w:val="TAL"/>
            </w:pPr>
            <w:r w:rsidRPr="00004A58">
              <w:t>Send-Routing-Info-for-SM-Request</w:t>
            </w:r>
          </w:p>
        </w:tc>
        <w:tc>
          <w:tcPr>
            <w:tcW w:w="1276" w:type="dxa"/>
          </w:tcPr>
          <w:p w:rsidR="00DA25AD" w:rsidRPr="00004A58" w:rsidRDefault="00DA25AD" w:rsidP="00E50914">
            <w:pPr>
              <w:pStyle w:val="TAL"/>
            </w:pPr>
            <w:r w:rsidRPr="00004A58">
              <w:t>SRR</w:t>
            </w:r>
          </w:p>
        </w:tc>
        <w:tc>
          <w:tcPr>
            <w:tcW w:w="850" w:type="dxa"/>
          </w:tcPr>
          <w:p w:rsidR="00DA25AD" w:rsidRPr="00004A58" w:rsidRDefault="00DA25AD" w:rsidP="00E50914">
            <w:pPr>
              <w:pStyle w:val="TAL"/>
            </w:pPr>
            <w:r w:rsidRPr="00004A58">
              <w:rPr>
                <w:lang w:val="en-US"/>
              </w:rPr>
              <w:t>8388647</w:t>
            </w:r>
          </w:p>
        </w:tc>
        <w:tc>
          <w:tcPr>
            <w:tcW w:w="851" w:type="dxa"/>
          </w:tcPr>
          <w:p w:rsidR="00DA25AD" w:rsidRPr="00004A58" w:rsidRDefault="00DA25AD" w:rsidP="00E50914">
            <w:pPr>
              <w:pStyle w:val="TAL"/>
            </w:pPr>
            <w:r w:rsidRPr="00004A58">
              <w:t>5.3.2.3</w:t>
            </w:r>
          </w:p>
        </w:tc>
      </w:tr>
      <w:tr w:rsidR="00DA25AD" w:rsidRPr="00004A58" w:rsidTr="00E50914">
        <w:trPr>
          <w:jc w:val="center"/>
        </w:trPr>
        <w:tc>
          <w:tcPr>
            <w:tcW w:w="3113" w:type="dxa"/>
          </w:tcPr>
          <w:p w:rsidR="00DA25AD" w:rsidRPr="00004A58" w:rsidRDefault="00DA25AD" w:rsidP="00E50914">
            <w:pPr>
              <w:pStyle w:val="TAL"/>
            </w:pPr>
            <w:r w:rsidRPr="00004A58">
              <w:t>Send-Routing-Info-for-SM-Answer</w:t>
            </w:r>
          </w:p>
        </w:tc>
        <w:tc>
          <w:tcPr>
            <w:tcW w:w="1276" w:type="dxa"/>
          </w:tcPr>
          <w:p w:rsidR="00DA25AD" w:rsidRPr="00004A58" w:rsidRDefault="00DA25AD" w:rsidP="00E50914">
            <w:pPr>
              <w:pStyle w:val="TAL"/>
            </w:pPr>
            <w:r w:rsidRPr="00004A58">
              <w:t>SRA</w:t>
            </w:r>
          </w:p>
        </w:tc>
        <w:tc>
          <w:tcPr>
            <w:tcW w:w="850" w:type="dxa"/>
          </w:tcPr>
          <w:p w:rsidR="00DA25AD" w:rsidRPr="00004A58" w:rsidRDefault="00DA25AD" w:rsidP="00E50914">
            <w:pPr>
              <w:pStyle w:val="TAL"/>
            </w:pPr>
            <w:r w:rsidRPr="00004A58">
              <w:rPr>
                <w:lang w:val="en-US"/>
              </w:rPr>
              <w:t>8388647</w:t>
            </w:r>
          </w:p>
        </w:tc>
        <w:tc>
          <w:tcPr>
            <w:tcW w:w="851" w:type="dxa"/>
          </w:tcPr>
          <w:p w:rsidR="00DA25AD" w:rsidRPr="00004A58" w:rsidRDefault="00DA25AD" w:rsidP="00E50914">
            <w:pPr>
              <w:pStyle w:val="TAL"/>
            </w:pPr>
            <w:r w:rsidRPr="00004A58">
              <w:t>5.3.2.4</w:t>
            </w:r>
          </w:p>
        </w:tc>
      </w:tr>
      <w:tr w:rsidR="00DA25AD" w:rsidRPr="00004A58" w:rsidTr="00E50914">
        <w:trPr>
          <w:jc w:val="center"/>
        </w:trPr>
        <w:tc>
          <w:tcPr>
            <w:tcW w:w="3113" w:type="dxa"/>
          </w:tcPr>
          <w:p w:rsidR="00DA25AD" w:rsidRPr="00004A58" w:rsidRDefault="00DA25AD" w:rsidP="00E50914">
            <w:pPr>
              <w:pStyle w:val="TAL"/>
            </w:pPr>
            <w:r w:rsidRPr="00004A58">
              <w:t>Alert-Service-Centre-Request</w:t>
            </w:r>
          </w:p>
        </w:tc>
        <w:tc>
          <w:tcPr>
            <w:tcW w:w="1276" w:type="dxa"/>
          </w:tcPr>
          <w:p w:rsidR="00DA25AD" w:rsidRPr="00004A58" w:rsidRDefault="00DA25AD" w:rsidP="00E50914">
            <w:pPr>
              <w:pStyle w:val="TAL"/>
            </w:pPr>
            <w:r w:rsidRPr="00004A58">
              <w:t>ALR</w:t>
            </w:r>
          </w:p>
        </w:tc>
        <w:tc>
          <w:tcPr>
            <w:tcW w:w="850" w:type="dxa"/>
          </w:tcPr>
          <w:p w:rsidR="00DA25AD" w:rsidRPr="00004A58" w:rsidRDefault="00DA25AD" w:rsidP="00E50914">
            <w:pPr>
              <w:pStyle w:val="TAL"/>
            </w:pPr>
            <w:r w:rsidRPr="00004A58">
              <w:rPr>
                <w:lang w:val="en-US"/>
              </w:rPr>
              <w:t>8388648</w:t>
            </w:r>
          </w:p>
        </w:tc>
        <w:tc>
          <w:tcPr>
            <w:tcW w:w="851" w:type="dxa"/>
          </w:tcPr>
          <w:p w:rsidR="00DA25AD" w:rsidRPr="00004A58" w:rsidRDefault="00DA25AD" w:rsidP="00E50914">
            <w:pPr>
              <w:pStyle w:val="TAL"/>
            </w:pPr>
            <w:r w:rsidRPr="00004A58">
              <w:t>5.3.2.5</w:t>
            </w:r>
          </w:p>
        </w:tc>
      </w:tr>
      <w:tr w:rsidR="00DA25AD" w:rsidRPr="00004A58" w:rsidTr="00E50914">
        <w:trPr>
          <w:jc w:val="center"/>
        </w:trPr>
        <w:tc>
          <w:tcPr>
            <w:tcW w:w="3113" w:type="dxa"/>
          </w:tcPr>
          <w:p w:rsidR="00DA25AD" w:rsidRPr="00004A58" w:rsidRDefault="00DA25AD" w:rsidP="00E50914">
            <w:pPr>
              <w:pStyle w:val="TAL"/>
            </w:pPr>
            <w:r w:rsidRPr="00004A58">
              <w:t>Alert-Service-Centre-Answer</w:t>
            </w:r>
          </w:p>
        </w:tc>
        <w:tc>
          <w:tcPr>
            <w:tcW w:w="1276" w:type="dxa"/>
          </w:tcPr>
          <w:p w:rsidR="00DA25AD" w:rsidRPr="00004A58" w:rsidRDefault="00DA25AD" w:rsidP="00E50914">
            <w:pPr>
              <w:pStyle w:val="TAL"/>
            </w:pPr>
            <w:smartTag w:uri="urn:schemas-microsoft-com:office:smarttags" w:element="place">
              <w:smartTag w:uri="urn:schemas-microsoft-com:office:smarttags" w:element="State">
                <w:r w:rsidRPr="00004A58">
                  <w:t>ALA</w:t>
                </w:r>
              </w:smartTag>
            </w:smartTag>
          </w:p>
        </w:tc>
        <w:tc>
          <w:tcPr>
            <w:tcW w:w="850" w:type="dxa"/>
          </w:tcPr>
          <w:p w:rsidR="00DA25AD" w:rsidRPr="00004A58" w:rsidRDefault="00DA25AD" w:rsidP="00E50914">
            <w:pPr>
              <w:pStyle w:val="TAL"/>
            </w:pPr>
            <w:r w:rsidRPr="00004A58">
              <w:rPr>
                <w:lang w:val="en-US"/>
              </w:rPr>
              <w:t>8388648</w:t>
            </w:r>
          </w:p>
        </w:tc>
        <w:tc>
          <w:tcPr>
            <w:tcW w:w="851" w:type="dxa"/>
          </w:tcPr>
          <w:p w:rsidR="00DA25AD" w:rsidRPr="00004A58" w:rsidRDefault="00DA25AD" w:rsidP="00E50914">
            <w:pPr>
              <w:pStyle w:val="TAL"/>
            </w:pPr>
            <w:r w:rsidRPr="00004A58">
              <w:t>5.3.2.6</w:t>
            </w:r>
          </w:p>
        </w:tc>
      </w:tr>
      <w:tr w:rsidR="00DA25AD" w:rsidRPr="00004A58" w:rsidTr="00E50914">
        <w:trPr>
          <w:jc w:val="center"/>
        </w:trPr>
        <w:tc>
          <w:tcPr>
            <w:tcW w:w="3113" w:type="dxa"/>
          </w:tcPr>
          <w:p w:rsidR="00DA25AD" w:rsidRPr="00004A58" w:rsidRDefault="00DA25AD" w:rsidP="00E50914">
            <w:pPr>
              <w:pStyle w:val="TAL"/>
            </w:pPr>
            <w:r w:rsidRPr="00004A58">
              <w:t>Report-SM-Delivery-Status-Request</w:t>
            </w:r>
          </w:p>
        </w:tc>
        <w:tc>
          <w:tcPr>
            <w:tcW w:w="1276" w:type="dxa"/>
          </w:tcPr>
          <w:p w:rsidR="00DA25AD" w:rsidRPr="00004A58" w:rsidRDefault="00DA25AD" w:rsidP="00E50914">
            <w:pPr>
              <w:pStyle w:val="TAL"/>
            </w:pPr>
            <w:r w:rsidRPr="00004A58">
              <w:t>RDR</w:t>
            </w:r>
          </w:p>
        </w:tc>
        <w:tc>
          <w:tcPr>
            <w:tcW w:w="850" w:type="dxa"/>
          </w:tcPr>
          <w:p w:rsidR="00DA25AD" w:rsidRPr="00004A58" w:rsidRDefault="00DA25AD" w:rsidP="00E50914">
            <w:pPr>
              <w:pStyle w:val="TAL"/>
            </w:pPr>
            <w:r w:rsidRPr="00004A58">
              <w:rPr>
                <w:lang w:val="en-US"/>
              </w:rPr>
              <w:t>8388649</w:t>
            </w:r>
          </w:p>
        </w:tc>
        <w:tc>
          <w:tcPr>
            <w:tcW w:w="851" w:type="dxa"/>
          </w:tcPr>
          <w:p w:rsidR="00DA25AD" w:rsidRPr="00004A58" w:rsidRDefault="00DA25AD" w:rsidP="00E50914">
            <w:pPr>
              <w:pStyle w:val="TAL"/>
            </w:pPr>
            <w:r w:rsidRPr="00004A58">
              <w:t>5.3.2.7</w:t>
            </w:r>
          </w:p>
        </w:tc>
      </w:tr>
      <w:tr w:rsidR="00DA25AD" w:rsidRPr="00004A58" w:rsidTr="00E50914">
        <w:trPr>
          <w:jc w:val="center"/>
        </w:trPr>
        <w:tc>
          <w:tcPr>
            <w:tcW w:w="3113" w:type="dxa"/>
          </w:tcPr>
          <w:p w:rsidR="00DA25AD" w:rsidRPr="00004A58" w:rsidRDefault="00DA25AD" w:rsidP="00E50914">
            <w:pPr>
              <w:pStyle w:val="TAL"/>
            </w:pPr>
            <w:r w:rsidRPr="00004A58">
              <w:t>Report-SM-Delivery-Status-Answer</w:t>
            </w:r>
          </w:p>
        </w:tc>
        <w:tc>
          <w:tcPr>
            <w:tcW w:w="1276" w:type="dxa"/>
          </w:tcPr>
          <w:p w:rsidR="00DA25AD" w:rsidRPr="00004A58" w:rsidRDefault="00DA25AD" w:rsidP="00E50914">
            <w:pPr>
              <w:pStyle w:val="TAL"/>
            </w:pPr>
            <w:r w:rsidRPr="00004A58">
              <w:t>RDA</w:t>
            </w:r>
          </w:p>
        </w:tc>
        <w:tc>
          <w:tcPr>
            <w:tcW w:w="850" w:type="dxa"/>
          </w:tcPr>
          <w:p w:rsidR="00DA25AD" w:rsidRPr="00004A58" w:rsidRDefault="00DA25AD" w:rsidP="00E50914">
            <w:pPr>
              <w:pStyle w:val="TAL"/>
            </w:pPr>
            <w:r w:rsidRPr="00004A58">
              <w:rPr>
                <w:lang w:val="en-US"/>
              </w:rPr>
              <w:t>8388649</w:t>
            </w:r>
          </w:p>
        </w:tc>
        <w:tc>
          <w:tcPr>
            <w:tcW w:w="851" w:type="dxa"/>
          </w:tcPr>
          <w:p w:rsidR="00DA25AD" w:rsidRPr="00004A58" w:rsidRDefault="00DA25AD" w:rsidP="00E50914">
            <w:pPr>
              <w:pStyle w:val="TAL"/>
            </w:pPr>
            <w:r w:rsidRPr="00004A58">
              <w:t>5.3.2.8</w:t>
            </w:r>
          </w:p>
        </w:tc>
      </w:tr>
    </w:tbl>
    <w:p w:rsidR="00DA25AD" w:rsidRPr="00004A58" w:rsidRDefault="00DA25AD" w:rsidP="00DA25AD">
      <w:pPr>
        <w:rPr>
          <w:lang w:eastAsia="zh-CN"/>
        </w:rPr>
      </w:pPr>
    </w:p>
    <w:p w:rsidR="00DA25AD" w:rsidRPr="00004A58" w:rsidRDefault="00DA25AD" w:rsidP="00DA25AD">
      <w:pPr>
        <w:rPr>
          <w:lang w:eastAsia="zh-CN"/>
        </w:rPr>
      </w:pPr>
      <w:r w:rsidRPr="00004A58">
        <w:t xml:space="preserve">For these commands, the Application-ID field shall be set to </w:t>
      </w:r>
      <w:r w:rsidRPr="00004A58">
        <w:rPr>
          <w:lang w:eastAsia="zh-CN"/>
        </w:rPr>
        <w:t>16777312</w:t>
      </w:r>
      <w:r w:rsidRPr="00004A58">
        <w:t xml:space="preserve"> (application identifier of the </w:t>
      </w:r>
      <w:r w:rsidRPr="00004A58">
        <w:rPr>
          <w:lang w:eastAsia="zh-CN"/>
        </w:rPr>
        <w:t xml:space="preserve">S6c </w:t>
      </w:r>
      <w:r w:rsidRPr="00004A58">
        <w:t>interface application allocated by IANA).</w:t>
      </w:r>
    </w:p>
    <w:p w:rsidR="00DA25AD" w:rsidRPr="00004A58" w:rsidRDefault="00DA25AD" w:rsidP="00DA25AD">
      <w:pPr>
        <w:pStyle w:val="Heading4"/>
      </w:pPr>
      <w:bookmarkStart w:id="184" w:name="_Toc533204483"/>
      <w:bookmarkStart w:id="185" w:name="_Toc44882061"/>
      <w:bookmarkStart w:id="186" w:name="_Toc44882255"/>
      <w:bookmarkStart w:id="187" w:name="_Toc51864440"/>
      <w:r w:rsidRPr="00004A58">
        <w:lastRenderedPageBreak/>
        <w:t>5.3.2.3</w:t>
      </w:r>
      <w:r w:rsidRPr="00004A58">
        <w:tab/>
        <w:t>Send-Routing-Info-for-SM-Request (SRR) Command</w:t>
      </w:r>
      <w:bookmarkEnd w:id="184"/>
      <w:bookmarkEnd w:id="185"/>
      <w:bookmarkEnd w:id="186"/>
      <w:bookmarkEnd w:id="187"/>
    </w:p>
    <w:p w:rsidR="00DA25AD" w:rsidRPr="00004A58" w:rsidRDefault="00DA25AD" w:rsidP="00DA25AD">
      <w:r w:rsidRPr="00004A58">
        <w:t xml:space="preserve">The Send-Routing-Info-for-SM-Request (SRR) command, indicated by the Command-Code field set to </w:t>
      </w:r>
      <w:r w:rsidRPr="00004A58">
        <w:rPr>
          <w:lang w:val="en-US"/>
        </w:rPr>
        <w:t>8388647</w:t>
      </w:r>
      <w:r w:rsidRPr="00004A58">
        <w:t xml:space="preserve"> and the "R" bit set in the Command Flags field, is sent from SMS-GMSC to HSS or SMS Router or from SMS Router to HSS.</w:t>
      </w:r>
    </w:p>
    <w:p w:rsidR="00DA25AD" w:rsidRPr="00004A58" w:rsidRDefault="00DA25AD" w:rsidP="00DA25AD">
      <w:r w:rsidRPr="00004A58">
        <w:t>Message Format:</w:t>
      </w:r>
    </w:p>
    <w:p w:rsidR="00DA25AD" w:rsidRPr="00004A58" w:rsidRDefault="00DA25AD" w:rsidP="00DA25AD">
      <w:pPr>
        <w:spacing w:after="0"/>
        <w:ind w:left="567" w:firstLine="284"/>
      </w:pPr>
      <w:r w:rsidRPr="00004A58">
        <w:t>&lt; Send-Routing-Info-for-SM-Request &gt; ::=</w:t>
      </w:r>
      <w:r w:rsidRPr="00004A58">
        <w:tab/>
        <w:t xml:space="preserve">&lt; Diameter Header: </w:t>
      </w:r>
      <w:r w:rsidRPr="00004A58">
        <w:rPr>
          <w:lang w:val="en-US"/>
        </w:rPr>
        <w:t>8388647</w:t>
      </w:r>
      <w:r w:rsidRPr="00004A58">
        <w:t xml:space="preserve">, REQ, PXY, </w:t>
      </w:r>
      <w:r w:rsidRPr="00004A58">
        <w:rPr>
          <w:lang w:eastAsia="zh-CN"/>
        </w:rPr>
        <w:t>16777312</w:t>
      </w:r>
      <w:r w:rsidRPr="00004A58">
        <w:t xml:space="preserve"> &gt;</w:t>
      </w:r>
    </w:p>
    <w:p w:rsidR="00DA25AD" w:rsidRPr="00004A58" w:rsidRDefault="00DA25AD" w:rsidP="00DA25AD">
      <w:pPr>
        <w:spacing w:after="0"/>
        <w:ind w:left="3124" w:firstLine="284"/>
      </w:pPr>
      <w:r w:rsidRPr="00004A58">
        <w:t>&lt; Session-Id &gt;</w:t>
      </w:r>
    </w:p>
    <w:p w:rsidR="00DA25AD" w:rsidRPr="00004A58" w:rsidRDefault="00DA25AD" w:rsidP="00DA25AD">
      <w:pPr>
        <w:spacing w:after="0"/>
        <w:ind w:left="3124" w:firstLine="284"/>
      </w:pPr>
      <w:r w:rsidRPr="00004A58">
        <w:t xml:space="preserve">[ DRMP ] </w:t>
      </w:r>
    </w:p>
    <w:p w:rsidR="00DA25AD" w:rsidRPr="00004A58" w:rsidRDefault="00DA25AD" w:rsidP="00DA25AD">
      <w:pPr>
        <w:spacing w:after="0"/>
        <w:ind w:left="3124" w:firstLine="284"/>
      </w:pPr>
      <w:r w:rsidRPr="00004A58">
        <w:t>[ Vendor-Specific-Application-Id ]</w:t>
      </w:r>
    </w:p>
    <w:p w:rsidR="00DA25AD" w:rsidRPr="00004A58" w:rsidRDefault="00DA25AD" w:rsidP="00DA25AD">
      <w:pPr>
        <w:spacing w:after="0"/>
        <w:ind w:left="3124" w:firstLine="284"/>
      </w:pPr>
      <w:r w:rsidRPr="00004A58">
        <w:t>{ Auth-Session-State }</w:t>
      </w:r>
    </w:p>
    <w:p w:rsidR="00DA25AD" w:rsidRPr="00004A58" w:rsidRDefault="00DA25AD" w:rsidP="00DA25AD">
      <w:pPr>
        <w:spacing w:after="0"/>
        <w:ind w:left="3124" w:firstLine="284"/>
      </w:pPr>
      <w:r w:rsidRPr="00004A58">
        <w:t>{ Origin-Host }</w:t>
      </w:r>
    </w:p>
    <w:p w:rsidR="00DA25AD" w:rsidRPr="00004A58" w:rsidRDefault="00DA25AD" w:rsidP="00DA25AD">
      <w:pPr>
        <w:spacing w:after="0"/>
        <w:ind w:left="3124" w:firstLine="284"/>
      </w:pPr>
      <w:r w:rsidRPr="00004A58">
        <w:t>{ Origin-Realm }</w:t>
      </w:r>
    </w:p>
    <w:p w:rsidR="00DA25AD" w:rsidRPr="00004A58" w:rsidRDefault="00DA25AD" w:rsidP="00DA25AD">
      <w:pPr>
        <w:spacing w:after="0"/>
        <w:ind w:left="3124" w:firstLine="284"/>
      </w:pPr>
      <w:r w:rsidRPr="00004A58">
        <w:t>[ Destination-Host ]</w:t>
      </w:r>
    </w:p>
    <w:p w:rsidR="00DA25AD" w:rsidRPr="00004A58" w:rsidRDefault="00DA25AD" w:rsidP="00DA25AD">
      <w:pPr>
        <w:spacing w:after="0"/>
        <w:ind w:left="3124" w:firstLine="284"/>
      </w:pPr>
      <w:r w:rsidRPr="00004A58">
        <w:t>{ Destination-Realm }</w:t>
      </w:r>
    </w:p>
    <w:p w:rsidR="00DA25AD" w:rsidRPr="00004A58" w:rsidRDefault="00DA25AD" w:rsidP="00DA25AD">
      <w:pPr>
        <w:spacing w:after="0"/>
        <w:ind w:left="3124" w:firstLine="284"/>
      </w:pPr>
      <w:r w:rsidRPr="00004A58">
        <w:t>[ MSISDN ]</w:t>
      </w:r>
    </w:p>
    <w:p w:rsidR="00DA25AD" w:rsidRPr="00004A58" w:rsidRDefault="00DA25AD" w:rsidP="00DA25AD">
      <w:pPr>
        <w:spacing w:after="0"/>
        <w:ind w:left="3124" w:firstLine="284"/>
      </w:pPr>
      <w:r w:rsidRPr="00004A58">
        <w:t>[ User-Name ]</w:t>
      </w:r>
    </w:p>
    <w:p w:rsidR="00DA25AD" w:rsidRPr="00004A58" w:rsidRDefault="00DA25AD" w:rsidP="00DA25AD">
      <w:pPr>
        <w:spacing w:after="0"/>
        <w:ind w:left="3124" w:firstLine="284"/>
        <w:rPr>
          <w:bCs/>
        </w:rPr>
      </w:pPr>
      <w:r w:rsidRPr="00004A58">
        <w:rPr>
          <w:bCs/>
        </w:rPr>
        <w:t>[ SMSMI-Correlation-ID ]</w:t>
      </w:r>
    </w:p>
    <w:p w:rsidR="00DA25AD" w:rsidRPr="00004A58" w:rsidRDefault="00DA25AD" w:rsidP="00DA25AD">
      <w:pPr>
        <w:spacing w:after="0"/>
        <w:ind w:left="3124" w:firstLine="284"/>
        <w:rPr>
          <w:bCs/>
        </w:rPr>
      </w:pPr>
      <w:r w:rsidRPr="00004A58">
        <w:rPr>
          <w:bCs/>
        </w:rPr>
        <w:t>*[ Supported-Features ]</w:t>
      </w:r>
    </w:p>
    <w:p w:rsidR="00DA25AD" w:rsidRPr="00004A58" w:rsidRDefault="00DA25AD" w:rsidP="00DA25AD">
      <w:pPr>
        <w:spacing w:after="0"/>
        <w:ind w:left="3124" w:firstLine="284"/>
      </w:pPr>
      <w:r w:rsidRPr="00004A58">
        <w:t>[ SC-Address ]</w:t>
      </w:r>
    </w:p>
    <w:p w:rsidR="00DA25AD" w:rsidRPr="00004A58" w:rsidRDefault="00DA25AD" w:rsidP="00DA25AD">
      <w:pPr>
        <w:spacing w:after="0"/>
        <w:ind w:left="3124" w:firstLine="284"/>
      </w:pPr>
      <w:r w:rsidRPr="00004A58">
        <w:t>[ SM-RP-MTI ]</w:t>
      </w:r>
    </w:p>
    <w:p w:rsidR="00DA25AD" w:rsidRPr="00004A58" w:rsidRDefault="00DA25AD" w:rsidP="00DA25AD">
      <w:pPr>
        <w:spacing w:after="0"/>
        <w:ind w:left="3124" w:firstLine="284"/>
      </w:pPr>
      <w:r w:rsidRPr="00004A58">
        <w:t>[ SM-RP-SMEA ]</w:t>
      </w:r>
    </w:p>
    <w:p w:rsidR="00DA25AD" w:rsidRPr="00004A58" w:rsidRDefault="00DA25AD" w:rsidP="00DA25AD">
      <w:pPr>
        <w:spacing w:after="0"/>
        <w:ind w:left="3124" w:firstLine="284"/>
      </w:pPr>
      <w:r w:rsidRPr="00004A58">
        <w:t>[ SRR-Flags ]</w:t>
      </w:r>
    </w:p>
    <w:p w:rsidR="00DA25AD" w:rsidRPr="00004A58" w:rsidRDefault="00DA25AD" w:rsidP="00DA25AD">
      <w:pPr>
        <w:spacing w:after="0"/>
        <w:ind w:left="3124" w:firstLine="284"/>
      </w:pPr>
      <w:r w:rsidRPr="00004A58">
        <w:t>[ SM-Delivery-Not-Intended ]</w:t>
      </w:r>
    </w:p>
    <w:p w:rsidR="00DA25AD" w:rsidRPr="00004A58" w:rsidRDefault="00DA25AD" w:rsidP="00DA25AD">
      <w:pPr>
        <w:spacing w:after="0"/>
        <w:ind w:left="1134" w:firstLine="2268"/>
      </w:pPr>
      <w:r w:rsidRPr="00004A58">
        <w:t>*[ AVP ]</w:t>
      </w:r>
    </w:p>
    <w:p w:rsidR="00DA25AD" w:rsidRPr="00004A58" w:rsidRDefault="00DA25AD" w:rsidP="00DA25AD">
      <w:pPr>
        <w:spacing w:after="0"/>
        <w:ind w:left="1134" w:firstLine="2268"/>
      </w:pPr>
      <w:r w:rsidRPr="00004A58">
        <w:tab/>
        <w:t>*[ Proxy-Info ]</w:t>
      </w:r>
    </w:p>
    <w:p w:rsidR="00DA25AD" w:rsidRPr="00004A58" w:rsidRDefault="00DA25AD" w:rsidP="00DA25AD">
      <w:pPr>
        <w:ind w:left="284" w:firstLine="3118"/>
      </w:pPr>
      <w:r w:rsidRPr="00004A58">
        <w:t>*[ Route-Record ]</w:t>
      </w:r>
    </w:p>
    <w:p w:rsidR="00DA25AD" w:rsidRPr="00004A58" w:rsidRDefault="00DA25AD" w:rsidP="00DA25AD">
      <w:pPr>
        <w:pStyle w:val="Heading4"/>
      </w:pPr>
      <w:bookmarkStart w:id="188" w:name="_Toc533204484"/>
      <w:bookmarkStart w:id="189" w:name="_Toc44882062"/>
      <w:bookmarkStart w:id="190" w:name="_Toc44882256"/>
      <w:bookmarkStart w:id="191" w:name="_Toc51864441"/>
      <w:r w:rsidRPr="00004A58">
        <w:t>5.3.2.4</w:t>
      </w:r>
      <w:r w:rsidRPr="00004A58">
        <w:tab/>
        <w:t>Send-Routing-info-for-SM-Answer (SRA) Command</w:t>
      </w:r>
      <w:bookmarkEnd w:id="188"/>
      <w:bookmarkEnd w:id="189"/>
      <w:bookmarkEnd w:id="190"/>
      <w:bookmarkEnd w:id="191"/>
    </w:p>
    <w:p w:rsidR="00DA25AD" w:rsidRPr="00004A58" w:rsidRDefault="00DA25AD" w:rsidP="00DA25AD">
      <w:r w:rsidRPr="00004A58">
        <w:t xml:space="preserve">The Send-Routing-Info-for-SM-Answer command (SRA) command, indicated by the Command-Code field set to </w:t>
      </w:r>
      <w:r w:rsidRPr="00004A58">
        <w:rPr>
          <w:lang w:val="en-US"/>
        </w:rPr>
        <w:t>8388647</w:t>
      </w:r>
      <w:r w:rsidRPr="00004A58">
        <w:t xml:space="preserve"> and the 'R' bit cleared in the Command Flags field, is sent from HSS to SMS-GMSC or SMS Router or from SMS Router to SMS-GMSC.</w:t>
      </w:r>
    </w:p>
    <w:p w:rsidR="00DA25AD" w:rsidRPr="00004A58" w:rsidRDefault="00DA25AD" w:rsidP="00DA25AD">
      <w:r w:rsidRPr="00004A58">
        <w:t>Message Format</w:t>
      </w:r>
    </w:p>
    <w:p w:rsidR="00DA25AD" w:rsidRPr="00004A58" w:rsidRDefault="00DA25AD" w:rsidP="00DA25AD">
      <w:pPr>
        <w:spacing w:after="0"/>
        <w:ind w:left="567" w:firstLine="284"/>
      </w:pPr>
      <w:r w:rsidRPr="00004A58">
        <w:t>&lt; Send-Routing-info-for-SM-Answer &gt; ::=</w:t>
      </w:r>
      <w:r w:rsidRPr="00004A58">
        <w:tab/>
        <w:t xml:space="preserve">&lt; Diameter Header: </w:t>
      </w:r>
      <w:r w:rsidRPr="00004A58">
        <w:rPr>
          <w:lang w:val="en-US"/>
        </w:rPr>
        <w:t>8388647</w:t>
      </w:r>
      <w:r w:rsidRPr="00004A58">
        <w:t xml:space="preserve">, PXY, </w:t>
      </w:r>
      <w:r w:rsidRPr="00004A58">
        <w:rPr>
          <w:lang w:eastAsia="zh-CN"/>
        </w:rPr>
        <w:t>16777312</w:t>
      </w:r>
      <w:r w:rsidRPr="00004A58">
        <w:t xml:space="preserve"> &gt;</w:t>
      </w:r>
    </w:p>
    <w:p w:rsidR="00DA25AD" w:rsidRPr="00004A58" w:rsidRDefault="00DA25AD" w:rsidP="00DA25AD">
      <w:pPr>
        <w:spacing w:after="0"/>
        <w:ind w:left="1134" w:firstLine="2268"/>
      </w:pPr>
      <w:r w:rsidRPr="00004A58">
        <w:t>&lt; Session-Id &gt;</w:t>
      </w:r>
    </w:p>
    <w:p w:rsidR="00DA25AD" w:rsidRPr="00004A58" w:rsidRDefault="00DA25AD" w:rsidP="00DA25AD">
      <w:pPr>
        <w:spacing w:after="0"/>
        <w:ind w:left="1134" w:firstLine="2268"/>
      </w:pPr>
      <w:r w:rsidRPr="00004A58">
        <w:t xml:space="preserve">[ DRMP ] </w:t>
      </w:r>
    </w:p>
    <w:p w:rsidR="00DA25AD" w:rsidRPr="00004A58" w:rsidRDefault="00DA25AD" w:rsidP="00DA25AD">
      <w:pPr>
        <w:spacing w:after="0"/>
        <w:ind w:left="1134" w:firstLine="2268"/>
      </w:pPr>
      <w:r w:rsidRPr="00004A58">
        <w:t>[ Vendor-Specific-Application-Id ]</w:t>
      </w:r>
    </w:p>
    <w:p w:rsidR="00DA25AD" w:rsidRPr="00004A58" w:rsidRDefault="00DA25AD" w:rsidP="00DA25AD">
      <w:pPr>
        <w:spacing w:after="0"/>
        <w:ind w:left="1134" w:firstLine="2268"/>
      </w:pPr>
      <w:r w:rsidRPr="00004A58">
        <w:t>[ Result-Code ]</w:t>
      </w:r>
    </w:p>
    <w:p w:rsidR="00DA25AD" w:rsidRPr="00004A58" w:rsidRDefault="00DA25AD" w:rsidP="00DA25AD">
      <w:pPr>
        <w:spacing w:after="0"/>
        <w:ind w:left="1134" w:firstLine="2268"/>
      </w:pPr>
      <w:r w:rsidRPr="00004A58">
        <w:t>[ Experimental-Result ]</w:t>
      </w:r>
    </w:p>
    <w:p w:rsidR="00DA25AD" w:rsidRPr="00004A58" w:rsidRDefault="00DA25AD" w:rsidP="00DA25AD">
      <w:pPr>
        <w:spacing w:after="0"/>
        <w:ind w:left="1134" w:firstLine="2268"/>
      </w:pPr>
      <w:r w:rsidRPr="00004A58">
        <w:t>{ Auth-Session-State }</w:t>
      </w:r>
    </w:p>
    <w:p w:rsidR="00DA25AD" w:rsidRPr="00004A58" w:rsidRDefault="00DA25AD" w:rsidP="00DA25AD">
      <w:pPr>
        <w:spacing w:after="0"/>
        <w:ind w:left="3124" w:firstLine="284"/>
      </w:pPr>
      <w:r w:rsidRPr="00004A58">
        <w:t>{ Origin-Host }</w:t>
      </w:r>
    </w:p>
    <w:p w:rsidR="00DA25AD" w:rsidRPr="00004A58" w:rsidRDefault="00DA25AD" w:rsidP="00DA25AD">
      <w:pPr>
        <w:spacing w:after="0"/>
        <w:ind w:left="3124" w:firstLine="284"/>
      </w:pPr>
      <w:r w:rsidRPr="00004A58">
        <w:t>{ Origin-Realm }</w:t>
      </w:r>
    </w:p>
    <w:p w:rsidR="00DA25AD" w:rsidRPr="00004A58" w:rsidRDefault="00DA25AD" w:rsidP="00DA25AD">
      <w:pPr>
        <w:spacing w:after="0"/>
        <w:ind w:left="3124" w:firstLine="284"/>
      </w:pPr>
      <w:r w:rsidRPr="00004A58">
        <w:t>[ User-Name ]</w:t>
      </w:r>
    </w:p>
    <w:p w:rsidR="00DA25AD" w:rsidRPr="00004A58" w:rsidRDefault="00DA25AD" w:rsidP="00DA25AD">
      <w:pPr>
        <w:spacing w:after="0"/>
        <w:ind w:left="3124" w:firstLine="284"/>
      </w:pPr>
      <w:r w:rsidRPr="00004A58">
        <w:rPr>
          <w:bCs/>
        </w:rPr>
        <w:t>*[ Supported-Features ]</w:t>
      </w:r>
    </w:p>
    <w:p w:rsidR="00DA25AD" w:rsidRPr="00004A58" w:rsidRDefault="00DA25AD" w:rsidP="00DA25AD">
      <w:pPr>
        <w:spacing w:after="0"/>
        <w:ind w:left="1134" w:firstLine="2268"/>
      </w:pPr>
      <w:r w:rsidRPr="00004A58">
        <w:t>[ Serving-Node ]</w:t>
      </w:r>
    </w:p>
    <w:p w:rsidR="00321E17" w:rsidRPr="00004A58" w:rsidRDefault="00DA25AD" w:rsidP="00321E17">
      <w:pPr>
        <w:spacing w:after="0"/>
        <w:ind w:left="1134" w:firstLine="2268"/>
      </w:pPr>
      <w:r w:rsidRPr="00004A58">
        <w:t>[ Additional-Serving-Node ]</w:t>
      </w:r>
      <w:r w:rsidR="00321E17" w:rsidRPr="00004A58">
        <w:t xml:space="preserve"> </w:t>
      </w:r>
    </w:p>
    <w:p w:rsidR="00321E17" w:rsidRPr="00004A58" w:rsidRDefault="00321E17" w:rsidP="00321E17">
      <w:pPr>
        <w:spacing w:after="0"/>
        <w:ind w:left="1134" w:firstLine="2268"/>
      </w:pPr>
      <w:r w:rsidRPr="00004A58">
        <w:t>[ SMSF-3GPP-Address ]</w:t>
      </w:r>
    </w:p>
    <w:p w:rsidR="00DA25AD" w:rsidRPr="00004A58" w:rsidRDefault="00321E17" w:rsidP="00321E17">
      <w:pPr>
        <w:spacing w:after="0"/>
        <w:ind w:left="1134" w:firstLine="2268"/>
      </w:pPr>
      <w:r w:rsidRPr="00004A58">
        <w:t>[ SMSF-Non-3GPP-Address ]</w:t>
      </w:r>
    </w:p>
    <w:p w:rsidR="00DA25AD" w:rsidRPr="00004A58" w:rsidRDefault="00DA25AD" w:rsidP="00DA25AD">
      <w:pPr>
        <w:spacing w:after="0"/>
        <w:ind w:left="3124" w:firstLine="284"/>
        <w:rPr>
          <w:lang w:val="fr-FR"/>
        </w:rPr>
      </w:pPr>
      <w:r w:rsidRPr="00004A58">
        <w:rPr>
          <w:lang w:val="fr-FR"/>
        </w:rPr>
        <w:t>[ LMSI ]</w:t>
      </w:r>
    </w:p>
    <w:p w:rsidR="00DA25AD" w:rsidRPr="00004A58" w:rsidRDefault="00DA25AD" w:rsidP="00DA25AD">
      <w:pPr>
        <w:spacing w:after="0"/>
        <w:ind w:left="1134" w:firstLine="2268"/>
        <w:rPr>
          <w:lang w:val="fr-FR"/>
        </w:rPr>
      </w:pPr>
      <w:r w:rsidRPr="00004A58">
        <w:rPr>
          <w:lang w:val="fr-FR"/>
        </w:rPr>
        <w:t xml:space="preserve">[ </w:t>
      </w:r>
      <w:r w:rsidRPr="00004A58">
        <w:rPr>
          <w:rFonts w:cs="Arial"/>
          <w:bCs/>
          <w:lang w:val="fr-FR"/>
        </w:rPr>
        <w:t xml:space="preserve">User-Identifier </w:t>
      </w:r>
      <w:r w:rsidRPr="00004A58">
        <w:rPr>
          <w:lang w:val="fr-FR"/>
        </w:rPr>
        <w:t>]</w:t>
      </w:r>
    </w:p>
    <w:p w:rsidR="00DA25AD" w:rsidRPr="00004A58" w:rsidRDefault="00DA25AD" w:rsidP="00DA25AD">
      <w:pPr>
        <w:spacing w:after="0"/>
        <w:ind w:left="3124" w:firstLine="284"/>
        <w:rPr>
          <w:lang w:val="fr-FR"/>
        </w:rPr>
      </w:pPr>
      <w:r w:rsidRPr="00004A58">
        <w:rPr>
          <w:lang w:val="fr-FR"/>
        </w:rPr>
        <w:t>[ MWD-Status ]</w:t>
      </w:r>
    </w:p>
    <w:p w:rsidR="00DA25AD" w:rsidRPr="00004A58" w:rsidRDefault="00DA25AD" w:rsidP="00DA25AD">
      <w:pPr>
        <w:spacing w:after="0"/>
        <w:ind w:left="3124" w:firstLine="284"/>
        <w:rPr>
          <w:lang w:val="fr-FR"/>
        </w:rPr>
      </w:pPr>
      <w:r w:rsidRPr="00004A58">
        <w:rPr>
          <w:lang w:val="fr-FR"/>
        </w:rPr>
        <w:t>[ MME-Absent-User-Diagnostic-SM ]</w:t>
      </w:r>
    </w:p>
    <w:p w:rsidR="00DA25AD" w:rsidRPr="00004A58" w:rsidRDefault="00DA25AD" w:rsidP="00DA25AD">
      <w:pPr>
        <w:spacing w:after="0"/>
        <w:ind w:left="3124" w:firstLine="284"/>
      </w:pPr>
      <w:r w:rsidRPr="00004A58">
        <w:t>[ MSC-Absent-User-Diagnostic-SM ]</w:t>
      </w:r>
    </w:p>
    <w:p w:rsidR="00321E17" w:rsidRPr="00004A58" w:rsidRDefault="00DA25AD" w:rsidP="00321E17">
      <w:pPr>
        <w:spacing w:after="0"/>
        <w:ind w:left="3124" w:firstLine="284"/>
      </w:pPr>
      <w:r w:rsidRPr="00004A58">
        <w:t>[ SGSN-Absent-User-Diagnostic-SM ]</w:t>
      </w:r>
      <w:r w:rsidR="00321E17" w:rsidRPr="00004A58">
        <w:t xml:space="preserve"> </w:t>
      </w:r>
    </w:p>
    <w:p w:rsidR="00321E17" w:rsidRPr="00004A58" w:rsidRDefault="00321E17" w:rsidP="00321E17">
      <w:pPr>
        <w:spacing w:after="0"/>
        <w:ind w:left="3124" w:firstLine="284"/>
      </w:pPr>
      <w:r w:rsidRPr="00004A58">
        <w:t>[ SMSF-3GPP-Absent-User-Diagnostic-SM ]</w:t>
      </w:r>
    </w:p>
    <w:p w:rsidR="00DA25AD" w:rsidRPr="00004A58" w:rsidRDefault="00321E17" w:rsidP="00321E17">
      <w:pPr>
        <w:spacing w:after="0"/>
        <w:ind w:left="3124" w:firstLine="284"/>
      </w:pPr>
      <w:r w:rsidRPr="00004A58">
        <w:t>[ SMSF-Non-3GPP-Absent-User-Diagnostic-SM ]</w:t>
      </w:r>
    </w:p>
    <w:p w:rsidR="00DA25AD" w:rsidRPr="00004A58" w:rsidRDefault="00DA25AD" w:rsidP="00DA25AD">
      <w:pPr>
        <w:spacing w:after="0"/>
        <w:ind w:left="1134" w:firstLine="2268"/>
      </w:pPr>
      <w:r w:rsidRPr="00004A58">
        <w:t>*[ AVP ]</w:t>
      </w:r>
    </w:p>
    <w:p w:rsidR="00DA25AD" w:rsidRPr="00004A58" w:rsidRDefault="00DA25AD" w:rsidP="00DA25AD">
      <w:pPr>
        <w:spacing w:after="0"/>
        <w:ind w:left="1134" w:firstLine="2268"/>
      </w:pPr>
      <w:r w:rsidRPr="00004A58">
        <w:lastRenderedPageBreak/>
        <w:t>[ Failed-AVP ]</w:t>
      </w:r>
    </w:p>
    <w:p w:rsidR="00DA25AD" w:rsidRPr="00004A58" w:rsidRDefault="00DA25AD" w:rsidP="00DA25AD">
      <w:pPr>
        <w:spacing w:after="0"/>
        <w:ind w:left="1134" w:firstLine="2268"/>
      </w:pPr>
      <w:r w:rsidRPr="00004A58">
        <w:tab/>
        <w:t>*[ Proxy-Info ]</w:t>
      </w:r>
    </w:p>
    <w:p w:rsidR="00DA25AD" w:rsidRPr="00004A58" w:rsidRDefault="00DA25AD" w:rsidP="00DA25AD">
      <w:pPr>
        <w:ind w:left="284" w:firstLine="3118"/>
      </w:pPr>
      <w:r w:rsidRPr="00004A58">
        <w:t>*[ Route-Record ]</w:t>
      </w:r>
    </w:p>
    <w:p w:rsidR="00DA25AD" w:rsidRPr="00004A58" w:rsidRDefault="00DA25AD" w:rsidP="00DA25AD">
      <w:pPr>
        <w:pStyle w:val="Heading4"/>
        <w:rPr>
          <w:lang w:val="en-US"/>
        </w:rPr>
      </w:pPr>
      <w:bookmarkStart w:id="192" w:name="_Toc533204485"/>
      <w:bookmarkStart w:id="193" w:name="_Toc44882063"/>
      <w:bookmarkStart w:id="194" w:name="_Toc44882257"/>
      <w:bookmarkStart w:id="195" w:name="_Toc51864442"/>
      <w:r w:rsidRPr="00004A58">
        <w:rPr>
          <w:lang w:val="en-US"/>
        </w:rPr>
        <w:t>5.3.2.5</w:t>
      </w:r>
      <w:r w:rsidRPr="00004A58">
        <w:rPr>
          <w:lang w:val="en-US"/>
        </w:rPr>
        <w:tab/>
        <w:t>Alert-Service-Centre-Request (ALR) Command</w:t>
      </w:r>
      <w:bookmarkEnd w:id="192"/>
      <w:bookmarkEnd w:id="193"/>
      <w:bookmarkEnd w:id="194"/>
      <w:bookmarkEnd w:id="195"/>
    </w:p>
    <w:p w:rsidR="00DA25AD" w:rsidRPr="00004A58" w:rsidRDefault="00DA25AD" w:rsidP="00DA25AD">
      <w:r w:rsidRPr="00004A58">
        <w:t xml:space="preserve">The Alert-Service-Centre-Request (ALR) command, indicated by the Command-Code field set to </w:t>
      </w:r>
      <w:r w:rsidRPr="00004A58">
        <w:rPr>
          <w:lang w:val="en-US"/>
        </w:rPr>
        <w:t>8388648</w:t>
      </w:r>
      <w:r w:rsidRPr="00004A58">
        <w:t xml:space="preserve"> and the "R" bit set in the Command Flags field, is sent from the HSS to the SMS-IWMSC</w:t>
      </w:r>
      <w:r w:rsidRPr="00004A58">
        <w:rPr>
          <w:noProof/>
        </w:rPr>
        <w:t xml:space="preserve"> and from the MME or SGSN to the SMS-GMSC (possibly via an SMS Router)</w:t>
      </w:r>
      <w:r w:rsidRPr="00004A58">
        <w:t>.</w:t>
      </w:r>
    </w:p>
    <w:p w:rsidR="00DA25AD" w:rsidRPr="00004A58" w:rsidRDefault="00DA25AD" w:rsidP="00DA25AD">
      <w:r w:rsidRPr="00004A58">
        <w:t>Message Format:</w:t>
      </w:r>
    </w:p>
    <w:p w:rsidR="00DA25AD" w:rsidRPr="00004A58" w:rsidRDefault="00DA25AD" w:rsidP="00DA25AD">
      <w:pPr>
        <w:spacing w:after="0"/>
        <w:ind w:left="567" w:firstLine="284"/>
      </w:pPr>
      <w:r w:rsidRPr="00004A58">
        <w:t>&lt; Alert-Service-Centre-Request &gt; ::=</w:t>
      </w:r>
      <w:r w:rsidRPr="00004A58">
        <w:tab/>
        <w:t xml:space="preserve">&lt; Diameter Header: </w:t>
      </w:r>
      <w:r w:rsidRPr="00004A58">
        <w:rPr>
          <w:lang w:val="en-US"/>
        </w:rPr>
        <w:t>8388648</w:t>
      </w:r>
      <w:r w:rsidRPr="00004A58">
        <w:t xml:space="preserve">, REQ, PXY, </w:t>
      </w:r>
      <w:r w:rsidRPr="00004A58">
        <w:rPr>
          <w:lang w:eastAsia="zh-CN"/>
        </w:rPr>
        <w:t>16777312</w:t>
      </w:r>
      <w:r w:rsidRPr="00004A58">
        <w:t xml:space="preserve"> &gt;</w:t>
      </w:r>
    </w:p>
    <w:p w:rsidR="00DA25AD" w:rsidRPr="00004A58" w:rsidRDefault="00DA25AD" w:rsidP="00DA25AD">
      <w:pPr>
        <w:spacing w:after="0"/>
        <w:ind w:left="3124" w:firstLine="284"/>
      </w:pPr>
      <w:r w:rsidRPr="00004A58">
        <w:t>&lt; Session-Id &gt;</w:t>
      </w:r>
    </w:p>
    <w:p w:rsidR="00DA25AD" w:rsidRPr="00004A58" w:rsidRDefault="00DA25AD" w:rsidP="00DA25AD">
      <w:pPr>
        <w:spacing w:after="0"/>
        <w:ind w:left="3124" w:firstLine="284"/>
      </w:pPr>
      <w:r w:rsidRPr="00004A58">
        <w:t xml:space="preserve">[ DRMP ] </w:t>
      </w:r>
    </w:p>
    <w:p w:rsidR="00DA25AD" w:rsidRPr="00004A58" w:rsidRDefault="00DA25AD" w:rsidP="00DA25AD">
      <w:pPr>
        <w:spacing w:after="0"/>
        <w:ind w:left="3124" w:firstLine="284"/>
      </w:pPr>
      <w:r w:rsidRPr="00004A58">
        <w:t>[ Vendor-Specific-Application-Id ]</w:t>
      </w:r>
    </w:p>
    <w:p w:rsidR="00DA25AD" w:rsidRPr="00004A58" w:rsidRDefault="00DA25AD" w:rsidP="00DA25AD">
      <w:pPr>
        <w:spacing w:after="0"/>
        <w:ind w:left="3124" w:firstLine="284"/>
      </w:pPr>
      <w:r w:rsidRPr="00004A58">
        <w:t>{ Auth-Session-State }</w:t>
      </w:r>
    </w:p>
    <w:p w:rsidR="00DA25AD" w:rsidRPr="00004A58" w:rsidRDefault="00DA25AD" w:rsidP="00DA25AD">
      <w:pPr>
        <w:spacing w:after="0"/>
        <w:ind w:left="3124" w:firstLine="284"/>
      </w:pPr>
      <w:r w:rsidRPr="00004A58">
        <w:t>{ Origin-Host }</w:t>
      </w:r>
    </w:p>
    <w:p w:rsidR="00DA25AD" w:rsidRPr="00004A58" w:rsidRDefault="00DA25AD" w:rsidP="00DA25AD">
      <w:pPr>
        <w:spacing w:after="0"/>
        <w:ind w:left="3124" w:firstLine="284"/>
      </w:pPr>
      <w:r w:rsidRPr="00004A58">
        <w:t>{ Origin-Realm }</w:t>
      </w:r>
    </w:p>
    <w:p w:rsidR="00DA25AD" w:rsidRPr="00004A58" w:rsidRDefault="00DA25AD" w:rsidP="00DA25AD">
      <w:pPr>
        <w:spacing w:after="0"/>
        <w:ind w:left="3124" w:firstLine="284"/>
      </w:pPr>
      <w:r w:rsidRPr="00004A58">
        <w:t>[ Destination-Host ]</w:t>
      </w:r>
    </w:p>
    <w:p w:rsidR="00DA25AD" w:rsidRPr="00004A58" w:rsidRDefault="00DA25AD" w:rsidP="00DA25AD">
      <w:pPr>
        <w:spacing w:after="0"/>
        <w:ind w:left="3124" w:firstLine="284"/>
      </w:pPr>
      <w:r w:rsidRPr="00004A58">
        <w:t>{ Destination-Realm }</w:t>
      </w:r>
    </w:p>
    <w:p w:rsidR="00DA25AD" w:rsidRPr="00004A58" w:rsidRDefault="00DA25AD" w:rsidP="00DA25AD">
      <w:pPr>
        <w:spacing w:after="0"/>
        <w:ind w:left="3124" w:firstLine="284"/>
      </w:pPr>
      <w:r w:rsidRPr="00004A58">
        <w:t>{ SC-Address }</w:t>
      </w:r>
    </w:p>
    <w:p w:rsidR="00DA25AD" w:rsidRPr="00004A58" w:rsidRDefault="00DA25AD" w:rsidP="00DA25AD">
      <w:pPr>
        <w:spacing w:after="0"/>
        <w:ind w:left="1134" w:firstLine="2268"/>
      </w:pPr>
      <w:r w:rsidRPr="00004A58">
        <w:t>{ User-Identifier }</w:t>
      </w:r>
    </w:p>
    <w:p w:rsidR="00DA25AD" w:rsidRPr="00004A58" w:rsidRDefault="00DA25AD" w:rsidP="00DA25AD">
      <w:pPr>
        <w:spacing w:after="0"/>
        <w:ind w:left="3124" w:firstLine="284"/>
        <w:rPr>
          <w:bCs/>
        </w:rPr>
      </w:pPr>
      <w:r w:rsidRPr="00004A58">
        <w:rPr>
          <w:bCs/>
        </w:rPr>
        <w:t>[ SMSMI-Correlation-ID ]</w:t>
      </w:r>
    </w:p>
    <w:p w:rsidR="00DA25AD" w:rsidRPr="00004A58" w:rsidRDefault="00DA25AD" w:rsidP="00DA25AD">
      <w:pPr>
        <w:spacing w:after="0"/>
        <w:ind w:left="1134" w:firstLine="2268"/>
      </w:pPr>
      <w:r w:rsidRPr="00004A58">
        <w:t>[ Maximum-UE-Availability-Time ]</w:t>
      </w:r>
    </w:p>
    <w:p w:rsidR="00DA25AD" w:rsidRPr="00004A58" w:rsidRDefault="00DA25AD" w:rsidP="00DA25AD">
      <w:pPr>
        <w:spacing w:after="0"/>
        <w:ind w:left="1134" w:firstLine="2268"/>
      </w:pPr>
      <w:r w:rsidRPr="00004A58">
        <w:t>[ SMS-GMSC-Alert-Event ]</w:t>
      </w:r>
    </w:p>
    <w:p w:rsidR="00DA25AD" w:rsidRPr="00004A58" w:rsidRDefault="00DA25AD" w:rsidP="00DA25AD">
      <w:pPr>
        <w:spacing w:after="0"/>
        <w:ind w:left="1134" w:firstLine="2268"/>
      </w:pPr>
      <w:r w:rsidRPr="00004A58">
        <w:t>[ Serving-Node ]</w:t>
      </w:r>
    </w:p>
    <w:p w:rsidR="00DA25AD" w:rsidRPr="00004A58" w:rsidRDefault="00DA25AD" w:rsidP="00DA25AD">
      <w:pPr>
        <w:spacing w:after="0"/>
        <w:ind w:left="3124" w:firstLine="284"/>
        <w:rPr>
          <w:bCs/>
        </w:rPr>
      </w:pPr>
      <w:r w:rsidRPr="00004A58">
        <w:rPr>
          <w:bCs/>
        </w:rPr>
        <w:t>*[ Supported-Features ]</w:t>
      </w:r>
    </w:p>
    <w:p w:rsidR="00DA25AD" w:rsidRPr="00004A58" w:rsidRDefault="00DA25AD" w:rsidP="00DA25AD">
      <w:pPr>
        <w:spacing w:after="0"/>
        <w:ind w:left="1134" w:firstLine="2268"/>
      </w:pPr>
      <w:r w:rsidRPr="00004A58">
        <w:t>*[ AVP ]</w:t>
      </w:r>
    </w:p>
    <w:p w:rsidR="00DA25AD" w:rsidRPr="00004A58" w:rsidRDefault="00DA25AD" w:rsidP="00DA25AD">
      <w:pPr>
        <w:spacing w:after="0"/>
        <w:ind w:left="1134" w:firstLine="2268"/>
      </w:pPr>
      <w:r w:rsidRPr="00004A58">
        <w:tab/>
        <w:t>*[ Proxy-Info ]</w:t>
      </w:r>
    </w:p>
    <w:p w:rsidR="00DA25AD" w:rsidRPr="00004A58" w:rsidRDefault="00DA25AD" w:rsidP="00DA25AD">
      <w:pPr>
        <w:ind w:left="284" w:firstLine="3118"/>
      </w:pPr>
      <w:r w:rsidRPr="00004A58">
        <w:t>*[ Route-Record ]</w:t>
      </w:r>
    </w:p>
    <w:p w:rsidR="00DA25AD" w:rsidRPr="00004A58" w:rsidRDefault="00DA25AD" w:rsidP="00DA25AD">
      <w:pPr>
        <w:pStyle w:val="Heading4"/>
      </w:pPr>
      <w:bookmarkStart w:id="196" w:name="_Toc533204486"/>
      <w:bookmarkStart w:id="197" w:name="_Toc44882064"/>
      <w:bookmarkStart w:id="198" w:name="_Toc44882258"/>
      <w:bookmarkStart w:id="199" w:name="_Toc51864443"/>
      <w:r w:rsidRPr="00004A58">
        <w:t>5.3.2.6</w:t>
      </w:r>
      <w:r w:rsidRPr="00004A58">
        <w:tab/>
        <w:t>Alert-Service-Centre-Answer (</w:t>
      </w:r>
      <w:smartTag w:uri="urn:schemas-microsoft-com:office:smarttags" w:element="place">
        <w:smartTag w:uri="urn:schemas-microsoft-com:office:smarttags" w:element="State">
          <w:r w:rsidRPr="00004A58">
            <w:t>ALA</w:t>
          </w:r>
        </w:smartTag>
      </w:smartTag>
      <w:r w:rsidRPr="00004A58">
        <w:t>) Command</w:t>
      </w:r>
      <w:bookmarkEnd w:id="196"/>
      <w:bookmarkEnd w:id="197"/>
      <w:bookmarkEnd w:id="198"/>
      <w:bookmarkEnd w:id="199"/>
    </w:p>
    <w:p w:rsidR="00DA25AD" w:rsidRPr="00004A58" w:rsidRDefault="00DA25AD" w:rsidP="00DA25AD">
      <w:r w:rsidRPr="00004A58">
        <w:t xml:space="preserve">The Alert-Service-Centre-Answer (ALA) command, indicated by the Command-Code field set to </w:t>
      </w:r>
      <w:r w:rsidRPr="00004A58">
        <w:rPr>
          <w:lang w:val="en-US"/>
        </w:rPr>
        <w:t>8388648</w:t>
      </w:r>
      <w:r w:rsidRPr="00004A58">
        <w:t xml:space="preserve"> and the 'R' bit cleared in the Command Flags field, is sent from the SMS-IWMSC to the HSS</w:t>
      </w:r>
      <w:r w:rsidRPr="00004A58">
        <w:rPr>
          <w:noProof/>
        </w:rPr>
        <w:t xml:space="preserve"> and from the SMS-GMSC to the MME or SGSN (possibly via an SMS Router)</w:t>
      </w:r>
      <w:r w:rsidRPr="00004A58">
        <w:t>.</w:t>
      </w:r>
    </w:p>
    <w:p w:rsidR="00DA25AD" w:rsidRPr="00004A58" w:rsidRDefault="00DA25AD" w:rsidP="00DA25AD">
      <w:r w:rsidRPr="00004A58">
        <w:t>Message Format</w:t>
      </w:r>
    </w:p>
    <w:p w:rsidR="00DA25AD" w:rsidRPr="00004A58" w:rsidRDefault="00DA25AD" w:rsidP="00DA25AD">
      <w:pPr>
        <w:spacing w:after="0"/>
        <w:ind w:left="567" w:firstLine="284"/>
      </w:pPr>
      <w:r w:rsidRPr="00004A58">
        <w:t>&lt; Alert-Service-Centre-Answer &gt; ::=</w:t>
      </w:r>
      <w:r w:rsidRPr="00004A58">
        <w:tab/>
        <w:t xml:space="preserve">&lt; Diameter Header: </w:t>
      </w:r>
      <w:r w:rsidRPr="00004A58">
        <w:rPr>
          <w:lang w:val="en-US"/>
        </w:rPr>
        <w:t>8388648</w:t>
      </w:r>
      <w:r w:rsidRPr="00004A58">
        <w:t xml:space="preserve">, PXY, </w:t>
      </w:r>
      <w:r w:rsidRPr="00004A58">
        <w:rPr>
          <w:lang w:eastAsia="zh-CN"/>
        </w:rPr>
        <w:t>16777312</w:t>
      </w:r>
      <w:r w:rsidRPr="00004A58">
        <w:t xml:space="preserve"> &gt;</w:t>
      </w:r>
    </w:p>
    <w:p w:rsidR="00DA25AD" w:rsidRPr="00004A58" w:rsidRDefault="00DA25AD" w:rsidP="00DA25AD">
      <w:pPr>
        <w:spacing w:after="0"/>
        <w:ind w:left="1134" w:firstLine="2268"/>
      </w:pPr>
      <w:r w:rsidRPr="00004A58">
        <w:t>&lt; Session-Id &gt;</w:t>
      </w:r>
    </w:p>
    <w:p w:rsidR="00DA25AD" w:rsidRPr="00004A58" w:rsidRDefault="00DA25AD" w:rsidP="00DA25AD">
      <w:pPr>
        <w:spacing w:after="0"/>
        <w:ind w:left="1134" w:firstLine="2268"/>
      </w:pPr>
      <w:r w:rsidRPr="00004A58">
        <w:t xml:space="preserve">[ DRMP ] </w:t>
      </w:r>
    </w:p>
    <w:p w:rsidR="00DA25AD" w:rsidRPr="00004A58" w:rsidRDefault="00DA25AD" w:rsidP="00DA25AD">
      <w:pPr>
        <w:spacing w:after="0"/>
        <w:ind w:left="1134" w:firstLine="2268"/>
      </w:pPr>
      <w:r w:rsidRPr="00004A58">
        <w:t>[ Vendor-Specific-Application-Id ]</w:t>
      </w:r>
    </w:p>
    <w:p w:rsidR="00DA25AD" w:rsidRPr="00004A58" w:rsidRDefault="00DA25AD" w:rsidP="00DA25AD">
      <w:pPr>
        <w:spacing w:after="0"/>
        <w:ind w:left="1134" w:firstLine="2268"/>
      </w:pPr>
      <w:r w:rsidRPr="00004A58">
        <w:t>[ Result-Code ]</w:t>
      </w:r>
    </w:p>
    <w:p w:rsidR="00DA25AD" w:rsidRPr="00004A58" w:rsidRDefault="00DA25AD" w:rsidP="00DA25AD">
      <w:pPr>
        <w:spacing w:after="0"/>
        <w:ind w:left="1134" w:firstLine="2268"/>
      </w:pPr>
      <w:r w:rsidRPr="00004A58">
        <w:t>[ Experimental-Result ]</w:t>
      </w:r>
    </w:p>
    <w:p w:rsidR="00DA25AD" w:rsidRPr="00004A58" w:rsidRDefault="00DA25AD" w:rsidP="00DA25AD">
      <w:pPr>
        <w:spacing w:after="0"/>
        <w:ind w:left="1134" w:firstLine="2268"/>
      </w:pPr>
      <w:r w:rsidRPr="00004A58">
        <w:t>{ Auth-Session-State }</w:t>
      </w:r>
    </w:p>
    <w:p w:rsidR="00DA25AD" w:rsidRPr="00004A58" w:rsidRDefault="00DA25AD" w:rsidP="00DA25AD">
      <w:pPr>
        <w:spacing w:after="0"/>
        <w:ind w:left="3124" w:firstLine="284"/>
      </w:pPr>
      <w:r w:rsidRPr="00004A58">
        <w:t>{ Origin-Host }</w:t>
      </w:r>
    </w:p>
    <w:p w:rsidR="00DA25AD" w:rsidRPr="00004A58" w:rsidRDefault="00DA25AD" w:rsidP="00DA25AD">
      <w:pPr>
        <w:spacing w:after="0"/>
        <w:ind w:left="3124" w:firstLine="284"/>
      </w:pPr>
      <w:r w:rsidRPr="00004A58">
        <w:t>{ Origin-Realm }</w:t>
      </w:r>
    </w:p>
    <w:p w:rsidR="00DA25AD" w:rsidRPr="00004A58" w:rsidRDefault="00DA25AD" w:rsidP="00DA25AD">
      <w:pPr>
        <w:spacing w:after="0"/>
        <w:ind w:left="3124" w:firstLine="284"/>
      </w:pPr>
      <w:r w:rsidRPr="00004A58">
        <w:rPr>
          <w:bCs/>
        </w:rPr>
        <w:t>*[ Supported-Features ]</w:t>
      </w:r>
    </w:p>
    <w:p w:rsidR="00DA25AD" w:rsidRPr="00004A58" w:rsidRDefault="00DA25AD" w:rsidP="00DA25AD">
      <w:pPr>
        <w:spacing w:after="0"/>
        <w:ind w:left="1134" w:firstLine="2268"/>
      </w:pPr>
      <w:r w:rsidRPr="00004A58">
        <w:t>*[ AVP ]</w:t>
      </w:r>
    </w:p>
    <w:p w:rsidR="00DA25AD" w:rsidRPr="00004A58" w:rsidRDefault="00DA25AD" w:rsidP="00DA25AD">
      <w:pPr>
        <w:spacing w:after="0"/>
        <w:ind w:left="1134" w:firstLine="2268"/>
      </w:pPr>
      <w:r w:rsidRPr="00004A58">
        <w:t>[ Failed-AVP ]</w:t>
      </w:r>
    </w:p>
    <w:p w:rsidR="00DA25AD" w:rsidRPr="00004A58" w:rsidRDefault="00DA25AD" w:rsidP="00DA25AD">
      <w:pPr>
        <w:spacing w:after="0"/>
        <w:ind w:left="1134" w:firstLine="2268"/>
      </w:pPr>
      <w:r w:rsidRPr="00004A58">
        <w:tab/>
        <w:t>*[ Proxy-Info ]</w:t>
      </w:r>
    </w:p>
    <w:p w:rsidR="00DA25AD" w:rsidRPr="00004A58" w:rsidRDefault="00DA25AD" w:rsidP="00DA25AD">
      <w:pPr>
        <w:ind w:left="284" w:firstLine="3118"/>
      </w:pPr>
      <w:r w:rsidRPr="00004A58">
        <w:t>*[ Route-Record ]</w:t>
      </w:r>
    </w:p>
    <w:p w:rsidR="00DA25AD" w:rsidRPr="00004A58" w:rsidRDefault="00DA25AD" w:rsidP="00DA25AD">
      <w:pPr>
        <w:pStyle w:val="Heading4"/>
      </w:pPr>
      <w:bookmarkStart w:id="200" w:name="_Toc533204487"/>
      <w:bookmarkStart w:id="201" w:name="_Toc44882065"/>
      <w:bookmarkStart w:id="202" w:name="_Toc44882259"/>
      <w:bookmarkStart w:id="203" w:name="_Toc51864444"/>
      <w:r w:rsidRPr="00004A58">
        <w:t>5.3.2.7</w:t>
      </w:r>
      <w:r w:rsidRPr="00004A58">
        <w:tab/>
        <w:t>Report-SM-Delivery-Status-Request (RDR) Command</w:t>
      </w:r>
      <w:bookmarkEnd w:id="200"/>
      <w:bookmarkEnd w:id="201"/>
      <w:bookmarkEnd w:id="202"/>
      <w:bookmarkEnd w:id="203"/>
    </w:p>
    <w:p w:rsidR="00DA25AD" w:rsidRPr="00004A58" w:rsidRDefault="00DA25AD" w:rsidP="00DA25AD">
      <w:r w:rsidRPr="00004A58">
        <w:t xml:space="preserve">The Report-SM-Delivery-Status-Request (RDR) command, indicated by the Command-Code field set to </w:t>
      </w:r>
      <w:r w:rsidRPr="00004A58">
        <w:rPr>
          <w:lang w:val="en-US"/>
        </w:rPr>
        <w:t>8388649</w:t>
      </w:r>
      <w:r w:rsidRPr="00004A58">
        <w:t xml:space="preserve"> and the "R" bit set in the Command Flags field, is sent from SMS-GMSC or </w:t>
      </w:r>
      <w:r w:rsidRPr="00004A58">
        <w:rPr>
          <w:noProof/>
        </w:rPr>
        <w:t>IP-SM-GW</w:t>
      </w:r>
      <w:r w:rsidRPr="00004A58">
        <w:t xml:space="preserve"> to HSS.</w:t>
      </w:r>
    </w:p>
    <w:p w:rsidR="00DA25AD" w:rsidRPr="00004A58" w:rsidRDefault="00DA25AD" w:rsidP="00DA25AD">
      <w:r w:rsidRPr="00004A58">
        <w:t>Message Format:</w:t>
      </w:r>
    </w:p>
    <w:p w:rsidR="00DA25AD" w:rsidRPr="00004A58" w:rsidRDefault="00DA25AD" w:rsidP="00DA25AD">
      <w:pPr>
        <w:spacing w:after="0"/>
        <w:ind w:left="567" w:firstLine="284"/>
      </w:pPr>
      <w:r w:rsidRPr="00004A58">
        <w:lastRenderedPageBreak/>
        <w:t>&lt; Report-SM-Delivery-Status-Request &gt; ::=</w:t>
      </w:r>
      <w:r w:rsidRPr="00004A58">
        <w:tab/>
        <w:t xml:space="preserve">&lt; Diameter Header: </w:t>
      </w:r>
      <w:r w:rsidRPr="00004A58">
        <w:rPr>
          <w:lang w:val="en-US"/>
        </w:rPr>
        <w:t>8388649</w:t>
      </w:r>
      <w:r w:rsidRPr="00004A58">
        <w:t xml:space="preserve">, REQ, PXY, </w:t>
      </w:r>
      <w:r w:rsidRPr="00004A58">
        <w:rPr>
          <w:lang w:eastAsia="zh-CN"/>
        </w:rPr>
        <w:t>16777312</w:t>
      </w:r>
      <w:r w:rsidRPr="00004A58">
        <w:t xml:space="preserve"> &gt;</w:t>
      </w:r>
    </w:p>
    <w:p w:rsidR="00DA25AD" w:rsidRPr="00004A58" w:rsidRDefault="00DA25AD" w:rsidP="00DA25AD">
      <w:pPr>
        <w:spacing w:after="0"/>
        <w:ind w:left="3124" w:firstLine="284"/>
      </w:pPr>
      <w:r w:rsidRPr="00004A58">
        <w:t>&lt; Session-Id &gt;</w:t>
      </w:r>
    </w:p>
    <w:p w:rsidR="00DA25AD" w:rsidRPr="00004A58" w:rsidRDefault="00DA25AD" w:rsidP="00DA25AD">
      <w:pPr>
        <w:spacing w:after="0"/>
        <w:ind w:left="3124" w:firstLine="284"/>
      </w:pPr>
      <w:r w:rsidRPr="00004A58">
        <w:t xml:space="preserve">[ DRMP ] </w:t>
      </w:r>
    </w:p>
    <w:p w:rsidR="00DA25AD" w:rsidRPr="00004A58" w:rsidRDefault="00DA25AD" w:rsidP="00DA25AD">
      <w:pPr>
        <w:spacing w:after="0"/>
        <w:ind w:left="3124" w:firstLine="284"/>
      </w:pPr>
      <w:r w:rsidRPr="00004A58">
        <w:t>[ Vendor-Specific-Application-Id ]</w:t>
      </w:r>
    </w:p>
    <w:p w:rsidR="00DA25AD" w:rsidRPr="00004A58" w:rsidRDefault="00DA25AD" w:rsidP="00DA25AD">
      <w:pPr>
        <w:spacing w:after="0"/>
        <w:ind w:left="3124" w:firstLine="284"/>
      </w:pPr>
      <w:r w:rsidRPr="00004A58">
        <w:t>{ Auth-Session-State }</w:t>
      </w:r>
    </w:p>
    <w:p w:rsidR="00DA25AD" w:rsidRPr="00004A58" w:rsidRDefault="00DA25AD" w:rsidP="00DA25AD">
      <w:pPr>
        <w:spacing w:after="0"/>
        <w:ind w:left="3124" w:firstLine="284"/>
      </w:pPr>
      <w:r w:rsidRPr="00004A58">
        <w:t>{ Origin-Host }</w:t>
      </w:r>
    </w:p>
    <w:p w:rsidR="00DA25AD" w:rsidRPr="00004A58" w:rsidRDefault="00DA25AD" w:rsidP="00DA25AD">
      <w:pPr>
        <w:spacing w:after="0"/>
        <w:ind w:left="3124" w:firstLine="284"/>
      </w:pPr>
      <w:r w:rsidRPr="00004A58">
        <w:t>{ Origin-Realm }</w:t>
      </w:r>
    </w:p>
    <w:p w:rsidR="00DA25AD" w:rsidRPr="00004A58" w:rsidRDefault="00DA25AD" w:rsidP="00DA25AD">
      <w:pPr>
        <w:spacing w:after="0"/>
        <w:ind w:left="3124" w:firstLine="284"/>
      </w:pPr>
      <w:r w:rsidRPr="00004A58">
        <w:t>[ Destination-Host ]</w:t>
      </w:r>
    </w:p>
    <w:p w:rsidR="00DA25AD" w:rsidRPr="00004A58" w:rsidRDefault="00DA25AD" w:rsidP="00DA25AD">
      <w:pPr>
        <w:spacing w:after="0"/>
        <w:ind w:left="3124" w:firstLine="284"/>
      </w:pPr>
      <w:r w:rsidRPr="00004A58">
        <w:t>{ Destination-Realm }</w:t>
      </w:r>
    </w:p>
    <w:p w:rsidR="00DA25AD" w:rsidRPr="00004A58" w:rsidRDefault="00DA25AD" w:rsidP="00DA25AD">
      <w:pPr>
        <w:spacing w:after="0"/>
        <w:ind w:left="3124" w:firstLine="284"/>
        <w:rPr>
          <w:bCs/>
        </w:rPr>
      </w:pPr>
      <w:r w:rsidRPr="00004A58">
        <w:rPr>
          <w:bCs/>
        </w:rPr>
        <w:t>*[ Supported-Features ]</w:t>
      </w:r>
    </w:p>
    <w:p w:rsidR="00DA25AD" w:rsidRPr="00004A58" w:rsidRDefault="00DA25AD" w:rsidP="00DA25AD">
      <w:pPr>
        <w:spacing w:after="0"/>
        <w:ind w:left="1134" w:firstLine="2268"/>
      </w:pPr>
      <w:r w:rsidRPr="00004A58">
        <w:t>{ User-Identifier }</w:t>
      </w:r>
    </w:p>
    <w:p w:rsidR="00DA25AD" w:rsidRPr="00004A58" w:rsidRDefault="00DA25AD" w:rsidP="00DA25AD">
      <w:pPr>
        <w:spacing w:after="0"/>
        <w:ind w:left="3124" w:firstLine="284"/>
        <w:rPr>
          <w:bCs/>
        </w:rPr>
      </w:pPr>
      <w:r w:rsidRPr="00004A58">
        <w:rPr>
          <w:bCs/>
        </w:rPr>
        <w:t>[ SMSMI-Correlation-ID ]</w:t>
      </w:r>
    </w:p>
    <w:p w:rsidR="00DA25AD" w:rsidRPr="00004A58" w:rsidRDefault="00DA25AD" w:rsidP="00DA25AD">
      <w:pPr>
        <w:spacing w:after="0"/>
        <w:ind w:left="3124" w:firstLine="284"/>
      </w:pPr>
      <w:r w:rsidRPr="00004A58">
        <w:t>{ SC-Address }</w:t>
      </w:r>
    </w:p>
    <w:p w:rsidR="00DA25AD" w:rsidRPr="00004A58" w:rsidRDefault="00DA25AD" w:rsidP="00DA25AD">
      <w:pPr>
        <w:spacing w:after="0"/>
        <w:ind w:left="3124" w:firstLine="284"/>
        <w:rPr>
          <w:lang w:eastAsia="zh-CN"/>
        </w:rPr>
      </w:pPr>
      <w:r w:rsidRPr="00004A58">
        <w:t>{ SM-Delivery-Outcome }</w:t>
      </w:r>
    </w:p>
    <w:p w:rsidR="00DA25AD" w:rsidRPr="00004A58" w:rsidRDefault="00DA25AD" w:rsidP="00DA25AD">
      <w:pPr>
        <w:spacing w:after="0"/>
        <w:ind w:left="3124" w:firstLine="284"/>
      </w:pPr>
      <w:r w:rsidRPr="00004A58">
        <w:rPr>
          <w:rFonts w:hint="eastAsia"/>
          <w:lang w:eastAsia="zh-CN"/>
        </w:rPr>
        <w:t xml:space="preserve">[ </w:t>
      </w:r>
      <w:r w:rsidRPr="00004A58">
        <w:t>R</w:t>
      </w:r>
      <w:r w:rsidRPr="00004A58">
        <w:rPr>
          <w:rFonts w:hint="eastAsia"/>
          <w:lang w:eastAsia="zh-CN"/>
        </w:rPr>
        <w:t>D</w:t>
      </w:r>
      <w:r w:rsidRPr="00004A58">
        <w:t>R-Flags</w:t>
      </w:r>
      <w:r w:rsidRPr="00004A58">
        <w:rPr>
          <w:rFonts w:hint="eastAsia"/>
          <w:lang w:eastAsia="zh-CN"/>
        </w:rPr>
        <w:t xml:space="preserve"> ]</w:t>
      </w:r>
    </w:p>
    <w:p w:rsidR="00DA25AD" w:rsidRPr="00004A58" w:rsidRDefault="00DA25AD" w:rsidP="00DA25AD">
      <w:pPr>
        <w:spacing w:after="0"/>
        <w:ind w:left="1134" w:firstLine="2268"/>
      </w:pPr>
      <w:r w:rsidRPr="00004A58">
        <w:t>*[ AVP ]</w:t>
      </w:r>
    </w:p>
    <w:p w:rsidR="00DA25AD" w:rsidRPr="00004A58" w:rsidRDefault="00DA25AD" w:rsidP="00DA25AD">
      <w:pPr>
        <w:spacing w:after="0"/>
        <w:ind w:left="1134" w:firstLine="2268"/>
      </w:pPr>
      <w:r w:rsidRPr="00004A58">
        <w:tab/>
        <w:t>*[ Proxy-Info ]</w:t>
      </w:r>
    </w:p>
    <w:p w:rsidR="00DA25AD" w:rsidRPr="00004A58" w:rsidRDefault="00DA25AD" w:rsidP="00DA25AD">
      <w:pPr>
        <w:ind w:left="284" w:firstLine="3118"/>
      </w:pPr>
      <w:r w:rsidRPr="00004A58">
        <w:t>*[ Route-Record ]</w:t>
      </w:r>
    </w:p>
    <w:p w:rsidR="00DA25AD" w:rsidRPr="00004A58" w:rsidRDefault="00DA25AD" w:rsidP="00DA25AD">
      <w:pPr>
        <w:pStyle w:val="Heading4"/>
      </w:pPr>
      <w:bookmarkStart w:id="204" w:name="_Toc533204488"/>
      <w:bookmarkStart w:id="205" w:name="_Toc44882066"/>
      <w:bookmarkStart w:id="206" w:name="_Toc44882260"/>
      <w:bookmarkStart w:id="207" w:name="_Toc51864445"/>
      <w:r w:rsidRPr="00004A58">
        <w:t>5.3.2.8</w:t>
      </w:r>
      <w:r w:rsidRPr="00004A58">
        <w:tab/>
        <w:t>Report-SM-Delivery-Status-Answer (RDA) Command</w:t>
      </w:r>
      <w:bookmarkEnd w:id="204"/>
      <w:bookmarkEnd w:id="205"/>
      <w:bookmarkEnd w:id="206"/>
      <w:bookmarkEnd w:id="207"/>
    </w:p>
    <w:p w:rsidR="00DA25AD" w:rsidRPr="00004A58" w:rsidRDefault="00DA25AD" w:rsidP="00DA25AD">
      <w:r w:rsidRPr="00004A58">
        <w:t xml:space="preserve">The Report-SM-Delivery-Status-Answer (RDA) command, indicated by the Command-Code field set to </w:t>
      </w:r>
      <w:r w:rsidRPr="00004A58">
        <w:rPr>
          <w:lang w:val="en-US"/>
        </w:rPr>
        <w:t>8388649</w:t>
      </w:r>
      <w:r w:rsidRPr="00004A58">
        <w:t xml:space="preserve"> and the 'R' bit cleared in the Command Flags field, is sent from HSS to SMS-GMSC or </w:t>
      </w:r>
      <w:r w:rsidRPr="00004A58">
        <w:rPr>
          <w:noProof/>
        </w:rPr>
        <w:t>IP-SM-GW</w:t>
      </w:r>
      <w:r w:rsidRPr="00004A58">
        <w:t>.</w:t>
      </w:r>
    </w:p>
    <w:p w:rsidR="00DA25AD" w:rsidRPr="00004A58" w:rsidRDefault="00DA25AD" w:rsidP="00DA25AD">
      <w:r w:rsidRPr="00004A58">
        <w:t>Message Format</w:t>
      </w:r>
    </w:p>
    <w:p w:rsidR="00DA25AD" w:rsidRPr="00004A58" w:rsidRDefault="00DA25AD" w:rsidP="00DA25AD">
      <w:pPr>
        <w:spacing w:after="0"/>
        <w:ind w:left="567" w:firstLine="284"/>
      </w:pPr>
      <w:r w:rsidRPr="00004A58">
        <w:t>&lt; Report-SM-Delivery-Status-Answer &gt; ::=</w:t>
      </w:r>
      <w:r w:rsidRPr="00004A58">
        <w:tab/>
        <w:t xml:space="preserve">&lt; Diameter Header: </w:t>
      </w:r>
      <w:r w:rsidRPr="00004A58">
        <w:rPr>
          <w:lang w:val="en-US"/>
        </w:rPr>
        <w:t>8388649</w:t>
      </w:r>
      <w:r w:rsidRPr="00004A58">
        <w:t xml:space="preserve">, PXY, </w:t>
      </w:r>
      <w:r w:rsidRPr="00004A58">
        <w:rPr>
          <w:lang w:eastAsia="zh-CN"/>
        </w:rPr>
        <w:t>16777312</w:t>
      </w:r>
      <w:r w:rsidRPr="00004A58">
        <w:t xml:space="preserve"> &gt;</w:t>
      </w:r>
    </w:p>
    <w:p w:rsidR="00DA25AD" w:rsidRPr="00004A58" w:rsidRDefault="00DA25AD" w:rsidP="00DA25AD">
      <w:pPr>
        <w:spacing w:after="0"/>
        <w:ind w:left="1134" w:firstLine="2268"/>
      </w:pPr>
      <w:r w:rsidRPr="00004A58">
        <w:t>&lt; Session-Id &gt;</w:t>
      </w:r>
    </w:p>
    <w:p w:rsidR="00DA25AD" w:rsidRPr="00004A58" w:rsidRDefault="00DA25AD" w:rsidP="00DA25AD">
      <w:pPr>
        <w:spacing w:after="0"/>
        <w:ind w:left="1134" w:firstLine="2268"/>
      </w:pPr>
      <w:r w:rsidRPr="00004A58">
        <w:t xml:space="preserve">[ DRMP ] </w:t>
      </w:r>
    </w:p>
    <w:p w:rsidR="00DA25AD" w:rsidRPr="00004A58" w:rsidRDefault="00DA25AD" w:rsidP="00DA25AD">
      <w:pPr>
        <w:spacing w:after="0"/>
        <w:ind w:left="1134" w:firstLine="2268"/>
      </w:pPr>
      <w:r w:rsidRPr="00004A58">
        <w:t>[ Vendor-Specific-Application-Id ]</w:t>
      </w:r>
    </w:p>
    <w:p w:rsidR="00DA25AD" w:rsidRPr="00004A58" w:rsidRDefault="00DA25AD" w:rsidP="00DA25AD">
      <w:pPr>
        <w:spacing w:after="0"/>
        <w:ind w:left="1134" w:firstLine="2268"/>
      </w:pPr>
      <w:r w:rsidRPr="00004A58">
        <w:t>[ Result-Code ]</w:t>
      </w:r>
    </w:p>
    <w:p w:rsidR="00DA25AD" w:rsidRPr="00004A58" w:rsidRDefault="00DA25AD" w:rsidP="00DA25AD">
      <w:pPr>
        <w:spacing w:after="0"/>
        <w:ind w:left="1134" w:firstLine="2268"/>
      </w:pPr>
      <w:r w:rsidRPr="00004A58">
        <w:t>[ Experimental-Result ]</w:t>
      </w:r>
    </w:p>
    <w:p w:rsidR="00DA25AD" w:rsidRPr="00004A58" w:rsidRDefault="00DA25AD" w:rsidP="00DA25AD">
      <w:pPr>
        <w:spacing w:after="0"/>
        <w:ind w:left="1134" w:firstLine="2268"/>
      </w:pPr>
      <w:r w:rsidRPr="00004A58">
        <w:t>{ Auth-Session-State }</w:t>
      </w:r>
    </w:p>
    <w:p w:rsidR="00DA25AD" w:rsidRPr="00004A58" w:rsidRDefault="00DA25AD" w:rsidP="00DA25AD">
      <w:pPr>
        <w:spacing w:after="0"/>
        <w:ind w:left="3124" w:firstLine="284"/>
      </w:pPr>
      <w:r w:rsidRPr="00004A58">
        <w:t>{ Origin-Host }</w:t>
      </w:r>
    </w:p>
    <w:p w:rsidR="00DA25AD" w:rsidRPr="00004A58" w:rsidRDefault="00DA25AD" w:rsidP="00DA25AD">
      <w:pPr>
        <w:spacing w:after="0"/>
        <w:ind w:left="3124" w:firstLine="284"/>
      </w:pPr>
      <w:r w:rsidRPr="00004A58">
        <w:t>{ Origin-Realm }</w:t>
      </w:r>
    </w:p>
    <w:p w:rsidR="00DA25AD" w:rsidRPr="00004A58" w:rsidRDefault="00DA25AD" w:rsidP="00DA25AD">
      <w:pPr>
        <w:spacing w:after="0"/>
        <w:ind w:left="3124" w:firstLine="284"/>
      </w:pPr>
      <w:r w:rsidRPr="00004A58">
        <w:rPr>
          <w:bCs/>
        </w:rPr>
        <w:t>*[ Supported-Features ]</w:t>
      </w:r>
    </w:p>
    <w:p w:rsidR="00DA25AD" w:rsidRPr="00004A58" w:rsidRDefault="00DA25AD" w:rsidP="00DA25AD">
      <w:pPr>
        <w:spacing w:after="0"/>
        <w:ind w:left="3124" w:firstLine="284"/>
      </w:pPr>
      <w:r w:rsidRPr="00004A58">
        <w:t xml:space="preserve">[ </w:t>
      </w:r>
      <w:r w:rsidRPr="00004A58">
        <w:rPr>
          <w:rFonts w:cs="Arial"/>
          <w:bCs/>
          <w:lang w:val="en-US"/>
        </w:rPr>
        <w:t xml:space="preserve">User-Identifier </w:t>
      </w:r>
      <w:r w:rsidRPr="00004A58">
        <w:t>]</w:t>
      </w:r>
    </w:p>
    <w:p w:rsidR="00DA25AD" w:rsidRPr="00004A58" w:rsidRDefault="00DA25AD" w:rsidP="00DA25AD">
      <w:pPr>
        <w:spacing w:after="0"/>
        <w:ind w:left="1134" w:firstLine="2268"/>
      </w:pPr>
      <w:r w:rsidRPr="00004A58">
        <w:t>*[ AVP ]</w:t>
      </w:r>
    </w:p>
    <w:p w:rsidR="00DA25AD" w:rsidRPr="00004A58" w:rsidRDefault="00DA25AD" w:rsidP="00DA25AD">
      <w:pPr>
        <w:spacing w:after="0"/>
        <w:ind w:left="1134" w:firstLine="2268"/>
      </w:pPr>
      <w:r w:rsidRPr="00004A58">
        <w:t>[ Failed-AVP ]</w:t>
      </w:r>
    </w:p>
    <w:p w:rsidR="00DA25AD" w:rsidRPr="00004A58" w:rsidRDefault="00DA25AD" w:rsidP="00DA25AD">
      <w:pPr>
        <w:spacing w:after="0"/>
        <w:ind w:left="1134" w:firstLine="2268"/>
      </w:pPr>
      <w:r w:rsidRPr="00004A58">
        <w:tab/>
        <w:t>*[ Proxy-Info ]</w:t>
      </w:r>
    </w:p>
    <w:p w:rsidR="00DA25AD" w:rsidRPr="00004A58" w:rsidRDefault="00DA25AD" w:rsidP="00DA25AD">
      <w:pPr>
        <w:ind w:left="284" w:firstLine="3118"/>
      </w:pPr>
      <w:r w:rsidRPr="00004A58">
        <w:t>*[ Route-Record ]</w:t>
      </w:r>
    </w:p>
    <w:p w:rsidR="00DA25AD" w:rsidRPr="00004A58" w:rsidRDefault="00DA25AD" w:rsidP="00DA25AD">
      <w:pPr>
        <w:pStyle w:val="Heading3"/>
      </w:pPr>
      <w:bookmarkStart w:id="208" w:name="_Toc533204489"/>
      <w:bookmarkStart w:id="209" w:name="_Toc44882067"/>
      <w:bookmarkStart w:id="210" w:name="_Toc44882261"/>
      <w:bookmarkStart w:id="211" w:name="_Toc51864446"/>
      <w:r w:rsidRPr="00004A58">
        <w:t>5.3.3</w:t>
      </w:r>
      <w:r w:rsidRPr="00004A58">
        <w:tab/>
        <w:t>AVPs</w:t>
      </w:r>
      <w:bookmarkEnd w:id="208"/>
      <w:bookmarkEnd w:id="209"/>
      <w:bookmarkEnd w:id="210"/>
      <w:bookmarkEnd w:id="211"/>
    </w:p>
    <w:p w:rsidR="00DA25AD" w:rsidRPr="00004A58" w:rsidRDefault="00DA25AD" w:rsidP="00DA25AD">
      <w:pPr>
        <w:pStyle w:val="Heading4"/>
      </w:pPr>
      <w:bookmarkStart w:id="212" w:name="_Toc533204490"/>
      <w:bookmarkStart w:id="213" w:name="_Toc44882068"/>
      <w:bookmarkStart w:id="214" w:name="_Toc44882262"/>
      <w:bookmarkStart w:id="215" w:name="_Toc51864447"/>
      <w:r w:rsidRPr="00004A58">
        <w:t>5.3.3.1</w:t>
      </w:r>
      <w:r w:rsidRPr="00004A58">
        <w:tab/>
        <w:t>General</w:t>
      </w:r>
      <w:bookmarkEnd w:id="212"/>
      <w:bookmarkEnd w:id="213"/>
      <w:bookmarkEnd w:id="214"/>
      <w:bookmarkEnd w:id="215"/>
    </w:p>
    <w:p w:rsidR="00DA25AD" w:rsidRPr="00004A58" w:rsidRDefault="00DA25AD" w:rsidP="00DA25AD">
      <w:r w:rsidRPr="00004A58">
        <w:t>The following table specifies the Diameter AVPs defined for the S6c interface protocol, their AVP Code values, types, possible flag values and whether or not the AVP may be encrypted. The Vendor-ID header of all AVPs defined in this specification shall be set to 3GPP (10415).</w:t>
      </w:r>
    </w:p>
    <w:p w:rsidR="00DA25AD" w:rsidRPr="00004A58" w:rsidRDefault="00DA25AD" w:rsidP="00DA25AD">
      <w:r w:rsidRPr="00004A58">
        <w:t>For all AVPs which contain bit masks and are of the type Unsigned32, e.g. TFR-Flags, bit 0 shall be the least significant bit. For example, to get the value of bit 0, a bit mask of 0x0001 should be used.</w:t>
      </w:r>
    </w:p>
    <w:p w:rsidR="00DA25AD" w:rsidRPr="00004A58" w:rsidRDefault="00DA25AD" w:rsidP="00DA25AD">
      <w:pPr>
        <w:pStyle w:val="TH"/>
      </w:pPr>
      <w:r w:rsidRPr="00004A58">
        <w:lastRenderedPageBreak/>
        <w:t>Table 5.3.3.1/1: S6c specific Diameter AVPs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388"/>
        <w:gridCol w:w="812"/>
        <w:gridCol w:w="1152"/>
        <w:gridCol w:w="1719"/>
        <w:gridCol w:w="599"/>
        <w:gridCol w:w="512"/>
        <w:gridCol w:w="975"/>
        <w:gridCol w:w="736"/>
        <w:gridCol w:w="804"/>
      </w:tblGrid>
      <w:tr w:rsidR="00DA25AD" w:rsidRPr="00004A58" w:rsidTr="00E50914">
        <w:trPr>
          <w:cantSplit/>
          <w:tblHeader/>
          <w:jc w:val="center"/>
        </w:trPr>
        <w:tc>
          <w:tcPr>
            <w:tcW w:w="0" w:type="auto"/>
            <w:gridSpan w:val="4"/>
            <w:tcBorders>
              <w:top w:val="single" w:sz="4" w:space="0" w:color="auto"/>
              <w:left w:val="single" w:sz="4" w:space="0" w:color="auto"/>
            </w:tcBorders>
            <w:shd w:val="clear" w:color="auto" w:fill="E0E0E0"/>
          </w:tcPr>
          <w:p w:rsidR="00DA25AD" w:rsidRPr="00004A58" w:rsidRDefault="00DA25AD" w:rsidP="00E50914">
            <w:pPr>
              <w:pStyle w:val="TAH"/>
            </w:pPr>
          </w:p>
        </w:tc>
        <w:tc>
          <w:tcPr>
            <w:tcW w:w="0" w:type="auto"/>
            <w:gridSpan w:val="4"/>
            <w:tcBorders>
              <w:top w:val="single" w:sz="4" w:space="0" w:color="auto"/>
            </w:tcBorders>
            <w:shd w:val="clear" w:color="auto" w:fill="E0E0E0"/>
          </w:tcPr>
          <w:p w:rsidR="00DA25AD" w:rsidRPr="00004A58" w:rsidRDefault="00DA25AD" w:rsidP="00E50914">
            <w:pPr>
              <w:pStyle w:val="TAH"/>
            </w:pPr>
            <w:r w:rsidRPr="00004A58">
              <w:t>AVP Flag rules</w:t>
            </w:r>
          </w:p>
        </w:tc>
        <w:tc>
          <w:tcPr>
            <w:tcW w:w="0" w:type="auto"/>
            <w:tcBorders>
              <w:top w:val="single" w:sz="4" w:space="0" w:color="auto"/>
              <w:right w:val="single" w:sz="4" w:space="0" w:color="auto"/>
            </w:tcBorders>
            <w:shd w:val="clear" w:color="auto" w:fill="E0E0E0"/>
          </w:tcPr>
          <w:p w:rsidR="00DA25AD" w:rsidRPr="00004A58" w:rsidRDefault="00DA25AD" w:rsidP="00E50914">
            <w:pPr>
              <w:pStyle w:val="TAH"/>
            </w:pPr>
          </w:p>
        </w:tc>
      </w:tr>
      <w:tr w:rsidR="00DA25AD" w:rsidRPr="00004A58" w:rsidTr="00E50914">
        <w:trPr>
          <w:cantSplit/>
          <w:tblHeader/>
          <w:jc w:val="center"/>
        </w:trPr>
        <w:tc>
          <w:tcPr>
            <w:tcW w:w="0" w:type="auto"/>
            <w:shd w:val="clear" w:color="auto" w:fill="E0E0E0"/>
          </w:tcPr>
          <w:p w:rsidR="00DA25AD" w:rsidRPr="00004A58" w:rsidRDefault="00DA25AD" w:rsidP="00E50914">
            <w:pPr>
              <w:pStyle w:val="TAH"/>
            </w:pPr>
            <w:r w:rsidRPr="00004A58">
              <w:t>Attribute Name</w:t>
            </w:r>
          </w:p>
        </w:tc>
        <w:tc>
          <w:tcPr>
            <w:tcW w:w="0" w:type="auto"/>
            <w:shd w:val="clear" w:color="auto" w:fill="E0E0E0"/>
          </w:tcPr>
          <w:p w:rsidR="00DA25AD" w:rsidRPr="00004A58" w:rsidRDefault="00DA25AD" w:rsidP="00E50914">
            <w:pPr>
              <w:pStyle w:val="TAH"/>
            </w:pPr>
            <w:r w:rsidRPr="00004A58">
              <w:t>AVP Code</w:t>
            </w:r>
          </w:p>
        </w:tc>
        <w:tc>
          <w:tcPr>
            <w:tcW w:w="0" w:type="auto"/>
            <w:shd w:val="clear" w:color="auto" w:fill="E0E0E0"/>
          </w:tcPr>
          <w:p w:rsidR="00DA25AD" w:rsidRPr="00004A58" w:rsidRDefault="005252A2" w:rsidP="00E50914">
            <w:pPr>
              <w:pStyle w:val="TAH"/>
            </w:pPr>
            <w:r w:rsidRPr="00004A58">
              <w:t>Clause</w:t>
            </w:r>
            <w:r w:rsidR="00DA25AD" w:rsidRPr="00004A58">
              <w:t xml:space="preserve"> defined</w:t>
            </w:r>
          </w:p>
        </w:tc>
        <w:tc>
          <w:tcPr>
            <w:tcW w:w="0" w:type="auto"/>
            <w:shd w:val="clear" w:color="auto" w:fill="E0E0E0"/>
          </w:tcPr>
          <w:p w:rsidR="00DA25AD" w:rsidRPr="00004A58" w:rsidRDefault="00DA25AD" w:rsidP="00E50914">
            <w:pPr>
              <w:pStyle w:val="TAH"/>
            </w:pPr>
            <w:r w:rsidRPr="00004A58">
              <w:t>Value Type</w:t>
            </w:r>
          </w:p>
        </w:tc>
        <w:tc>
          <w:tcPr>
            <w:tcW w:w="0" w:type="auto"/>
            <w:shd w:val="clear" w:color="auto" w:fill="E0E0E0"/>
          </w:tcPr>
          <w:p w:rsidR="00DA25AD" w:rsidRPr="00004A58" w:rsidRDefault="00DA25AD" w:rsidP="00E50914">
            <w:pPr>
              <w:pStyle w:val="TAH"/>
            </w:pPr>
            <w:r w:rsidRPr="00004A58">
              <w:t>Must</w:t>
            </w:r>
          </w:p>
        </w:tc>
        <w:tc>
          <w:tcPr>
            <w:tcW w:w="0" w:type="auto"/>
            <w:shd w:val="clear" w:color="auto" w:fill="E0E0E0"/>
          </w:tcPr>
          <w:p w:rsidR="00DA25AD" w:rsidRPr="00004A58" w:rsidRDefault="00DA25AD" w:rsidP="00E50914">
            <w:pPr>
              <w:pStyle w:val="TAH"/>
            </w:pPr>
            <w:r w:rsidRPr="00004A58">
              <w:t>May</w:t>
            </w:r>
          </w:p>
        </w:tc>
        <w:tc>
          <w:tcPr>
            <w:tcW w:w="0" w:type="auto"/>
            <w:shd w:val="clear" w:color="auto" w:fill="E0E0E0"/>
          </w:tcPr>
          <w:p w:rsidR="00DA25AD" w:rsidRPr="00004A58" w:rsidRDefault="00DA25AD" w:rsidP="00E50914">
            <w:pPr>
              <w:pStyle w:val="TAH"/>
            </w:pPr>
            <w:r w:rsidRPr="00004A58">
              <w:t>Should not</w:t>
            </w:r>
          </w:p>
        </w:tc>
        <w:tc>
          <w:tcPr>
            <w:tcW w:w="0" w:type="auto"/>
            <w:shd w:val="clear" w:color="auto" w:fill="E0E0E0"/>
          </w:tcPr>
          <w:p w:rsidR="00DA25AD" w:rsidRPr="00004A58" w:rsidRDefault="00DA25AD" w:rsidP="00E50914">
            <w:pPr>
              <w:pStyle w:val="TAH"/>
            </w:pPr>
            <w:r w:rsidRPr="00004A58">
              <w:t>Must not</w:t>
            </w:r>
          </w:p>
        </w:tc>
        <w:tc>
          <w:tcPr>
            <w:tcW w:w="0" w:type="auto"/>
            <w:shd w:val="clear" w:color="auto" w:fill="E0E0E0"/>
          </w:tcPr>
          <w:p w:rsidR="00DA25AD" w:rsidRPr="00004A58" w:rsidRDefault="00DA25AD" w:rsidP="00E50914">
            <w:pPr>
              <w:pStyle w:val="TAH"/>
            </w:pPr>
            <w:r w:rsidRPr="00004A58">
              <w:t>May Encr.</w:t>
            </w:r>
          </w:p>
        </w:tc>
      </w:tr>
      <w:tr w:rsidR="00DA25AD" w:rsidRPr="00004A58" w:rsidTr="00E50914">
        <w:trPr>
          <w:cantSplit/>
          <w:tblHeader/>
          <w:jc w:val="center"/>
        </w:trPr>
        <w:tc>
          <w:tcPr>
            <w:tcW w:w="0" w:type="auto"/>
          </w:tcPr>
          <w:p w:rsidR="00DA25AD" w:rsidRPr="00004A58" w:rsidRDefault="00DA25AD" w:rsidP="00E50914">
            <w:pPr>
              <w:pStyle w:val="TAL"/>
            </w:pPr>
            <w:r w:rsidRPr="00004A58">
              <w:t>SM-RP-MTI</w:t>
            </w:r>
          </w:p>
        </w:tc>
        <w:tc>
          <w:tcPr>
            <w:tcW w:w="0" w:type="auto"/>
          </w:tcPr>
          <w:p w:rsidR="00DA25AD" w:rsidRPr="00004A58" w:rsidRDefault="00DA25AD" w:rsidP="00E50914">
            <w:pPr>
              <w:pStyle w:val="TAL"/>
            </w:pPr>
            <w:r w:rsidRPr="00004A58">
              <w:t>3308</w:t>
            </w:r>
          </w:p>
        </w:tc>
        <w:tc>
          <w:tcPr>
            <w:tcW w:w="0" w:type="auto"/>
          </w:tcPr>
          <w:p w:rsidR="00DA25AD" w:rsidRPr="00004A58" w:rsidRDefault="00DA25AD" w:rsidP="00E50914">
            <w:pPr>
              <w:pStyle w:val="TAL"/>
            </w:pPr>
            <w:r w:rsidRPr="00004A58">
              <w:t>5.3.3.2</w:t>
            </w:r>
          </w:p>
        </w:tc>
        <w:tc>
          <w:tcPr>
            <w:tcW w:w="0" w:type="auto"/>
          </w:tcPr>
          <w:p w:rsidR="00DA25AD" w:rsidRPr="00004A58" w:rsidRDefault="00DA25AD" w:rsidP="00E50914">
            <w:pPr>
              <w:pStyle w:val="TAL"/>
            </w:pPr>
            <w:r w:rsidRPr="00004A58">
              <w:t>Enumerated</w:t>
            </w:r>
          </w:p>
        </w:tc>
        <w:tc>
          <w:tcPr>
            <w:tcW w:w="0" w:type="auto"/>
          </w:tcPr>
          <w:p w:rsidR="00DA25AD" w:rsidRPr="00004A58" w:rsidRDefault="00DA25AD" w:rsidP="00E50914">
            <w:pPr>
              <w:pStyle w:val="TAL"/>
            </w:pPr>
            <w:r w:rsidRPr="00004A58">
              <w:t>M, V</w:t>
            </w: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r w:rsidRPr="00004A58">
              <w:t>No</w:t>
            </w:r>
          </w:p>
        </w:tc>
      </w:tr>
      <w:tr w:rsidR="00DA25AD" w:rsidRPr="00004A58" w:rsidTr="00E50914">
        <w:trPr>
          <w:cantSplit/>
          <w:tblHeader/>
          <w:jc w:val="center"/>
        </w:trPr>
        <w:tc>
          <w:tcPr>
            <w:tcW w:w="0" w:type="auto"/>
          </w:tcPr>
          <w:p w:rsidR="00DA25AD" w:rsidRPr="00004A58" w:rsidRDefault="00DA25AD" w:rsidP="00E50914">
            <w:pPr>
              <w:pStyle w:val="TAL"/>
            </w:pPr>
            <w:r w:rsidRPr="00004A58">
              <w:t>SM-RP-SMEA</w:t>
            </w:r>
          </w:p>
        </w:tc>
        <w:tc>
          <w:tcPr>
            <w:tcW w:w="0" w:type="auto"/>
          </w:tcPr>
          <w:p w:rsidR="00DA25AD" w:rsidRPr="00004A58" w:rsidRDefault="00DA25AD" w:rsidP="00E50914">
            <w:pPr>
              <w:pStyle w:val="TAL"/>
            </w:pPr>
            <w:r w:rsidRPr="00004A58">
              <w:t>3309</w:t>
            </w:r>
          </w:p>
        </w:tc>
        <w:tc>
          <w:tcPr>
            <w:tcW w:w="0" w:type="auto"/>
          </w:tcPr>
          <w:p w:rsidR="00DA25AD" w:rsidRPr="00004A58" w:rsidRDefault="00DA25AD" w:rsidP="00E50914">
            <w:pPr>
              <w:pStyle w:val="TAL"/>
            </w:pPr>
            <w:r w:rsidRPr="00004A58">
              <w:t xml:space="preserve">5.3.3.3 </w:t>
            </w:r>
          </w:p>
        </w:tc>
        <w:tc>
          <w:tcPr>
            <w:tcW w:w="0" w:type="auto"/>
          </w:tcPr>
          <w:p w:rsidR="00DA25AD" w:rsidRPr="00004A58" w:rsidRDefault="00DA25AD" w:rsidP="00E50914">
            <w:pPr>
              <w:pStyle w:val="TAL"/>
            </w:pPr>
            <w:r w:rsidRPr="00004A58">
              <w:t>OctetString</w:t>
            </w:r>
          </w:p>
        </w:tc>
        <w:tc>
          <w:tcPr>
            <w:tcW w:w="0" w:type="auto"/>
          </w:tcPr>
          <w:p w:rsidR="00DA25AD" w:rsidRPr="00004A58" w:rsidRDefault="00DA25AD" w:rsidP="00E50914">
            <w:pPr>
              <w:pStyle w:val="TAL"/>
            </w:pPr>
            <w:r w:rsidRPr="00004A58">
              <w:t>M, V</w:t>
            </w: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r w:rsidRPr="00004A58">
              <w:t>No</w:t>
            </w:r>
          </w:p>
        </w:tc>
      </w:tr>
      <w:tr w:rsidR="00DA25AD" w:rsidRPr="00004A58" w:rsidTr="00E50914">
        <w:trPr>
          <w:cantSplit/>
          <w:tblHeader/>
          <w:jc w:val="center"/>
        </w:trPr>
        <w:tc>
          <w:tcPr>
            <w:tcW w:w="0" w:type="auto"/>
          </w:tcPr>
          <w:p w:rsidR="00DA25AD" w:rsidRPr="00004A58" w:rsidRDefault="00DA25AD" w:rsidP="00E50914">
            <w:pPr>
              <w:pStyle w:val="TAL"/>
            </w:pPr>
            <w:r w:rsidRPr="00004A58">
              <w:t>SRR-Flags</w:t>
            </w:r>
          </w:p>
        </w:tc>
        <w:tc>
          <w:tcPr>
            <w:tcW w:w="0" w:type="auto"/>
          </w:tcPr>
          <w:p w:rsidR="00DA25AD" w:rsidRPr="00004A58" w:rsidRDefault="00DA25AD" w:rsidP="00E50914">
            <w:pPr>
              <w:pStyle w:val="TAL"/>
            </w:pPr>
            <w:r w:rsidRPr="00004A58">
              <w:t>3310</w:t>
            </w:r>
          </w:p>
        </w:tc>
        <w:tc>
          <w:tcPr>
            <w:tcW w:w="0" w:type="auto"/>
          </w:tcPr>
          <w:p w:rsidR="00DA25AD" w:rsidRPr="00004A58" w:rsidRDefault="00DA25AD" w:rsidP="00E50914">
            <w:pPr>
              <w:pStyle w:val="TAL"/>
            </w:pPr>
            <w:r w:rsidRPr="00004A58">
              <w:t>5.3.3.4</w:t>
            </w:r>
          </w:p>
        </w:tc>
        <w:tc>
          <w:tcPr>
            <w:tcW w:w="0" w:type="auto"/>
          </w:tcPr>
          <w:p w:rsidR="00DA25AD" w:rsidRPr="00004A58" w:rsidRDefault="00DA25AD" w:rsidP="00E50914">
            <w:pPr>
              <w:pStyle w:val="TAL"/>
            </w:pPr>
            <w:r w:rsidRPr="00004A58">
              <w:t>Unsigned32</w:t>
            </w:r>
          </w:p>
        </w:tc>
        <w:tc>
          <w:tcPr>
            <w:tcW w:w="0" w:type="auto"/>
          </w:tcPr>
          <w:p w:rsidR="00DA25AD" w:rsidRPr="00004A58" w:rsidRDefault="00DA25AD" w:rsidP="00E50914">
            <w:pPr>
              <w:pStyle w:val="TAL"/>
            </w:pPr>
            <w:r w:rsidRPr="00004A58">
              <w:t>M, V</w:t>
            </w: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r w:rsidRPr="00004A58">
              <w:t>No</w:t>
            </w:r>
          </w:p>
        </w:tc>
      </w:tr>
      <w:tr w:rsidR="00DA25AD" w:rsidRPr="00004A58" w:rsidTr="00E50914">
        <w:trPr>
          <w:cantSplit/>
          <w:tblHeader/>
          <w:jc w:val="center"/>
        </w:trPr>
        <w:tc>
          <w:tcPr>
            <w:tcW w:w="0" w:type="auto"/>
          </w:tcPr>
          <w:p w:rsidR="00DA25AD" w:rsidRPr="00004A58" w:rsidRDefault="00DA25AD" w:rsidP="00E50914">
            <w:pPr>
              <w:pStyle w:val="TAL"/>
              <w:rPr>
                <w:lang w:val="fr-FR"/>
              </w:rPr>
            </w:pPr>
            <w:r w:rsidRPr="00004A58">
              <w:t>SM-Delivery-Not-Intended</w:t>
            </w:r>
          </w:p>
        </w:tc>
        <w:tc>
          <w:tcPr>
            <w:tcW w:w="0" w:type="auto"/>
          </w:tcPr>
          <w:p w:rsidR="00DA25AD" w:rsidRPr="00004A58" w:rsidRDefault="00DA25AD" w:rsidP="00E50914">
            <w:pPr>
              <w:pStyle w:val="TAL"/>
            </w:pPr>
            <w:r w:rsidRPr="00004A58">
              <w:t>3311</w:t>
            </w:r>
          </w:p>
        </w:tc>
        <w:tc>
          <w:tcPr>
            <w:tcW w:w="0" w:type="auto"/>
          </w:tcPr>
          <w:p w:rsidR="00DA25AD" w:rsidRPr="00004A58" w:rsidRDefault="00DA25AD" w:rsidP="00E50914">
            <w:pPr>
              <w:pStyle w:val="TAL"/>
            </w:pPr>
            <w:r w:rsidRPr="00004A58">
              <w:t>5.3.3.5</w:t>
            </w:r>
          </w:p>
        </w:tc>
        <w:tc>
          <w:tcPr>
            <w:tcW w:w="0" w:type="auto"/>
          </w:tcPr>
          <w:p w:rsidR="00DA25AD" w:rsidRPr="00004A58" w:rsidRDefault="00DA25AD" w:rsidP="00E50914">
            <w:pPr>
              <w:pStyle w:val="TAL"/>
              <w:rPr>
                <w:lang w:val="en-US"/>
              </w:rPr>
            </w:pPr>
            <w:r w:rsidRPr="00004A58">
              <w:t>Enumerated</w:t>
            </w:r>
          </w:p>
        </w:tc>
        <w:tc>
          <w:tcPr>
            <w:tcW w:w="0" w:type="auto"/>
          </w:tcPr>
          <w:p w:rsidR="00DA25AD" w:rsidRPr="00004A58" w:rsidRDefault="00DA25AD" w:rsidP="00E50914">
            <w:pPr>
              <w:pStyle w:val="TAL"/>
            </w:pPr>
            <w:r w:rsidRPr="00004A58">
              <w:t>M, V</w:t>
            </w:r>
          </w:p>
        </w:tc>
        <w:tc>
          <w:tcPr>
            <w:tcW w:w="0" w:type="auto"/>
          </w:tcPr>
          <w:p w:rsidR="00DA25AD" w:rsidRPr="00004A58" w:rsidRDefault="00DA25AD" w:rsidP="00E50914">
            <w:pPr>
              <w:pStyle w:val="TAL"/>
              <w:rPr>
                <w:lang w:val="fr-FR"/>
              </w:rPr>
            </w:pPr>
          </w:p>
        </w:tc>
        <w:tc>
          <w:tcPr>
            <w:tcW w:w="0" w:type="auto"/>
          </w:tcPr>
          <w:p w:rsidR="00DA25AD" w:rsidRPr="00004A58" w:rsidRDefault="00DA25AD" w:rsidP="00E50914">
            <w:pPr>
              <w:pStyle w:val="TAL"/>
              <w:rPr>
                <w:lang w:val="fr-FR"/>
              </w:rPr>
            </w:pPr>
          </w:p>
        </w:tc>
        <w:tc>
          <w:tcPr>
            <w:tcW w:w="0" w:type="auto"/>
          </w:tcPr>
          <w:p w:rsidR="00DA25AD" w:rsidRPr="00004A58" w:rsidRDefault="00DA25AD" w:rsidP="00E50914">
            <w:pPr>
              <w:pStyle w:val="TAL"/>
              <w:rPr>
                <w:lang w:val="fr-FR"/>
              </w:rPr>
            </w:pPr>
          </w:p>
        </w:tc>
        <w:tc>
          <w:tcPr>
            <w:tcW w:w="0" w:type="auto"/>
          </w:tcPr>
          <w:p w:rsidR="00DA25AD" w:rsidRPr="00004A58" w:rsidRDefault="00DA25AD" w:rsidP="00E50914">
            <w:pPr>
              <w:pStyle w:val="TAL"/>
            </w:pPr>
            <w:r w:rsidRPr="00004A58">
              <w:t>No</w:t>
            </w:r>
          </w:p>
        </w:tc>
      </w:tr>
      <w:tr w:rsidR="00DA25AD" w:rsidRPr="00004A58" w:rsidTr="00E50914">
        <w:trPr>
          <w:cantSplit/>
          <w:tblHeader/>
          <w:jc w:val="center"/>
        </w:trPr>
        <w:tc>
          <w:tcPr>
            <w:tcW w:w="0" w:type="auto"/>
          </w:tcPr>
          <w:p w:rsidR="00DA25AD" w:rsidRPr="00004A58" w:rsidRDefault="00DA25AD" w:rsidP="00E50914">
            <w:pPr>
              <w:pStyle w:val="TAL"/>
              <w:rPr>
                <w:lang w:val="fr-FR"/>
              </w:rPr>
            </w:pPr>
            <w:r w:rsidRPr="00004A58">
              <w:t>MWD-Status</w:t>
            </w:r>
          </w:p>
        </w:tc>
        <w:tc>
          <w:tcPr>
            <w:tcW w:w="0" w:type="auto"/>
          </w:tcPr>
          <w:p w:rsidR="00DA25AD" w:rsidRPr="00004A58" w:rsidRDefault="00DA25AD" w:rsidP="00E50914">
            <w:pPr>
              <w:pStyle w:val="TAL"/>
            </w:pPr>
            <w:r w:rsidRPr="00004A58">
              <w:t>3312</w:t>
            </w:r>
          </w:p>
        </w:tc>
        <w:tc>
          <w:tcPr>
            <w:tcW w:w="0" w:type="auto"/>
          </w:tcPr>
          <w:p w:rsidR="00DA25AD" w:rsidRPr="00004A58" w:rsidRDefault="00DA25AD" w:rsidP="00E50914">
            <w:pPr>
              <w:pStyle w:val="TAL"/>
            </w:pPr>
            <w:r w:rsidRPr="00004A58">
              <w:t>5.3.3.8</w:t>
            </w:r>
          </w:p>
        </w:tc>
        <w:tc>
          <w:tcPr>
            <w:tcW w:w="0" w:type="auto"/>
          </w:tcPr>
          <w:p w:rsidR="00DA25AD" w:rsidRPr="00004A58" w:rsidRDefault="00DA25AD" w:rsidP="00E50914">
            <w:pPr>
              <w:pStyle w:val="TAL"/>
              <w:rPr>
                <w:lang w:val="en-US"/>
              </w:rPr>
            </w:pPr>
            <w:r w:rsidRPr="00004A58">
              <w:t>Unsigned32</w:t>
            </w:r>
          </w:p>
        </w:tc>
        <w:tc>
          <w:tcPr>
            <w:tcW w:w="0" w:type="auto"/>
          </w:tcPr>
          <w:p w:rsidR="00DA25AD" w:rsidRPr="00004A58" w:rsidRDefault="00DA25AD" w:rsidP="00E50914">
            <w:pPr>
              <w:pStyle w:val="TAL"/>
            </w:pPr>
            <w:r w:rsidRPr="00004A58">
              <w:t>M, V</w:t>
            </w:r>
          </w:p>
        </w:tc>
        <w:tc>
          <w:tcPr>
            <w:tcW w:w="0" w:type="auto"/>
          </w:tcPr>
          <w:p w:rsidR="00DA25AD" w:rsidRPr="00004A58" w:rsidRDefault="00DA25AD" w:rsidP="00E50914">
            <w:pPr>
              <w:pStyle w:val="TAL"/>
              <w:rPr>
                <w:lang w:val="fr-FR"/>
              </w:rPr>
            </w:pPr>
          </w:p>
        </w:tc>
        <w:tc>
          <w:tcPr>
            <w:tcW w:w="0" w:type="auto"/>
          </w:tcPr>
          <w:p w:rsidR="00DA25AD" w:rsidRPr="00004A58" w:rsidRDefault="00DA25AD" w:rsidP="00E50914">
            <w:pPr>
              <w:pStyle w:val="TAL"/>
              <w:rPr>
                <w:lang w:val="fr-FR"/>
              </w:rPr>
            </w:pPr>
          </w:p>
        </w:tc>
        <w:tc>
          <w:tcPr>
            <w:tcW w:w="0" w:type="auto"/>
          </w:tcPr>
          <w:p w:rsidR="00DA25AD" w:rsidRPr="00004A58" w:rsidRDefault="00DA25AD" w:rsidP="00E50914">
            <w:pPr>
              <w:pStyle w:val="TAL"/>
              <w:rPr>
                <w:lang w:val="fr-FR"/>
              </w:rPr>
            </w:pPr>
          </w:p>
        </w:tc>
        <w:tc>
          <w:tcPr>
            <w:tcW w:w="0" w:type="auto"/>
          </w:tcPr>
          <w:p w:rsidR="00DA25AD" w:rsidRPr="00004A58" w:rsidRDefault="00DA25AD" w:rsidP="00E50914">
            <w:pPr>
              <w:pStyle w:val="TAL"/>
            </w:pPr>
            <w:r w:rsidRPr="00004A58">
              <w:t>No</w:t>
            </w:r>
          </w:p>
        </w:tc>
      </w:tr>
      <w:tr w:rsidR="00DA25AD" w:rsidRPr="00004A58" w:rsidTr="00E50914">
        <w:trPr>
          <w:cantSplit/>
          <w:tblHeader/>
          <w:jc w:val="center"/>
        </w:trPr>
        <w:tc>
          <w:tcPr>
            <w:tcW w:w="0" w:type="auto"/>
          </w:tcPr>
          <w:p w:rsidR="00DA25AD" w:rsidRPr="00004A58" w:rsidDel="008C6329" w:rsidRDefault="00DA25AD" w:rsidP="00E50914">
            <w:pPr>
              <w:pStyle w:val="TAL"/>
              <w:rPr>
                <w:lang w:val="fr-FR"/>
              </w:rPr>
            </w:pPr>
            <w:r w:rsidRPr="00004A58">
              <w:rPr>
                <w:lang w:val="fr-FR"/>
              </w:rPr>
              <w:t>MME-Absent-User-Diagnostic-SM</w:t>
            </w:r>
          </w:p>
        </w:tc>
        <w:tc>
          <w:tcPr>
            <w:tcW w:w="0" w:type="auto"/>
          </w:tcPr>
          <w:p w:rsidR="00DA25AD" w:rsidRPr="00004A58" w:rsidDel="008C6329" w:rsidRDefault="00DA25AD" w:rsidP="00E50914">
            <w:pPr>
              <w:pStyle w:val="TAL"/>
              <w:rPr>
                <w:lang w:val="fr-FR"/>
              </w:rPr>
            </w:pPr>
            <w:r w:rsidRPr="00004A58">
              <w:t>3313</w:t>
            </w:r>
          </w:p>
        </w:tc>
        <w:tc>
          <w:tcPr>
            <w:tcW w:w="0" w:type="auto"/>
          </w:tcPr>
          <w:p w:rsidR="00DA25AD" w:rsidRPr="00004A58" w:rsidDel="008C6329" w:rsidRDefault="00DA25AD" w:rsidP="00E50914">
            <w:pPr>
              <w:pStyle w:val="TAL"/>
              <w:rPr>
                <w:lang w:val="fr-FR"/>
              </w:rPr>
            </w:pPr>
            <w:r w:rsidRPr="00004A58">
              <w:t>5.3.3.9</w:t>
            </w:r>
          </w:p>
        </w:tc>
        <w:tc>
          <w:tcPr>
            <w:tcW w:w="0" w:type="auto"/>
          </w:tcPr>
          <w:p w:rsidR="00DA25AD" w:rsidRPr="00004A58" w:rsidDel="008C6329" w:rsidRDefault="00DA25AD" w:rsidP="00E50914">
            <w:pPr>
              <w:pStyle w:val="TAL"/>
              <w:rPr>
                <w:lang w:val="fr-FR"/>
              </w:rPr>
            </w:pPr>
            <w:r w:rsidRPr="00004A58">
              <w:rPr>
                <w:lang w:val="en-US"/>
              </w:rPr>
              <w:t>Unsigned32</w:t>
            </w:r>
          </w:p>
        </w:tc>
        <w:tc>
          <w:tcPr>
            <w:tcW w:w="0" w:type="auto"/>
          </w:tcPr>
          <w:p w:rsidR="00DA25AD" w:rsidRPr="00004A58" w:rsidDel="008C6329" w:rsidRDefault="00DA25AD" w:rsidP="00E50914">
            <w:pPr>
              <w:pStyle w:val="TAL"/>
              <w:rPr>
                <w:lang w:val="fr-FR"/>
              </w:rPr>
            </w:pPr>
            <w:r w:rsidRPr="00004A58">
              <w:t>M, V</w:t>
            </w:r>
          </w:p>
        </w:tc>
        <w:tc>
          <w:tcPr>
            <w:tcW w:w="0" w:type="auto"/>
          </w:tcPr>
          <w:p w:rsidR="00DA25AD" w:rsidRPr="00004A58" w:rsidRDefault="00DA25AD" w:rsidP="00E50914">
            <w:pPr>
              <w:pStyle w:val="TAL"/>
              <w:rPr>
                <w:lang w:val="fr-FR"/>
              </w:rPr>
            </w:pPr>
          </w:p>
        </w:tc>
        <w:tc>
          <w:tcPr>
            <w:tcW w:w="0" w:type="auto"/>
          </w:tcPr>
          <w:p w:rsidR="00DA25AD" w:rsidRPr="00004A58" w:rsidRDefault="00DA25AD" w:rsidP="00E50914">
            <w:pPr>
              <w:pStyle w:val="TAL"/>
              <w:rPr>
                <w:lang w:val="fr-FR"/>
              </w:rPr>
            </w:pPr>
          </w:p>
        </w:tc>
        <w:tc>
          <w:tcPr>
            <w:tcW w:w="0" w:type="auto"/>
          </w:tcPr>
          <w:p w:rsidR="00DA25AD" w:rsidRPr="00004A58" w:rsidRDefault="00DA25AD" w:rsidP="00E50914">
            <w:pPr>
              <w:pStyle w:val="TAL"/>
              <w:rPr>
                <w:lang w:val="fr-FR"/>
              </w:rPr>
            </w:pPr>
          </w:p>
        </w:tc>
        <w:tc>
          <w:tcPr>
            <w:tcW w:w="0" w:type="auto"/>
          </w:tcPr>
          <w:p w:rsidR="00DA25AD" w:rsidRPr="00004A58" w:rsidDel="008C6329" w:rsidRDefault="00DA25AD" w:rsidP="00E50914">
            <w:pPr>
              <w:pStyle w:val="TAL"/>
              <w:rPr>
                <w:lang w:val="fr-FR"/>
              </w:rPr>
            </w:pPr>
            <w:r w:rsidRPr="00004A58">
              <w:t>No</w:t>
            </w:r>
          </w:p>
        </w:tc>
      </w:tr>
      <w:tr w:rsidR="00DA25AD" w:rsidRPr="00004A58" w:rsidTr="00E50914">
        <w:trPr>
          <w:cantSplit/>
          <w:tblHeader/>
          <w:jc w:val="center"/>
        </w:trPr>
        <w:tc>
          <w:tcPr>
            <w:tcW w:w="0" w:type="auto"/>
          </w:tcPr>
          <w:p w:rsidR="00DA25AD" w:rsidRPr="00004A58" w:rsidRDefault="00DA25AD" w:rsidP="00E50914">
            <w:pPr>
              <w:pStyle w:val="TAL"/>
            </w:pPr>
            <w:r w:rsidRPr="00004A58">
              <w:t>MSC-Absent-User-Diagnostic-SM</w:t>
            </w:r>
          </w:p>
        </w:tc>
        <w:tc>
          <w:tcPr>
            <w:tcW w:w="0" w:type="auto"/>
          </w:tcPr>
          <w:p w:rsidR="00DA25AD" w:rsidRPr="00004A58" w:rsidDel="008C6329" w:rsidRDefault="00DA25AD" w:rsidP="00E50914">
            <w:pPr>
              <w:pStyle w:val="TAL"/>
              <w:tabs>
                <w:tab w:val="left" w:pos="405"/>
              </w:tabs>
            </w:pPr>
            <w:r w:rsidRPr="00004A58">
              <w:t>3314</w:t>
            </w:r>
          </w:p>
        </w:tc>
        <w:tc>
          <w:tcPr>
            <w:tcW w:w="0" w:type="auto"/>
          </w:tcPr>
          <w:p w:rsidR="00DA25AD" w:rsidRPr="00004A58" w:rsidDel="008C6329" w:rsidRDefault="00DA25AD" w:rsidP="00E50914">
            <w:pPr>
              <w:pStyle w:val="TAL"/>
            </w:pPr>
            <w:r w:rsidRPr="00004A58">
              <w:t>5.3.3.10</w:t>
            </w:r>
          </w:p>
        </w:tc>
        <w:tc>
          <w:tcPr>
            <w:tcW w:w="0" w:type="auto"/>
          </w:tcPr>
          <w:p w:rsidR="00DA25AD" w:rsidRPr="00004A58" w:rsidDel="008C6329" w:rsidRDefault="00DA25AD" w:rsidP="00E50914">
            <w:pPr>
              <w:pStyle w:val="TAL"/>
            </w:pPr>
            <w:r w:rsidRPr="00004A58">
              <w:rPr>
                <w:lang w:val="en-US"/>
              </w:rPr>
              <w:t>Unsigned32</w:t>
            </w:r>
          </w:p>
        </w:tc>
        <w:tc>
          <w:tcPr>
            <w:tcW w:w="0" w:type="auto"/>
          </w:tcPr>
          <w:p w:rsidR="00DA25AD" w:rsidRPr="00004A58" w:rsidDel="008C6329" w:rsidRDefault="00DA25AD" w:rsidP="00E50914">
            <w:pPr>
              <w:pStyle w:val="TAL"/>
            </w:pPr>
            <w:r w:rsidRPr="00004A58">
              <w:t>M, V</w:t>
            </w: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Del="008C6329" w:rsidRDefault="00DA25AD" w:rsidP="00E50914">
            <w:pPr>
              <w:pStyle w:val="TAL"/>
            </w:pPr>
            <w:r w:rsidRPr="00004A58">
              <w:t>No</w:t>
            </w:r>
          </w:p>
        </w:tc>
      </w:tr>
      <w:tr w:rsidR="00DA25AD" w:rsidRPr="00004A58" w:rsidTr="00E50914">
        <w:trPr>
          <w:cantSplit/>
          <w:tblHeader/>
          <w:jc w:val="center"/>
        </w:trPr>
        <w:tc>
          <w:tcPr>
            <w:tcW w:w="0" w:type="auto"/>
          </w:tcPr>
          <w:p w:rsidR="00DA25AD" w:rsidRPr="00004A58" w:rsidRDefault="00DA25AD" w:rsidP="00E50914">
            <w:pPr>
              <w:pStyle w:val="TAL"/>
            </w:pPr>
            <w:r w:rsidRPr="00004A58">
              <w:t>SGSN-Absent-User-Diagnostic SM</w:t>
            </w:r>
          </w:p>
        </w:tc>
        <w:tc>
          <w:tcPr>
            <w:tcW w:w="0" w:type="auto"/>
          </w:tcPr>
          <w:p w:rsidR="00DA25AD" w:rsidRPr="00004A58" w:rsidDel="008C6329" w:rsidRDefault="00DA25AD" w:rsidP="00E50914">
            <w:pPr>
              <w:pStyle w:val="TAL"/>
            </w:pPr>
            <w:r w:rsidRPr="00004A58">
              <w:t>3315</w:t>
            </w:r>
          </w:p>
        </w:tc>
        <w:tc>
          <w:tcPr>
            <w:tcW w:w="0" w:type="auto"/>
          </w:tcPr>
          <w:p w:rsidR="00DA25AD" w:rsidRPr="00004A58" w:rsidDel="008C6329" w:rsidRDefault="00DA25AD" w:rsidP="00E50914">
            <w:pPr>
              <w:pStyle w:val="TAL"/>
            </w:pPr>
            <w:r w:rsidRPr="00004A58">
              <w:t>5.3.3.11</w:t>
            </w:r>
          </w:p>
        </w:tc>
        <w:tc>
          <w:tcPr>
            <w:tcW w:w="0" w:type="auto"/>
          </w:tcPr>
          <w:p w:rsidR="00DA25AD" w:rsidRPr="00004A58" w:rsidDel="008C6329" w:rsidRDefault="00DA25AD" w:rsidP="00E50914">
            <w:pPr>
              <w:pStyle w:val="TAL"/>
            </w:pPr>
            <w:r w:rsidRPr="00004A58">
              <w:rPr>
                <w:lang w:val="en-US"/>
              </w:rPr>
              <w:t>Unsigned32</w:t>
            </w:r>
          </w:p>
        </w:tc>
        <w:tc>
          <w:tcPr>
            <w:tcW w:w="0" w:type="auto"/>
          </w:tcPr>
          <w:p w:rsidR="00DA25AD" w:rsidRPr="00004A58" w:rsidDel="008C6329" w:rsidRDefault="00DA25AD" w:rsidP="00E50914">
            <w:pPr>
              <w:pStyle w:val="TAL"/>
            </w:pPr>
            <w:r w:rsidRPr="00004A58">
              <w:t>M, V</w:t>
            </w: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Del="008C6329" w:rsidRDefault="00DA25AD" w:rsidP="00E50914">
            <w:pPr>
              <w:pStyle w:val="TAL"/>
            </w:pPr>
            <w:r w:rsidRPr="00004A58">
              <w:t>No</w:t>
            </w:r>
          </w:p>
        </w:tc>
      </w:tr>
      <w:tr w:rsidR="00DA25AD" w:rsidRPr="00004A58" w:rsidTr="00E50914">
        <w:trPr>
          <w:cantSplit/>
          <w:tblHeader/>
          <w:jc w:val="center"/>
        </w:trPr>
        <w:tc>
          <w:tcPr>
            <w:tcW w:w="0" w:type="auto"/>
          </w:tcPr>
          <w:p w:rsidR="00DA25AD" w:rsidRPr="00004A58" w:rsidRDefault="00DA25AD" w:rsidP="00E50914">
            <w:pPr>
              <w:pStyle w:val="TAL"/>
            </w:pPr>
            <w:r w:rsidRPr="00004A58">
              <w:t>SM-Delivery-Outcome</w:t>
            </w:r>
          </w:p>
        </w:tc>
        <w:tc>
          <w:tcPr>
            <w:tcW w:w="0" w:type="auto"/>
          </w:tcPr>
          <w:p w:rsidR="00DA25AD" w:rsidRPr="00004A58" w:rsidRDefault="00DA25AD" w:rsidP="00E50914">
            <w:pPr>
              <w:pStyle w:val="TAL"/>
            </w:pPr>
            <w:r w:rsidRPr="00004A58">
              <w:t>3316</w:t>
            </w:r>
          </w:p>
        </w:tc>
        <w:tc>
          <w:tcPr>
            <w:tcW w:w="0" w:type="auto"/>
          </w:tcPr>
          <w:p w:rsidR="00DA25AD" w:rsidRPr="00004A58" w:rsidRDefault="00DA25AD" w:rsidP="00E50914">
            <w:pPr>
              <w:pStyle w:val="TAL"/>
            </w:pPr>
            <w:r w:rsidRPr="00004A58">
              <w:t>5.3.3.14</w:t>
            </w:r>
          </w:p>
        </w:tc>
        <w:tc>
          <w:tcPr>
            <w:tcW w:w="0" w:type="auto"/>
          </w:tcPr>
          <w:p w:rsidR="00DA25AD" w:rsidRPr="00004A58" w:rsidRDefault="00DA25AD" w:rsidP="00E50914">
            <w:pPr>
              <w:pStyle w:val="TAL"/>
              <w:rPr>
                <w:lang w:val="en-US"/>
              </w:rPr>
            </w:pPr>
            <w:r w:rsidRPr="00004A58">
              <w:t>Grouped</w:t>
            </w:r>
          </w:p>
        </w:tc>
        <w:tc>
          <w:tcPr>
            <w:tcW w:w="0" w:type="auto"/>
          </w:tcPr>
          <w:p w:rsidR="00DA25AD" w:rsidRPr="00004A58" w:rsidRDefault="00DA25AD" w:rsidP="00E50914">
            <w:pPr>
              <w:pStyle w:val="TAL"/>
            </w:pPr>
            <w:r w:rsidRPr="00004A58">
              <w:t>M, V</w:t>
            </w: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r w:rsidRPr="00004A58">
              <w:t>No</w:t>
            </w:r>
          </w:p>
        </w:tc>
      </w:tr>
      <w:tr w:rsidR="00DA25AD" w:rsidRPr="00004A58" w:rsidTr="00E50914">
        <w:trPr>
          <w:cantSplit/>
          <w:tblHeader/>
          <w:jc w:val="center"/>
        </w:trPr>
        <w:tc>
          <w:tcPr>
            <w:tcW w:w="0" w:type="auto"/>
          </w:tcPr>
          <w:p w:rsidR="00DA25AD" w:rsidRPr="00004A58" w:rsidRDefault="00DA25AD" w:rsidP="00E50914">
            <w:pPr>
              <w:pStyle w:val="TAL"/>
            </w:pPr>
            <w:r w:rsidRPr="00004A58">
              <w:t>MME-SM-Delivery-Outcome</w:t>
            </w:r>
          </w:p>
        </w:tc>
        <w:tc>
          <w:tcPr>
            <w:tcW w:w="0" w:type="auto"/>
          </w:tcPr>
          <w:p w:rsidR="00DA25AD" w:rsidRPr="00004A58" w:rsidRDefault="00DA25AD" w:rsidP="00E50914">
            <w:pPr>
              <w:pStyle w:val="TAL"/>
            </w:pPr>
            <w:r w:rsidRPr="00004A58">
              <w:t>3317</w:t>
            </w:r>
          </w:p>
        </w:tc>
        <w:tc>
          <w:tcPr>
            <w:tcW w:w="0" w:type="auto"/>
          </w:tcPr>
          <w:p w:rsidR="00DA25AD" w:rsidRPr="00004A58" w:rsidRDefault="00DA25AD" w:rsidP="00E50914">
            <w:pPr>
              <w:pStyle w:val="TAL"/>
            </w:pPr>
            <w:r w:rsidRPr="00004A58">
              <w:t>5.3.3.15</w:t>
            </w:r>
          </w:p>
        </w:tc>
        <w:tc>
          <w:tcPr>
            <w:tcW w:w="0" w:type="auto"/>
          </w:tcPr>
          <w:p w:rsidR="00DA25AD" w:rsidRPr="00004A58" w:rsidRDefault="00DA25AD" w:rsidP="00E50914">
            <w:pPr>
              <w:pStyle w:val="TAL"/>
              <w:rPr>
                <w:lang w:val="en-US"/>
              </w:rPr>
            </w:pPr>
            <w:r w:rsidRPr="00004A58">
              <w:t>Grouped</w:t>
            </w:r>
          </w:p>
        </w:tc>
        <w:tc>
          <w:tcPr>
            <w:tcW w:w="0" w:type="auto"/>
          </w:tcPr>
          <w:p w:rsidR="00DA25AD" w:rsidRPr="00004A58" w:rsidRDefault="00DA25AD" w:rsidP="00E50914">
            <w:pPr>
              <w:pStyle w:val="TAL"/>
            </w:pPr>
            <w:r w:rsidRPr="00004A58">
              <w:t>M, V</w:t>
            </w: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r w:rsidRPr="00004A58">
              <w:t>No</w:t>
            </w:r>
          </w:p>
        </w:tc>
      </w:tr>
      <w:tr w:rsidR="00DA25AD" w:rsidRPr="00004A58" w:rsidTr="00E50914">
        <w:trPr>
          <w:cantSplit/>
          <w:tblHeader/>
          <w:jc w:val="center"/>
        </w:trPr>
        <w:tc>
          <w:tcPr>
            <w:tcW w:w="0" w:type="auto"/>
          </w:tcPr>
          <w:p w:rsidR="00DA25AD" w:rsidRPr="00004A58" w:rsidRDefault="00DA25AD" w:rsidP="00E50914">
            <w:pPr>
              <w:pStyle w:val="TAL"/>
            </w:pPr>
            <w:r w:rsidRPr="00004A58">
              <w:t>MSC-SM-Delivery-Outcome</w:t>
            </w:r>
          </w:p>
        </w:tc>
        <w:tc>
          <w:tcPr>
            <w:tcW w:w="0" w:type="auto"/>
          </w:tcPr>
          <w:p w:rsidR="00DA25AD" w:rsidRPr="00004A58" w:rsidRDefault="00DA25AD" w:rsidP="00E50914">
            <w:pPr>
              <w:pStyle w:val="TAL"/>
            </w:pPr>
            <w:r w:rsidRPr="00004A58">
              <w:t>3318</w:t>
            </w:r>
          </w:p>
        </w:tc>
        <w:tc>
          <w:tcPr>
            <w:tcW w:w="0" w:type="auto"/>
          </w:tcPr>
          <w:p w:rsidR="00DA25AD" w:rsidRPr="00004A58" w:rsidRDefault="00DA25AD" w:rsidP="00E50914">
            <w:pPr>
              <w:pStyle w:val="TAL"/>
            </w:pPr>
            <w:r w:rsidRPr="00004A58">
              <w:t>5.3.3.16</w:t>
            </w:r>
          </w:p>
        </w:tc>
        <w:tc>
          <w:tcPr>
            <w:tcW w:w="0" w:type="auto"/>
          </w:tcPr>
          <w:p w:rsidR="00DA25AD" w:rsidRPr="00004A58" w:rsidRDefault="00DA25AD" w:rsidP="00E50914">
            <w:pPr>
              <w:pStyle w:val="TAL"/>
              <w:rPr>
                <w:lang w:val="en-US"/>
              </w:rPr>
            </w:pPr>
            <w:r w:rsidRPr="00004A58">
              <w:t>Grouped</w:t>
            </w:r>
          </w:p>
        </w:tc>
        <w:tc>
          <w:tcPr>
            <w:tcW w:w="0" w:type="auto"/>
          </w:tcPr>
          <w:p w:rsidR="00DA25AD" w:rsidRPr="00004A58" w:rsidRDefault="00DA25AD" w:rsidP="00E50914">
            <w:pPr>
              <w:pStyle w:val="TAL"/>
            </w:pPr>
            <w:r w:rsidRPr="00004A58">
              <w:t>M, V</w:t>
            </w: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r w:rsidRPr="00004A58">
              <w:t>No</w:t>
            </w:r>
          </w:p>
        </w:tc>
      </w:tr>
      <w:tr w:rsidR="00DA25AD" w:rsidRPr="00004A58" w:rsidTr="00E50914">
        <w:trPr>
          <w:cantSplit/>
          <w:tblHeader/>
          <w:jc w:val="center"/>
        </w:trPr>
        <w:tc>
          <w:tcPr>
            <w:tcW w:w="0" w:type="auto"/>
          </w:tcPr>
          <w:p w:rsidR="00DA25AD" w:rsidRPr="00004A58" w:rsidRDefault="00DA25AD" w:rsidP="00E50914">
            <w:pPr>
              <w:pStyle w:val="TAL"/>
            </w:pPr>
            <w:r w:rsidRPr="00004A58">
              <w:t>SGSN-SM-Delivery-Outcome</w:t>
            </w:r>
          </w:p>
        </w:tc>
        <w:tc>
          <w:tcPr>
            <w:tcW w:w="0" w:type="auto"/>
          </w:tcPr>
          <w:p w:rsidR="00DA25AD" w:rsidRPr="00004A58" w:rsidRDefault="00DA25AD" w:rsidP="00E50914">
            <w:pPr>
              <w:pStyle w:val="TAL"/>
            </w:pPr>
            <w:r w:rsidRPr="00004A58">
              <w:t>3319</w:t>
            </w:r>
          </w:p>
        </w:tc>
        <w:tc>
          <w:tcPr>
            <w:tcW w:w="0" w:type="auto"/>
          </w:tcPr>
          <w:p w:rsidR="00DA25AD" w:rsidRPr="00004A58" w:rsidRDefault="00DA25AD" w:rsidP="00E50914">
            <w:pPr>
              <w:pStyle w:val="TAL"/>
            </w:pPr>
            <w:r w:rsidRPr="00004A58">
              <w:t>5.3.3.17</w:t>
            </w:r>
          </w:p>
        </w:tc>
        <w:tc>
          <w:tcPr>
            <w:tcW w:w="0" w:type="auto"/>
          </w:tcPr>
          <w:p w:rsidR="00DA25AD" w:rsidRPr="00004A58" w:rsidRDefault="00DA25AD" w:rsidP="00E50914">
            <w:pPr>
              <w:pStyle w:val="TAL"/>
              <w:rPr>
                <w:lang w:val="en-US"/>
              </w:rPr>
            </w:pPr>
            <w:r w:rsidRPr="00004A58">
              <w:t>Grouped</w:t>
            </w:r>
          </w:p>
        </w:tc>
        <w:tc>
          <w:tcPr>
            <w:tcW w:w="0" w:type="auto"/>
          </w:tcPr>
          <w:p w:rsidR="00DA25AD" w:rsidRPr="00004A58" w:rsidRDefault="00DA25AD" w:rsidP="00E50914">
            <w:pPr>
              <w:pStyle w:val="TAL"/>
            </w:pPr>
            <w:r w:rsidRPr="00004A58">
              <w:t>M, V</w:t>
            </w: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r w:rsidRPr="00004A58">
              <w:t>No</w:t>
            </w:r>
          </w:p>
        </w:tc>
      </w:tr>
      <w:tr w:rsidR="00DA25AD" w:rsidRPr="00004A58" w:rsidTr="00E50914">
        <w:trPr>
          <w:cantSplit/>
          <w:tblHeader/>
          <w:jc w:val="center"/>
        </w:trPr>
        <w:tc>
          <w:tcPr>
            <w:tcW w:w="0" w:type="auto"/>
          </w:tcPr>
          <w:p w:rsidR="00DA25AD" w:rsidRPr="00004A58" w:rsidRDefault="00DA25AD" w:rsidP="00E50914">
            <w:pPr>
              <w:pStyle w:val="TAL"/>
            </w:pPr>
            <w:r w:rsidRPr="00004A58">
              <w:t>IP-SM-GW-SM-Delivery-Outcome</w:t>
            </w:r>
          </w:p>
        </w:tc>
        <w:tc>
          <w:tcPr>
            <w:tcW w:w="0" w:type="auto"/>
          </w:tcPr>
          <w:p w:rsidR="00DA25AD" w:rsidRPr="00004A58" w:rsidRDefault="00DA25AD" w:rsidP="00E50914">
            <w:pPr>
              <w:pStyle w:val="TAL"/>
            </w:pPr>
            <w:r w:rsidRPr="00004A58">
              <w:t>3320</w:t>
            </w:r>
          </w:p>
        </w:tc>
        <w:tc>
          <w:tcPr>
            <w:tcW w:w="0" w:type="auto"/>
          </w:tcPr>
          <w:p w:rsidR="00DA25AD" w:rsidRPr="00004A58" w:rsidRDefault="00DA25AD" w:rsidP="00E50914">
            <w:pPr>
              <w:pStyle w:val="TAL"/>
            </w:pPr>
            <w:r w:rsidRPr="00004A58">
              <w:t>5.3.3.18</w:t>
            </w:r>
          </w:p>
        </w:tc>
        <w:tc>
          <w:tcPr>
            <w:tcW w:w="0" w:type="auto"/>
          </w:tcPr>
          <w:p w:rsidR="00DA25AD" w:rsidRPr="00004A58" w:rsidRDefault="00DA25AD" w:rsidP="00E50914">
            <w:pPr>
              <w:pStyle w:val="TAL"/>
              <w:rPr>
                <w:lang w:val="en-US"/>
              </w:rPr>
            </w:pPr>
            <w:r w:rsidRPr="00004A58">
              <w:t>Grouped</w:t>
            </w:r>
          </w:p>
        </w:tc>
        <w:tc>
          <w:tcPr>
            <w:tcW w:w="0" w:type="auto"/>
          </w:tcPr>
          <w:p w:rsidR="00DA25AD" w:rsidRPr="00004A58" w:rsidRDefault="00DA25AD" w:rsidP="00E50914">
            <w:pPr>
              <w:pStyle w:val="TAL"/>
            </w:pPr>
            <w:r w:rsidRPr="00004A58">
              <w:t>M, V</w:t>
            </w: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r w:rsidRPr="00004A58">
              <w:t>No</w:t>
            </w:r>
          </w:p>
        </w:tc>
      </w:tr>
      <w:tr w:rsidR="00DA25AD" w:rsidRPr="00004A58" w:rsidTr="00E50914">
        <w:trPr>
          <w:cantSplit/>
          <w:tblHeader/>
          <w:jc w:val="center"/>
        </w:trPr>
        <w:tc>
          <w:tcPr>
            <w:tcW w:w="0" w:type="auto"/>
          </w:tcPr>
          <w:p w:rsidR="00DA25AD" w:rsidRPr="00004A58" w:rsidRDefault="00DA25AD" w:rsidP="00E50914">
            <w:pPr>
              <w:pStyle w:val="TAL"/>
            </w:pPr>
            <w:r w:rsidRPr="00004A58">
              <w:t>SM-Delivery-Cause</w:t>
            </w:r>
          </w:p>
        </w:tc>
        <w:tc>
          <w:tcPr>
            <w:tcW w:w="0" w:type="auto"/>
          </w:tcPr>
          <w:p w:rsidR="00DA25AD" w:rsidRPr="00004A58" w:rsidRDefault="00DA25AD" w:rsidP="00E50914">
            <w:pPr>
              <w:pStyle w:val="TAL"/>
            </w:pPr>
            <w:r w:rsidRPr="00004A58">
              <w:t>3321</w:t>
            </w:r>
          </w:p>
        </w:tc>
        <w:tc>
          <w:tcPr>
            <w:tcW w:w="0" w:type="auto"/>
          </w:tcPr>
          <w:p w:rsidR="00DA25AD" w:rsidRPr="00004A58" w:rsidRDefault="00DA25AD" w:rsidP="00E50914">
            <w:pPr>
              <w:pStyle w:val="TAL"/>
            </w:pPr>
            <w:r w:rsidRPr="00004A58">
              <w:t>5.3.3.19</w:t>
            </w:r>
          </w:p>
        </w:tc>
        <w:tc>
          <w:tcPr>
            <w:tcW w:w="0" w:type="auto"/>
          </w:tcPr>
          <w:p w:rsidR="00DA25AD" w:rsidRPr="00004A58" w:rsidRDefault="00DA25AD" w:rsidP="00E50914">
            <w:pPr>
              <w:pStyle w:val="TAL"/>
              <w:rPr>
                <w:lang w:val="en-US"/>
              </w:rPr>
            </w:pPr>
            <w:r w:rsidRPr="00004A58">
              <w:rPr>
                <w:lang w:val="en-US"/>
              </w:rPr>
              <w:t>Enumerated</w:t>
            </w:r>
          </w:p>
        </w:tc>
        <w:tc>
          <w:tcPr>
            <w:tcW w:w="0" w:type="auto"/>
          </w:tcPr>
          <w:p w:rsidR="00DA25AD" w:rsidRPr="00004A58" w:rsidRDefault="00DA25AD" w:rsidP="00E50914">
            <w:pPr>
              <w:pStyle w:val="TAL"/>
            </w:pPr>
            <w:r w:rsidRPr="00004A58">
              <w:t>M, V</w:t>
            </w: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r w:rsidRPr="00004A58">
              <w:t>No</w:t>
            </w:r>
          </w:p>
        </w:tc>
      </w:tr>
      <w:tr w:rsidR="00DA25AD" w:rsidRPr="00004A58" w:rsidTr="00E50914">
        <w:trPr>
          <w:cantSplit/>
          <w:tblHeader/>
          <w:jc w:val="center"/>
        </w:trPr>
        <w:tc>
          <w:tcPr>
            <w:tcW w:w="0" w:type="auto"/>
          </w:tcPr>
          <w:p w:rsidR="00DA25AD" w:rsidRPr="00004A58" w:rsidRDefault="00DA25AD" w:rsidP="00E50914">
            <w:pPr>
              <w:pStyle w:val="TAL"/>
            </w:pPr>
            <w:r w:rsidRPr="00004A58">
              <w:t>Absent-User-Diagnostic-SM</w:t>
            </w:r>
          </w:p>
        </w:tc>
        <w:tc>
          <w:tcPr>
            <w:tcW w:w="0" w:type="auto"/>
          </w:tcPr>
          <w:p w:rsidR="00DA25AD" w:rsidRPr="00004A58" w:rsidRDefault="00DA25AD" w:rsidP="00E50914">
            <w:pPr>
              <w:pStyle w:val="TAL"/>
            </w:pPr>
            <w:r w:rsidRPr="00004A58">
              <w:t>3322</w:t>
            </w:r>
          </w:p>
        </w:tc>
        <w:tc>
          <w:tcPr>
            <w:tcW w:w="0" w:type="auto"/>
          </w:tcPr>
          <w:p w:rsidR="00DA25AD" w:rsidRPr="00004A58" w:rsidRDefault="00DA25AD" w:rsidP="00E50914">
            <w:pPr>
              <w:pStyle w:val="TAL"/>
            </w:pPr>
            <w:r w:rsidRPr="00004A58">
              <w:t>5.3.3.20</w:t>
            </w:r>
          </w:p>
        </w:tc>
        <w:tc>
          <w:tcPr>
            <w:tcW w:w="0" w:type="auto"/>
          </w:tcPr>
          <w:p w:rsidR="00DA25AD" w:rsidRPr="00004A58" w:rsidRDefault="00DA25AD" w:rsidP="00E50914">
            <w:pPr>
              <w:pStyle w:val="TAL"/>
              <w:rPr>
                <w:lang w:val="en-US"/>
              </w:rPr>
            </w:pPr>
            <w:r w:rsidRPr="00004A58">
              <w:rPr>
                <w:lang w:val="en-US"/>
              </w:rPr>
              <w:t>Unsigned32</w:t>
            </w:r>
          </w:p>
        </w:tc>
        <w:tc>
          <w:tcPr>
            <w:tcW w:w="0" w:type="auto"/>
          </w:tcPr>
          <w:p w:rsidR="00DA25AD" w:rsidRPr="00004A58" w:rsidRDefault="00DA25AD" w:rsidP="00E50914">
            <w:pPr>
              <w:pStyle w:val="TAL"/>
            </w:pPr>
            <w:r w:rsidRPr="00004A58">
              <w:t>M, V</w:t>
            </w: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r w:rsidRPr="00004A58">
              <w:t>No</w:t>
            </w:r>
          </w:p>
        </w:tc>
      </w:tr>
      <w:tr w:rsidR="00DA25AD" w:rsidRPr="00004A58" w:rsidTr="00E50914">
        <w:trPr>
          <w:cantSplit/>
          <w:tblHeader/>
          <w:jc w:val="center"/>
        </w:trPr>
        <w:tc>
          <w:tcPr>
            <w:tcW w:w="0" w:type="auto"/>
          </w:tcPr>
          <w:p w:rsidR="00DA25AD" w:rsidRPr="00004A58" w:rsidRDefault="00DA25AD" w:rsidP="00E50914">
            <w:pPr>
              <w:pStyle w:val="TAL"/>
            </w:pPr>
            <w:r w:rsidRPr="00004A58">
              <w:t>R</w:t>
            </w:r>
            <w:r w:rsidRPr="00004A58">
              <w:rPr>
                <w:rFonts w:hint="eastAsia"/>
                <w:lang w:eastAsia="zh-CN"/>
              </w:rPr>
              <w:t>D</w:t>
            </w:r>
            <w:r w:rsidRPr="00004A58">
              <w:t>R-Flags</w:t>
            </w:r>
          </w:p>
        </w:tc>
        <w:tc>
          <w:tcPr>
            <w:tcW w:w="0" w:type="auto"/>
          </w:tcPr>
          <w:p w:rsidR="00DA25AD" w:rsidRPr="00004A58" w:rsidRDefault="00DA25AD" w:rsidP="00E50914">
            <w:pPr>
              <w:pStyle w:val="TAL"/>
              <w:rPr>
                <w:lang w:eastAsia="zh-CN"/>
              </w:rPr>
            </w:pPr>
            <w:r w:rsidRPr="00004A58">
              <w:rPr>
                <w:lang w:eastAsia="zh-CN"/>
              </w:rPr>
              <w:t>3323</w:t>
            </w:r>
          </w:p>
        </w:tc>
        <w:tc>
          <w:tcPr>
            <w:tcW w:w="0" w:type="auto"/>
          </w:tcPr>
          <w:p w:rsidR="00DA25AD" w:rsidRPr="00004A58" w:rsidRDefault="00DA25AD" w:rsidP="00E50914">
            <w:pPr>
              <w:pStyle w:val="TAL"/>
              <w:rPr>
                <w:lang w:eastAsia="zh-CN"/>
              </w:rPr>
            </w:pPr>
            <w:r w:rsidRPr="00004A58">
              <w:rPr>
                <w:rFonts w:hint="eastAsia"/>
                <w:lang w:eastAsia="zh-CN"/>
              </w:rPr>
              <w:t>5.3.3.</w:t>
            </w:r>
            <w:r w:rsidRPr="00004A58">
              <w:rPr>
                <w:lang w:eastAsia="zh-CN"/>
              </w:rPr>
              <w:t>21</w:t>
            </w:r>
          </w:p>
        </w:tc>
        <w:tc>
          <w:tcPr>
            <w:tcW w:w="0" w:type="auto"/>
          </w:tcPr>
          <w:p w:rsidR="00DA25AD" w:rsidRPr="00004A58" w:rsidRDefault="00DA25AD" w:rsidP="00E50914">
            <w:pPr>
              <w:pStyle w:val="TAL"/>
              <w:rPr>
                <w:lang w:val="en-US"/>
              </w:rPr>
            </w:pPr>
            <w:r w:rsidRPr="00004A58">
              <w:t>Unsigned32</w:t>
            </w:r>
          </w:p>
        </w:tc>
        <w:tc>
          <w:tcPr>
            <w:tcW w:w="0" w:type="auto"/>
          </w:tcPr>
          <w:p w:rsidR="00DA25AD" w:rsidRPr="00004A58" w:rsidRDefault="00DA25AD" w:rsidP="00E50914">
            <w:pPr>
              <w:pStyle w:val="TAL"/>
            </w:pPr>
            <w:r w:rsidRPr="00004A58">
              <w:t>V</w:t>
            </w: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rPr>
                <w:lang w:eastAsia="zh-CN"/>
              </w:rPr>
            </w:pPr>
            <w:r w:rsidRPr="00004A58">
              <w:rPr>
                <w:rFonts w:hint="eastAsia"/>
                <w:lang w:eastAsia="zh-CN"/>
              </w:rPr>
              <w:t>M</w:t>
            </w:r>
          </w:p>
        </w:tc>
        <w:tc>
          <w:tcPr>
            <w:tcW w:w="0" w:type="auto"/>
          </w:tcPr>
          <w:p w:rsidR="00DA25AD" w:rsidRPr="00004A58" w:rsidRDefault="00DA25AD" w:rsidP="00E50914">
            <w:pPr>
              <w:pStyle w:val="TAL"/>
            </w:pPr>
            <w:r w:rsidRPr="00004A58">
              <w:t>No</w:t>
            </w:r>
          </w:p>
        </w:tc>
      </w:tr>
      <w:tr w:rsidR="00DA25AD" w:rsidRPr="00004A58" w:rsidTr="00E50914">
        <w:trPr>
          <w:cantSplit/>
          <w:tblHeader/>
          <w:jc w:val="center"/>
        </w:trPr>
        <w:tc>
          <w:tcPr>
            <w:tcW w:w="0" w:type="auto"/>
          </w:tcPr>
          <w:p w:rsidR="00DA25AD" w:rsidRPr="00004A58" w:rsidRDefault="00DA25AD" w:rsidP="00E50914">
            <w:pPr>
              <w:pStyle w:val="TAL"/>
            </w:pPr>
            <w:r w:rsidRPr="00004A58">
              <w:t>Maximum-UE-Availability-Time</w:t>
            </w:r>
          </w:p>
        </w:tc>
        <w:tc>
          <w:tcPr>
            <w:tcW w:w="0" w:type="auto"/>
          </w:tcPr>
          <w:p w:rsidR="00DA25AD" w:rsidRPr="00004A58" w:rsidRDefault="00DA25AD" w:rsidP="00E50914">
            <w:pPr>
              <w:pStyle w:val="TAL"/>
              <w:rPr>
                <w:lang w:eastAsia="zh-CN"/>
              </w:rPr>
            </w:pPr>
            <w:r w:rsidRPr="00004A58">
              <w:rPr>
                <w:lang w:eastAsia="zh-CN"/>
              </w:rPr>
              <w:t>3329</w:t>
            </w:r>
          </w:p>
        </w:tc>
        <w:tc>
          <w:tcPr>
            <w:tcW w:w="0" w:type="auto"/>
          </w:tcPr>
          <w:p w:rsidR="00DA25AD" w:rsidRPr="00004A58" w:rsidRDefault="00DA25AD" w:rsidP="00E50914">
            <w:pPr>
              <w:pStyle w:val="TAL"/>
              <w:rPr>
                <w:lang w:eastAsia="zh-CN"/>
              </w:rPr>
            </w:pPr>
            <w:r w:rsidRPr="00004A58">
              <w:rPr>
                <w:rFonts w:hint="eastAsia"/>
                <w:lang w:eastAsia="zh-CN"/>
              </w:rPr>
              <w:t>5.3.3.</w:t>
            </w:r>
            <w:r w:rsidRPr="00004A58">
              <w:rPr>
                <w:lang w:eastAsia="zh-CN"/>
              </w:rPr>
              <w:t>22</w:t>
            </w:r>
          </w:p>
        </w:tc>
        <w:tc>
          <w:tcPr>
            <w:tcW w:w="0" w:type="auto"/>
          </w:tcPr>
          <w:p w:rsidR="00DA25AD" w:rsidRPr="00004A58" w:rsidRDefault="00DA25AD" w:rsidP="00E50914">
            <w:pPr>
              <w:pStyle w:val="TAL"/>
              <w:rPr>
                <w:lang w:val="en-US"/>
              </w:rPr>
            </w:pPr>
            <w:r w:rsidRPr="00004A58">
              <w:t>Time</w:t>
            </w:r>
          </w:p>
        </w:tc>
        <w:tc>
          <w:tcPr>
            <w:tcW w:w="0" w:type="auto"/>
          </w:tcPr>
          <w:p w:rsidR="00DA25AD" w:rsidRPr="00004A58" w:rsidRDefault="00DA25AD" w:rsidP="00E50914">
            <w:pPr>
              <w:pStyle w:val="TAL"/>
            </w:pPr>
            <w:r w:rsidRPr="00004A58">
              <w:t>V</w:t>
            </w: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rPr>
                <w:lang w:eastAsia="zh-CN"/>
              </w:rPr>
            </w:pPr>
            <w:r w:rsidRPr="00004A58">
              <w:rPr>
                <w:rFonts w:hint="eastAsia"/>
                <w:lang w:eastAsia="zh-CN"/>
              </w:rPr>
              <w:t>M</w:t>
            </w:r>
          </w:p>
        </w:tc>
        <w:tc>
          <w:tcPr>
            <w:tcW w:w="0" w:type="auto"/>
          </w:tcPr>
          <w:p w:rsidR="00DA25AD" w:rsidRPr="00004A58" w:rsidRDefault="00DA25AD" w:rsidP="00E50914">
            <w:pPr>
              <w:pStyle w:val="TAL"/>
            </w:pPr>
            <w:r w:rsidRPr="00004A58">
              <w:t>No</w:t>
            </w:r>
          </w:p>
        </w:tc>
      </w:tr>
      <w:tr w:rsidR="00DA25AD" w:rsidRPr="00004A58" w:rsidTr="00E50914">
        <w:trPr>
          <w:cantSplit/>
          <w:tblHeader/>
          <w:jc w:val="center"/>
        </w:trPr>
        <w:tc>
          <w:tcPr>
            <w:tcW w:w="0" w:type="auto"/>
          </w:tcPr>
          <w:p w:rsidR="00DA25AD" w:rsidRPr="00004A58" w:rsidRDefault="00DA25AD" w:rsidP="00E50914">
            <w:pPr>
              <w:pStyle w:val="TAL"/>
            </w:pPr>
            <w:r w:rsidRPr="00004A58">
              <w:t>SMS-GMSC-Alert-Event</w:t>
            </w:r>
          </w:p>
        </w:tc>
        <w:tc>
          <w:tcPr>
            <w:tcW w:w="0" w:type="auto"/>
          </w:tcPr>
          <w:p w:rsidR="00DA25AD" w:rsidRPr="00004A58" w:rsidRDefault="00DA25AD" w:rsidP="00E50914">
            <w:pPr>
              <w:pStyle w:val="TAL"/>
              <w:rPr>
                <w:lang w:eastAsia="zh-CN"/>
              </w:rPr>
            </w:pPr>
            <w:r w:rsidRPr="00004A58">
              <w:rPr>
                <w:lang w:eastAsia="zh-CN"/>
              </w:rPr>
              <w:t>3333</w:t>
            </w:r>
          </w:p>
        </w:tc>
        <w:tc>
          <w:tcPr>
            <w:tcW w:w="0" w:type="auto"/>
          </w:tcPr>
          <w:p w:rsidR="00DA25AD" w:rsidRPr="00004A58" w:rsidRDefault="00DA25AD" w:rsidP="00E50914">
            <w:pPr>
              <w:pStyle w:val="TAL"/>
              <w:rPr>
                <w:lang w:eastAsia="zh-CN"/>
              </w:rPr>
            </w:pPr>
            <w:r w:rsidRPr="00004A58">
              <w:rPr>
                <w:lang w:eastAsia="zh-CN"/>
              </w:rPr>
              <w:t>5.3.3.23</w:t>
            </w:r>
          </w:p>
        </w:tc>
        <w:tc>
          <w:tcPr>
            <w:tcW w:w="0" w:type="auto"/>
          </w:tcPr>
          <w:p w:rsidR="00DA25AD" w:rsidRPr="00004A58" w:rsidRDefault="00DA25AD" w:rsidP="00E50914">
            <w:pPr>
              <w:pStyle w:val="TAL"/>
              <w:rPr>
                <w:lang w:val="en-US"/>
              </w:rPr>
            </w:pPr>
            <w:r w:rsidRPr="00004A58">
              <w:t>Unsigned32</w:t>
            </w:r>
          </w:p>
        </w:tc>
        <w:tc>
          <w:tcPr>
            <w:tcW w:w="0" w:type="auto"/>
          </w:tcPr>
          <w:p w:rsidR="00DA25AD" w:rsidRPr="00004A58" w:rsidRDefault="00DA25AD" w:rsidP="00E50914">
            <w:pPr>
              <w:pStyle w:val="TAL"/>
            </w:pPr>
            <w:r w:rsidRPr="00004A58">
              <w:t>V</w:t>
            </w: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rPr>
                <w:lang w:eastAsia="zh-CN"/>
              </w:rPr>
            </w:pPr>
            <w:r w:rsidRPr="00004A58">
              <w:t>M</w:t>
            </w:r>
          </w:p>
        </w:tc>
        <w:tc>
          <w:tcPr>
            <w:tcW w:w="0" w:type="auto"/>
          </w:tcPr>
          <w:p w:rsidR="00DA25AD" w:rsidRPr="00004A58" w:rsidRDefault="00DA25AD" w:rsidP="00E50914">
            <w:pPr>
              <w:pStyle w:val="TAL"/>
            </w:pPr>
            <w:r w:rsidRPr="00004A58">
              <w:t>No</w:t>
            </w:r>
          </w:p>
        </w:tc>
      </w:tr>
      <w:tr w:rsidR="00321E17" w:rsidRPr="00004A58" w:rsidTr="00E50914">
        <w:trPr>
          <w:cantSplit/>
          <w:tblHeader/>
          <w:jc w:val="center"/>
        </w:trPr>
        <w:tc>
          <w:tcPr>
            <w:tcW w:w="0" w:type="auto"/>
          </w:tcPr>
          <w:p w:rsidR="00321E17" w:rsidRPr="00004A58" w:rsidRDefault="00321E17" w:rsidP="00321E17">
            <w:pPr>
              <w:pStyle w:val="TAL"/>
            </w:pPr>
            <w:bookmarkStart w:id="216" w:name="_Hlk44881627"/>
            <w:r w:rsidRPr="00004A58">
              <w:t>SMSF-3GPP-Absent-User-Diagnostic-SM</w:t>
            </w:r>
          </w:p>
        </w:tc>
        <w:tc>
          <w:tcPr>
            <w:tcW w:w="0" w:type="auto"/>
          </w:tcPr>
          <w:p w:rsidR="00321E17" w:rsidRPr="00004A58" w:rsidDel="008C6329" w:rsidRDefault="00321E17" w:rsidP="00321E17">
            <w:pPr>
              <w:pStyle w:val="TAL"/>
              <w:tabs>
                <w:tab w:val="left" w:pos="405"/>
              </w:tabs>
            </w:pPr>
            <w:r w:rsidRPr="00004A58">
              <w:t>3334</w:t>
            </w:r>
          </w:p>
        </w:tc>
        <w:tc>
          <w:tcPr>
            <w:tcW w:w="0" w:type="auto"/>
          </w:tcPr>
          <w:p w:rsidR="00321E17" w:rsidRPr="00004A58" w:rsidDel="008C6329" w:rsidRDefault="00321E17" w:rsidP="00321E17">
            <w:pPr>
              <w:pStyle w:val="TAL"/>
            </w:pPr>
            <w:r w:rsidRPr="00004A58">
              <w:t>5.3.3.</w:t>
            </w:r>
            <w:r w:rsidR="00BC6049" w:rsidRPr="00004A58">
              <w:t>25</w:t>
            </w:r>
          </w:p>
        </w:tc>
        <w:tc>
          <w:tcPr>
            <w:tcW w:w="0" w:type="auto"/>
          </w:tcPr>
          <w:p w:rsidR="00321E17" w:rsidRPr="00004A58" w:rsidDel="008C6329" w:rsidRDefault="00321E17" w:rsidP="00321E17">
            <w:pPr>
              <w:pStyle w:val="TAL"/>
            </w:pPr>
            <w:r w:rsidRPr="00004A58">
              <w:rPr>
                <w:lang w:val="en-US"/>
              </w:rPr>
              <w:t>Unsigned32</w:t>
            </w:r>
          </w:p>
        </w:tc>
        <w:tc>
          <w:tcPr>
            <w:tcW w:w="0" w:type="auto"/>
          </w:tcPr>
          <w:p w:rsidR="00321E17" w:rsidRPr="00004A58" w:rsidDel="008C6329" w:rsidRDefault="00321E17" w:rsidP="00321E17">
            <w:pPr>
              <w:pStyle w:val="TAL"/>
            </w:pPr>
            <w:r w:rsidRPr="00004A58">
              <w:t>V</w:t>
            </w:r>
          </w:p>
        </w:tc>
        <w:tc>
          <w:tcPr>
            <w:tcW w:w="0" w:type="auto"/>
          </w:tcPr>
          <w:p w:rsidR="00321E17" w:rsidRPr="00004A58" w:rsidRDefault="00321E17" w:rsidP="00321E17">
            <w:pPr>
              <w:pStyle w:val="TAL"/>
            </w:pPr>
          </w:p>
        </w:tc>
        <w:tc>
          <w:tcPr>
            <w:tcW w:w="0" w:type="auto"/>
          </w:tcPr>
          <w:p w:rsidR="00321E17" w:rsidRPr="00004A58" w:rsidRDefault="00321E17" w:rsidP="00321E17">
            <w:pPr>
              <w:pStyle w:val="TAL"/>
            </w:pPr>
          </w:p>
        </w:tc>
        <w:tc>
          <w:tcPr>
            <w:tcW w:w="0" w:type="auto"/>
          </w:tcPr>
          <w:p w:rsidR="00321E17" w:rsidRPr="00004A58" w:rsidRDefault="00321E17" w:rsidP="00321E17">
            <w:pPr>
              <w:pStyle w:val="TAL"/>
            </w:pPr>
            <w:r w:rsidRPr="00004A58">
              <w:t>M</w:t>
            </w:r>
          </w:p>
        </w:tc>
        <w:tc>
          <w:tcPr>
            <w:tcW w:w="0" w:type="auto"/>
          </w:tcPr>
          <w:p w:rsidR="00321E17" w:rsidRPr="00004A58" w:rsidDel="008C6329" w:rsidRDefault="00321E17" w:rsidP="00321E17">
            <w:pPr>
              <w:pStyle w:val="TAL"/>
            </w:pPr>
            <w:r w:rsidRPr="00004A58">
              <w:t>No</w:t>
            </w:r>
          </w:p>
        </w:tc>
      </w:tr>
      <w:tr w:rsidR="00321E17" w:rsidRPr="00004A58" w:rsidTr="00E50914">
        <w:trPr>
          <w:cantSplit/>
          <w:tblHeader/>
          <w:jc w:val="center"/>
        </w:trPr>
        <w:tc>
          <w:tcPr>
            <w:tcW w:w="0" w:type="auto"/>
          </w:tcPr>
          <w:p w:rsidR="00321E17" w:rsidRPr="00004A58" w:rsidRDefault="00321E17" w:rsidP="00321E17">
            <w:pPr>
              <w:pStyle w:val="TAL"/>
            </w:pPr>
            <w:r w:rsidRPr="00004A58">
              <w:t>SMSF-Non-3GPP-Absent-User-Diagnostic-SM</w:t>
            </w:r>
          </w:p>
        </w:tc>
        <w:tc>
          <w:tcPr>
            <w:tcW w:w="0" w:type="auto"/>
          </w:tcPr>
          <w:p w:rsidR="00321E17" w:rsidRPr="00004A58" w:rsidDel="008C6329" w:rsidRDefault="00321E17" w:rsidP="00321E17">
            <w:pPr>
              <w:pStyle w:val="TAL"/>
              <w:tabs>
                <w:tab w:val="left" w:pos="405"/>
              </w:tabs>
            </w:pPr>
            <w:r w:rsidRPr="00004A58">
              <w:t>3335</w:t>
            </w:r>
          </w:p>
        </w:tc>
        <w:tc>
          <w:tcPr>
            <w:tcW w:w="0" w:type="auto"/>
          </w:tcPr>
          <w:p w:rsidR="00321E17" w:rsidRPr="00004A58" w:rsidDel="008C6329" w:rsidRDefault="00321E17" w:rsidP="00321E17">
            <w:pPr>
              <w:pStyle w:val="TAL"/>
            </w:pPr>
            <w:r w:rsidRPr="00004A58">
              <w:t>5.3.3.</w:t>
            </w:r>
            <w:r w:rsidR="00BC6049" w:rsidRPr="00004A58">
              <w:t>26</w:t>
            </w:r>
          </w:p>
        </w:tc>
        <w:tc>
          <w:tcPr>
            <w:tcW w:w="0" w:type="auto"/>
          </w:tcPr>
          <w:p w:rsidR="00321E17" w:rsidRPr="00004A58" w:rsidDel="008C6329" w:rsidRDefault="00321E17" w:rsidP="00321E17">
            <w:pPr>
              <w:pStyle w:val="TAL"/>
            </w:pPr>
            <w:r w:rsidRPr="00004A58">
              <w:rPr>
                <w:lang w:val="en-US"/>
              </w:rPr>
              <w:t>Unsigned32</w:t>
            </w:r>
          </w:p>
        </w:tc>
        <w:tc>
          <w:tcPr>
            <w:tcW w:w="0" w:type="auto"/>
          </w:tcPr>
          <w:p w:rsidR="00321E17" w:rsidRPr="00004A58" w:rsidDel="008C6329" w:rsidRDefault="00321E17" w:rsidP="00321E17">
            <w:pPr>
              <w:pStyle w:val="TAL"/>
            </w:pPr>
            <w:r w:rsidRPr="00004A58">
              <w:t>V</w:t>
            </w:r>
          </w:p>
        </w:tc>
        <w:tc>
          <w:tcPr>
            <w:tcW w:w="0" w:type="auto"/>
          </w:tcPr>
          <w:p w:rsidR="00321E17" w:rsidRPr="00004A58" w:rsidRDefault="00321E17" w:rsidP="00321E17">
            <w:pPr>
              <w:pStyle w:val="TAL"/>
            </w:pPr>
          </w:p>
        </w:tc>
        <w:tc>
          <w:tcPr>
            <w:tcW w:w="0" w:type="auto"/>
          </w:tcPr>
          <w:p w:rsidR="00321E17" w:rsidRPr="00004A58" w:rsidRDefault="00321E17" w:rsidP="00321E17">
            <w:pPr>
              <w:pStyle w:val="TAL"/>
            </w:pPr>
          </w:p>
        </w:tc>
        <w:tc>
          <w:tcPr>
            <w:tcW w:w="0" w:type="auto"/>
          </w:tcPr>
          <w:p w:rsidR="00321E17" w:rsidRPr="00004A58" w:rsidRDefault="00321E17" w:rsidP="00321E17">
            <w:pPr>
              <w:pStyle w:val="TAL"/>
            </w:pPr>
            <w:r w:rsidRPr="00004A58">
              <w:t>M</w:t>
            </w:r>
          </w:p>
        </w:tc>
        <w:tc>
          <w:tcPr>
            <w:tcW w:w="0" w:type="auto"/>
          </w:tcPr>
          <w:p w:rsidR="00321E17" w:rsidRPr="00004A58" w:rsidDel="008C6329" w:rsidRDefault="00321E17" w:rsidP="00321E17">
            <w:pPr>
              <w:pStyle w:val="TAL"/>
            </w:pPr>
            <w:r w:rsidRPr="00004A58">
              <w:t>No</w:t>
            </w:r>
          </w:p>
        </w:tc>
      </w:tr>
      <w:tr w:rsidR="00321E17" w:rsidRPr="00004A58" w:rsidTr="00E50914">
        <w:trPr>
          <w:cantSplit/>
          <w:tblHeader/>
          <w:jc w:val="center"/>
        </w:trPr>
        <w:tc>
          <w:tcPr>
            <w:tcW w:w="0" w:type="auto"/>
          </w:tcPr>
          <w:p w:rsidR="00321E17" w:rsidRPr="00004A58" w:rsidRDefault="00321E17" w:rsidP="00321E17">
            <w:pPr>
              <w:pStyle w:val="TAL"/>
            </w:pPr>
            <w:r w:rsidRPr="00004A58">
              <w:t>SMSF-3GPP-SM-Delivery-Outcome</w:t>
            </w:r>
          </w:p>
        </w:tc>
        <w:tc>
          <w:tcPr>
            <w:tcW w:w="0" w:type="auto"/>
          </w:tcPr>
          <w:p w:rsidR="00321E17" w:rsidRPr="00004A58" w:rsidRDefault="00321E17" w:rsidP="00321E17">
            <w:pPr>
              <w:pStyle w:val="TAL"/>
            </w:pPr>
            <w:r w:rsidRPr="00004A58">
              <w:t>3336</w:t>
            </w:r>
          </w:p>
        </w:tc>
        <w:tc>
          <w:tcPr>
            <w:tcW w:w="0" w:type="auto"/>
          </w:tcPr>
          <w:p w:rsidR="00321E17" w:rsidRPr="00004A58" w:rsidRDefault="00321E17" w:rsidP="00321E17">
            <w:pPr>
              <w:pStyle w:val="TAL"/>
            </w:pPr>
            <w:r w:rsidRPr="00004A58">
              <w:t>5.3.3.</w:t>
            </w:r>
            <w:r w:rsidR="00BC6049" w:rsidRPr="00004A58">
              <w:t>27</w:t>
            </w:r>
          </w:p>
        </w:tc>
        <w:tc>
          <w:tcPr>
            <w:tcW w:w="0" w:type="auto"/>
          </w:tcPr>
          <w:p w:rsidR="00321E17" w:rsidRPr="00004A58" w:rsidRDefault="00321E17" w:rsidP="00321E17">
            <w:pPr>
              <w:pStyle w:val="TAL"/>
              <w:rPr>
                <w:lang w:val="en-US"/>
              </w:rPr>
            </w:pPr>
            <w:r w:rsidRPr="00004A58">
              <w:t>Grouped</w:t>
            </w:r>
          </w:p>
        </w:tc>
        <w:tc>
          <w:tcPr>
            <w:tcW w:w="0" w:type="auto"/>
          </w:tcPr>
          <w:p w:rsidR="00321E17" w:rsidRPr="00004A58" w:rsidRDefault="00321E17" w:rsidP="00321E17">
            <w:pPr>
              <w:pStyle w:val="TAL"/>
            </w:pPr>
            <w:r w:rsidRPr="00004A58">
              <w:t>V</w:t>
            </w:r>
          </w:p>
        </w:tc>
        <w:tc>
          <w:tcPr>
            <w:tcW w:w="0" w:type="auto"/>
          </w:tcPr>
          <w:p w:rsidR="00321E17" w:rsidRPr="00004A58" w:rsidRDefault="00321E17" w:rsidP="00321E17">
            <w:pPr>
              <w:pStyle w:val="TAL"/>
            </w:pPr>
          </w:p>
        </w:tc>
        <w:tc>
          <w:tcPr>
            <w:tcW w:w="0" w:type="auto"/>
          </w:tcPr>
          <w:p w:rsidR="00321E17" w:rsidRPr="00004A58" w:rsidRDefault="00321E17" w:rsidP="00321E17">
            <w:pPr>
              <w:pStyle w:val="TAL"/>
            </w:pPr>
          </w:p>
        </w:tc>
        <w:tc>
          <w:tcPr>
            <w:tcW w:w="0" w:type="auto"/>
          </w:tcPr>
          <w:p w:rsidR="00321E17" w:rsidRPr="00004A58" w:rsidRDefault="00321E17" w:rsidP="00321E17">
            <w:pPr>
              <w:pStyle w:val="TAL"/>
            </w:pPr>
            <w:r w:rsidRPr="00004A58">
              <w:t>M</w:t>
            </w:r>
          </w:p>
        </w:tc>
        <w:tc>
          <w:tcPr>
            <w:tcW w:w="0" w:type="auto"/>
          </w:tcPr>
          <w:p w:rsidR="00321E17" w:rsidRPr="00004A58" w:rsidRDefault="00321E17" w:rsidP="00321E17">
            <w:pPr>
              <w:pStyle w:val="TAL"/>
            </w:pPr>
            <w:r w:rsidRPr="00004A58">
              <w:t>No</w:t>
            </w:r>
          </w:p>
        </w:tc>
      </w:tr>
      <w:tr w:rsidR="00321E17" w:rsidRPr="00004A58" w:rsidTr="00E50914">
        <w:trPr>
          <w:cantSplit/>
          <w:tblHeader/>
          <w:jc w:val="center"/>
        </w:trPr>
        <w:tc>
          <w:tcPr>
            <w:tcW w:w="0" w:type="auto"/>
          </w:tcPr>
          <w:p w:rsidR="00321E17" w:rsidRPr="00004A58" w:rsidRDefault="00321E17" w:rsidP="00321E17">
            <w:pPr>
              <w:pStyle w:val="TAL"/>
            </w:pPr>
            <w:r w:rsidRPr="00004A58">
              <w:t>SMSF-Non-3GPP-SM-Delivery-Outcome</w:t>
            </w:r>
          </w:p>
        </w:tc>
        <w:tc>
          <w:tcPr>
            <w:tcW w:w="0" w:type="auto"/>
          </w:tcPr>
          <w:p w:rsidR="00321E17" w:rsidRPr="00004A58" w:rsidRDefault="00321E17" w:rsidP="00321E17">
            <w:pPr>
              <w:pStyle w:val="TAL"/>
            </w:pPr>
            <w:r w:rsidRPr="00004A58">
              <w:t>3337</w:t>
            </w:r>
          </w:p>
        </w:tc>
        <w:tc>
          <w:tcPr>
            <w:tcW w:w="0" w:type="auto"/>
          </w:tcPr>
          <w:p w:rsidR="00321E17" w:rsidRPr="00004A58" w:rsidRDefault="00321E17" w:rsidP="00321E17">
            <w:pPr>
              <w:pStyle w:val="TAL"/>
            </w:pPr>
            <w:r w:rsidRPr="00004A58">
              <w:t>5.3.3.</w:t>
            </w:r>
            <w:r w:rsidR="00BC6049" w:rsidRPr="00004A58">
              <w:t>28</w:t>
            </w:r>
          </w:p>
        </w:tc>
        <w:tc>
          <w:tcPr>
            <w:tcW w:w="0" w:type="auto"/>
          </w:tcPr>
          <w:p w:rsidR="00321E17" w:rsidRPr="00004A58" w:rsidRDefault="00321E17" w:rsidP="00321E17">
            <w:pPr>
              <w:pStyle w:val="TAL"/>
              <w:rPr>
                <w:lang w:val="en-US"/>
              </w:rPr>
            </w:pPr>
            <w:r w:rsidRPr="00004A58">
              <w:t>Grouped</w:t>
            </w:r>
          </w:p>
        </w:tc>
        <w:tc>
          <w:tcPr>
            <w:tcW w:w="0" w:type="auto"/>
          </w:tcPr>
          <w:p w:rsidR="00321E17" w:rsidRPr="00004A58" w:rsidRDefault="00321E17" w:rsidP="00321E17">
            <w:pPr>
              <w:pStyle w:val="TAL"/>
            </w:pPr>
            <w:r w:rsidRPr="00004A58">
              <w:t>V</w:t>
            </w:r>
          </w:p>
        </w:tc>
        <w:tc>
          <w:tcPr>
            <w:tcW w:w="0" w:type="auto"/>
          </w:tcPr>
          <w:p w:rsidR="00321E17" w:rsidRPr="00004A58" w:rsidRDefault="00321E17" w:rsidP="00321E17">
            <w:pPr>
              <w:pStyle w:val="TAL"/>
            </w:pPr>
          </w:p>
        </w:tc>
        <w:tc>
          <w:tcPr>
            <w:tcW w:w="0" w:type="auto"/>
          </w:tcPr>
          <w:p w:rsidR="00321E17" w:rsidRPr="00004A58" w:rsidRDefault="00321E17" w:rsidP="00321E17">
            <w:pPr>
              <w:pStyle w:val="TAL"/>
            </w:pPr>
          </w:p>
        </w:tc>
        <w:tc>
          <w:tcPr>
            <w:tcW w:w="0" w:type="auto"/>
          </w:tcPr>
          <w:p w:rsidR="00321E17" w:rsidRPr="00004A58" w:rsidRDefault="00321E17" w:rsidP="00321E17">
            <w:pPr>
              <w:pStyle w:val="TAL"/>
            </w:pPr>
            <w:r w:rsidRPr="00004A58">
              <w:t>M</w:t>
            </w:r>
          </w:p>
        </w:tc>
        <w:tc>
          <w:tcPr>
            <w:tcW w:w="0" w:type="auto"/>
          </w:tcPr>
          <w:p w:rsidR="00321E17" w:rsidRPr="00004A58" w:rsidRDefault="00321E17" w:rsidP="00321E17">
            <w:pPr>
              <w:pStyle w:val="TAL"/>
            </w:pPr>
            <w:r w:rsidRPr="00004A58">
              <w:t>No</w:t>
            </w:r>
          </w:p>
        </w:tc>
      </w:tr>
      <w:tr w:rsidR="00321E17" w:rsidRPr="00004A58" w:rsidTr="00E50914">
        <w:trPr>
          <w:cantSplit/>
          <w:tblHeader/>
          <w:jc w:val="center"/>
        </w:trPr>
        <w:tc>
          <w:tcPr>
            <w:tcW w:w="0" w:type="auto"/>
          </w:tcPr>
          <w:p w:rsidR="00321E17" w:rsidRPr="00004A58" w:rsidRDefault="00321E17" w:rsidP="00321E17">
            <w:pPr>
              <w:pStyle w:val="TAL"/>
            </w:pPr>
            <w:r w:rsidRPr="00004A58">
              <w:t>SMSF-3GPP-Number</w:t>
            </w:r>
          </w:p>
        </w:tc>
        <w:tc>
          <w:tcPr>
            <w:tcW w:w="0" w:type="auto"/>
          </w:tcPr>
          <w:p w:rsidR="00321E17" w:rsidRPr="00004A58" w:rsidRDefault="00321E17" w:rsidP="00321E17">
            <w:pPr>
              <w:pStyle w:val="TAL"/>
            </w:pPr>
            <w:r w:rsidRPr="00004A58">
              <w:t>3338</w:t>
            </w:r>
          </w:p>
        </w:tc>
        <w:tc>
          <w:tcPr>
            <w:tcW w:w="0" w:type="auto"/>
          </w:tcPr>
          <w:p w:rsidR="00321E17" w:rsidRPr="00004A58" w:rsidRDefault="00321E17" w:rsidP="00321E17">
            <w:pPr>
              <w:pStyle w:val="TAL"/>
            </w:pPr>
            <w:r w:rsidRPr="00004A58">
              <w:t>5.3.3.</w:t>
            </w:r>
            <w:r w:rsidR="00BC6049" w:rsidRPr="00004A58">
              <w:t>29</w:t>
            </w:r>
          </w:p>
        </w:tc>
        <w:tc>
          <w:tcPr>
            <w:tcW w:w="0" w:type="auto"/>
          </w:tcPr>
          <w:p w:rsidR="00321E17" w:rsidRPr="00004A58" w:rsidRDefault="00321E17" w:rsidP="00321E17">
            <w:pPr>
              <w:pStyle w:val="TAL"/>
            </w:pPr>
            <w:r w:rsidRPr="00004A58">
              <w:t>OctetString</w:t>
            </w:r>
          </w:p>
        </w:tc>
        <w:tc>
          <w:tcPr>
            <w:tcW w:w="0" w:type="auto"/>
          </w:tcPr>
          <w:p w:rsidR="00321E17" w:rsidRPr="00004A58" w:rsidRDefault="00321E17" w:rsidP="00321E17">
            <w:pPr>
              <w:pStyle w:val="TAL"/>
            </w:pPr>
            <w:r w:rsidRPr="00004A58">
              <w:t>V</w:t>
            </w:r>
          </w:p>
        </w:tc>
        <w:tc>
          <w:tcPr>
            <w:tcW w:w="0" w:type="auto"/>
          </w:tcPr>
          <w:p w:rsidR="00321E17" w:rsidRPr="00004A58" w:rsidRDefault="00321E17" w:rsidP="00321E17">
            <w:pPr>
              <w:pStyle w:val="TAL"/>
            </w:pPr>
          </w:p>
        </w:tc>
        <w:tc>
          <w:tcPr>
            <w:tcW w:w="0" w:type="auto"/>
          </w:tcPr>
          <w:p w:rsidR="00321E17" w:rsidRPr="00004A58" w:rsidRDefault="00321E17" w:rsidP="00321E17">
            <w:pPr>
              <w:pStyle w:val="TAL"/>
            </w:pPr>
          </w:p>
        </w:tc>
        <w:tc>
          <w:tcPr>
            <w:tcW w:w="0" w:type="auto"/>
          </w:tcPr>
          <w:p w:rsidR="00321E17" w:rsidRPr="00004A58" w:rsidRDefault="00321E17" w:rsidP="00321E17">
            <w:pPr>
              <w:pStyle w:val="TAL"/>
            </w:pPr>
            <w:r w:rsidRPr="00004A58">
              <w:t>M</w:t>
            </w:r>
          </w:p>
        </w:tc>
        <w:tc>
          <w:tcPr>
            <w:tcW w:w="0" w:type="auto"/>
          </w:tcPr>
          <w:p w:rsidR="00321E17" w:rsidRPr="00004A58" w:rsidRDefault="00321E17" w:rsidP="00321E17">
            <w:pPr>
              <w:pStyle w:val="TAL"/>
            </w:pPr>
            <w:r w:rsidRPr="00004A58">
              <w:t>No</w:t>
            </w:r>
          </w:p>
        </w:tc>
      </w:tr>
      <w:tr w:rsidR="00321E17" w:rsidRPr="00004A58" w:rsidTr="00E50914">
        <w:trPr>
          <w:cantSplit/>
          <w:tblHeader/>
          <w:jc w:val="center"/>
        </w:trPr>
        <w:tc>
          <w:tcPr>
            <w:tcW w:w="0" w:type="auto"/>
          </w:tcPr>
          <w:p w:rsidR="00321E17" w:rsidRPr="00004A58" w:rsidRDefault="00321E17" w:rsidP="00321E17">
            <w:pPr>
              <w:pStyle w:val="TAL"/>
            </w:pPr>
            <w:r w:rsidRPr="00004A58">
              <w:t>SMSF-Non-3GPP-Number</w:t>
            </w:r>
          </w:p>
        </w:tc>
        <w:tc>
          <w:tcPr>
            <w:tcW w:w="0" w:type="auto"/>
          </w:tcPr>
          <w:p w:rsidR="00321E17" w:rsidRPr="00004A58" w:rsidRDefault="00321E17" w:rsidP="00321E17">
            <w:pPr>
              <w:pStyle w:val="TAL"/>
            </w:pPr>
            <w:r w:rsidRPr="00004A58">
              <w:t>3339</w:t>
            </w:r>
          </w:p>
        </w:tc>
        <w:tc>
          <w:tcPr>
            <w:tcW w:w="0" w:type="auto"/>
          </w:tcPr>
          <w:p w:rsidR="00321E17" w:rsidRPr="00004A58" w:rsidRDefault="00321E17" w:rsidP="00321E17">
            <w:pPr>
              <w:pStyle w:val="TAL"/>
            </w:pPr>
            <w:r w:rsidRPr="00004A58">
              <w:t>5.3.3.</w:t>
            </w:r>
            <w:r w:rsidR="00BC6049" w:rsidRPr="00004A58">
              <w:t>30</w:t>
            </w:r>
          </w:p>
        </w:tc>
        <w:tc>
          <w:tcPr>
            <w:tcW w:w="0" w:type="auto"/>
          </w:tcPr>
          <w:p w:rsidR="00321E17" w:rsidRPr="00004A58" w:rsidRDefault="00321E17" w:rsidP="00321E17">
            <w:pPr>
              <w:pStyle w:val="TAL"/>
            </w:pPr>
            <w:r w:rsidRPr="00004A58">
              <w:t>OctetString</w:t>
            </w:r>
          </w:p>
        </w:tc>
        <w:tc>
          <w:tcPr>
            <w:tcW w:w="0" w:type="auto"/>
          </w:tcPr>
          <w:p w:rsidR="00321E17" w:rsidRPr="00004A58" w:rsidRDefault="00321E17" w:rsidP="00321E17">
            <w:pPr>
              <w:pStyle w:val="TAL"/>
            </w:pPr>
            <w:r w:rsidRPr="00004A58">
              <w:t>V</w:t>
            </w:r>
          </w:p>
        </w:tc>
        <w:tc>
          <w:tcPr>
            <w:tcW w:w="0" w:type="auto"/>
          </w:tcPr>
          <w:p w:rsidR="00321E17" w:rsidRPr="00004A58" w:rsidRDefault="00321E17" w:rsidP="00321E17">
            <w:pPr>
              <w:pStyle w:val="TAL"/>
            </w:pPr>
          </w:p>
        </w:tc>
        <w:tc>
          <w:tcPr>
            <w:tcW w:w="0" w:type="auto"/>
          </w:tcPr>
          <w:p w:rsidR="00321E17" w:rsidRPr="00004A58" w:rsidRDefault="00321E17" w:rsidP="00321E17">
            <w:pPr>
              <w:pStyle w:val="TAL"/>
            </w:pPr>
          </w:p>
        </w:tc>
        <w:tc>
          <w:tcPr>
            <w:tcW w:w="0" w:type="auto"/>
          </w:tcPr>
          <w:p w:rsidR="00321E17" w:rsidRPr="00004A58" w:rsidRDefault="00321E17" w:rsidP="00321E17">
            <w:pPr>
              <w:pStyle w:val="TAL"/>
            </w:pPr>
            <w:r w:rsidRPr="00004A58">
              <w:t>M</w:t>
            </w:r>
          </w:p>
        </w:tc>
        <w:tc>
          <w:tcPr>
            <w:tcW w:w="0" w:type="auto"/>
          </w:tcPr>
          <w:p w:rsidR="00321E17" w:rsidRPr="00004A58" w:rsidRDefault="00321E17" w:rsidP="00321E17">
            <w:pPr>
              <w:pStyle w:val="TAL"/>
            </w:pPr>
            <w:r w:rsidRPr="00004A58">
              <w:t>No</w:t>
            </w:r>
          </w:p>
        </w:tc>
      </w:tr>
      <w:tr w:rsidR="00321E17" w:rsidRPr="00004A58" w:rsidTr="00E50914">
        <w:trPr>
          <w:cantSplit/>
          <w:tblHeader/>
          <w:jc w:val="center"/>
        </w:trPr>
        <w:tc>
          <w:tcPr>
            <w:tcW w:w="0" w:type="auto"/>
          </w:tcPr>
          <w:p w:rsidR="00321E17" w:rsidRPr="00004A58" w:rsidRDefault="00321E17" w:rsidP="00321E17">
            <w:pPr>
              <w:pStyle w:val="TAL"/>
            </w:pPr>
            <w:r w:rsidRPr="00004A58">
              <w:t>SMSF-3GPP-Name</w:t>
            </w:r>
          </w:p>
        </w:tc>
        <w:tc>
          <w:tcPr>
            <w:tcW w:w="0" w:type="auto"/>
          </w:tcPr>
          <w:p w:rsidR="00321E17" w:rsidRPr="00004A58" w:rsidRDefault="00321E17" w:rsidP="00321E17">
            <w:pPr>
              <w:pStyle w:val="TAL"/>
            </w:pPr>
            <w:r w:rsidRPr="00004A58">
              <w:t>3340</w:t>
            </w:r>
          </w:p>
        </w:tc>
        <w:tc>
          <w:tcPr>
            <w:tcW w:w="0" w:type="auto"/>
          </w:tcPr>
          <w:p w:rsidR="00321E17" w:rsidRPr="00004A58" w:rsidRDefault="00321E17" w:rsidP="00321E17">
            <w:pPr>
              <w:pStyle w:val="TAL"/>
            </w:pPr>
            <w:r w:rsidRPr="00004A58">
              <w:t>5.3.3.</w:t>
            </w:r>
            <w:r w:rsidR="00BC6049" w:rsidRPr="00004A58">
              <w:t>31</w:t>
            </w:r>
          </w:p>
        </w:tc>
        <w:tc>
          <w:tcPr>
            <w:tcW w:w="0" w:type="auto"/>
          </w:tcPr>
          <w:p w:rsidR="00321E17" w:rsidRPr="00004A58" w:rsidRDefault="00321E17" w:rsidP="00321E17">
            <w:pPr>
              <w:pStyle w:val="TAL"/>
            </w:pPr>
            <w:r w:rsidRPr="00004A58">
              <w:t>DiameterIdentity</w:t>
            </w:r>
          </w:p>
        </w:tc>
        <w:tc>
          <w:tcPr>
            <w:tcW w:w="0" w:type="auto"/>
          </w:tcPr>
          <w:p w:rsidR="00321E17" w:rsidRPr="00004A58" w:rsidRDefault="00321E17" w:rsidP="00321E17">
            <w:pPr>
              <w:pStyle w:val="TAL"/>
            </w:pPr>
            <w:r w:rsidRPr="00004A58">
              <w:t>V</w:t>
            </w:r>
          </w:p>
        </w:tc>
        <w:tc>
          <w:tcPr>
            <w:tcW w:w="0" w:type="auto"/>
          </w:tcPr>
          <w:p w:rsidR="00321E17" w:rsidRPr="00004A58" w:rsidRDefault="00321E17" w:rsidP="00321E17">
            <w:pPr>
              <w:pStyle w:val="TAL"/>
            </w:pPr>
          </w:p>
        </w:tc>
        <w:tc>
          <w:tcPr>
            <w:tcW w:w="0" w:type="auto"/>
          </w:tcPr>
          <w:p w:rsidR="00321E17" w:rsidRPr="00004A58" w:rsidRDefault="00321E17" w:rsidP="00321E17">
            <w:pPr>
              <w:pStyle w:val="TAL"/>
            </w:pPr>
          </w:p>
        </w:tc>
        <w:tc>
          <w:tcPr>
            <w:tcW w:w="0" w:type="auto"/>
          </w:tcPr>
          <w:p w:rsidR="00321E17" w:rsidRPr="00004A58" w:rsidRDefault="00321E17" w:rsidP="00321E17">
            <w:pPr>
              <w:pStyle w:val="TAL"/>
            </w:pPr>
            <w:r w:rsidRPr="00004A58">
              <w:t>M</w:t>
            </w:r>
          </w:p>
        </w:tc>
        <w:tc>
          <w:tcPr>
            <w:tcW w:w="0" w:type="auto"/>
          </w:tcPr>
          <w:p w:rsidR="00321E17" w:rsidRPr="00004A58" w:rsidRDefault="00321E17" w:rsidP="00321E17">
            <w:pPr>
              <w:pStyle w:val="TAL"/>
            </w:pPr>
            <w:r w:rsidRPr="00004A58">
              <w:t>No</w:t>
            </w:r>
          </w:p>
        </w:tc>
      </w:tr>
      <w:tr w:rsidR="00321E17" w:rsidRPr="00004A58" w:rsidTr="00E50914">
        <w:trPr>
          <w:cantSplit/>
          <w:tblHeader/>
          <w:jc w:val="center"/>
        </w:trPr>
        <w:tc>
          <w:tcPr>
            <w:tcW w:w="0" w:type="auto"/>
          </w:tcPr>
          <w:p w:rsidR="00321E17" w:rsidRPr="00004A58" w:rsidRDefault="00321E17" w:rsidP="00321E17">
            <w:pPr>
              <w:pStyle w:val="TAL"/>
            </w:pPr>
            <w:r w:rsidRPr="00004A58">
              <w:t>SMSF-Non-3GPP-Name</w:t>
            </w:r>
          </w:p>
        </w:tc>
        <w:tc>
          <w:tcPr>
            <w:tcW w:w="0" w:type="auto"/>
          </w:tcPr>
          <w:p w:rsidR="00321E17" w:rsidRPr="00004A58" w:rsidRDefault="00321E17" w:rsidP="00321E17">
            <w:pPr>
              <w:pStyle w:val="TAL"/>
            </w:pPr>
            <w:r w:rsidRPr="00004A58">
              <w:t>3341</w:t>
            </w:r>
          </w:p>
        </w:tc>
        <w:tc>
          <w:tcPr>
            <w:tcW w:w="0" w:type="auto"/>
          </w:tcPr>
          <w:p w:rsidR="00321E17" w:rsidRPr="00004A58" w:rsidRDefault="00321E17" w:rsidP="00321E17">
            <w:pPr>
              <w:pStyle w:val="TAL"/>
            </w:pPr>
            <w:r w:rsidRPr="00004A58">
              <w:t>5.3.3.</w:t>
            </w:r>
            <w:r w:rsidR="00BC6049" w:rsidRPr="00004A58">
              <w:t>32</w:t>
            </w:r>
          </w:p>
        </w:tc>
        <w:tc>
          <w:tcPr>
            <w:tcW w:w="0" w:type="auto"/>
          </w:tcPr>
          <w:p w:rsidR="00321E17" w:rsidRPr="00004A58" w:rsidRDefault="00321E17" w:rsidP="00321E17">
            <w:pPr>
              <w:pStyle w:val="TAL"/>
            </w:pPr>
            <w:r w:rsidRPr="00004A58">
              <w:t>DiameterIdentity</w:t>
            </w:r>
          </w:p>
        </w:tc>
        <w:tc>
          <w:tcPr>
            <w:tcW w:w="0" w:type="auto"/>
          </w:tcPr>
          <w:p w:rsidR="00321E17" w:rsidRPr="00004A58" w:rsidRDefault="00321E17" w:rsidP="00321E17">
            <w:pPr>
              <w:pStyle w:val="TAL"/>
            </w:pPr>
            <w:r w:rsidRPr="00004A58">
              <w:t>V</w:t>
            </w:r>
          </w:p>
        </w:tc>
        <w:tc>
          <w:tcPr>
            <w:tcW w:w="0" w:type="auto"/>
          </w:tcPr>
          <w:p w:rsidR="00321E17" w:rsidRPr="00004A58" w:rsidRDefault="00321E17" w:rsidP="00321E17">
            <w:pPr>
              <w:pStyle w:val="TAL"/>
            </w:pPr>
          </w:p>
        </w:tc>
        <w:tc>
          <w:tcPr>
            <w:tcW w:w="0" w:type="auto"/>
          </w:tcPr>
          <w:p w:rsidR="00321E17" w:rsidRPr="00004A58" w:rsidRDefault="00321E17" w:rsidP="00321E17">
            <w:pPr>
              <w:pStyle w:val="TAL"/>
            </w:pPr>
          </w:p>
        </w:tc>
        <w:tc>
          <w:tcPr>
            <w:tcW w:w="0" w:type="auto"/>
          </w:tcPr>
          <w:p w:rsidR="00321E17" w:rsidRPr="00004A58" w:rsidRDefault="00321E17" w:rsidP="00321E17">
            <w:pPr>
              <w:pStyle w:val="TAL"/>
            </w:pPr>
            <w:r w:rsidRPr="00004A58">
              <w:t>M</w:t>
            </w:r>
          </w:p>
        </w:tc>
        <w:tc>
          <w:tcPr>
            <w:tcW w:w="0" w:type="auto"/>
          </w:tcPr>
          <w:p w:rsidR="00321E17" w:rsidRPr="00004A58" w:rsidRDefault="00321E17" w:rsidP="00321E17">
            <w:pPr>
              <w:pStyle w:val="TAL"/>
            </w:pPr>
            <w:r w:rsidRPr="00004A58">
              <w:t>No</w:t>
            </w:r>
          </w:p>
        </w:tc>
      </w:tr>
      <w:tr w:rsidR="00321E17" w:rsidRPr="00004A58" w:rsidTr="00E50914">
        <w:trPr>
          <w:cantSplit/>
          <w:tblHeader/>
          <w:jc w:val="center"/>
        </w:trPr>
        <w:tc>
          <w:tcPr>
            <w:tcW w:w="0" w:type="auto"/>
          </w:tcPr>
          <w:p w:rsidR="00321E17" w:rsidRPr="00004A58" w:rsidRDefault="00321E17" w:rsidP="00321E17">
            <w:pPr>
              <w:pStyle w:val="TAL"/>
            </w:pPr>
            <w:r w:rsidRPr="00004A58">
              <w:t>SMSF-3GPP-Realm</w:t>
            </w:r>
          </w:p>
        </w:tc>
        <w:tc>
          <w:tcPr>
            <w:tcW w:w="0" w:type="auto"/>
          </w:tcPr>
          <w:p w:rsidR="00BC6049" w:rsidRPr="00004A58" w:rsidRDefault="00BC6049" w:rsidP="00BC6049">
            <w:pPr>
              <w:pStyle w:val="TAL"/>
            </w:pPr>
            <w:r w:rsidRPr="00004A58">
              <w:t>3342</w:t>
            </w:r>
          </w:p>
        </w:tc>
        <w:tc>
          <w:tcPr>
            <w:tcW w:w="0" w:type="auto"/>
          </w:tcPr>
          <w:p w:rsidR="00321E17" w:rsidRPr="00004A58" w:rsidRDefault="00321E17" w:rsidP="00321E17">
            <w:pPr>
              <w:pStyle w:val="TAL"/>
            </w:pPr>
            <w:r w:rsidRPr="00004A58">
              <w:t>5.3.3.</w:t>
            </w:r>
            <w:r w:rsidR="00BC6049" w:rsidRPr="00004A58">
              <w:t>33</w:t>
            </w:r>
          </w:p>
        </w:tc>
        <w:tc>
          <w:tcPr>
            <w:tcW w:w="0" w:type="auto"/>
          </w:tcPr>
          <w:p w:rsidR="00321E17" w:rsidRPr="00004A58" w:rsidRDefault="00321E17" w:rsidP="00321E17">
            <w:pPr>
              <w:pStyle w:val="TAL"/>
            </w:pPr>
            <w:r w:rsidRPr="00004A58">
              <w:t>DiameterIdentity</w:t>
            </w:r>
          </w:p>
        </w:tc>
        <w:tc>
          <w:tcPr>
            <w:tcW w:w="0" w:type="auto"/>
          </w:tcPr>
          <w:p w:rsidR="00321E17" w:rsidRPr="00004A58" w:rsidRDefault="00321E17" w:rsidP="00321E17">
            <w:pPr>
              <w:pStyle w:val="TAL"/>
            </w:pPr>
            <w:r w:rsidRPr="00004A58">
              <w:t>V</w:t>
            </w:r>
          </w:p>
        </w:tc>
        <w:tc>
          <w:tcPr>
            <w:tcW w:w="0" w:type="auto"/>
          </w:tcPr>
          <w:p w:rsidR="00321E17" w:rsidRPr="00004A58" w:rsidRDefault="00321E17" w:rsidP="00321E17">
            <w:pPr>
              <w:pStyle w:val="TAL"/>
            </w:pPr>
          </w:p>
        </w:tc>
        <w:tc>
          <w:tcPr>
            <w:tcW w:w="0" w:type="auto"/>
          </w:tcPr>
          <w:p w:rsidR="00321E17" w:rsidRPr="00004A58" w:rsidRDefault="00321E17" w:rsidP="00321E17">
            <w:pPr>
              <w:pStyle w:val="TAL"/>
            </w:pPr>
          </w:p>
        </w:tc>
        <w:tc>
          <w:tcPr>
            <w:tcW w:w="0" w:type="auto"/>
          </w:tcPr>
          <w:p w:rsidR="00321E17" w:rsidRPr="00004A58" w:rsidRDefault="00321E17" w:rsidP="00321E17">
            <w:pPr>
              <w:pStyle w:val="TAL"/>
            </w:pPr>
            <w:r w:rsidRPr="00004A58">
              <w:t>M</w:t>
            </w:r>
          </w:p>
        </w:tc>
        <w:tc>
          <w:tcPr>
            <w:tcW w:w="0" w:type="auto"/>
          </w:tcPr>
          <w:p w:rsidR="00321E17" w:rsidRPr="00004A58" w:rsidRDefault="00321E17" w:rsidP="00321E17">
            <w:pPr>
              <w:pStyle w:val="TAL"/>
            </w:pPr>
            <w:r w:rsidRPr="00004A58">
              <w:t>No</w:t>
            </w:r>
          </w:p>
        </w:tc>
      </w:tr>
      <w:tr w:rsidR="00321E17" w:rsidRPr="00004A58" w:rsidTr="00E50914">
        <w:trPr>
          <w:cantSplit/>
          <w:tblHeader/>
          <w:jc w:val="center"/>
        </w:trPr>
        <w:tc>
          <w:tcPr>
            <w:tcW w:w="0" w:type="auto"/>
          </w:tcPr>
          <w:p w:rsidR="00321E17" w:rsidRPr="00004A58" w:rsidRDefault="00321E17" w:rsidP="00321E17">
            <w:pPr>
              <w:pStyle w:val="TAL"/>
            </w:pPr>
            <w:r w:rsidRPr="00004A58">
              <w:t>SMSF-Non-3GPP-Realm</w:t>
            </w:r>
          </w:p>
        </w:tc>
        <w:tc>
          <w:tcPr>
            <w:tcW w:w="0" w:type="auto"/>
          </w:tcPr>
          <w:p w:rsidR="00321E17" w:rsidRPr="00004A58" w:rsidRDefault="00BC6049" w:rsidP="00321E17">
            <w:pPr>
              <w:pStyle w:val="TAL"/>
            </w:pPr>
            <w:r w:rsidRPr="00004A58">
              <w:t>3343</w:t>
            </w:r>
          </w:p>
        </w:tc>
        <w:tc>
          <w:tcPr>
            <w:tcW w:w="0" w:type="auto"/>
          </w:tcPr>
          <w:p w:rsidR="00321E17" w:rsidRPr="00004A58" w:rsidRDefault="00321E17" w:rsidP="00321E17">
            <w:pPr>
              <w:pStyle w:val="TAL"/>
            </w:pPr>
            <w:r w:rsidRPr="00004A58">
              <w:t>5.3.3.</w:t>
            </w:r>
            <w:r w:rsidR="00BC6049" w:rsidRPr="00004A58">
              <w:t>34</w:t>
            </w:r>
          </w:p>
        </w:tc>
        <w:tc>
          <w:tcPr>
            <w:tcW w:w="0" w:type="auto"/>
          </w:tcPr>
          <w:p w:rsidR="00321E17" w:rsidRPr="00004A58" w:rsidRDefault="00321E17" w:rsidP="00321E17">
            <w:pPr>
              <w:pStyle w:val="TAL"/>
            </w:pPr>
            <w:r w:rsidRPr="00004A58">
              <w:t>DiameterIdentity</w:t>
            </w:r>
          </w:p>
        </w:tc>
        <w:tc>
          <w:tcPr>
            <w:tcW w:w="0" w:type="auto"/>
          </w:tcPr>
          <w:p w:rsidR="00321E17" w:rsidRPr="00004A58" w:rsidRDefault="00321E17" w:rsidP="00321E17">
            <w:pPr>
              <w:pStyle w:val="TAL"/>
            </w:pPr>
            <w:r w:rsidRPr="00004A58">
              <w:t>V</w:t>
            </w:r>
          </w:p>
        </w:tc>
        <w:tc>
          <w:tcPr>
            <w:tcW w:w="0" w:type="auto"/>
          </w:tcPr>
          <w:p w:rsidR="00321E17" w:rsidRPr="00004A58" w:rsidRDefault="00321E17" w:rsidP="00321E17">
            <w:pPr>
              <w:pStyle w:val="TAL"/>
            </w:pPr>
          </w:p>
        </w:tc>
        <w:tc>
          <w:tcPr>
            <w:tcW w:w="0" w:type="auto"/>
          </w:tcPr>
          <w:p w:rsidR="00321E17" w:rsidRPr="00004A58" w:rsidRDefault="00321E17" w:rsidP="00321E17">
            <w:pPr>
              <w:pStyle w:val="TAL"/>
            </w:pPr>
          </w:p>
        </w:tc>
        <w:tc>
          <w:tcPr>
            <w:tcW w:w="0" w:type="auto"/>
          </w:tcPr>
          <w:p w:rsidR="00321E17" w:rsidRPr="00004A58" w:rsidRDefault="00321E17" w:rsidP="00321E17">
            <w:pPr>
              <w:pStyle w:val="TAL"/>
            </w:pPr>
            <w:r w:rsidRPr="00004A58">
              <w:t>M</w:t>
            </w:r>
          </w:p>
        </w:tc>
        <w:tc>
          <w:tcPr>
            <w:tcW w:w="0" w:type="auto"/>
          </w:tcPr>
          <w:p w:rsidR="00321E17" w:rsidRPr="00004A58" w:rsidRDefault="00321E17" w:rsidP="00321E17">
            <w:pPr>
              <w:pStyle w:val="TAL"/>
            </w:pPr>
            <w:r w:rsidRPr="00004A58">
              <w:t>No</w:t>
            </w:r>
          </w:p>
        </w:tc>
      </w:tr>
      <w:tr w:rsidR="00321E17" w:rsidRPr="00004A58" w:rsidTr="00E50914">
        <w:trPr>
          <w:cantSplit/>
          <w:tblHeader/>
          <w:jc w:val="center"/>
        </w:trPr>
        <w:tc>
          <w:tcPr>
            <w:tcW w:w="0" w:type="auto"/>
          </w:tcPr>
          <w:p w:rsidR="00321E17" w:rsidRPr="00004A58" w:rsidRDefault="00321E17" w:rsidP="00321E17">
            <w:pPr>
              <w:pStyle w:val="TAL"/>
            </w:pPr>
            <w:r w:rsidRPr="00004A58">
              <w:t>SMSF-3GPP-Address</w:t>
            </w:r>
          </w:p>
        </w:tc>
        <w:tc>
          <w:tcPr>
            <w:tcW w:w="0" w:type="auto"/>
          </w:tcPr>
          <w:p w:rsidR="00321E17" w:rsidRPr="00004A58" w:rsidRDefault="00BC6049" w:rsidP="00321E17">
            <w:pPr>
              <w:pStyle w:val="TAL"/>
            </w:pPr>
            <w:r w:rsidRPr="00004A58">
              <w:t>3344</w:t>
            </w:r>
          </w:p>
        </w:tc>
        <w:tc>
          <w:tcPr>
            <w:tcW w:w="0" w:type="auto"/>
          </w:tcPr>
          <w:p w:rsidR="00321E17" w:rsidRPr="00004A58" w:rsidRDefault="00321E17" w:rsidP="00321E17">
            <w:pPr>
              <w:pStyle w:val="TAL"/>
            </w:pPr>
            <w:r w:rsidRPr="00004A58">
              <w:t>5.3.3.</w:t>
            </w:r>
            <w:r w:rsidR="00BC6049" w:rsidRPr="00004A58">
              <w:t>35</w:t>
            </w:r>
          </w:p>
        </w:tc>
        <w:tc>
          <w:tcPr>
            <w:tcW w:w="0" w:type="auto"/>
          </w:tcPr>
          <w:p w:rsidR="00321E17" w:rsidRPr="00004A58" w:rsidRDefault="00321E17" w:rsidP="00321E17">
            <w:pPr>
              <w:pStyle w:val="TAL"/>
            </w:pPr>
            <w:r w:rsidRPr="00004A58">
              <w:t>Grouped</w:t>
            </w:r>
          </w:p>
        </w:tc>
        <w:tc>
          <w:tcPr>
            <w:tcW w:w="0" w:type="auto"/>
          </w:tcPr>
          <w:p w:rsidR="00321E17" w:rsidRPr="00004A58" w:rsidRDefault="00321E17" w:rsidP="00321E17">
            <w:pPr>
              <w:pStyle w:val="TAL"/>
            </w:pPr>
            <w:r w:rsidRPr="00004A58">
              <w:t>V</w:t>
            </w:r>
          </w:p>
        </w:tc>
        <w:tc>
          <w:tcPr>
            <w:tcW w:w="0" w:type="auto"/>
          </w:tcPr>
          <w:p w:rsidR="00321E17" w:rsidRPr="00004A58" w:rsidRDefault="00321E17" w:rsidP="00321E17">
            <w:pPr>
              <w:pStyle w:val="TAL"/>
            </w:pPr>
          </w:p>
        </w:tc>
        <w:tc>
          <w:tcPr>
            <w:tcW w:w="0" w:type="auto"/>
          </w:tcPr>
          <w:p w:rsidR="00321E17" w:rsidRPr="00004A58" w:rsidRDefault="00321E17" w:rsidP="00321E17">
            <w:pPr>
              <w:pStyle w:val="TAL"/>
            </w:pPr>
          </w:p>
        </w:tc>
        <w:tc>
          <w:tcPr>
            <w:tcW w:w="0" w:type="auto"/>
          </w:tcPr>
          <w:p w:rsidR="00321E17" w:rsidRPr="00004A58" w:rsidRDefault="00321E17" w:rsidP="00321E17">
            <w:pPr>
              <w:pStyle w:val="TAL"/>
            </w:pPr>
            <w:r w:rsidRPr="00004A58">
              <w:t>M</w:t>
            </w:r>
          </w:p>
        </w:tc>
        <w:tc>
          <w:tcPr>
            <w:tcW w:w="0" w:type="auto"/>
          </w:tcPr>
          <w:p w:rsidR="00321E17" w:rsidRPr="00004A58" w:rsidRDefault="00321E17" w:rsidP="00321E17">
            <w:pPr>
              <w:pStyle w:val="TAL"/>
            </w:pPr>
            <w:r w:rsidRPr="00004A58">
              <w:t>No</w:t>
            </w:r>
          </w:p>
        </w:tc>
      </w:tr>
      <w:tr w:rsidR="00321E17" w:rsidRPr="00004A58" w:rsidTr="00E50914">
        <w:trPr>
          <w:cantSplit/>
          <w:tblHeader/>
          <w:jc w:val="center"/>
        </w:trPr>
        <w:tc>
          <w:tcPr>
            <w:tcW w:w="0" w:type="auto"/>
          </w:tcPr>
          <w:p w:rsidR="00321E17" w:rsidRPr="00004A58" w:rsidRDefault="00321E17" w:rsidP="00321E17">
            <w:pPr>
              <w:pStyle w:val="TAL"/>
            </w:pPr>
            <w:r w:rsidRPr="00004A58">
              <w:t>SMSF-Non-3GPP-Address</w:t>
            </w:r>
          </w:p>
        </w:tc>
        <w:tc>
          <w:tcPr>
            <w:tcW w:w="0" w:type="auto"/>
          </w:tcPr>
          <w:p w:rsidR="00321E17" w:rsidRPr="00004A58" w:rsidRDefault="00BC6049" w:rsidP="00321E17">
            <w:pPr>
              <w:pStyle w:val="TAL"/>
            </w:pPr>
            <w:r w:rsidRPr="00004A58">
              <w:t>3345</w:t>
            </w:r>
          </w:p>
        </w:tc>
        <w:tc>
          <w:tcPr>
            <w:tcW w:w="0" w:type="auto"/>
          </w:tcPr>
          <w:p w:rsidR="00321E17" w:rsidRPr="00004A58" w:rsidRDefault="00321E17" w:rsidP="00321E17">
            <w:pPr>
              <w:pStyle w:val="TAL"/>
            </w:pPr>
            <w:r w:rsidRPr="00004A58">
              <w:t>5.3.3.</w:t>
            </w:r>
            <w:r w:rsidR="00BC6049" w:rsidRPr="00004A58">
              <w:t>36</w:t>
            </w:r>
          </w:p>
        </w:tc>
        <w:tc>
          <w:tcPr>
            <w:tcW w:w="0" w:type="auto"/>
          </w:tcPr>
          <w:p w:rsidR="00321E17" w:rsidRPr="00004A58" w:rsidRDefault="00321E17" w:rsidP="00321E17">
            <w:pPr>
              <w:pStyle w:val="TAL"/>
            </w:pPr>
            <w:r w:rsidRPr="00004A58">
              <w:t>Grouped</w:t>
            </w:r>
          </w:p>
        </w:tc>
        <w:tc>
          <w:tcPr>
            <w:tcW w:w="0" w:type="auto"/>
          </w:tcPr>
          <w:p w:rsidR="00321E17" w:rsidRPr="00004A58" w:rsidRDefault="00321E17" w:rsidP="00321E17">
            <w:pPr>
              <w:pStyle w:val="TAL"/>
            </w:pPr>
            <w:r w:rsidRPr="00004A58">
              <w:t>V</w:t>
            </w:r>
          </w:p>
        </w:tc>
        <w:tc>
          <w:tcPr>
            <w:tcW w:w="0" w:type="auto"/>
          </w:tcPr>
          <w:p w:rsidR="00321E17" w:rsidRPr="00004A58" w:rsidRDefault="00321E17" w:rsidP="00321E17">
            <w:pPr>
              <w:pStyle w:val="TAL"/>
            </w:pPr>
          </w:p>
        </w:tc>
        <w:tc>
          <w:tcPr>
            <w:tcW w:w="0" w:type="auto"/>
          </w:tcPr>
          <w:p w:rsidR="00321E17" w:rsidRPr="00004A58" w:rsidRDefault="00321E17" w:rsidP="00321E17">
            <w:pPr>
              <w:pStyle w:val="TAL"/>
            </w:pPr>
          </w:p>
        </w:tc>
        <w:tc>
          <w:tcPr>
            <w:tcW w:w="0" w:type="auto"/>
          </w:tcPr>
          <w:p w:rsidR="00321E17" w:rsidRPr="00004A58" w:rsidRDefault="00321E17" w:rsidP="00321E17">
            <w:pPr>
              <w:pStyle w:val="TAL"/>
            </w:pPr>
            <w:r w:rsidRPr="00004A58">
              <w:t>M</w:t>
            </w:r>
          </w:p>
        </w:tc>
        <w:tc>
          <w:tcPr>
            <w:tcW w:w="0" w:type="auto"/>
          </w:tcPr>
          <w:p w:rsidR="00321E17" w:rsidRPr="00004A58" w:rsidRDefault="00321E17" w:rsidP="00321E17">
            <w:pPr>
              <w:pStyle w:val="TAL"/>
            </w:pPr>
            <w:r w:rsidRPr="00004A58">
              <w:t>No</w:t>
            </w:r>
          </w:p>
        </w:tc>
      </w:tr>
      <w:bookmarkEnd w:id="216"/>
      <w:tr w:rsidR="00DA25AD" w:rsidRPr="00004A58" w:rsidTr="00E50914">
        <w:trPr>
          <w:cantSplit/>
          <w:tblHeader/>
          <w:jc w:val="center"/>
        </w:trPr>
        <w:tc>
          <w:tcPr>
            <w:tcW w:w="0" w:type="auto"/>
            <w:gridSpan w:val="9"/>
          </w:tcPr>
          <w:p w:rsidR="00DA25AD" w:rsidRPr="00004A58" w:rsidRDefault="00DA25AD" w:rsidP="00E50914">
            <w:pPr>
              <w:pStyle w:val="TAN"/>
            </w:pPr>
            <w:r w:rsidRPr="00004A58">
              <w:t>NOTE 1:</w:t>
            </w:r>
            <w:r w:rsidRPr="00004A58">
              <w:tab/>
              <w:t>The AVP header bit denoted as "M", indicates whether support of the AVP is required. The AVP header bit denoted as "V" indicates whether the optional Vendor-ID field is present in the AVP header. For further details, see IETF RFC 6733 [20].</w:t>
            </w:r>
          </w:p>
          <w:p w:rsidR="00DA25AD" w:rsidRPr="00004A58" w:rsidRDefault="00DA25AD" w:rsidP="00E50914">
            <w:pPr>
              <w:pStyle w:val="TAN"/>
            </w:pPr>
            <w:r w:rsidRPr="00004A58">
              <w:t>NOTE 2:</w:t>
            </w:r>
            <w:r w:rsidRPr="00004A58">
              <w:tab/>
              <w:t>If the M-bit is set for an AVP and the receiver does not understand the AVP, it shall return a rejection. If the M-bit is not set for an AVP, the receiver shall not return a rejection, whether or not it understands the AVP. If the receiver understands the AVP but the M-bit value does not match with the definition in this table, the receiver shall ignore the M-bit.</w:t>
            </w:r>
          </w:p>
        </w:tc>
      </w:tr>
    </w:tbl>
    <w:p w:rsidR="00DA25AD" w:rsidRPr="00004A58" w:rsidRDefault="00DA25AD" w:rsidP="00DA25AD"/>
    <w:p w:rsidR="00DA25AD" w:rsidRPr="00004A58" w:rsidRDefault="00DA25AD" w:rsidP="00DA25AD">
      <w:r w:rsidRPr="00004A58">
        <w:t>The following table specifies the Diameter AVPs re-used from existing Diameter Applications, including a reference to their respective specifications and when needed, a short description of their use within this interface.</w:t>
      </w:r>
    </w:p>
    <w:p w:rsidR="00DA25AD" w:rsidRPr="00004A58" w:rsidRDefault="00DA25AD" w:rsidP="00DA25AD">
      <w:r w:rsidRPr="00004A58">
        <w:t xml:space="preserve">Any other AVPs from existing Diameter Applications, except for the AVPs from Diameter Base Protocol specified in IETF RFC 6733 [20], do not need to be supported. The AVPs from Diameter base protocol specified in IETF RFC 6733 [20] are not included in table 5.3.3.1/2, but they </w:t>
      </w:r>
      <w:r w:rsidRPr="00004A58">
        <w:rPr>
          <w:rFonts w:hint="eastAsia"/>
          <w:lang w:eastAsia="zh-CN"/>
        </w:rPr>
        <w:t>may be</w:t>
      </w:r>
      <w:r w:rsidRPr="00004A58">
        <w:rPr>
          <w:lang w:eastAsia="zh-CN"/>
        </w:rPr>
        <w:t xml:space="preserve"> </w:t>
      </w:r>
      <w:r w:rsidRPr="00004A58">
        <w:t>re-used for this interface.</w:t>
      </w:r>
    </w:p>
    <w:p w:rsidR="00DA25AD" w:rsidRPr="00004A58" w:rsidRDefault="00DA25AD" w:rsidP="00DA25AD">
      <w:pPr>
        <w:pStyle w:val="TH"/>
      </w:pPr>
      <w:r w:rsidRPr="00004A58">
        <w:lastRenderedPageBreak/>
        <w:t>Table 5.3.3.1/2: S6c re-used Diameter AVPs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80"/>
        <w:gridCol w:w="1869"/>
        <w:gridCol w:w="5951"/>
        <w:gridCol w:w="597"/>
      </w:tblGrid>
      <w:tr w:rsidR="00DA25AD" w:rsidRPr="00004A58" w:rsidTr="00E50914">
        <w:trPr>
          <w:cantSplit/>
          <w:tblHeader/>
          <w:jc w:val="center"/>
        </w:trPr>
        <w:tc>
          <w:tcPr>
            <w:tcW w:w="0" w:type="auto"/>
            <w:vAlign w:val="center"/>
          </w:tcPr>
          <w:p w:rsidR="00DA25AD" w:rsidRPr="00004A58" w:rsidRDefault="00DA25AD" w:rsidP="00E50914">
            <w:pPr>
              <w:pStyle w:val="TAH"/>
            </w:pPr>
            <w:r w:rsidRPr="00004A58">
              <w:t>Attribute Name</w:t>
            </w:r>
          </w:p>
        </w:tc>
        <w:tc>
          <w:tcPr>
            <w:tcW w:w="1869" w:type="dxa"/>
            <w:vAlign w:val="center"/>
          </w:tcPr>
          <w:p w:rsidR="00DA25AD" w:rsidRPr="00004A58" w:rsidRDefault="00DA25AD" w:rsidP="00E50914">
            <w:pPr>
              <w:pStyle w:val="TAH"/>
            </w:pPr>
            <w:r w:rsidRPr="00004A58">
              <w:t>Reference</w:t>
            </w:r>
          </w:p>
        </w:tc>
        <w:tc>
          <w:tcPr>
            <w:tcW w:w="5951" w:type="dxa"/>
            <w:vAlign w:val="center"/>
          </w:tcPr>
          <w:p w:rsidR="00DA25AD" w:rsidRPr="00004A58" w:rsidRDefault="00DA25AD" w:rsidP="00E50914">
            <w:pPr>
              <w:pStyle w:val="TAH"/>
            </w:pPr>
            <w:r w:rsidRPr="00004A58">
              <w:t>Comments</w:t>
            </w:r>
          </w:p>
        </w:tc>
        <w:tc>
          <w:tcPr>
            <w:tcW w:w="597" w:type="dxa"/>
          </w:tcPr>
          <w:p w:rsidR="00DA25AD" w:rsidRPr="00004A58" w:rsidRDefault="00DA25AD" w:rsidP="00E50914">
            <w:pPr>
              <w:pStyle w:val="TAH"/>
            </w:pPr>
            <w:r w:rsidRPr="00004A58">
              <w:t>M-bit</w:t>
            </w:r>
          </w:p>
        </w:tc>
      </w:tr>
      <w:tr w:rsidR="00DA25AD" w:rsidRPr="00004A58" w:rsidTr="00E50914">
        <w:trPr>
          <w:cantSplit/>
          <w:jc w:val="center"/>
        </w:trPr>
        <w:tc>
          <w:tcPr>
            <w:tcW w:w="0" w:type="auto"/>
            <w:vAlign w:val="center"/>
          </w:tcPr>
          <w:p w:rsidR="00DA25AD" w:rsidRPr="00004A58" w:rsidRDefault="00DA25AD" w:rsidP="00E50914">
            <w:pPr>
              <w:pStyle w:val="TAL"/>
            </w:pPr>
            <w:r w:rsidRPr="00004A58">
              <w:t>User-Name</w:t>
            </w:r>
          </w:p>
        </w:tc>
        <w:tc>
          <w:tcPr>
            <w:tcW w:w="1869" w:type="dxa"/>
            <w:vAlign w:val="center"/>
          </w:tcPr>
          <w:p w:rsidR="00DA25AD" w:rsidRPr="00004A58" w:rsidRDefault="00DA25AD" w:rsidP="00E50914">
            <w:pPr>
              <w:pStyle w:val="TAL"/>
            </w:pPr>
            <w:r w:rsidRPr="00004A58">
              <w:t>IETF RFC 6733 [20]</w:t>
            </w:r>
          </w:p>
        </w:tc>
        <w:tc>
          <w:tcPr>
            <w:tcW w:w="5951" w:type="dxa"/>
            <w:vAlign w:val="center"/>
          </w:tcPr>
          <w:p w:rsidR="00DA25AD" w:rsidRPr="00004A58" w:rsidRDefault="00DA25AD" w:rsidP="00E50914">
            <w:pPr>
              <w:pStyle w:val="TAL"/>
            </w:pPr>
          </w:p>
        </w:tc>
        <w:tc>
          <w:tcPr>
            <w:tcW w:w="597" w:type="dxa"/>
          </w:tcPr>
          <w:p w:rsidR="00DA25AD" w:rsidRPr="00004A58" w:rsidRDefault="00DA25AD" w:rsidP="00E50914">
            <w:pPr>
              <w:pStyle w:val="TAL"/>
            </w:pPr>
            <w:r w:rsidRPr="00004A58">
              <w:t>Must</w:t>
            </w:r>
          </w:p>
        </w:tc>
      </w:tr>
      <w:tr w:rsidR="00DA25AD" w:rsidRPr="00004A58" w:rsidTr="00E50914">
        <w:trPr>
          <w:cantSplit/>
          <w:jc w:val="center"/>
        </w:trPr>
        <w:tc>
          <w:tcPr>
            <w:tcW w:w="0" w:type="auto"/>
            <w:vAlign w:val="center"/>
          </w:tcPr>
          <w:p w:rsidR="00DA25AD" w:rsidRPr="00004A58" w:rsidRDefault="00DA25AD" w:rsidP="00E50914">
            <w:pPr>
              <w:pStyle w:val="TAL"/>
            </w:pPr>
            <w:r w:rsidRPr="00004A58">
              <w:t>MSISDN</w:t>
            </w:r>
          </w:p>
        </w:tc>
        <w:tc>
          <w:tcPr>
            <w:tcW w:w="1869" w:type="dxa"/>
            <w:vAlign w:val="center"/>
          </w:tcPr>
          <w:p w:rsidR="00DA25AD" w:rsidRPr="00004A58" w:rsidRDefault="00DA25AD" w:rsidP="00E50914">
            <w:pPr>
              <w:pStyle w:val="TAL"/>
            </w:pPr>
            <w:r w:rsidRPr="00004A58">
              <w:t>3GPP TS 23.329 [14]</w:t>
            </w:r>
          </w:p>
        </w:tc>
        <w:tc>
          <w:tcPr>
            <w:tcW w:w="5951" w:type="dxa"/>
            <w:vAlign w:val="center"/>
          </w:tcPr>
          <w:p w:rsidR="00DA25AD" w:rsidRPr="00004A58" w:rsidRDefault="00DA25AD" w:rsidP="00E50914">
            <w:pPr>
              <w:pStyle w:val="TAL"/>
            </w:pPr>
          </w:p>
        </w:tc>
        <w:tc>
          <w:tcPr>
            <w:tcW w:w="597" w:type="dxa"/>
          </w:tcPr>
          <w:p w:rsidR="00DA25AD" w:rsidRPr="00004A58" w:rsidRDefault="00DA25AD" w:rsidP="00E50914">
            <w:pPr>
              <w:pStyle w:val="TAL"/>
            </w:pPr>
          </w:p>
        </w:tc>
      </w:tr>
      <w:tr w:rsidR="00DA25AD" w:rsidRPr="00004A58" w:rsidTr="00E50914">
        <w:trPr>
          <w:cantSplit/>
          <w:jc w:val="center"/>
        </w:trPr>
        <w:tc>
          <w:tcPr>
            <w:tcW w:w="0" w:type="auto"/>
            <w:vAlign w:val="center"/>
          </w:tcPr>
          <w:p w:rsidR="00DA25AD" w:rsidRPr="00004A58" w:rsidRDefault="00DA25AD" w:rsidP="00E50914">
            <w:pPr>
              <w:pStyle w:val="TAL"/>
            </w:pPr>
            <w:r w:rsidRPr="00004A58">
              <w:t>SC-Address</w:t>
            </w:r>
          </w:p>
        </w:tc>
        <w:tc>
          <w:tcPr>
            <w:tcW w:w="1869" w:type="dxa"/>
            <w:vAlign w:val="center"/>
          </w:tcPr>
          <w:p w:rsidR="00DA25AD" w:rsidRPr="00004A58" w:rsidRDefault="00DA25AD" w:rsidP="00E50914">
            <w:pPr>
              <w:pStyle w:val="TAL"/>
            </w:pPr>
            <w:r w:rsidRPr="00004A58">
              <w:t>3GPP TS 29.338</w:t>
            </w:r>
          </w:p>
        </w:tc>
        <w:tc>
          <w:tcPr>
            <w:tcW w:w="5951" w:type="dxa"/>
            <w:vAlign w:val="center"/>
          </w:tcPr>
          <w:p w:rsidR="00DA25AD" w:rsidRPr="00004A58" w:rsidRDefault="00DA25AD" w:rsidP="00E50914">
            <w:pPr>
              <w:pStyle w:val="TAL"/>
            </w:pPr>
            <w:r w:rsidRPr="00004A58">
              <w:t xml:space="preserve">It is defined for the SGd/Gdd interface, see </w:t>
            </w:r>
            <w:r w:rsidR="005252A2" w:rsidRPr="00004A58">
              <w:t>clause</w:t>
            </w:r>
            <w:r w:rsidRPr="00004A58">
              <w:t xml:space="preserve"> 6.3.3.2</w:t>
            </w:r>
          </w:p>
        </w:tc>
        <w:tc>
          <w:tcPr>
            <w:tcW w:w="597" w:type="dxa"/>
          </w:tcPr>
          <w:p w:rsidR="00DA25AD" w:rsidRPr="00004A58" w:rsidRDefault="00DA25AD" w:rsidP="00E50914">
            <w:pPr>
              <w:pStyle w:val="TAL"/>
            </w:pPr>
          </w:p>
        </w:tc>
      </w:tr>
      <w:tr w:rsidR="00DA25AD" w:rsidRPr="00004A58" w:rsidTr="00E50914">
        <w:trPr>
          <w:cantSplit/>
          <w:jc w:val="center"/>
        </w:trPr>
        <w:tc>
          <w:tcPr>
            <w:tcW w:w="0" w:type="auto"/>
            <w:vAlign w:val="center"/>
          </w:tcPr>
          <w:p w:rsidR="00DA25AD" w:rsidRPr="00004A58" w:rsidRDefault="00DA25AD" w:rsidP="00E50914">
            <w:pPr>
              <w:pStyle w:val="TAL"/>
            </w:pPr>
            <w:r w:rsidRPr="00004A58">
              <w:t>LMSI</w:t>
            </w:r>
          </w:p>
        </w:tc>
        <w:tc>
          <w:tcPr>
            <w:tcW w:w="1869" w:type="dxa"/>
            <w:vAlign w:val="center"/>
          </w:tcPr>
          <w:p w:rsidR="00DA25AD" w:rsidRPr="00004A58" w:rsidRDefault="00DA25AD" w:rsidP="00E50914">
            <w:pPr>
              <w:pStyle w:val="TAL"/>
            </w:pPr>
            <w:r w:rsidRPr="00004A58">
              <w:t xml:space="preserve">3GPP TS 29.173 [10] </w:t>
            </w:r>
          </w:p>
        </w:tc>
        <w:tc>
          <w:tcPr>
            <w:tcW w:w="5951" w:type="dxa"/>
            <w:vAlign w:val="center"/>
          </w:tcPr>
          <w:p w:rsidR="00DA25AD" w:rsidRPr="00004A58" w:rsidRDefault="00DA25AD" w:rsidP="00E50914">
            <w:pPr>
              <w:pStyle w:val="TAL"/>
            </w:pPr>
          </w:p>
        </w:tc>
        <w:tc>
          <w:tcPr>
            <w:tcW w:w="597" w:type="dxa"/>
          </w:tcPr>
          <w:p w:rsidR="00DA25AD" w:rsidRPr="00004A58" w:rsidRDefault="00DA25AD" w:rsidP="00E50914">
            <w:pPr>
              <w:pStyle w:val="TAL"/>
            </w:pPr>
          </w:p>
        </w:tc>
      </w:tr>
      <w:tr w:rsidR="00DA25AD" w:rsidRPr="00004A58" w:rsidTr="00E50914">
        <w:trPr>
          <w:cantSplit/>
          <w:jc w:val="center"/>
        </w:trPr>
        <w:tc>
          <w:tcPr>
            <w:tcW w:w="0" w:type="auto"/>
            <w:vAlign w:val="center"/>
          </w:tcPr>
          <w:p w:rsidR="00DA25AD" w:rsidRPr="00004A58" w:rsidRDefault="00DA25AD" w:rsidP="00E50914">
            <w:pPr>
              <w:pStyle w:val="TAL"/>
            </w:pPr>
            <w:r w:rsidRPr="00004A58">
              <w:t>Serving-Node</w:t>
            </w:r>
          </w:p>
        </w:tc>
        <w:tc>
          <w:tcPr>
            <w:tcW w:w="1869" w:type="dxa"/>
            <w:vAlign w:val="center"/>
          </w:tcPr>
          <w:p w:rsidR="00DA25AD" w:rsidRPr="00004A58" w:rsidRDefault="00DA25AD" w:rsidP="00E50914">
            <w:pPr>
              <w:pStyle w:val="TAL"/>
            </w:pPr>
            <w:r w:rsidRPr="00004A58">
              <w:t>3GPP TS 29.173 [10]</w:t>
            </w:r>
          </w:p>
        </w:tc>
        <w:tc>
          <w:tcPr>
            <w:tcW w:w="5951" w:type="dxa"/>
            <w:vAlign w:val="center"/>
          </w:tcPr>
          <w:p w:rsidR="00DA25AD" w:rsidRPr="00004A58" w:rsidRDefault="00DA25AD" w:rsidP="00E50914">
            <w:pPr>
              <w:pStyle w:val="TAL"/>
            </w:pPr>
            <w:r w:rsidRPr="00004A58">
              <w:t xml:space="preserve">See </w:t>
            </w:r>
            <w:r w:rsidR="005252A2" w:rsidRPr="00004A58">
              <w:t>clause</w:t>
            </w:r>
            <w:r w:rsidRPr="00004A58">
              <w:t xml:space="preserve"> 5.3.3.6</w:t>
            </w:r>
          </w:p>
        </w:tc>
        <w:tc>
          <w:tcPr>
            <w:tcW w:w="597" w:type="dxa"/>
          </w:tcPr>
          <w:p w:rsidR="00DA25AD" w:rsidRPr="00004A58" w:rsidRDefault="00DA25AD" w:rsidP="00E50914">
            <w:pPr>
              <w:pStyle w:val="TAL"/>
            </w:pPr>
          </w:p>
        </w:tc>
      </w:tr>
      <w:tr w:rsidR="00DA25AD" w:rsidRPr="00004A58" w:rsidTr="00E50914">
        <w:trPr>
          <w:cantSplit/>
          <w:jc w:val="center"/>
        </w:trPr>
        <w:tc>
          <w:tcPr>
            <w:tcW w:w="0" w:type="auto"/>
            <w:vAlign w:val="center"/>
          </w:tcPr>
          <w:p w:rsidR="00DA25AD" w:rsidRPr="00004A58" w:rsidRDefault="00DA25AD" w:rsidP="00E50914">
            <w:pPr>
              <w:pStyle w:val="TAL"/>
            </w:pPr>
            <w:r w:rsidRPr="00004A58">
              <w:t>MSC-Number</w:t>
            </w:r>
          </w:p>
        </w:tc>
        <w:tc>
          <w:tcPr>
            <w:tcW w:w="1869" w:type="dxa"/>
            <w:vAlign w:val="center"/>
          </w:tcPr>
          <w:p w:rsidR="00DA25AD" w:rsidRPr="00004A58" w:rsidRDefault="00DA25AD" w:rsidP="00E50914">
            <w:pPr>
              <w:pStyle w:val="TAL"/>
            </w:pPr>
            <w:r w:rsidRPr="00004A58">
              <w:t>3GPP TS 29.173 [10]</w:t>
            </w:r>
          </w:p>
        </w:tc>
        <w:tc>
          <w:tcPr>
            <w:tcW w:w="5951" w:type="dxa"/>
            <w:vAlign w:val="center"/>
          </w:tcPr>
          <w:p w:rsidR="00DA25AD" w:rsidRPr="00004A58" w:rsidRDefault="00DA25AD" w:rsidP="00E50914">
            <w:pPr>
              <w:pStyle w:val="TAL"/>
            </w:pPr>
          </w:p>
        </w:tc>
        <w:tc>
          <w:tcPr>
            <w:tcW w:w="597" w:type="dxa"/>
          </w:tcPr>
          <w:p w:rsidR="00DA25AD" w:rsidRPr="00004A58" w:rsidRDefault="00DA25AD" w:rsidP="00E50914">
            <w:pPr>
              <w:pStyle w:val="TAL"/>
            </w:pPr>
          </w:p>
        </w:tc>
      </w:tr>
      <w:tr w:rsidR="00DA25AD" w:rsidRPr="00004A58" w:rsidTr="00E50914">
        <w:trPr>
          <w:cantSplit/>
          <w:jc w:val="center"/>
        </w:trPr>
        <w:tc>
          <w:tcPr>
            <w:tcW w:w="0" w:type="auto"/>
            <w:vAlign w:val="center"/>
          </w:tcPr>
          <w:p w:rsidR="00DA25AD" w:rsidRPr="00004A58" w:rsidRDefault="00DA25AD" w:rsidP="00E50914">
            <w:pPr>
              <w:pStyle w:val="TAL"/>
            </w:pPr>
            <w:r w:rsidRPr="00004A58">
              <w:t>MME-Name</w:t>
            </w:r>
          </w:p>
        </w:tc>
        <w:tc>
          <w:tcPr>
            <w:tcW w:w="1869" w:type="dxa"/>
            <w:vAlign w:val="center"/>
          </w:tcPr>
          <w:p w:rsidR="00DA25AD" w:rsidRPr="00004A58" w:rsidRDefault="00DA25AD" w:rsidP="00E50914">
            <w:pPr>
              <w:pStyle w:val="TAL"/>
            </w:pPr>
            <w:r w:rsidRPr="00004A58">
              <w:t>3GPP TS 29.173 [10]</w:t>
            </w:r>
          </w:p>
        </w:tc>
        <w:tc>
          <w:tcPr>
            <w:tcW w:w="5951" w:type="dxa"/>
            <w:vAlign w:val="center"/>
          </w:tcPr>
          <w:p w:rsidR="00DA25AD" w:rsidRPr="00004A58" w:rsidRDefault="00DA25AD" w:rsidP="00E50914">
            <w:pPr>
              <w:pStyle w:val="TAL"/>
            </w:pPr>
          </w:p>
        </w:tc>
        <w:tc>
          <w:tcPr>
            <w:tcW w:w="597" w:type="dxa"/>
          </w:tcPr>
          <w:p w:rsidR="00DA25AD" w:rsidRPr="00004A58" w:rsidRDefault="00DA25AD" w:rsidP="00E50914">
            <w:pPr>
              <w:pStyle w:val="TAL"/>
            </w:pPr>
          </w:p>
        </w:tc>
      </w:tr>
      <w:tr w:rsidR="00DA25AD" w:rsidRPr="00004A58" w:rsidTr="00E50914">
        <w:trPr>
          <w:cantSplit/>
          <w:jc w:val="center"/>
        </w:trPr>
        <w:tc>
          <w:tcPr>
            <w:tcW w:w="0" w:type="auto"/>
            <w:vAlign w:val="center"/>
          </w:tcPr>
          <w:p w:rsidR="00DA25AD" w:rsidRPr="00004A58" w:rsidRDefault="00DA25AD" w:rsidP="00E50914">
            <w:pPr>
              <w:pStyle w:val="TAL"/>
            </w:pPr>
            <w:r w:rsidRPr="00004A58">
              <w:t>MME-Realm</w:t>
            </w:r>
          </w:p>
        </w:tc>
        <w:tc>
          <w:tcPr>
            <w:tcW w:w="1869" w:type="dxa"/>
            <w:vAlign w:val="center"/>
          </w:tcPr>
          <w:p w:rsidR="00DA25AD" w:rsidRPr="00004A58" w:rsidRDefault="00DA25AD" w:rsidP="00E50914">
            <w:pPr>
              <w:pStyle w:val="TAL"/>
            </w:pPr>
            <w:r w:rsidRPr="00004A58">
              <w:t>3GPP TS 29.173 [10]</w:t>
            </w:r>
          </w:p>
        </w:tc>
        <w:tc>
          <w:tcPr>
            <w:tcW w:w="5951" w:type="dxa"/>
            <w:vAlign w:val="center"/>
          </w:tcPr>
          <w:p w:rsidR="00DA25AD" w:rsidRPr="00004A58" w:rsidRDefault="00DA25AD" w:rsidP="00E50914">
            <w:pPr>
              <w:pStyle w:val="TAL"/>
            </w:pPr>
          </w:p>
        </w:tc>
        <w:tc>
          <w:tcPr>
            <w:tcW w:w="597" w:type="dxa"/>
          </w:tcPr>
          <w:p w:rsidR="00DA25AD" w:rsidRPr="00004A58" w:rsidRDefault="00DA25AD" w:rsidP="00E50914">
            <w:pPr>
              <w:pStyle w:val="TAL"/>
            </w:pPr>
            <w:r w:rsidRPr="00004A58">
              <w:t>Must</w:t>
            </w:r>
          </w:p>
        </w:tc>
      </w:tr>
      <w:tr w:rsidR="00DA25AD" w:rsidRPr="00004A58" w:rsidTr="00E50914">
        <w:trPr>
          <w:cantSplit/>
          <w:jc w:val="center"/>
        </w:trPr>
        <w:tc>
          <w:tcPr>
            <w:tcW w:w="0" w:type="auto"/>
            <w:vAlign w:val="center"/>
          </w:tcPr>
          <w:p w:rsidR="00DA25AD" w:rsidRPr="00004A58" w:rsidRDefault="00DA25AD" w:rsidP="00E50914">
            <w:pPr>
              <w:pStyle w:val="TAL"/>
            </w:pPr>
            <w:r w:rsidRPr="00004A58">
              <w:t>MME-Number-for-MT-SMS</w:t>
            </w:r>
          </w:p>
        </w:tc>
        <w:tc>
          <w:tcPr>
            <w:tcW w:w="1869" w:type="dxa"/>
            <w:vAlign w:val="center"/>
          </w:tcPr>
          <w:p w:rsidR="00DA25AD" w:rsidRPr="00004A58" w:rsidRDefault="00DA25AD" w:rsidP="00E50914">
            <w:pPr>
              <w:pStyle w:val="TAL"/>
            </w:pPr>
            <w:r w:rsidRPr="00004A58">
              <w:t>3GPP TS 29.272 [4]</w:t>
            </w:r>
          </w:p>
        </w:tc>
        <w:tc>
          <w:tcPr>
            <w:tcW w:w="5951" w:type="dxa"/>
            <w:vAlign w:val="center"/>
          </w:tcPr>
          <w:p w:rsidR="00DA25AD" w:rsidRPr="00004A58" w:rsidRDefault="00DA25AD" w:rsidP="00E50914">
            <w:pPr>
              <w:pStyle w:val="TAL"/>
            </w:pPr>
          </w:p>
        </w:tc>
        <w:tc>
          <w:tcPr>
            <w:tcW w:w="597" w:type="dxa"/>
          </w:tcPr>
          <w:p w:rsidR="00DA25AD" w:rsidRPr="00004A58" w:rsidRDefault="00DA25AD" w:rsidP="00E50914">
            <w:pPr>
              <w:pStyle w:val="TAL"/>
            </w:pPr>
            <w:r w:rsidRPr="00004A58">
              <w:t>Must</w:t>
            </w:r>
          </w:p>
        </w:tc>
      </w:tr>
      <w:tr w:rsidR="00DA25AD" w:rsidRPr="00004A58" w:rsidTr="00E50914">
        <w:trPr>
          <w:cantSplit/>
          <w:jc w:val="center"/>
        </w:trPr>
        <w:tc>
          <w:tcPr>
            <w:tcW w:w="0" w:type="auto"/>
            <w:vAlign w:val="center"/>
          </w:tcPr>
          <w:p w:rsidR="00DA25AD" w:rsidRPr="00004A58" w:rsidRDefault="00DA25AD" w:rsidP="00E50914">
            <w:pPr>
              <w:pStyle w:val="TAL"/>
            </w:pPr>
            <w:r w:rsidRPr="00004A58">
              <w:t>SGSN-Number</w:t>
            </w:r>
          </w:p>
        </w:tc>
        <w:tc>
          <w:tcPr>
            <w:tcW w:w="1869" w:type="dxa"/>
            <w:vAlign w:val="center"/>
          </w:tcPr>
          <w:p w:rsidR="00DA25AD" w:rsidRPr="00004A58" w:rsidRDefault="00DA25AD" w:rsidP="00E50914">
            <w:pPr>
              <w:pStyle w:val="TAL"/>
            </w:pPr>
            <w:r w:rsidRPr="00004A58">
              <w:t>3GPP TS 29.272 [4]</w:t>
            </w:r>
          </w:p>
        </w:tc>
        <w:tc>
          <w:tcPr>
            <w:tcW w:w="5951" w:type="dxa"/>
            <w:vAlign w:val="center"/>
          </w:tcPr>
          <w:p w:rsidR="00DA25AD" w:rsidRPr="00004A58" w:rsidRDefault="00DA25AD" w:rsidP="00E50914">
            <w:pPr>
              <w:pStyle w:val="TAL"/>
            </w:pPr>
          </w:p>
        </w:tc>
        <w:tc>
          <w:tcPr>
            <w:tcW w:w="597" w:type="dxa"/>
          </w:tcPr>
          <w:p w:rsidR="00DA25AD" w:rsidRPr="00004A58" w:rsidRDefault="00DA25AD" w:rsidP="00E50914">
            <w:pPr>
              <w:pStyle w:val="TAL"/>
            </w:pPr>
          </w:p>
        </w:tc>
      </w:tr>
      <w:tr w:rsidR="00DA25AD" w:rsidRPr="00004A58" w:rsidTr="00E50914">
        <w:trPr>
          <w:cantSplit/>
          <w:jc w:val="center"/>
        </w:trPr>
        <w:tc>
          <w:tcPr>
            <w:tcW w:w="0" w:type="auto"/>
            <w:vAlign w:val="center"/>
          </w:tcPr>
          <w:p w:rsidR="00DA25AD" w:rsidRPr="00004A58" w:rsidRDefault="00DA25AD" w:rsidP="00E50914">
            <w:pPr>
              <w:pStyle w:val="TAL"/>
            </w:pPr>
            <w:r w:rsidRPr="00004A58">
              <w:t>SGSN-Name</w:t>
            </w:r>
          </w:p>
        </w:tc>
        <w:tc>
          <w:tcPr>
            <w:tcW w:w="1869" w:type="dxa"/>
            <w:vAlign w:val="center"/>
          </w:tcPr>
          <w:p w:rsidR="00DA25AD" w:rsidRPr="00004A58" w:rsidRDefault="00DA25AD" w:rsidP="00E50914">
            <w:pPr>
              <w:pStyle w:val="TAL"/>
            </w:pPr>
            <w:r w:rsidRPr="00004A58">
              <w:t>3GPP TS 29.173 [10]</w:t>
            </w:r>
          </w:p>
        </w:tc>
        <w:tc>
          <w:tcPr>
            <w:tcW w:w="5951" w:type="dxa"/>
            <w:vAlign w:val="center"/>
          </w:tcPr>
          <w:p w:rsidR="00DA25AD" w:rsidRPr="00004A58" w:rsidRDefault="00DA25AD" w:rsidP="00E50914">
            <w:pPr>
              <w:pStyle w:val="TAL"/>
            </w:pPr>
          </w:p>
        </w:tc>
        <w:tc>
          <w:tcPr>
            <w:tcW w:w="597" w:type="dxa"/>
          </w:tcPr>
          <w:p w:rsidR="00DA25AD" w:rsidRPr="00004A58" w:rsidRDefault="00DA25AD" w:rsidP="00E50914">
            <w:pPr>
              <w:pStyle w:val="TAL"/>
            </w:pPr>
          </w:p>
        </w:tc>
      </w:tr>
      <w:tr w:rsidR="00DA25AD" w:rsidRPr="00004A58" w:rsidTr="00E50914">
        <w:trPr>
          <w:cantSplit/>
          <w:jc w:val="center"/>
        </w:trPr>
        <w:tc>
          <w:tcPr>
            <w:tcW w:w="0" w:type="auto"/>
            <w:vAlign w:val="center"/>
          </w:tcPr>
          <w:p w:rsidR="00DA25AD" w:rsidRPr="00004A58" w:rsidRDefault="00DA25AD" w:rsidP="00E50914">
            <w:pPr>
              <w:pStyle w:val="TAL"/>
            </w:pPr>
            <w:r w:rsidRPr="00004A58">
              <w:t>SGSN-Realm</w:t>
            </w:r>
          </w:p>
        </w:tc>
        <w:tc>
          <w:tcPr>
            <w:tcW w:w="1869" w:type="dxa"/>
            <w:vAlign w:val="center"/>
          </w:tcPr>
          <w:p w:rsidR="00DA25AD" w:rsidRPr="00004A58" w:rsidRDefault="00DA25AD" w:rsidP="00E50914">
            <w:pPr>
              <w:pStyle w:val="TAL"/>
            </w:pPr>
            <w:r w:rsidRPr="00004A58">
              <w:t>3GPP TS 29.173[10]</w:t>
            </w:r>
          </w:p>
        </w:tc>
        <w:tc>
          <w:tcPr>
            <w:tcW w:w="5951" w:type="dxa"/>
            <w:vAlign w:val="center"/>
          </w:tcPr>
          <w:p w:rsidR="00DA25AD" w:rsidRPr="00004A58" w:rsidRDefault="00DA25AD" w:rsidP="00E50914">
            <w:pPr>
              <w:pStyle w:val="TAL"/>
            </w:pPr>
          </w:p>
        </w:tc>
        <w:tc>
          <w:tcPr>
            <w:tcW w:w="597" w:type="dxa"/>
          </w:tcPr>
          <w:p w:rsidR="00DA25AD" w:rsidRPr="00004A58" w:rsidRDefault="00DA25AD" w:rsidP="00E50914">
            <w:pPr>
              <w:pStyle w:val="TAL"/>
            </w:pPr>
          </w:p>
        </w:tc>
      </w:tr>
      <w:tr w:rsidR="00DA25AD" w:rsidRPr="00004A58" w:rsidTr="00E50914">
        <w:trPr>
          <w:cantSplit/>
          <w:jc w:val="center"/>
        </w:trPr>
        <w:tc>
          <w:tcPr>
            <w:tcW w:w="0" w:type="auto"/>
            <w:vAlign w:val="center"/>
          </w:tcPr>
          <w:p w:rsidR="00DA25AD" w:rsidRPr="00004A58" w:rsidRDefault="00DA25AD" w:rsidP="00E50914">
            <w:pPr>
              <w:pStyle w:val="TAL"/>
            </w:pPr>
            <w:r w:rsidRPr="00004A58">
              <w:t>Additional-Serving-Node</w:t>
            </w:r>
          </w:p>
        </w:tc>
        <w:tc>
          <w:tcPr>
            <w:tcW w:w="1869" w:type="dxa"/>
            <w:vAlign w:val="center"/>
          </w:tcPr>
          <w:p w:rsidR="00DA25AD" w:rsidRPr="00004A58" w:rsidRDefault="00DA25AD" w:rsidP="00E50914">
            <w:pPr>
              <w:pStyle w:val="TAL"/>
            </w:pPr>
            <w:r w:rsidRPr="00004A58">
              <w:t>3GPP TS 29.173 [10]</w:t>
            </w:r>
          </w:p>
        </w:tc>
        <w:tc>
          <w:tcPr>
            <w:tcW w:w="5951" w:type="dxa"/>
            <w:vAlign w:val="center"/>
          </w:tcPr>
          <w:p w:rsidR="00DA25AD" w:rsidRPr="00004A58" w:rsidRDefault="00DA25AD" w:rsidP="00E50914">
            <w:pPr>
              <w:pStyle w:val="TAL"/>
            </w:pPr>
            <w:r w:rsidRPr="00004A58">
              <w:t xml:space="preserve">See </w:t>
            </w:r>
            <w:r w:rsidR="005252A2" w:rsidRPr="00004A58">
              <w:t>clause</w:t>
            </w:r>
            <w:r w:rsidRPr="00004A58">
              <w:t xml:space="preserve"> 5.3.3.7</w:t>
            </w:r>
          </w:p>
        </w:tc>
        <w:tc>
          <w:tcPr>
            <w:tcW w:w="597" w:type="dxa"/>
          </w:tcPr>
          <w:p w:rsidR="00DA25AD" w:rsidRPr="00004A58" w:rsidRDefault="00DA25AD" w:rsidP="00E50914">
            <w:pPr>
              <w:pStyle w:val="TAL"/>
            </w:pPr>
          </w:p>
        </w:tc>
      </w:tr>
      <w:tr w:rsidR="00DA25AD" w:rsidRPr="00004A58" w:rsidTr="00E50914">
        <w:trPr>
          <w:cantSplit/>
          <w:jc w:val="center"/>
        </w:trPr>
        <w:tc>
          <w:tcPr>
            <w:tcW w:w="0" w:type="auto"/>
            <w:vAlign w:val="center"/>
          </w:tcPr>
          <w:p w:rsidR="00DA25AD" w:rsidRPr="00004A58" w:rsidRDefault="00DA25AD" w:rsidP="00E50914">
            <w:pPr>
              <w:pStyle w:val="TAL"/>
            </w:pPr>
            <w:r w:rsidRPr="00004A58">
              <w:t>User-Identifier</w:t>
            </w:r>
          </w:p>
        </w:tc>
        <w:tc>
          <w:tcPr>
            <w:tcW w:w="1869" w:type="dxa"/>
            <w:vAlign w:val="center"/>
          </w:tcPr>
          <w:p w:rsidR="00DA25AD" w:rsidRPr="00004A58" w:rsidRDefault="00DA25AD" w:rsidP="00E50914">
            <w:pPr>
              <w:pStyle w:val="TAL"/>
            </w:pPr>
            <w:r w:rsidRPr="00004A58">
              <w:t>3GPP TS 29.336 [15]</w:t>
            </w:r>
          </w:p>
        </w:tc>
        <w:tc>
          <w:tcPr>
            <w:tcW w:w="5951" w:type="dxa"/>
            <w:vAlign w:val="center"/>
          </w:tcPr>
          <w:p w:rsidR="00DA25AD" w:rsidRPr="00004A58" w:rsidRDefault="00DA25AD" w:rsidP="00E50914">
            <w:pPr>
              <w:pStyle w:val="TAL"/>
            </w:pPr>
          </w:p>
        </w:tc>
        <w:tc>
          <w:tcPr>
            <w:tcW w:w="597" w:type="dxa"/>
          </w:tcPr>
          <w:p w:rsidR="00DA25AD" w:rsidRPr="00004A58" w:rsidRDefault="00DA25AD" w:rsidP="00E50914">
            <w:pPr>
              <w:pStyle w:val="TAL"/>
            </w:pPr>
          </w:p>
        </w:tc>
      </w:tr>
      <w:tr w:rsidR="00DA25AD" w:rsidRPr="00004A58" w:rsidTr="00E50914">
        <w:trPr>
          <w:cantSplit/>
          <w:jc w:val="center"/>
        </w:trPr>
        <w:tc>
          <w:tcPr>
            <w:tcW w:w="0" w:type="auto"/>
            <w:vAlign w:val="center"/>
          </w:tcPr>
          <w:p w:rsidR="00DA25AD" w:rsidRPr="00004A58" w:rsidRDefault="00DA25AD" w:rsidP="00E50914">
            <w:pPr>
              <w:pStyle w:val="TAL"/>
            </w:pPr>
            <w:r w:rsidRPr="00004A58">
              <w:t>SM-Delivery-Failure-Cause</w:t>
            </w:r>
          </w:p>
        </w:tc>
        <w:tc>
          <w:tcPr>
            <w:tcW w:w="1869" w:type="dxa"/>
            <w:vAlign w:val="center"/>
          </w:tcPr>
          <w:p w:rsidR="00DA25AD" w:rsidRPr="00004A58" w:rsidRDefault="00DA25AD" w:rsidP="00E50914">
            <w:pPr>
              <w:pStyle w:val="TAL"/>
            </w:pPr>
            <w:r w:rsidRPr="00004A58">
              <w:t>3GPP TS 29.338</w:t>
            </w:r>
          </w:p>
        </w:tc>
        <w:tc>
          <w:tcPr>
            <w:tcW w:w="5951" w:type="dxa"/>
            <w:vAlign w:val="center"/>
          </w:tcPr>
          <w:p w:rsidR="00DA25AD" w:rsidRPr="00004A58" w:rsidRDefault="00DA25AD" w:rsidP="00E50914">
            <w:pPr>
              <w:pStyle w:val="TAL"/>
            </w:pPr>
            <w:r w:rsidRPr="00004A58">
              <w:t xml:space="preserve">It is defined for the SGd/Gdd interface, see </w:t>
            </w:r>
            <w:r w:rsidR="005252A2" w:rsidRPr="00004A58">
              <w:t>clause</w:t>
            </w:r>
            <w:r w:rsidRPr="00004A58">
              <w:t xml:space="preserve"> 6.3.3.5</w:t>
            </w:r>
          </w:p>
        </w:tc>
        <w:tc>
          <w:tcPr>
            <w:tcW w:w="597" w:type="dxa"/>
          </w:tcPr>
          <w:p w:rsidR="00DA25AD" w:rsidRPr="00004A58" w:rsidRDefault="00DA25AD" w:rsidP="00E50914">
            <w:pPr>
              <w:pStyle w:val="TAL"/>
            </w:pPr>
          </w:p>
        </w:tc>
      </w:tr>
      <w:tr w:rsidR="00DA25AD" w:rsidRPr="00004A58" w:rsidTr="00E50914">
        <w:trPr>
          <w:cantSplit/>
          <w:jc w:val="center"/>
        </w:trPr>
        <w:tc>
          <w:tcPr>
            <w:tcW w:w="0" w:type="auto"/>
            <w:vAlign w:val="center"/>
          </w:tcPr>
          <w:p w:rsidR="00DA25AD" w:rsidRPr="00004A58" w:rsidRDefault="00DA25AD" w:rsidP="00E50914">
            <w:pPr>
              <w:pStyle w:val="TAL"/>
            </w:pPr>
            <w:r w:rsidRPr="00004A58">
              <w:t>IP-SM-GW-Name</w:t>
            </w:r>
          </w:p>
        </w:tc>
        <w:tc>
          <w:tcPr>
            <w:tcW w:w="1869" w:type="dxa"/>
            <w:vAlign w:val="center"/>
          </w:tcPr>
          <w:p w:rsidR="00DA25AD" w:rsidRPr="00004A58" w:rsidRDefault="00DA25AD" w:rsidP="00E50914">
            <w:pPr>
              <w:pStyle w:val="TAL"/>
            </w:pPr>
            <w:r w:rsidRPr="00004A58">
              <w:t>3GPP TS 29.336 [15]</w:t>
            </w:r>
          </w:p>
        </w:tc>
        <w:tc>
          <w:tcPr>
            <w:tcW w:w="5951" w:type="dxa"/>
            <w:vAlign w:val="center"/>
          </w:tcPr>
          <w:p w:rsidR="00DA25AD" w:rsidRPr="00004A58" w:rsidRDefault="00DA25AD" w:rsidP="00E50914">
            <w:pPr>
              <w:pStyle w:val="TAL"/>
            </w:pPr>
          </w:p>
        </w:tc>
        <w:tc>
          <w:tcPr>
            <w:tcW w:w="597" w:type="dxa"/>
          </w:tcPr>
          <w:p w:rsidR="00DA25AD" w:rsidRPr="00004A58" w:rsidRDefault="00DA25AD" w:rsidP="00E50914">
            <w:pPr>
              <w:pStyle w:val="TAL"/>
            </w:pPr>
          </w:p>
        </w:tc>
      </w:tr>
      <w:tr w:rsidR="00DA25AD" w:rsidRPr="00004A58" w:rsidTr="00E50914">
        <w:trPr>
          <w:cantSplit/>
          <w:jc w:val="center"/>
        </w:trPr>
        <w:tc>
          <w:tcPr>
            <w:tcW w:w="0" w:type="auto"/>
            <w:vAlign w:val="center"/>
          </w:tcPr>
          <w:p w:rsidR="00DA25AD" w:rsidRPr="00004A58" w:rsidRDefault="00DA25AD" w:rsidP="00E50914">
            <w:pPr>
              <w:pStyle w:val="TAL"/>
            </w:pPr>
            <w:r w:rsidRPr="00004A58">
              <w:t>IP-SM-GW-Number</w:t>
            </w:r>
          </w:p>
        </w:tc>
        <w:tc>
          <w:tcPr>
            <w:tcW w:w="1869" w:type="dxa"/>
            <w:vAlign w:val="center"/>
          </w:tcPr>
          <w:p w:rsidR="00DA25AD" w:rsidRPr="00004A58" w:rsidRDefault="00DA25AD" w:rsidP="00E50914">
            <w:pPr>
              <w:pStyle w:val="TAL"/>
            </w:pPr>
            <w:r w:rsidRPr="00004A58">
              <w:t>3GPP TS 29.336 [15]</w:t>
            </w:r>
          </w:p>
        </w:tc>
        <w:tc>
          <w:tcPr>
            <w:tcW w:w="5951" w:type="dxa"/>
            <w:vAlign w:val="center"/>
          </w:tcPr>
          <w:p w:rsidR="00DA25AD" w:rsidRPr="00004A58" w:rsidRDefault="00DA25AD" w:rsidP="00E50914">
            <w:pPr>
              <w:pStyle w:val="TAL"/>
            </w:pPr>
          </w:p>
        </w:tc>
        <w:tc>
          <w:tcPr>
            <w:tcW w:w="597" w:type="dxa"/>
          </w:tcPr>
          <w:p w:rsidR="00DA25AD" w:rsidRPr="00004A58" w:rsidRDefault="00DA25AD" w:rsidP="00E50914">
            <w:pPr>
              <w:pStyle w:val="TAL"/>
            </w:pPr>
          </w:p>
        </w:tc>
      </w:tr>
      <w:tr w:rsidR="00DA25AD" w:rsidRPr="00004A58" w:rsidTr="00E50914">
        <w:trPr>
          <w:cantSplit/>
          <w:jc w:val="center"/>
        </w:trPr>
        <w:tc>
          <w:tcPr>
            <w:tcW w:w="0" w:type="auto"/>
          </w:tcPr>
          <w:p w:rsidR="00DA25AD" w:rsidRPr="00004A58" w:rsidRDefault="00DA25AD" w:rsidP="00E50914">
            <w:pPr>
              <w:pStyle w:val="TAL"/>
            </w:pPr>
            <w:r w:rsidRPr="00004A58">
              <w:t>SMSMI-Correlation-ID</w:t>
            </w:r>
          </w:p>
        </w:tc>
        <w:tc>
          <w:tcPr>
            <w:tcW w:w="1869" w:type="dxa"/>
            <w:vAlign w:val="center"/>
          </w:tcPr>
          <w:p w:rsidR="00DA25AD" w:rsidRPr="00004A58" w:rsidRDefault="00DA25AD" w:rsidP="00E50914">
            <w:pPr>
              <w:pStyle w:val="TAL"/>
            </w:pPr>
            <w:r w:rsidRPr="00004A58">
              <w:t>3GPP TS 29.338</w:t>
            </w:r>
          </w:p>
        </w:tc>
        <w:tc>
          <w:tcPr>
            <w:tcW w:w="5951" w:type="dxa"/>
            <w:vAlign w:val="center"/>
          </w:tcPr>
          <w:p w:rsidR="00DA25AD" w:rsidRPr="00004A58" w:rsidRDefault="00DA25AD" w:rsidP="00E50914">
            <w:pPr>
              <w:pStyle w:val="TAL"/>
            </w:pPr>
            <w:r w:rsidRPr="00004A58">
              <w:t xml:space="preserve">It is defined for the SGd/Gdd interface, see </w:t>
            </w:r>
            <w:r w:rsidR="005252A2" w:rsidRPr="00004A58">
              <w:t>clause</w:t>
            </w:r>
            <w:r w:rsidRPr="00004A58">
              <w:t xml:space="preserve"> 6.3.3.2</w:t>
            </w:r>
          </w:p>
        </w:tc>
        <w:tc>
          <w:tcPr>
            <w:tcW w:w="597" w:type="dxa"/>
          </w:tcPr>
          <w:p w:rsidR="00DA25AD" w:rsidRPr="00004A58" w:rsidRDefault="00DA25AD" w:rsidP="00E50914">
            <w:pPr>
              <w:pStyle w:val="TAL"/>
            </w:pPr>
          </w:p>
        </w:tc>
      </w:tr>
      <w:tr w:rsidR="00DA25AD" w:rsidRPr="00004A58" w:rsidTr="00E50914">
        <w:trPr>
          <w:cantSplit/>
          <w:jc w:val="center"/>
        </w:trPr>
        <w:tc>
          <w:tcPr>
            <w:tcW w:w="0" w:type="auto"/>
          </w:tcPr>
          <w:p w:rsidR="00DA25AD" w:rsidRPr="00004A58" w:rsidRDefault="00DA25AD" w:rsidP="00E50914">
            <w:pPr>
              <w:pStyle w:val="TAL"/>
            </w:pPr>
            <w:r w:rsidRPr="00004A58">
              <w:t>Destination-SIP-URI</w:t>
            </w:r>
          </w:p>
        </w:tc>
        <w:tc>
          <w:tcPr>
            <w:tcW w:w="1869" w:type="dxa"/>
            <w:vAlign w:val="center"/>
          </w:tcPr>
          <w:p w:rsidR="00DA25AD" w:rsidRPr="00004A58" w:rsidRDefault="00DA25AD" w:rsidP="00E50914">
            <w:pPr>
              <w:pStyle w:val="TAL"/>
            </w:pPr>
            <w:r w:rsidRPr="00004A58">
              <w:t>3GPP TS 29.338</w:t>
            </w:r>
          </w:p>
        </w:tc>
        <w:tc>
          <w:tcPr>
            <w:tcW w:w="5951" w:type="dxa"/>
            <w:vAlign w:val="center"/>
          </w:tcPr>
          <w:p w:rsidR="00DA25AD" w:rsidRPr="00004A58" w:rsidRDefault="00DA25AD" w:rsidP="00E50914">
            <w:pPr>
              <w:pStyle w:val="TAL"/>
            </w:pPr>
            <w:r w:rsidRPr="00004A58">
              <w:t xml:space="preserve">It is defined for the SGd/Gdd interface, see </w:t>
            </w:r>
            <w:r w:rsidR="005252A2" w:rsidRPr="00004A58">
              <w:t>clause</w:t>
            </w:r>
            <w:r w:rsidRPr="00004A58">
              <w:t xml:space="preserve"> 6.3.3.2</w:t>
            </w:r>
          </w:p>
        </w:tc>
        <w:tc>
          <w:tcPr>
            <w:tcW w:w="597" w:type="dxa"/>
          </w:tcPr>
          <w:p w:rsidR="00DA25AD" w:rsidRPr="00004A58" w:rsidRDefault="00DA25AD" w:rsidP="00E50914">
            <w:pPr>
              <w:pStyle w:val="TAL"/>
            </w:pPr>
          </w:p>
        </w:tc>
      </w:tr>
      <w:tr w:rsidR="00DA25AD" w:rsidRPr="00004A58" w:rsidTr="00E50914">
        <w:trPr>
          <w:cantSplit/>
          <w:jc w:val="center"/>
        </w:trPr>
        <w:tc>
          <w:tcPr>
            <w:tcW w:w="0" w:type="auto"/>
            <w:vAlign w:val="center"/>
          </w:tcPr>
          <w:p w:rsidR="00DA25AD" w:rsidRPr="00004A58" w:rsidRDefault="00DA25AD" w:rsidP="00E50914">
            <w:pPr>
              <w:pStyle w:val="TAL"/>
            </w:pPr>
            <w:r w:rsidRPr="00004A58">
              <w:t>Supported-Features</w:t>
            </w:r>
          </w:p>
        </w:tc>
        <w:tc>
          <w:tcPr>
            <w:tcW w:w="1869" w:type="dxa"/>
            <w:vAlign w:val="center"/>
          </w:tcPr>
          <w:p w:rsidR="00DA25AD" w:rsidRPr="00004A58" w:rsidRDefault="00DA25AD" w:rsidP="00E50914">
            <w:pPr>
              <w:pStyle w:val="TAL"/>
            </w:pPr>
            <w:r w:rsidRPr="00004A58">
              <w:t>3GPP TS 29.229 [5]</w:t>
            </w:r>
          </w:p>
        </w:tc>
        <w:tc>
          <w:tcPr>
            <w:tcW w:w="5951" w:type="dxa"/>
            <w:vAlign w:val="center"/>
          </w:tcPr>
          <w:p w:rsidR="00DA25AD" w:rsidRPr="00004A58" w:rsidRDefault="00DA25AD" w:rsidP="00E50914">
            <w:pPr>
              <w:pStyle w:val="TAL"/>
            </w:pPr>
          </w:p>
        </w:tc>
        <w:tc>
          <w:tcPr>
            <w:tcW w:w="597" w:type="dxa"/>
          </w:tcPr>
          <w:p w:rsidR="00DA25AD" w:rsidRPr="00004A58" w:rsidRDefault="00DA25AD" w:rsidP="00E50914">
            <w:pPr>
              <w:pStyle w:val="TAL"/>
            </w:pPr>
          </w:p>
        </w:tc>
      </w:tr>
      <w:tr w:rsidR="00DA25AD" w:rsidRPr="00004A58" w:rsidTr="00E50914">
        <w:trPr>
          <w:cantSplit/>
          <w:jc w:val="center"/>
        </w:trPr>
        <w:tc>
          <w:tcPr>
            <w:tcW w:w="0" w:type="auto"/>
            <w:vAlign w:val="center"/>
          </w:tcPr>
          <w:p w:rsidR="00DA25AD" w:rsidRPr="00004A58" w:rsidRDefault="00DA25AD" w:rsidP="00E50914">
            <w:pPr>
              <w:pStyle w:val="TAL"/>
            </w:pPr>
            <w:r w:rsidRPr="00004A58">
              <w:t>Feature-List-ID</w:t>
            </w:r>
          </w:p>
        </w:tc>
        <w:tc>
          <w:tcPr>
            <w:tcW w:w="1869" w:type="dxa"/>
            <w:vAlign w:val="center"/>
          </w:tcPr>
          <w:p w:rsidR="00DA25AD" w:rsidRPr="00004A58" w:rsidRDefault="00DA25AD" w:rsidP="00E50914">
            <w:pPr>
              <w:pStyle w:val="TAL"/>
            </w:pPr>
            <w:r w:rsidRPr="00004A58">
              <w:t>3GPP TS 29.229 [5]</w:t>
            </w:r>
          </w:p>
        </w:tc>
        <w:tc>
          <w:tcPr>
            <w:tcW w:w="5951" w:type="dxa"/>
            <w:vAlign w:val="center"/>
          </w:tcPr>
          <w:p w:rsidR="00DA25AD" w:rsidRPr="00004A58" w:rsidRDefault="00DA25AD" w:rsidP="00E50914">
            <w:pPr>
              <w:pStyle w:val="TAL"/>
            </w:pPr>
            <w:r w:rsidRPr="00004A58">
              <w:t xml:space="preserve">See </w:t>
            </w:r>
            <w:r w:rsidR="005252A2" w:rsidRPr="00004A58">
              <w:t>clause</w:t>
            </w:r>
            <w:r w:rsidRPr="00004A58">
              <w:t xml:space="preserve"> 5.3.3.12</w:t>
            </w:r>
          </w:p>
        </w:tc>
        <w:tc>
          <w:tcPr>
            <w:tcW w:w="597" w:type="dxa"/>
          </w:tcPr>
          <w:p w:rsidR="00DA25AD" w:rsidRPr="00004A58" w:rsidRDefault="00DA25AD" w:rsidP="00E50914">
            <w:pPr>
              <w:pStyle w:val="TAL"/>
            </w:pPr>
          </w:p>
        </w:tc>
      </w:tr>
      <w:tr w:rsidR="00DA25AD" w:rsidRPr="00004A58" w:rsidTr="00E50914">
        <w:trPr>
          <w:cantSplit/>
          <w:jc w:val="center"/>
        </w:trPr>
        <w:tc>
          <w:tcPr>
            <w:tcW w:w="0" w:type="auto"/>
            <w:vAlign w:val="center"/>
          </w:tcPr>
          <w:p w:rsidR="00DA25AD" w:rsidRPr="00004A58" w:rsidRDefault="00DA25AD" w:rsidP="00E50914">
            <w:pPr>
              <w:pStyle w:val="TAL"/>
            </w:pPr>
            <w:r w:rsidRPr="00004A58">
              <w:t>Feature-List</w:t>
            </w:r>
          </w:p>
        </w:tc>
        <w:tc>
          <w:tcPr>
            <w:tcW w:w="1869" w:type="dxa"/>
            <w:vAlign w:val="center"/>
          </w:tcPr>
          <w:p w:rsidR="00DA25AD" w:rsidRPr="00004A58" w:rsidRDefault="00DA25AD" w:rsidP="00E50914">
            <w:pPr>
              <w:pStyle w:val="TAL"/>
            </w:pPr>
            <w:r w:rsidRPr="00004A58">
              <w:t>3GPP TS 29.229 [5]</w:t>
            </w:r>
          </w:p>
        </w:tc>
        <w:tc>
          <w:tcPr>
            <w:tcW w:w="5951" w:type="dxa"/>
            <w:vAlign w:val="center"/>
          </w:tcPr>
          <w:p w:rsidR="00DA25AD" w:rsidRPr="00004A58" w:rsidRDefault="00DA25AD" w:rsidP="00E50914">
            <w:pPr>
              <w:pStyle w:val="TAL"/>
            </w:pPr>
            <w:r w:rsidRPr="00004A58">
              <w:t xml:space="preserve">See </w:t>
            </w:r>
            <w:r w:rsidR="005252A2" w:rsidRPr="00004A58">
              <w:t>clause</w:t>
            </w:r>
            <w:r w:rsidRPr="00004A58">
              <w:t xml:space="preserve"> 5.3.3.13</w:t>
            </w:r>
          </w:p>
        </w:tc>
        <w:tc>
          <w:tcPr>
            <w:tcW w:w="597" w:type="dxa"/>
          </w:tcPr>
          <w:p w:rsidR="00DA25AD" w:rsidRPr="00004A58" w:rsidRDefault="00DA25AD" w:rsidP="00E50914">
            <w:pPr>
              <w:pStyle w:val="TAL"/>
            </w:pPr>
          </w:p>
        </w:tc>
      </w:tr>
      <w:tr w:rsidR="00DA25AD" w:rsidRPr="00004A58" w:rsidTr="00E50914">
        <w:trPr>
          <w:cantSplit/>
          <w:jc w:val="center"/>
        </w:trPr>
        <w:tc>
          <w:tcPr>
            <w:tcW w:w="0" w:type="auto"/>
            <w:vAlign w:val="center"/>
          </w:tcPr>
          <w:p w:rsidR="00DA25AD" w:rsidRPr="00004A58" w:rsidRDefault="00DA25AD" w:rsidP="00E50914">
            <w:pPr>
              <w:pStyle w:val="TAL"/>
            </w:pPr>
            <w:r w:rsidRPr="00004A58">
              <w:t>DRMP</w:t>
            </w:r>
          </w:p>
        </w:tc>
        <w:tc>
          <w:tcPr>
            <w:tcW w:w="1869" w:type="dxa"/>
            <w:vAlign w:val="center"/>
          </w:tcPr>
          <w:p w:rsidR="00DA25AD" w:rsidRPr="00004A58" w:rsidRDefault="00DA25AD" w:rsidP="00E50914">
            <w:pPr>
              <w:pStyle w:val="TAL"/>
            </w:pPr>
            <w:r w:rsidRPr="00004A58">
              <w:rPr>
                <w:lang w:eastAsia="zh-CN"/>
              </w:rPr>
              <w:t xml:space="preserve">IETF </w:t>
            </w:r>
            <w:r w:rsidRPr="00004A58">
              <w:t>RFC 7944</w:t>
            </w:r>
            <w:r w:rsidRPr="00004A58">
              <w:rPr>
                <w:lang w:eastAsia="zh-CN"/>
              </w:rPr>
              <w:t xml:space="preserve"> [19]</w:t>
            </w:r>
          </w:p>
        </w:tc>
        <w:tc>
          <w:tcPr>
            <w:tcW w:w="5951" w:type="dxa"/>
            <w:vAlign w:val="center"/>
          </w:tcPr>
          <w:p w:rsidR="00DA25AD" w:rsidRPr="00004A58" w:rsidRDefault="00DA25AD" w:rsidP="00E50914">
            <w:pPr>
              <w:pStyle w:val="TAL"/>
            </w:pPr>
            <w:r w:rsidRPr="00004A58">
              <w:t xml:space="preserve">see </w:t>
            </w:r>
            <w:r w:rsidR="005252A2" w:rsidRPr="00004A58">
              <w:t>clause</w:t>
            </w:r>
            <w:r w:rsidRPr="00004A58">
              <w:t xml:space="preserve"> 5.3.3.24</w:t>
            </w:r>
          </w:p>
        </w:tc>
        <w:tc>
          <w:tcPr>
            <w:tcW w:w="597" w:type="dxa"/>
          </w:tcPr>
          <w:p w:rsidR="00DA25AD" w:rsidRPr="00004A58" w:rsidRDefault="00DA25AD" w:rsidP="00E50914">
            <w:pPr>
              <w:pStyle w:val="TAL"/>
            </w:pPr>
            <w:r w:rsidRPr="00004A58">
              <w:t>Must not set</w:t>
            </w:r>
          </w:p>
        </w:tc>
      </w:tr>
      <w:tr w:rsidR="00DA25AD" w:rsidRPr="00004A58" w:rsidTr="00E50914">
        <w:trPr>
          <w:cantSplit/>
          <w:jc w:val="center"/>
        </w:trPr>
        <w:tc>
          <w:tcPr>
            <w:tcW w:w="9697" w:type="dxa"/>
            <w:gridSpan w:val="4"/>
            <w:vAlign w:val="center"/>
          </w:tcPr>
          <w:p w:rsidR="00DA25AD" w:rsidRPr="00004A58" w:rsidRDefault="00DA25AD" w:rsidP="00E50914">
            <w:pPr>
              <w:pStyle w:val="TAN"/>
            </w:pPr>
            <w:r w:rsidRPr="00004A58">
              <w:t>NOTE 1:</w:t>
            </w:r>
            <w:r w:rsidRPr="00004A58">
              <w:tab/>
              <w:t>The M-bit settings for re-used AVPs override those of the defining specifications that are referenced. Values include: "Must set", "Must not set". If the M-bit setting is blank, then the defining specification applies.</w:t>
            </w:r>
          </w:p>
          <w:p w:rsidR="00DA25AD" w:rsidRPr="00004A58" w:rsidRDefault="00DA25AD" w:rsidP="00E50914">
            <w:pPr>
              <w:pStyle w:val="TAN"/>
            </w:pPr>
            <w:r w:rsidRPr="00004A58">
              <w:t>NOTE 2:</w:t>
            </w:r>
            <w:r w:rsidRPr="00004A58">
              <w:tab/>
              <w:t>If the M-bit is set for an AVP and the receiver does not understand the AVP, it shall return a rejection. If the M-bit is not set for an AVP, the receiver shall not return a rejection, whether or not it understands the AVP. If the receiver understands the AVP but the M-bit value does not match with the definition in this table, the receiver shall ignore the M-bit.</w:t>
            </w:r>
          </w:p>
        </w:tc>
      </w:tr>
    </w:tbl>
    <w:p w:rsidR="00DA25AD" w:rsidRPr="00004A58" w:rsidRDefault="00DA25AD" w:rsidP="00DA25AD"/>
    <w:p w:rsidR="00DA25AD" w:rsidRPr="00004A58" w:rsidRDefault="00DA25AD" w:rsidP="00DA25AD">
      <w:pPr>
        <w:pStyle w:val="Heading4"/>
      </w:pPr>
      <w:bookmarkStart w:id="217" w:name="_Toc533204491"/>
      <w:bookmarkStart w:id="218" w:name="_Toc44882069"/>
      <w:bookmarkStart w:id="219" w:name="_Toc44882263"/>
      <w:bookmarkStart w:id="220" w:name="_Toc51864448"/>
      <w:r w:rsidRPr="00004A58">
        <w:t>5.3.3.2</w:t>
      </w:r>
      <w:r w:rsidRPr="00004A58">
        <w:tab/>
        <w:t>SM-RP-MTI</w:t>
      </w:r>
      <w:bookmarkEnd w:id="217"/>
      <w:bookmarkEnd w:id="218"/>
      <w:bookmarkEnd w:id="219"/>
      <w:bookmarkEnd w:id="220"/>
    </w:p>
    <w:p w:rsidR="00DA25AD" w:rsidRPr="00004A58" w:rsidRDefault="00DA25AD" w:rsidP="00DA25AD">
      <w:r w:rsidRPr="00004A58">
        <w:t>The SM-RP-MTI AVP is of type Enumerated and shall contain the RP-Message Type Indicator of the Short Message. The following values are defined:</w:t>
      </w:r>
    </w:p>
    <w:p w:rsidR="00DA25AD" w:rsidRPr="00004A58" w:rsidRDefault="00DA25AD" w:rsidP="00DA25AD">
      <w:pPr>
        <w:pStyle w:val="B1"/>
      </w:pPr>
      <w:r w:rsidRPr="00004A58">
        <w:t>-</w:t>
      </w:r>
      <w:r w:rsidRPr="00004A58">
        <w:tab/>
        <w:t xml:space="preserve">SM_DELIVER (0) </w:t>
      </w:r>
    </w:p>
    <w:p w:rsidR="00DA25AD" w:rsidRPr="00004A58" w:rsidRDefault="00DA25AD" w:rsidP="00DA25AD">
      <w:pPr>
        <w:pStyle w:val="B1"/>
      </w:pPr>
      <w:r w:rsidRPr="00004A58">
        <w:t>-</w:t>
      </w:r>
      <w:r w:rsidRPr="00004A58">
        <w:tab/>
        <w:t>SM_STATUS_REPORT (1)</w:t>
      </w:r>
    </w:p>
    <w:p w:rsidR="00DA25AD" w:rsidRPr="00004A58" w:rsidRDefault="00DA25AD" w:rsidP="00DA25AD">
      <w:pPr>
        <w:pStyle w:val="Heading4"/>
      </w:pPr>
      <w:bookmarkStart w:id="221" w:name="_Toc533204492"/>
      <w:bookmarkStart w:id="222" w:name="_Toc44882070"/>
      <w:bookmarkStart w:id="223" w:name="_Toc44882264"/>
      <w:bookmarkStart w:id="224" w:name="_Toc51864449"/>
      <w:r w:rsidRPr="00004A58">
        <w:t>5.3.3.3</w:t>
      </w:r>
      <w:r w:rsidRPr="00004A58">
        <w:tab/>
        <w:t>SM-RP-SMEA</w:t>
      </w:r>
      <w:bookmarkEnd w:id="221"/>
      <w:bookmarkEnd w:id="222"/>
      <w:bookmarkEnd w:id="223"/>
      <w:bookmarkEnd w:id="224"/>
    </w:p>
    <w:p w:rsidR="00DA25AD" w:rsidRPr="00004A58" w:rsidRDefault="00DA25AD" w:rsidP="00DA25AD">
      <w:r w:rsidRPr="00004A58">
        <w:t>The SM-RP-SMEA AVP is of type OctetString and shall contain the RP-Originating SME-address of the Short Message Entity that has originated the SM. It shall be formatted according to the formatting rules of the address fields described in 3GPP TS 23.040 [3].</w:t>
      </w:r>
    </w:p>
    <w:p w:rsidR="00DA25AD" w:rsidRPr="00004A58" w:rsidRDefault="00DA25AD" w:rsidP="00DA25AD">
      <w:pPr>
        <w:pStyle w:val="Heading4"/>
      </w:pPr>
      <w:bookmarkStart w:id="225" w:name="_Toc533204493"/>
      <w:bookmarkStart w:id="226" w:name="_Toc44882071"/>
      <w:bookmarkStart w:id="227" w:name="_Toc44882265"/>
      <w:bookmarkStart w:id="228" w:name="_Toc51864450"/>
      <w:r w:rsidRPr="00004A58">
        <w:t>5.3.3.4</w:t>
      </w:r>
      <w:r w:rsidRPr="00004A58">
        <w:tab/>
        <w:t>SRR-Flags</w:t>
      </w:r>
      <w:bookmarkEnd w:id="225"/>
      <w:bookmarkEnd w:id="226"/>
      <w:bookmarkEnd w:id="227"/>
      <w:bookmarkEnd w:id="228"/>
      <w:r w:rsidRPr="00004A58">
        <w:t xml:space="preserve"> </w:t>
      </w:r>
    </w:p>
    <w:p w:rsidR="00DA25AD" w:rsidRPr="00004A58" w:rsidRDefault="00DA25AD" w:rsidP="00DA25AD">
      <w:r w:rsidRPr="00004A58">
        <w:t xml:space="preserve">The </w:t>
      </w:r>
      <w:r w:rsidRPr="00004A58">
        <w:rPr>
          <w:lang w:eastAsia="zh-CN"/>
        </w:rPr>
        <w:t>SRR</w:t>
      </w:r>
      <w:r w:rsidRPr="00004A58">
        <w:t>-Flags AVP is of type Unsigned32 and it shall contain a bit mask. The meaning of the bits shall be as defined in table 5.3.</w:t>
      </w:r>
      <w:r w:rsidRPr="00004A58">
        <w:rPr>
          <w:lang w:eastAsia="zh-CN"/>
        </w:rPr>
        <w:t>3.4.</w:t>
      </w:r>
      <w:r w:rsidRPr="00004A58">
        <w:t>/1:</w:t>
      </w:r>
    </w:p>
    <w:p w:rsidR="00DA25AD" w:rsidRPr="00004A58" w:rsidRDefault="00DA25AD" w:rsidP="00DA25AD">
      <w:pPr>
        <w:pStyle w:val="TH"/>
      </w:pPr>
      <w:r w:rsidRPr="00004A58">
        <w:lastRenderedPageBreak/>
        <w:t>Table 5.3.</w:t>
      </w:r>
      <w:r w:rsidRPr="00004A58">
        <w:rPr>
          <w:lang w:eastAsia="zh-CN"/>
        </w:rPr>
        <w:t>3.4</w:t>
      </w:r>
      <w:r w:rsidRPr="00004A58">
        <w:t xml:space="preserve">/1: </w:t>
      </w:r>
      <w:r w:rsidRPr="00004A58">
        <w:rPr>
          <w:lang w:eastAsia="zh-CN"/>
        </w:rPr>
        <w:t>SR</w:t>
      </w:r>
      <w:r w:rsidRPr="00004A58">
        <w:t>R-Flags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842"/>
        <w:gridCol w:w="5387"/>
      </w:tblGrid>
      <w:tr w:rsidR="00DA25AD" w:rsidRPr="00004A58" w:rsidTr="00E50914">
        <w:trPr>
          <w:cantSplit/>
          <w:jc w:val="center"/>
        </w:trPr>
        <w:tc>
          <w:tcPr>
            <w:tcW w:w="993" w:type="dxa"/>
          </w:tcPr>
          <w:p w:rsidR="00DA25AD" w:rsidRPr="00004A58" w:rsidRDefault="00DA25AD" w:rsidP="00E50914">
            <w:pPr>
              <w:pStyle w:val="TAH"/>
            </w:pPr>
            <w:r w:rsidRPr="00004A58">
              <w:t>Bit</w:t>
            </w:r>
          </w:p>
        </w:tc>
        <w:tc>
          <w:tcPr>
            <w:tcW w:w="1842" w:type="dxa"/>
          </w:tcPr>
          <w:p w:rsidR="00DA25AD" w:rsidRPr="00004A58" w:rsidRDefault="00DA25AD" w:rsidP="00E50914">
            <w:pPr>
              <w:pStyle w:val="TAH"/>
            </w:pPr>
            <w:r w:rsidRPr="00004A58">
              <w:t>Name</w:t>
            </w:r>
          </w:p>
        </w:tc>
        <w:tc>
          <w:tcPr>
            <w:tcW w:w="5387" w:type="dxa"/>
          </w:tcPr>
          <w:p w:rsidR="00DA25AD" w:rsidRPr="00004A58" w:rsidRDefault="00DA25AD" w:rsidP="00E50914">
            <w:pPr>
              <w:pStyle w:val="TAH"/>
            </w:pPr>
            <w:r w:rsidRPr="00004A58">
              <w:t>Description</w:t>
            </w:r>
          </w:p>
        </w:tc>
      </w:tr>
      <w:tr w:rsidR="00DA25AD" w:rsidRPr="00004A58" w:rsidTr="00E50914">
        <w:trPr>
          <w:cantSplit/>
          <w:jc w:val="center"/>
        </w:trPr>
        <w:tc>
          <w:tcPr>
            <w:tcW w:w="993" w:type="dxa"/>
          </w:tcPr>
          <w:p w:rsidR="00DA25AD" w:rsidRPr="00004A58" w:rsidRDefault="00DA25AD" w:rsidP="00E50914">
            <w:pPr>
              <w:pStyle w:val="TAC"/>
            </w:pPr>
            <w:r w:rsidRPr="00004A58">
              <w:rPr>
                <w:lang w:eastAsia="zh-CN"/>
              </w:rPr>
              <w:t>0</w:t>
            </w:r>
          </w:p>
        </w:tc>
        <w:tc>
          <w:tcPr>
            <w:tcW w:w="1842" w:type="dxa"/>
          </w:tcPr>
          <w:p w:rsidR="00DA25AD" w:rsidRPr="00004A58" w:rsidRDefault="00DA25AD" w:rsidP="00E50914">
            <w:pPr>
              <w:pStyle w:val="TAL"/>
              <w:rPr>
                <w:lang w:eastAsia="zh-CN"/>
              </w:rPr>
            </w:pPr>
            <w:r w:rsidRPr="00004A58">
              <w:t>GPRS-Indicator</w:t>
            </w:r>
          </w:p>
        </w:tc>
        <w:tc>
          <w:tcPr>
            <w:tcW w:w="5387" w:type="dxa"/>
          </w:tcPr>
          <w:p w:rsidR="00DA25AD" w:rsidRPr="00004A58" w:rsidRDefault="00DA25AD" w:rsidP="00E50914">
            <w:pPr>
              <w:pStyle w:val="TAL"/>
              <w:rPr>
                <w:lang w:eastAsia="zh-CN"/>
              </w:rPr>
            </w:pPr>
            <w:r w:rsidRPr="00004A58">
              <w:t>This bit shall be set if the SMS-GMSC supports receiving of two serving nodes addresses from the HSS.</w:t>
            </w:r>
          </w:p>
        </w:tc>
      </w:tr>
      <w:tr w:rsidR="00DA25AD" w:rsidRPr="00004A58" w:rsidTr="00E50914">
        <w:trPr>
          <w:cantSplit/>
          <w:jc w:val="center"/>
        </w:trPr>
        <w:tc>
          <w:tcPr>
            <w:tcW w:w="993" w:type="dxa"/>
          </w:tcPr>
          <w:p w:rsidR="00DA25AD" w:rsidRPr="00004A58" w:rsidRDefault="00DA25AD" w:rsidP="00E50914">
            <w:pPr>
              <w:pStyle w:val="TAC"/>
              <w:rPr>
                <w:lang w:eastAsia="zh-CN"/>
              </w:rPr>
            </w:pPr>
            <w:r w:rsidRPr="00004A58">
              <w:rPr>
                <w:lang w:eastAsia="zh-CN"/>
              </w:rPr>
              <w:t>1</w:t>
            </w:r>
          </w:p>
        </w:tc>
        <w:tc>
          <w:tcPr>
            <w:tcW w:w="1842" w:type="dxa"/>
          </w:tcPr>
          <w:p w:rsidR="00DA25AD" w:rsidRPr="00004A58" w:rsidRDefault="00DA25AD" w:rsidP="00E50914">
            <w:pPr>
              <w:pStyle w:val="TAL"/>
            </w:pPr>
            <w:r w:rsidRPr="00004A58">
              <w:rPr>
                <w:rFonts w:cs="Arial"/>
              </w:rPr>
              <w:t>SM-RP-PRI</w:t>
            </w:r>
          </w:p>
        </w:tc>
        <w:tc>
          <w:tcPr>
            <w:tcW w:w="5387" w:type="dxa"/>
          </w:tcPr>
          <w:p w:rsidR="00DA25AD" w:rsidRPr="00004A58" w:rsidRDefault="00DA25AD" w:rsidP="00E50914">
            <w:pPr>
              <w:pStyle w:val="TAL"/>
            </w:pPr>
            <w:r w:rsidRPr="00004A58">
              <w:t>This bit shall be set if the delivery of the short message shall be attempted when a service centre address is already contained in the Message Waiting Data file</w:t>
            </w:r>
          </w:p>
        </w:tc>
      </w:tr>
      <w:tr w:rsidR="00DA25AD" w:rsidRPr="00004A58" w:rsidTr="00E50914">
        <w:trPr>
          <w:cantSplit/>
          <w:jc w:val="center"/>
        </w:trPr>
        <w:tc>
          <w:tcPr>
            <w:tcW w:w="993" w:type="dxa"/>
          </w:tcPr>
          <w:p w:rsidR="00DA25AD" w:rsidRPr="00004A58" w:rsidRDefault="00DA25AD" w:rsidP="00E50914">
            <w:pPr>
              <w:pStyle w:val="TAC"/>
              <w:rPr>
                <w:lang w:eastAsia="zh-CN"/>
              </w:rPr>
            </w:pPr>
            <w:r w:rsidRPr="00004A58">
              <w:rPr>
                <w:lang w:eastAsia="zh-CN"/>
              </w:rPr>
              <w:t>2</w:t>
            </w:r>
          </w:p>
        </w:tc>
        <w:tc>
          <w:tcPr>
            <w:tcW w:w="1842" w:type="dxa"/>
          </w:tcPr>
          <w:p w:rsidR="00DA25AD" w:rsidRPr="00004A58" w:rsidRDefault="00DA25AD" w:rsidP="00E50914">
            <w:pPr>
              <w:pStyle w:val="TAL"/>
              <w:rPr>
                <w:rFonts w:cs="Arial"/>
                <w:lang w:eastAsia="zh-CN"/>
              </w:rPr>
            </w:pPr>
            <w:r w:rsidRPr="00004A58">
              <w:rPr>
                <w:rFonts w:hint="eastAsia"/>
                <w:lang w:eastAsia="zh-CN"/>
              </w:rPr>
              <w:t>Single-Attempt-Delivery</w:t>
            </w:r>
          </w:p>
        </w:tc>
        <w:tc>
          <w:tcPr>
            <w:tcW w:w="5387" w:type="dxa"/>
          </w:tcPr>
          <w:p w:rsidR="00DA25AD" w:rsidRPr="00004A58" w:rsidRDefault="00DA25AD" w:rsidP="00E50914">
            <w:pPr>
              <w:pStyle w:val="TAL"/>
            </w:pPr>
            <w:r w:rsidRPr="00004A58">
              <w:rPr>
                <w:rFonts w:hint="eastAsia"/>
                <w:noProof/>
                <w:lang w:eastAsia="zh-CN"/>
              </w:rPr>
              <w:t xml:space="preserve">This bit if set indicates </w:t>
            </w:r>
            <w:r w:rsidRPr="00004A58">
              <w:rPr>
                <w:rFonts w:eastAsia="SimSun"/>
                <w:noProof/>
                <w:lang w:eastAsia="zh-CN"/>
              </w:rPr>
              <w:t>that only one delivery attempt shall be performed for this partic</w:t>
            </w:r>
            <w:r w:rsidRPr="00004A58">
              <w:rPr>
                <w:rFonts w:hint="eastAsia"/>
                <w:noProof/>
                <w:lang w:eastAsia="zh-CN"/>
              </w:rPr>
              <w:t>u</w:t>
            </w:r>
            <w:r w:rsidRPr="00004A58">
              <w:rPr>
                <w:rFonts w:eastAsia="SimSun"/>
                <w:noProof/>
                <w:lang w:eastAsia="zh-CN"/>
              </w:rPr>
              <w:t>lar SM.</w:t>
            </w:r>
          </w:p>
        </w:tc>
      </w:tr>
      <w:tr w:rsidR="00DA25AD" w:rsidRPr="00004A58" w:rsidTr="00E50914">
        <w:trPr>
          <w:cantSplit/>
          <w:jc w:val="center"/>
        </w:trPr>
        <w:tc>
          <w:tcPr>
            <w:tcW w:w="8222" w:type="dxa"/>
            <w:gridSpan w:val="3"/>
          </w:tcPr>
          <w:p w:rsidR="00DA25AD" w:rsidRPr="00004A58" w:rsidRDefault="00DA25AD" w:rsidP="00E50914">
            <w:pPr>
              <w:pStyle w:val="TAN"/>
            </w:pPr>
            <w:r w:rsidRPr="00004A58">
              <w:rPr>
                <w:rFonts w:hint="eastAsia"/>
              </w:rPr>
              <w:t xml:space="preserve">NOTE </w:t>
            </w:r>
            <w:r w:rsidRPr="00004A58">
              <w:t>1</w:t>
            </w:r>
            <w:r w:rsidRPr="00004A58">
              <w:rPr>
                <w:rFonts w:hint="eastAsia"/>
              </w:rPr>
              <w:t xml:space="preserve">: </w:t>
            </w:r>
            <w:r w:rsidRPr="00004A58">
              <w:t xml:space="preserve">Bits not defined in this table shall be cleared by the </w:t>
            </w:r>
            <w:r w:rsidRPr="00004A58">
              <w:rPr>
                <w:rFonts w:hint="eastAsia"/>
              </w:rPr>
              <w:t>send</w:t>
            </w:r>
            <w:r w:rsidRPr="00004A58">
              <w:t>ing entity and discarded by the receiving entity.</w:t>
            </w:r>
          </w:p>
        </w:tc>
      </w:tr>
    </w:tbl>
    <w:p w:rsidR="00DA25AD" w:rsidRPr="00004A58" w:rsidRDefault="00DA25AD" w:rsidP="00DA25AD"/>
    <w:p w:rsidR="00DA25AD" w:rsidRPr="00004A58" w:rsidRDefault="00DA25AD" w:rsidP="00DA25AD">
      <w:pPr>
        <w:pStyle w:val="Heading4"/>
      </w:pPr>
      <w:bookmarkStart w:id="229" w:name="_Toc533204494"/>
      <w:bookmarkStart w:id="230" w:name="_Toc44882072"/>
      <w:bookmarkStart w:id="231" w:name="_Toc44882266"/>
      <w:bookmarkStart w:id="232" w:name="_Toc51864451"/>
      <w:r w:rsidRPr="00004A58">
        <w:t>5.3.3.5</w:t>
      </w:r>
      <w:r w:rsidRPr="00004A58">
        <w:tab/>
        <w:t>SM-Delivery-Not-Intended</w:t>
      </w:r>
      <w:bookmarkEnd w:id="229"/>
      <w:bookmarkEnd w:id="230"/>
      <w:bookmarkEnd w:id="231"/>
      <w:bookmarkEnd w:id="232"/>
    </w:p>
    <w:p w:rsidR="00DA25AD" w:rsidRPr="00004A58" w:rsidRDefault="00DA25AD" w:rsidP="00DA25AD">
      <w:r w:rsidRPr="00004A58">
        <w:t>The SM-Delivery-Not-Intended AVP is of type Enumerated and shall indicate by its presence that delivery of a short message is not intended. It further indicates whether only IMSI or only MCC+MNC with the following values:</w:t>
      </w:r>
    </w:p>
    <w:p w:rsidR="00DA25AD" w:rsidRPr="00004A58" w:rsidRDefault="00DA25AD" w:rsidP="00DA25AD">
      <w:pPr>
        <w:pStyle w:val="B1"/>
      </w:pPr>
      <w:r w:rsidRPr="00004A58">
        <w:t>-</w:t>
      </w:r>
      <w:r w:rsidRPr="00004A58">
        <w:tab/>
        <w:t>ONLY_IMSI_REQUESTED (0),</w:t>
      </w:r>
    </w:p>
    <w:p w:rsidR="00DA25AD" w:rsidRPr="00004A58" w:rsidRDefault="00DA25AD" w:rsidP="00DA25AD">
      <w:pPr>
        <w:pStyle w:val="B1"/>
      </w:pPr>
      <w:r w:rsidRPr="00004A58">
        <w:t>-</w:t>
      </w:r>
      <w:r w:rsidRPr="00004A58">
        <w:tab/>
        <w:t>ONLY_MCC_MNC_REQUESTED (1).</w:t>
      </w:r>
    </w:p>
    <w:p w:rsidR="00DA25AD" w:rsidRPr="00004A58" w:rsidRDefault="00DA25AD" w:rsidP="00DA25AD">
      <w:pPr>
        <w:pStyle w:val="Heading4"/>
      </w:pPr>
      <w:bookmarkStart w:id="233" w:name="_Toc533204495"/>
      <w:bookmarkStart w:id="234" w:name="_Toc44882073"/>
      <w:bookmarkStart w:id="235" w:name="_Toc44882267"/>
      <w:bookmarkStart w:id="236" w:name="_Toc51864452"/>
      <w:r w:rsidRPr="00004A58">
        <w:t>5.3.3.6</w:t>
      </w:r>
      <w:r w:rsidRPr="00004A58">
        <w:tab/>
        <w:t>Serving-Node</w:t>
      </w:r>
      <w:bookmarkEnd w:id="233"/>
      <w:bookmarkEnd w:id="234"/>
      <w:bookmarkEnd w:id="235"/>
      <w:bookmarkEnd w:id="236"/>
    </w:p>
    <w:p w:rsidR="00DA25AD" w:rsidRPr="00004A58" w:rsidRDefault="00DA25AD" w:rsidP="00DA25AD">
      <w:r w:rsidRPr="00004A58">
        <w:t>The Serving-Node AVP is of type Grouped. This AVP shall contain the information about the network node serving the targeted SMS user. It is originally defined in 3GPP TS 29.173 [10].</w:t>
      </w:r>
    </w:p>
    <w:p w:rsidR="00DA25AD" w:rsidRPr="00004A58" w:rsidRDefault="00DA25AD" w:rsidP="00DA25AD">
      <w:r w:rsidRPr="00004A58">
        <w:t>AVP format</w:t>
      </w:r>
    </w:p>
    <w:p w:rsidR="00DA25AD" w:rsidRPr="00004A58" w:rsidRDefault="00DA25AD" w:rsidP="00DA25AD">
      <w:pPr>
        <w:ind w:left="568"/>
      </w:pPr>
      <w:r w:rsidRPr="00004A58">
        <w:t>Serving-Node ::=</w:t>
      </w:r>
      <w:r w:rsidRPr="00004A58">
        <w:tab/>
        <w:t xml:space="preserve">&lt;AVP header: </w:t>
      </w:r>
      <w:r w:rsidRPr="00004A58">
        <w:rPr>
          <w:lang w:eastAsia="zh-CN"/>
        </w:rPr>
        <w:t>2401</w:t>
      </w:r>
      <w:r w:rsidRPr="00004A58">
        <w:t xml:space="preserve"> 10415&gt;</w:t>
      </w:r>
    </w:p>
    <w:p w:rsidR="00DA25AD" w:rsidRPr="00004A58" w:rsidRDefault="00DA25AD" w:rsidP="00DA25AD">
      <w:pPr>
        <w:ind w:left="1440" w:firstLine="720"/>
        <w:rPr>
          <w:lang w:val="de-DE"/>
        </w:rPr>
      </w:pPr>
      <w:r w:rsidRPr="00004A58">
        <w:rPr>
          <w:lang w:val="de-DE"/>
        </w:rPr>
        <w:t>[ SGSN-Name ]</w:t>
      </w:r>
    </w:p>
    <w:p w:rsidR="00DA25AD" w:rsidRPr="00004A58" w:rsidRDefault="00DA25AD" w:rsidP="00DA25AD">
      <w:pPr>
        <w:ind w:left="1440" w:firstLine="720"/>
        <w:rPr>
          <w:lang w:val="de-DE"/>
        </w:rPr>
      </w:pPr>
      <w:r w:rsidRPr="00004A58">
        <w:rPr>
          <w:lang w:val="de-DE"/>
        </w:rPr>
        <w:t>[ SGSN-Realm ]</w:t>
      </w:r>
    </w:p>
    <w:p w:rsidR="00DA25AD" w:rsidRPr="00004A58" w:rsidRDefault="00DA25AD" w:rsidP="00DA25AD">
      <w:pPr>
        <w:ind w:left="1440" w:firstLine="720"/>
        <w:rPr>
          <w:lang w:val="de-DE"/>
        </w:rPr>
      </w:pPr>
      <w:r w:rsidRPr="00004A58">
        <w:rPr>
          <w:lang w:val="de-DE"/>
        </w:rPr>
        <w:t>[ SGSN-Number ]</w:t>
      </w:r>
    </w:p>
    <w:p w:rsidR="00DA25AD" w:rsidRPr="00004A58" w:rsidRDefault="00DA25AD" w:rsidP="00DA25AD">
      <w:pPr>
        <w:ind w:left="1440" w:firstLine="720"/>
      </w:pPr>
      <w:r w:rsidRPr="00004A58">
        <w:t xml:space="preserve">[ MME-Name ] </w:t>
      </w:r>
    </w:p>
    <w:p w:rsidR="00DA25AD" w:rsidRPr="00004A58" w:rsidRDefault="00DA25AD" w:rsidP="00DA25AD">
      <w:pPr>
        <w:ind w:left="1440" w:firstLine="720"/>
      </w:pPr>
      <w:r w:rsidRPr="00004A58">
        <w:t>[ MME-Realm ]</w:t>
      </w:r>
    </w:p>
    <w:p w:rsidR="00DA25AD" w:rsidRPr="00004A58" w:rsidRDefault="00DA25AD" w:rsidP="00DA25AD">
      <w:pPr>
        <w:ind w:left="1440" w:firstLine="720"/>
      </w:pPr>
      <w:r w:rsidRPr="00004A58">
        <w:t xml:space="preserve">[ MME-Number-for-MT-SMS ] </w:t>
      </w:r>
    </w:p>
    <w:p w:rsidR="00DA25AD" w:rsidRPr="00004A58" w:rsidRDefault="00DA25AD" w:rsidP="00DA25AD">
      <w:pPr>
        <w:ind w:left="1440" w:firstLine="720"/>
      </w:pPr>
      <w:r w:rsidRPr="00004A58">
        <w:t>[ MSC-Number ]</w:t>
      </w:r>
    </w:p>
    <w:p w:rsidR="00DA25AD" w:rsidRPr="00004A58" w:rsidRDefault="00DA25AD" w:rsidP="00DA25AD">
      <w:pPr>
        <w:ind w:left="1440" w:firstLine="720"/>
      </w:pPr>
      <w:r w:rsidRPr="00004A58">
        <w:t>[ IP-SM-GW-Number ]</w:t>
      </w:r>
    </w:p>
    <w:p w:rsidR="00DA25AD" w:rsidRPr="00004A58" w:rsidRDefault="00DA25AD" w:rsidP="00DA25AD">
      <w:pPr>
        <w:ind w:left="1440" w:firstLine="720"/>
      </w:pPr>
      <w:r w:rsidRPr="00004A58">
        <w:t>[ IP-SM-GW-Name ]</w:t>
      </w:r>
    </w:p>
    <w:p w:rsidR="00DA25AD" w:rsidRPr="00004A58" w:rsidRDefault="00DA25AD" w:rsidP="00DA25AD">
      <w:pPr>
        <w:ind w:left="1440" w:firstLine="720"/>
      </w:pPr>
      <w:r w:rsidRPr="00004A58">
        <w:t>[ IP-SM-GW-Realm ]</w:t>
      </w:r>
    </w:p>
    <w:p w:rsidR="00DA25AD" w:rsidRPr="00004A58" w:rsidRDefault="00DA25AD" w:rsidP="00DA25AD">
      <w:pPr>
        <w:ind w:left="1856" w:firstLine="304"/>
      </w:pPr>
      <w:r w:rsidRPr="00004A58">
        <w:t>*[AVP]</w:t>
      </w:r>
    </w:p>
    <w:p w:rsidR="00DA25AD" w:rsidRPr="00004A58" w:rsidRDefault="00DA25AD" w:rsidP="00DA25AD">
      <w:pPr>
        <w:rPr>
          <w:lang w:val="en-US"/>
        </w:rPr>
      </w:pPr>
      <w:r w:rsidRPr="00004A58">
        <w:rPr>
          <w:lang w:val="en-US"/>
        </w:rPr>
        <w:t>The following combinations are allowed:</w:t>
      </w:r>
    </w:p>
    <w:p w:rsidR="00DA25AD" w:rsidRPr="00004A58" w:rsidRDefault="00DA25AD" w:rsidP="00DA25AD">
      <w:pPr>
        <w:pStyle w:val="B1"/>
        <w:rPr>
          <w:lang w:val="en-US"/>
        </w:rPr>
      </w:pPr>
      <w:r w:rsidRPr="00004A58">
        <w:rPr>
          <w:lang w:val="en-US"/>
        </w:rPr>
        <w:t>a) SGSN-Number</w:t>
      </w:r>
    </w:p>
    <w:p w:rsidR="00DA25AD" w:rsidRPr="00004A58" w:rsidRDefault="00DA25AD" w:rsidP="00DA25AD">
      <w:pPr>
        <w:pStyle w:val="B1"/>
      </w:pPr>
      <w:r w:rsidRPr="00004A58">
        <w:t>b) SGSN-Name &amp; SGSN-Realm &amp; SGSN-Number if the HSS supports the "Gdd in SGSN" feature and has received the "Gdd in SGSN" indication over S6a or Gr interface from the SGSN (cf. 3GPP TS 29.272 [4] and 3GPP TS 29.002 [9])</w:t>
      </w:r>
    </w:p>
    <w:p w:rsidR="00DA25AD" w:rsidRPr="00004A58" w:rsidRDefault="00DA25AD" w:rsidP="00DA25AD">
      <w:pPr>
        <w:pStyle w:val="B1"/>
        <w:rPr>
          <w:lang w:val="en-US"/>
        </w:rPr>
      </w:pPr>
      <w:r w:rsidRPr="00004A58">
        <w:rPr>
          <w:lang w:val="en-US"/>
        </w:rPr>
        <w:t>c) MME-Name &amp; MME-Realm &amp; MME-Number-for-MT-SMS</w:t>
      </w:r>
    </w:p>
    <w:p w:rsidR="00DA25AD" w:rsidRPr="00004A58" w:rsidRDefault="00DA25AD" w:rsidP="00DA25AD">
      <w:pPr>
        <w:pStyle w:val="B1"/>
        <w:rPr>
          <w:lang w:val="en-US"/>
        </w:rPr>
      </w:pPr>
      <w:r w:rsidRPr="00004A58">
        <w:rPr>
          <w:lang w:val="en-US"/>
        </w:rPr>
        <w:t>d) MSC-Number</w:t>
      </w:r>
    </w:p>
    <w:p w:rsidR="00DA25AD" w:rsidRPr="00004A58" w:rsidRDefault="00DA25AD" w:rsidP="00DA25AD">
      <w:pPr>
        <w:pStyle w:val="B1"/>
        <w:rPr>
          <w:lang w:val="en-US"/>
        </w:rPr>
      </w:pPr>
      <w:r w:rsidRPr="00004A58">
        <w:rPr>
          <w:lang w:val="en-US"/>
        </w:rPr>
        <w:t>e) MSC-Number &amp; MME-Name &amp; MME-Realm</w:t>
      </w:r>
    </w:p>
    <w:p w:rsidR="00DA25AD" w:rsidRPr="00004A58" w:rsidRDefault="00DA25AD" w:rsidP="00DA25AD">
      <w:pPr>
        <w:pStyle w:val="B1"/>
        <w:rPr>
          <w:lang w:val="en-US"/>
        </w:rPr>
      </w:pPr>
      <w:r w:rsidRPr="00004A58">
        <w:rPr>
          <w:lang w:val="en-US"/>
        </w:rPr>
        <w:lastRenderedPageBreak/>
        <w:t>f) IP-SM-GW-Number</w:t>
      </w:r>
    </w:p>
    <w:p w:rsidR="00DA25AD" w:rsidRPr="00004A58" w:rsidRDefault="00DA25AD" w:rsidP="00DA25AD">
      <w:pPr>
        <w:pStyle w:val="B1"/>
        <w:rPr>
          <w:lang w:val="en-US"/>
        </w:rPr>
      </w:pPr>
      <w:r w:rsidRPr="00004A58">
        <w:rPr>
          <w:lang w:val="en-US"/>
        </w:rPr>
        <w:t>g) IP-SM-GW-Number &amp; IP-SM-GW-Name.</w:t>
      </w:r>
    </w:p>
    <w:p w:rsidR="00DA25AD" w:rsidRPr="00004A58" w:rsidRDefault="00DA25AD" w:rsidP="00DA25AD">
      <w:pPr>
        <w:pStyle w:val="Heading4"/>
      </w:pPr>
      <w:bookmarkStart w:id="237" w:name="_Toc533204496"/>
      <w:bookmarkStart w:id="238" w:name="_Toc44882074"/>
      <w:bookmarkStart w:id="239" w:name="_Toc44882268"/>
      <w:bookmarkStart w:id="240" w:name="_Toc51864453"/>
      <w:r w:rsidRPr="00004A58">
        <w:t>5.3.3.7</w:t>
      </w:r>
      <w:r w:rsidRPr="00004A58">
        <w:tab/>
        <w:t>Additional-Serving-Node</w:t>
      </w:r>
      <w:bookmarkEnd w:id="237"/>
      <w:bookmarkEnd w:id="238"/>
      <w:bookmarkEnd w:id="239"/>
      <w:bookmarkEnd w:id="240"/>
    </w:p>
    <w:p w:rsidR="00DA25AD" w:rsidRPr="00004A58" w:rsidRDefault="00DA25AD" w:rsidP="00DA25AD">
      <w:r w:rsidRPr="00004A58">
        <w:t>The Additional-Serving-Node AVP is of type Grouped. This AVP shall contain the information about the network node serving the targeted user.</w:t>
      </w:r>
      <w:r w:rsidRPr="00004A58">
        <w:rPr>
          <w:lang w:val="en-US"/>
        </w:rPr>
        <w:t xml:space="preserve"> It is originally defined in 3GPP TS 29.173 [10].</w:t>
      </w:r>
    </w:p>
    <w:p w:rsidR="00DA25AD" w:rsidRPr="00004A58" w:rsidRDefault="00DA25AD" w:rsidP="00DA25AD">
      <w:r w:rsidRPr="00004A58">
        <w:t>AVP format</w:t>
      </w:r>
    </w:p>
    <w:p w:rsidR="00DA25AD" w:rsidRPr="00004A58" w:rsidRDefault="00DA25AD" w:rsidP="00DA25AD">
      <w:pPr>
        <w:ind w:left="568"/>
      </w:pPr>
      <w:r w:rsidRPr="00004A58">
        <w:t>Additional-Serving-Node ::=</w:t>
      </w:r>
      <w:r w:rsidRPr="00004A58">
        <w:tab/>
        <w:t xml:space="preserve">&lt;AVP header: </w:t>
      </w:r>
      <w:r w:rsidRPr="00004A58">
        <w:rPr>
          <w:lang w:eastAsia="zh-CN"/>
        </w:rPr>
        <w:t>2406</w:t>
      </w:r>
      <w:r w:rsidRPr="00004A58">
        <w:t xml:space="preserve"> 10415&gt;</w:t>
      </w:r>
    </w:p>
    <w:p w:rsidR="00DA25AD" w:rsidRPr="00004A58" w:rsidRDefault="00DA25AD" w:rsidP="00DA25AD">
      <w:pPr>
        <w:ind w:left="1440" w:firstLine="720"/>
        <w:rPr>
          <w:lang w:val="de-DE"/>
        </w:rPr>
      </w:pPr>
      <w:r w:rsidRPr="00004A58">
        <w:rPr>
          <w:lang w:val="de-DE"/>
        </w:rPr>
        <w:t>[ SGSN-Name ]</w:t>
      </w:r>
    </w:p>
    <w:p w:rsidR="00DA25AD" w:rsidRPr="00004A58" w:rsidRDefault="00DA25AD" w:rsidP="00DA25AD">
      <w:pPr>
        <w:ind w:left="1440" w:firstLine="720"/>
        <w:rPr>
          <w:lang w:val="de-DE"/>
        </w:rPr>
      </w:pPr>
      <w:r w:rsidRPr="00004A58">
        <w:rPr>
          <w:lang w:val="de-DE"/>
        </w:rPr>
        <w:t>[ SGSN-Realm ]</w:t>
      </w:r>
    </w:p>
    <w:p w:rsidR="00DA25AD" w:rsidRPr="00004A58" w:rsidRDefault="00DA25AD" w:rsidP="00DA25AD">
      <w:pPr>
        <w:ind w:left="1440" w:firstLine="720"/>
        <w:rPr>
          <w:lang w:val="de-DE"/>
        </w:rPr>
      </w:pPr>
      <w:r w:rsidRPr="00004A58">
        <w:rPr>
          <w:lang w:val="de-DE"/>
        </w:rPr>
        <w:t>[ SGSN-Number ]</w:t>
      </w:r>
    </w:p>
    <w:p w:rsidR="00DA25AD" w:rsidRPr="00004A58" w:rsidRDefault="00DA25AD" w:rsidP="00DA25AD">
      <w:pPr>
        <w:ind w:left="1440" w:firstLine="720"/>
      </w:pPr>
      <w:r w:rsidRPr="00004A58">
        <w:t>[ MME-Name ]</w:t>
      </w:r>
    </w:p>
    <w:p w:rsidR="00DA25AD" w:rsidRPr="00004A58" w:rsidRDefault="00DA25AD" w:rsidP="00DA25AD">
      <w:pPr>
        <w:ind w:left="1440" w:firstLine="720"/>
      </w:pPr>
      <w:r w:rsidRPr="00004A58">
        <w:t>[ MME-Realm ]</w:t>
      </w:r>
    </w:p>
    <w:p w:rsidR="00DA25AD" w:rsidRPr="00004A58" w:rsidRDefault="00DA25AD" w:rsidP="00DA25AD">
      <w:pPr>
        <w:ind w:left="1440" w:firstLine="720"/>
      </w:pPr>
      <w:r w:rsidRPr="00004A58">
        <w:t>[ MME-Number-for-MT-SMS ]</w:t>
      </w:r>
    </w:p>
    <w:p w:rsidR="00DA25AD" w:rsidRPr="00004A58" w:rsidRDefault="00DA25AD" w:rsidP="00DA25AD">
      <w:pPr>
        <w:ind w:left="1440" w:firstLine="720"/>
      </w:pPr>
      <w:r w:rsidRPr="00004A58">
        <w:t xml:space="preserve"> [ MSC-Number ]</w:t>
      </w:r>
    </w:p>
    <w:p w:rsidR="00DA25AD" w:rsidRPr="00004A58" w:rsidRDefault="00DA25AD" w:rsidP="00DA25AD">
      <w:pPr>
        <w:ind w:left="1440" w:firstLine="720"/>
      </w:pPr>
      <w:r w:rsidRPr="00004A58">
        <w:t>*[AVP]</w:t>
      </w:r>
    </w:p>
    <w:p w:rsidR="00DA25AD" w:rsidRPr="00004A58" w:rsidRDefault="00DA25AD" w:rsidP="00DA25AD">
      <w:pPr>
        <w:rPr>
          <w:lang w:val="en-US"/>
        </w:rPr>
      </w:pPr>
      <w:r w:rsidRPr="00004A58">
        <w:rPr>
          <w:lang w:val="en-US"/>
        </w:rPr>
        <w:t>The following combinations are allowed:</w:t>
      </w:r>
    </w:p>
    <w:p w:rsidR="00DA25AD" w:rsidRPr="00004A58" w:rsidRDefault="00DA25AD" w:rsidP="00DA25AD">
      <w:pPr>
        <w:pStyle w:val="B1"/>
        <w:rPr>
          <w:lang w:val="en-US"/>
        </w:rPr>
      </w:pPr>
      <w:r w:rsidRPr="00004A58">
        <w:rPr>
          <w:lang w:val="en-US"/>
        </w:rPr>
        <w:t>a) SGSN-Number</w:t>
      </w:r>
    </w:p>
    <w:p w:rsidR="00DA25AD" w:rsidRPr="00004A58" w:rsidRDefault="00DA25AD" w:rsidP="00DA25AD">
      <w:pPr>
        <w:pStyle w:val="B1"/>
      </w:pPr>
      <w:r w:rsidRPr="00004A58">
        <w:t>b) SGSN-Name &amp; SGSN-Realm &amp; SGSN-Number if the HSS supports the "Gdd in SGSN" feature and has received the "Gdd in SGSN" indication over S6a or Gr interface from the SGSN (cf. 3GPP TS 29.272 [4] and 3GPP TS 29.002 [9]</w:t>
      </w:r>
    </w:p>
    <w:p w:rsidR="00DA25AD" w:rsidRPr="00004A58" w:rsidRDefault="00DA25AD" w:rsidP="00DA25AD">
      <w:pPr>
        <w:pStyle w:val="B1"/>
        <w:rPr>
          <w:lang w:val="en-US"/>
        </w:rPr>
      </w:pPr>
      <w:r w:rsidRPr="00004A58">
        <w:rPr>
          <w:lang w:val="en-US"/>
        </w:rPr>
        <w:t>c) MME-Name &amp; MME-Realm &amp; MME-Number-for-MT-SMS</w:t>
      </w:r>
    </w:p>
    <w:p w:rsidR="00DA25AD" w:rsidRPr="00004A58" w:rsidRDefault="00DA25AD" w:rsidP="00DA25AD">
      <w:pPr>
        <w:pStyle w:val="B1"/>
        <w:rPr>
          <w:lang w:val="en-US"/>
        </w:rPr>
      </w:pPr>
      <w:r w:rsidRPr="00004A58">
        <w:rPr>
          <w:lang w:val="en-US"/>
        </w:rPr>
        <w:t>d) MSC-Number</w:t>
      </w:r>
    </w:p>
    <w:p w:rsidR="00DA25AD" w:rsidRPr="00004A58" w:rsidRDefault="00DA25AD" w:rsidP="00DA25AD">
      <w:pPr>
        <w:pStyle w:val="B1"/>
        <w:rPr>
          <w:lang w:val="en-US"/>
        </w:rPr>
      </w:pPr>
      <w:r w:rsidRPr="00004A58">
        <w:rPr>
          <w:lang w:val="en-US"/>
        </w:rPr>
        <w:t>e) MSC-Number &amp; MME-Name &amp; MME-Realm</w:t>
      </w:r>
    </w:p>
    <w:p w:rsidR="00DA25AD" w:rsidRPr="00004A58" w:rsidRDefault="00DA25AD" w:rsidP="00DA25AD">
      <w:pPr>
        <w:pStyle w:val="Heading4"/>
      </w:pPr>
      <w:bookmarkStart w:id="241" w:name="_Toc533204497"/>
      <w:bookmarkStart w:id="242" w:name="_Toc44882075"/>
      <w:bookmarkStart w:id="243" w:name="_Toc44882269"/>
      <w:bookmarkStart w:id="244" w:name="_Toc51864454"/>
      <w:r w:rsidRPr="00004A58">
        <w:t>5.3.3.8</w:t>
      </w:r>
      <w:r w:rsidRPr="00004A58">
        <w:tab/>
        <w:t>MWD-Status</w:t>
      </w:r>
      <w:bookmarkEnd w:id="241"/>
      <w:bookmarkEnd w:id="242"/>
      <w:bookmarkEnd w:id="243"/>
      <w:bookmarkEnd w:id="244"/>
    </w:p>
    <w:p w:rsidR="00DA25AD" w:rsidRPr="00004A58" w:rsidRDefault="00DA25AD" w:rsidP="00DA25AD">
      <w:pPr>
        <w:rPr>
          <w:lang w:eastAsia="ja-JP"/>
        </w:rPr>
      </w:pPr>
      <w:r w:rsidRPr="00004A58">
        <w:t>The MWD-Status AVP is of type Unsigned32 and it shall contain a bit mask. The meaning of the bits shall be as defined in table 5.3.3.8/1:</w:t>
      </w:r>
    </w:p>
    <w:p w:rsidR="00DA25AD" w:rsidRPr="00004A58" w:rsidRDefault="00DA25AD" w:rsidP="00DA25AD">
      <w:pPr>
        <w:pStyle w:val="TH"/>
      </w:pPr>
      <w:r w:rsidRPr="00004A58">
        <w:t>Table 5.3.3.8/1: MWD Status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842"/>
        <w:gridCol w:w="5387"/>
      </w:tblGrid>
      <w:tr w:rsidR="00DA25AD" w:rsidRPr="00004A58" w:rsidTr="00E50914">
        <w:trPr>
          <w:cantSplit/>
          <w:jc w:val="center"/>
        </w:trPr>
        <w:tc>
          <w:tcPr>
            <w:tcW w:w="993" w:type="dxa"/>
          </w:tcPr>
          <w:p w:rsidR="00DA25AD" w:rsidRPr="00004A58" w:rsidRDefault="00DA25AD" w:rsidP="00E50914">
            <w:pPr>
              <w:pStyle w:val="TAH"/>
            </w:pPr>
            <w:r w:rsidRPr="00004A58">
              <w:t>bit</w:t>
            </w:r>
          </w:p>
        </w:tc>
        <w:tc>
          <w:tcPr>
            <w:tcW w:w="1842" w:type="dxa"/>
          </w:tcPr>
          <w:p w:rsidR="00DA25AD" w:rsidRPr="00004A58" w:rsidRDefault="00DA25AD" w:rsidP="00E50914">
            <w:pPr>
              <w:pStyle w:val="TAH"/>
            </w:pPr>
            <w:r w:rsidRPr="00004A58">
              <w:t>name</w:t>
            </w:r>
          </w:p>
        </w:tc>
        <w:tc>
          <w:tcPr>
            <w:tcW w:w="5387" w:type="dxa"/>
          </w:tcPr>
          <w:p w:rsidR="00DA25AD" w:rsidRPr="00004A58" w:rsidRDefault="00DA25AD" w:rsidP="00E50914">
            <w:pPr>
              <w:pStyle w:val="TAH"/>
            </w:pPr>
            <w:r w:rsidRPr="00004A58">
              <w:t>Description</w:t>
            </w:r>
          </w:p>
        </w:tc>
      </w:tr>
      <w:tr w:rsidR="00DA25AD" w:rsidRPr="00004A58" w:rsidTr="00E50914">
        <w:trPr>
          <w:cantSplit/>
          <w:jc w:val="center"/>
        </w:trPr>
        <w:tc>
          <w:tcPr>
            <w:tcW w:w="993" w:type="dxa"/>
          </w:tcPr>
          <w:p w:rsidR="00DA25AD" w:rsidRPr="00004A58" w:rsidRDefault="00DA25AD" w:rsidP="00E50914">
            <w:pPr>
              <w:pStyle w:val="TAC"/>
            </w:pPr>
            <w:r w:rsidRPr="00004A58">
              <w:t>0</w:t>
            </w:r>
          </w:p>
        </w:tc>
        <w:tc>
          <w:tcPr>
            <w:tcW w:w="1842" w:type="dxa"/>
          </w:tcPr>
          <w:p w:rsidR="00DA25AD" w:rsidRPr="00004A58" w:rsidRDefault="00DA25AD" w:rsidP="00E50914">
            <w:pPr>
              <w:pStyle w:val="TAL"/>
            </w:pPr>
            <w:r w:rsidRPr="00004A58">
              <w:t>SC-Address Not included</w:t>
            </w:r>
          </w:p>
        </w:tc>
        <w:tc>
          <w:tcPr>
            <w:tcW w:w="5387" w:type="dxa"/>
          </w:tcPr>
          <w:p w:rsidR="00DA25AD" w:rsidRPr="00004A58" w:rsidRDefault="00DA25AD" w:rsidP="00E50914">
            <w:pPr>
              <w:pStyle w:val="TAL"/>
            </w:pPr>
            <w:r w:rsidRPr="00004A58">
              <w:t>This bit when set shall indicate that the SC Address has not been added to the Message Waiting Data in the HSS.</w:t>
            </w:r>
          </w:p>
        </w:tc>
      </w:tr>
      <w:tr w:rsidR="00DA25AD" w:rsidRPr="00004A58" w:rsidTr="00E50914">
        <w:trPr>
          <w:cantSplit/>
          <w:jc w:val="center"/>
        </w:trPr>
        <w:tc>
          <w:tcPr>
            <w:tcW w:w="993" w:type="dxa"/>
          </w:tcPr>
          <w:p w:rsidR="00DA25AD" w:rsidRPr="00004A58" w:rsidRDefault="00DA25AD" w:rsidP="00E50914">
            <w:pPr>
              <w:pStyle w:val="TAC"/>
            </w:pPr>
            <w:r w:rsidRPr="00004A58">
              <w:t>1</w:t>
            </w:r>
          </w:p>
        </w:tc>
        <w:tc>
          <w:tcPr>
            <w:tcW w:w="1842" w:type="dxa"/>
          </w:tcPr>
          <w:p w:rsidR="00DA25AD" w:rsidRPr="00004A58" w:rsidRDefault="00DA25AD" w:rsidP="00E50914">
            <w:pPr>
              <w:pStyle w:val="TAL"/>
            </w:pPr>
            <w:r w:rsidRPr="00004A58">
              <w:t>MNRF-Set</w:t>
            </w:r>
          </w:p>
        </w:tc>
        <w:tc>
          <w:tcPr>
            <w:tcW w:w="5387" w:type="dxa"/>
          </w:tcPr>
          <w:p w:rsidR="00DA25AD" w:rsidRPr="00004A58" w:rsidRDefault="00DA25AD" w:rsidP="00E50914">
            <w:pPr>
              <w:pStyle w:val="TAL"/>
            </w:pPr>
            <w:r w:rsidRPr="00004A58">
              <w:t>This bit, when set, shall indicate that the MNRF flag is set in the HSS</w:t>
            </w:r>
          </w:p>
        </w:tc>
      </w:tr>
      <w:tr w:rsidR="00DA25AD" w:rsidRPr="00004A58" w:rsidTr="00E50914">
        <w:trPr>
          <w:cantSplit/>
          <w:jc w:val="center"/>
        </w:trPr>
        <w:tc>
          <w:tcPr>
            <w:tcW w:w="993" w:type="dxa"/>
          </w:tcPr>
          <w:p w:rsidR="00DA25AD" w:rsidRPr="00004A58" w:rsidRDefault="00DA25AD" w:rsidP="00E50914">
            <w:pPr>
              <w:pStyle w:val="TAC"/>
            </w:pPr>
            <w:r w:rsidRPr="00004A58">
              <w:rPr>
                <w:lang w:eastAsia="zh-CN"/>
              </w:rPr>
              <w:t>2</w:t>
            </w:r>
          </w:p>
        </w:tc>
        <w:tc>
          <w:tcPr>
            <w:tcW w:w="1842" w:type="dxa"/>
          </w:tcPr>
          <w:p w:rsidR="00DA25AD" w:rsidRPr="00004A58" w:rsidRDefault="00DA25AD" w:rsidP="00E50914">
            <w:pPr>
              <w:pStyle w:val="TAL"/>
            </w:pPr>
            <w:r w:rsidRPr="00004A58">
              <w:rPr>
                <w:lang w:eastAsia="zh-CN"/>
              </w:rPr>
              <w:t>MCEF-Set</w:t>
            </w:r>
          </w:p>
        </w:tc>
        <w:tc>
          <w:tcPr>
            <w:tcW w:w="5387" w:type="dxa"/>
          </w:tcPr>
          <w:p w:rsidR="00DA25AD" w:rsidRPr="00004A58" w:rsidRDefault="00DA25AD" w:rsidP="00E50914">
            <w:pPr>
              <w:pStyle w:val="TAL"/>
            </w:pPr>
            <w:r w:rsidRPr="00004A58">
              <w:t>This bit, when set, shall indicate that the MCEF flag is set in the HSS.</w:t>
            </w:r>
          </w:p>
        </w:tc>
      </w:tr>
      <w:tr w:rsidR="00DA25AD" w:rsidRPr="00004A58" w:rsidTr="00E50914">
        <w:trPr>
          <w:cantSplit/>
          <w:jc w:val="center"/>
        </w:trPr>
        <w:tc>
          <w:tcPr>
            <w:tcW w:w="993" w:type="dxa"/>
          </w:tcPr>
          <w:p w:rsidR="00DA25AD" w:rsidRPr="00004A58" w:rsidRDefault="00DA25AD" w:rsidP="00E50914">
            <w:pPr>
              <w:pStyle w:val="TAC"/>
            </w:pPr>
            <w:r w:rsidRPr="00004A58">
              <w:rPr>
                <w:lang w:eastAsia="zh-CN"/>
              </w:rPr>
              <w:t>3</w:t>
            </w:r>
          </w:p>
        </w:tc>
        <w:tc>
          <w:tcPr>
            <w:tcW w:w="1842" w:type="dxa"/>
          </w:tcPr>
          <w:p w:rsidR="00DA25AD" w:rsidRPr="00004A58" w:rsidRDefault="00DA25AD" w:rsidP="00E50914">
            <w:pPr>
              <w:pStyle w:val="TAL"/>
            </w:pPr>
            <w:r w:rsidRPr="00004A58">
              <w:rPr>
                <w:lang w:eastAsia="zh-CN"/>
              </w:rPr>
              <w:t>MNRG-Set</w:t>
            </w:r>
          </w:p>
        </w:tc>
        <w:tc>
          <w:tcPr>
            <w:tcW w:w="5387" w:type="dxa"/>
          </w:tcPr>
          <w:p w:rsidR="00DA25AD" w:rsidRPr="00004A58" w:rsidRDefault="00DA25AD" w:rsidP="00E50914">
            <w:pPr>
              <w:pStyle w:val="TAL"/>
            </w:pPr>
            <w:r w:rsidRPr="00004A58">
              <w:t>This bit, when set, shall indicate that the MNRG flag is set in the HSS</w:t>
            </w:r>
          </w:p>
        </w:tc>
      </w:tr>
      <w:tr w:rsidR="00BC6049" w:rsidRPr="00004A58" w:rsidTr="00E50914">
        <w:trPr>
          <w:cantSplit/>
          <w:jc w:val="center"/>
        </w:trPr>
        <w:tc>
          <w:tcPr>
            <w:tcW w:w="993" w:type="dxa"/>
          </w:tcPr>
          <w:p w:rsidR="00BC6049" w:rsidRPr="00004A58" w:rsidRDefault="00BC6049" w:rsidP="00BC6049">
            <w:pPr>
              <w:pStyle w:val="TAC"/>
              <w:rPr>
                <w:lang w:eastAsia="zh-CN"/>
              </w:rPr>
            </w:pPr>
            <w:r w:rsidRPr="00004A58">
              <w:rPr>
                <w:lang w:eastAsia="zh-CN"/>
              </w:rPr>
              <w:t>4</w:t>
            </w:r>
          </w:p>
        </w:tc>
        <w:tc>
          <w:tcPr>
            <w:tcW w:w="1842" w:type="dxa"/>
          </w:tcPr>
          <w:p w:rsidR="00BC6049" w:rsidRPr="00004A58" w:rsidRDefault="00BC6049" w:rsidP="00BC6049">
            <w:pPr>
              <w:pStyle w:val="TAL"/>
              <w:rPr>
                <w:lang w:eastAsia="zh-CN"/>
              </w:rPr>
            </w:pPr>
            <w:r w:rsidRPr="00004A58">
              <w:rPr>
                <w:lang w:eastAsia="zh-CN"/>
              </w:rPr>
              <w:t>MNR5G-Set</w:t>
            </w:r>
          </w:p>
        </w:tc>
        <w:tc>
          <w:tcPr>
            <w:tcW w:w="5387" w:type="dxa"/>
          </w:tcPr>
          <w:p w:rsidR="00BC6049" w:rsidRPr="00004A58" w:rsidRDefault="00BC6049" w:rsidP="00BC6049">
            <w:pPr>
              <w:pStyle w:val="TAL"/>
            </w:pPr>
            <w:r w:rsidRPr="00004A58">
              <w:t>This bit, when set, shall indicate that the HSS/UDM is waiting for a reachability notification / registration from 5G serving nodes.</w:t>
            </w:r>
          </w:p>
        </w:tc>
      </w:tr>
      <w:tr w:rsidR="00DA25AD" w:rsidRPr="00004A58" w:rsidTr="00E50914">
        <w:trPr>
          <w:cantSplit/>
          <w:jc w:val="center"/>
        </w:trPr>
        <w:tc>
          <w:tcPr>
            <w:tcW w:w="8222" w:type="dxa"/>
            <w:gridSpan w:val="3"/>
          </w:tcPr>
          <w:p w:rsidR="00DA25AD" w:rsidRPr="00004A58" w:rsidRDefault="00DA25AD" w:rsidP="00E50914">
            <w:pPr>
              <w:pStyle w:val="TAN"/>
            </w:pPr>
            <w:r w:rsidRPr="00004A58">
              <w:t>NOTE:</w:t>
            </w:r>
            <w:r w:rsidRPr="00004A58">
              <w:tab/>
              <w:t>Bits not defined in this table shall be cleared by the sending HSS and discarded by the receiving MME.</w:t>
            </w:r>
          </w:p>
        </w:tc>
      </w:tr>
    </w:tbl>
    <w:p w:rsidR="00DA25AD" w:rsidRPr="00004A58" w:rsidRDefault="00DA25AD" w:rsidP="00DA25AD"/>
    <w:p w:rsidR="00DA25AD" w:rsidRPr="00004A58" w:rsidRDefault="00DA25AD" w:rsidP="00DA25AD">
      <w:pPr>
        <w:pStyle w:val="Heading4"/>
      </w:pPr>
      <w:bookmarkStart w:id="245" w:name="_Toc533204498"/>
      <w:bookmarkStart w:id="246" w:name="_Toc44882076"/>
      <w:bookmarkStart w:id="247" w:name="_Toc44882270"/>
      <w:bookmarkStart w:id="248" w:name="_Toc51864455"/>
      <w:r w:rsidRPr="00004A58">
        <w:lastRenderedPageBreak/>
        <w:t>5.3.3.9</w:t>
      </w:r>
      <w:r w:rsidRPr="00004A58">
        <w:tab/>
        <w:t>MME-Absent-User-Diagnostic-SM</w:t>
      </w:r>
      <w:bookmarkEnd w:id="245"/>
      <w:bookmarkEnd w:id="246"/>
      <w:bookmarkEnd w:id="247"/>
      <w:bookmarkEnd w:id="248"/>
    </w:p>
    <w:p w:rsidR="00DA25AD" w:rsidRPr="00004A58" w:rsidRDefault="00DA25AD" w:rsidP="00DA25AD">
      <w:r w:rsidRPr="00004A58">
        <w:t xml:space="preserve">The MME-Absent-User-Diagnostic-SM AVP </w:t>
      </w:r>
      <w:r w:rsidRPr="00004A58">
        <w:rPr>
          <w:lang w:val="en-US"/>
        </w:rPr>
        <w:t xml:space="preserve">is of type Unsigned32 and shall indicate the diagnostic explaining the absence of the user given by the MME. The values are defined in 3GPP TS 23.040 [3] </w:t>
      </w:r>
      <w:r w:rsidR="005252A2" w:rsidRPr="00004A58">
        <w:rPr>
          <w:lang w:val="en-US"/>
        </w:rPr>
        <w:t>clause</w:t>
      </w:r>
      <w:r w:rsidRPr="00004A58">
        <w:rPr>
          <w:lang w:val="en-US"/>
        </w:rPr>
        <w:t xml:space="preserve"> 3.3.2.</w:t>
      </w:r>
    </w:p>
    <w:p w:rsidR="00DA25AD" w:rsidRPr="00004A58" w:rsidRDefault="00DA25AD" w:rsidP="00DA25AD">
      <w:pPr>
        <w:pStyle w:val="Heading4"/>
      </w:pPr>
      <w:bookmarkStart w:id="249" w:name="_Toc533204499"/>
      <w:bookmarkStart w:id="250" w:name="_Toc44882077"/>
      <w:bookmarkStart w:id="251" w:name="_Toc44882271"/>
      <w:bookmarkStart w:id="252" w:name="_Toc51864456"/>
      <w:r w:rsidRPr="00004A58">
        <w:t>5.3.3.10</w:t>
      </w:r>
      <w:r w:rsidRPr="00004A58">
        <w:tab/>
        <w:t>MSC-Absent-User-Diagnostic-SM</w:t>
      </w:r>
      <w:bookmarkEnd w:id="249"/>
      <w:bookmarkEnd w:id="250"/>
      <w:bookmarkEnd w:id="251"/>
      <w:bookmarkEnd w:id="252"/>
    </w:p>
    <w:p w:rsidR="00DA25AD" w:rsidRPr="00004A58" w:rsidRDefault="00DA25AD" w:rsidP="00DA25AD">
      <w:r w:rsidRPr="00004A58">
        <w:t xml:space="preserve">The MSC-Absent-User-Diagnostic-SM AVP </w:t>
      </w:r>
      <w:r w:rsidRPr="00004A58">
        <w:rPr>
          <w:lang w:val="en-US"/>
        </w:rPr>
        <w:t xml:space="preserve">is of type Unsigned32 and shall indicate the diagnostic explaining the absence of the user given by the MSC. The values are defined in 3GPP TS 23.040 [3] </w:t>
      </w:r>
      <w:r w:rsidR="005252A2" w:rsidRPr="00004A58">
        <w:rPr>
          <w:lang w:val="en-US"/>
        </w:rPr>
        <w:t>clause</w:t>
      </w:r>
      <w:r w:rsidRPr="00004A58">
        <w:rPr>
          <w:lang w:val="en-US"/>
        </w:rPr>
        <w:t xml:space="preserve"> 3.3.2.</w:t>
      </w:r>
    </w:p>
    <w:p w:rsidR="00DA25AD" w:rsidRPr="00004A58" w:rsidRDefault="00DA25AD" w:rsidP="00DA25AD">
      <w:pPr>
        <w:pStyle w:val="Heading4"/>
      </w:pPr>
      <w:bookmarkStart w:id="253" w:name="_Toc533204500"/>
      <w:bookmarkStart w:id="254" w:name="_Toc44882078"/>
      <w:bookmarkStart w:id="255" w:name="_Toc44882272"/>
      <w:bookmarkStart w:id="256" w:name="_Toc51864457"/>
      <w:r w:rsidRPr="00004A58">
        <w:t>5.3.3.11</w:t>
      </w:r>
      <w:r w:rsidRPr="00004A58">
        <w:tab/>
        <w:t>SGSN-Absent-Subscriber-Diagnostic-SM</w:t>
      </w:r>
      <w:bookmarkEnd w:id="253"/>
      <w:bookmarkEnd w:id="254"/>
      <w:bookmarkEnd w:id="255"/>
      <w:bookmarkEnd w:id="256"/>
    </w:p>
    <w:p w:rsidR="00DA25AD" w:rsidRPr="00004A58" w:rsidRDefault="00DA25AD" w:rsidP="00DA25AD">
      <w:r w:rsidRPr="00004A58">
        <w:t xml:space="preserve">The SGSN-Absent-User-Diagnostic-SM AVP </w:t>
      </w:r>
      <w:r w:rsidRPr="00004A58">
        <w:rPr>
          <w:lang w:val="en-US"/>
        </w:rPr>
        <w:t xml:space="preserve">is of type Unsigned32 and shall indicate the diagnostic explaining the absence of the user given by the SGSN. The values are defined in 3GPP TS 23.040 [3] </w:t>
      </w:r>
      <w:r w:rsidR="005252A2" w:rsidRPr="00004A58">
        <w:rPr>
          <w:lang w:val="en-US"/>
        </w:rPr>
        <w:t>clause</w:t>
      </w:r>
      <w:r w:rsidRPr="00004A58">
        <w:rPr>
          <w:lang w:val="en-US"/>
        </w:rPr>
        <w:t xml:space="preserve"> 3.3.2.</w:t>
      </w:r>
    </w:p>
    <w:p w:rsidR="00DA25AD" w:rsidRPr="00004A58" w:rsidRDefault="00DA25AD" w:rsidP="00DA25AD">
      <w:pPr>
        <w:pStyle w:val="Heading4"/>
      </w:pPr>
      <w:bookmarkStart w:id="257" w:name="_Toc533204501"/>
      <w:bookmarkStart w:id="258" w:name="_Toc44882079"/>
      <w:bookmarkStart w:id="259" w:name="_Toc44882273"/>
      <w:bookmarkStart w:id="260" w:name="_Toc51864458"/>
      <w:r w:rsidRPr="00004A58">
        <w:t>5.3.3.12</w:t>
      </w:r>
      <w:r w:rsidRPr="00004A58">
        <w:tab/>
        <w:t>Feature-List-ID AVP</w:t>
      </w:r>
      <w:bookmarkEnd w:id="257"/>
      <w:bookmarkEnd w:id="258"/>
      <w:bookmarkEnd w:id="259"/>
      <w:bookmarkEnd w:id="260"/>
    </w:p>
    <w:p w:rsidR="00DA25AD" w:rsidRPr="00004A58" w:rsidRDefault="00DA25AD" w:rsidP="00DA25AD">
      <w:r w:rsidRPr="00004A58">
        <w:t>The syntax of this AVP is defined in 3GPP TS 29.229 [5]. For this release, the Feature-List-ID AVP value shall be set to 1.</w:t>
      </w:r>
    </w:p>
    <w:p w:rsidR="00DA25AD" w:rsidRPr="00004A58" w:rsidRDefault="00DA25AD" w:rsidP="00DA25AD">
      <w:pPr>
        <w:pStyle w:val="Heading4"/>
      </w:pPr>
      <w:bookmarkStart w:id="261" w:name="_Toc533204502"/>
      <w:bookmarkStart w:id="262" w:name="_Toc44882080"/>
      <w:bookmarkStart w:id="263" w:name="_Toc44882274"/>
      <w:bookmarkStart w:id="264" w:name="_Toc51864459"/>
      <w:r w:rsidRPr="00004A58">
        <w:t>5.3.3.13</w:t>
      </w:r>
      <w:r w:rsidRPr="00004A58">
        <w:tab/>
        <w:t>Feature-List AVP</w:t>
      </w:r>
      <w:bookmarkEnd w:id="261"/>
      <w:bookmarkEnd w:id="262"/>
      <w:bookmarkEnd w:id="263"/>
      <w:bookmarkEnd w:id="264"/>
    </w:p>
    <w:p w:rsidR="00BC6049" w:rsidRPr="00004A58" w:rsidRDefault="00BC6049" w:rsidP="00BC6049">
      <w:bookmarkStart w:id="265" w:name="_Toc533204503"/>
      <w:r w:rsidRPr="00004A58">
        <w:t>The syntax of this AVP is defined in 3GPP TS 29.229 [5]. A null value indicates that there is no feature used by the application.</w:t>
      </w:r>
    </w:p>
    <w:p w:rsidR="00BC6049" w:rsidRPr="00004A58" w:rsidRDefault="00BC6049" w:rsidP="00BC6049">
      <w:r w:rsidRPr="00004A58">
        <w:t xml:space="preserve">For the S6c application, the meaning of the bits </w:t>
      </w:r>
      <w:r w:rsidRPr="00004A58">
        <w:rPr>
          <w:rFonts w:hint="eastAsia"/>
          <w:lang w:eastAsia="zh-CN"/>
        </w:rPr>
        <w:t xml:space="preserve">shall be as </w:t>
      </w:r>
      <w:r w:rsidRPr="00004A58">
        <w:t xml:space="preserve">defined in table 5.3.3.13/1 for the Feature-List-ID 1. </w:t>
      </w:r>
    </w:p>
    <w:p w:rsidR="00BC6049" w:rsidRPr="00004A58" w:rsidRDefault="00BC6049" w:rsidP="00BC6049">
      <w:pPr>
        <w:pStyle w:val="TH"/>
      </w:pPr>
      <w:r w:rsidRPr="00004A58">
        <w:t>Table 5.3.3.13/1: Features of Feature-List-ID 1 used in S6c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063"/>
        <w:gridCol w:w="639"/>
        <w:gridCol w:w="6520"/>
      </w:tblGrid>
      <w:tr w:rsidR="00BC6049" w:rsidRPr="00004A58" w:rsidTr="00E50914">
        <w:trPr>
          <w:cantSplit/>
          <w:jc w:val="center"/>
        </w:trPr>
        <w:tc>
          <w:tcPr>
            <w:tcW w:w="993" w:type="dxa"/>
          </w:tcPr>
          <w:p w:rsidR="00BC6049" w:rsidRPr="00004A58" w:rsidRDefault="00BC6049" w:rsidP="00E50914">
            <w:pPr>
              <w:pStyle w:val="TAH"/>
            </w:pPr>
            <w:r w:rsidRPr="00004A58">
              <w:t>Feature bit</w:t>
            </w:r>
          </w:p>
        </w:tc>
        <w:tc>
          <w:tcPr>
            <w:tcW w:w="1063" w:type="dxa"/>
          </w:tcPr>
          <w:p w:rsidR="00BC6049" w:rsidRPr="00004A58" w:rsidRDefault="00BC6049" w:rsidP="00E50914">
            <w:pPr>
              <w:pStyle w:val="TAH"/>
            </w:pPr>
            <w:r w:rsidRPr="00004A58">
              <w:t>Feature</w:t>
            </w:r>
          </w:p>
        </w:tc>
        <w:tc>
          <w:tcPr>
            <w:tcW w:w="639" w:type="dxa"/>
          </w:tcPr>
          <w:p w:rsidR="00BC6049" w:rsidRPr="00004A58" w:rsidRDefault="00BC6049" w:rsidP="00E50914">
            <w:pPr>
              <w:pStyle w:val="TAH"/>
            </w:pPr>
            <w:r w:rsidRPr="00004A58">
              <w:t>M/O</w:t>
            </w:r>
          </w:p>
        </w:tc>
        <w:tc>
          <w:tcPr>
            <w:tcW w:w="6520" w:type="dxa"/>
          </w:tcPr>
          <w:p w:rsidR="00BC6049" w:rsidRPr="00004A58" w:rsidRDefault="00BC6049" w:rsidP="00E50914">
            <w:pPr>
              <w:pStyle w:val="TAH"/>
            </w:pPr>
            <w:r w:rsidRPr="00004A58">
              <w:t>Description</w:t>
            </w:r>
          </w:p>
        </w:tc>
      </w:tr>
      <w:tr w:rsidR="00BC6049" w:rsidRPr="00004A58" w:rsidTr="00E50914">
        <w:trPr>
          <w:cantSplit/>
          <w:jc w:val="center"/>
        </w:trPr>
        <w:tc>
          <w:tcPr>
            <w:tcW w:w="993" w:type="dxa"/>
          </w:tcPr>
          <w:p w:rsidR="00BC6049" w:rsidRPr="00004A58" w:rsidRDefault="00BC6049" w:rsidP="00E50914">
            <w:pPr>
              <w:pStyle w:val="TAC"/>
            </w:pPr>
            <w:r w:rsidRPr="00004A58">
              <w:t>0</w:t>
            </w:r>
          </w:p>
        </w:tc>
        <w:tc>
          <w:tcPr>
            <w:tcW w:w="1063" w:type="dxa"/>
          </w:tcPr>
          <w:p w:rsidR="00BC6049" w:rsidRPr="00004A58" w:rsidRDefault="00BC6049" w:rsidP="00E50914">
            <w:pPr>
              <w:pStyle w:val="TAL"/>
              <w:rPr>
                <w:color w:val="FF0000"/>
              </w:rPr>
            </w:pPr>
            <w:r w:rsidRPr="00004A58">
              <w:t>SMSF-Support</w:t>
            </w:r>
          </w:p>
        </w:tc>
        <w:tc>
          <w:tcPr>
            <w:tcW w:w="639" w:type="dxa"/>
          </w:tcPr>
          <w:p w:rsidR="00BC6049" w:rsidRPr="00004A58" w:rsidRDefault="00BC6049" w:rsidP="00E50914">
            <w:pPr>
              <w:pStyle w:val="TAC"/>
              <w:rPr>
                <w:color w:val="FF0000"/>
              </w:rPr>
            </w:pPr>
            <w:r w:rsidRPr="00004A58">
              <w:t>O</w:t>
            </w:r>
          </w:p>
        </w:tc>
        <w:tc>
          <w:tcPr>
            <w:tcW w:w="6520" w:type="dxa"/>
          </w:tcPr>
          <w:p w:rsidR="00BC6049" w:rsidRPr="00004A58" w:rsidRDefault="00BC6049" w:rsidP="00E50914">
            <w:pPr>
              <w:pStyle w:val="TAL"/>
              <w:jc w:val="center"/>
            </w:pPr>
            <w:r w:rsidRPr="00004A58">
              <w:t>SMSF-Support</w:t>
            </w:r>
          </w:p>
          <w:p w:rsidR="00BC6049" w:rsidRPr="00004A58" w:rsidRDefault="00BC6049" w:rsidP="00E50914">
            <w:pPr>
              <w:pStyle w:val="TAL"/>
              <w:jc w:val="center"/>
            </w:pPr>
          </w:p>
          <w:p w:rsidR="00BC6049" w:rsidRPr="00004A58" w:rsidRDefault="00BC6049" w:rsidP="00E50914">
            <w:pPr>
              <w:pStyle w:val="TAL"/>
            </w:pPr>
            <w:r w:rsidRPr="00004A58">
              <w:t>This feature is applicable for the SRR/SRA command pair.</w:t>
            </w:r>
          </w:p>
          <w:p w:rsidR="00BC6049" w:rsidRPr="00004A58" w:rsidRDefault="00BC6049" w:rsidP="00E50914">
            <w:pPr>
              <w:pStyle w:val="TAL"/>
            </w:pPr>
            <w:r w:rsidRPr="00004A58">
              <w:t xml:space="preserve">If the SMS-GMSC or IP-SM-GW or SMS-Router does not support this feature, the HSS shall not return SMSF related AVPs (SMSF-3GPP-Address, SMSF-Non-3GPP-Address, SMSF-3GPP-Absent-User-Diagnostic-SM, SMSF-Non-3GPP-Absent-User-Diagnostic-SM) in SRA, and when the UE is known not to be reachable for SMS via MSC/MME and/or SGSN, the HSS may populate AVPs within the Serving-Node AVP and within the Additional-Serving-Node AVP with available SMSF address information. </w:t>
            </w:r>
          </w:p>
        </w:tc>
      </w:tr>
      <w:tr w:rsidR="00BC6049" w:rsidRPr="00004A58" w:rsidTr="00E50914">
        <w:trPr>
          <w:cantSplit/>
          <w:jc w:val="center"/>
        </w:trPr>
        <w:tc>
          <w:tcPr>
            <w:tcW w:w="9215" w:type="dxa"/>
            <w:gridSpan w:val="4"/>
          </w:tcPr>
          <w:p w:rsidR="00BC6049" w:rsidRPr="00004A58" w:rsidRDefault="00BC6049" w:rsidP="00E50914">
            <w:pPr>
              <w:pStyle w:val="TAL"/>
              <w:rPr>
                <w:bCs/>
              </w:rPr>
            </w:pPr>
            <w:r w:rsidRPr="00004A58">
              <w:t xml:space="preserve">Feature bit: The order number of the bit within the </w:t>
            </w:r>
            <w:r w:rsidRPr="00004A58">
              <w:rPr>
                <w:bCs/>
              </w:rPr>
              <w:t xml:space="preserve">Supported-Features AVP, e.g. </w:t>
            </w:r>
            <w:r w:rsidRPr="00004A58">
              <w:t>"</w:t>
            </w:r>
            <w:r w:rsidRPr="00004A58">
              <w:rPr>
                <w:bCs/>
              </w:rPr>
              <w:t>1</w:t>
            </w:r>
            <w:r w:rsidRPr="00004A58">
              <w:t>"</w:t>
            </w:r>
            <w:r w:rsidRPr="00004A58">
              <w:rPr>
                <w:bCs/>
              </w:rPr>
              <w:t>.</w:t>
            </w:r>
          </w:p>
          <w:p w:rsidR="00BC6049" w:rsidRPr="00004A58" w:rsidRDefault="00BC6049" w:rsidP="00E50914">
            <w:pPr>
              <w:pStyle w:val="TAL"/>
              <w:rPr>
                <w:bCs/>
              </w:rPr>
            </w:pPr>
            <w:r w:rsidRPr="00004A58">
              <w:rPr>
                <w:bCs/>
              </w:rPr>
              <w:t xml:space="preserve">Feature: A short name that can be used to refer to the bit and to the feature, e.g. </w:t>
            </w:r>
            <w:r w:rsidRPr="00004A58">
              <w:t>"SMSF-Support"</w:t>
            </w:r>
            <w:r w:rsidRPr="00004A58">
              <w:rPr>
                <w:bCs/>
              </w:rPr>
              <w:t>.</w:t>
            </w:r>
          </w:p>
          <w:p w:rsidR="00BC6049" w:rsidRPr="00004A58" w:rsidRDefault="00BC6049" w:rsidP="00E50914">
            <w:pPr>
              <w:pStyle w:val="TAL"/>
              <w:rPr>
                <w:bCs/>
              </w:rPr>
            </w:pPr>
            <w:r w:rsidRPr="00004A58">
              <w:rPr>
                <w:bCs/>
              </w:rPr>
              <w:t>M/O: Defines if the implementation of the feature is mandatory (</w:t>
            </w:r>
            <w:r w:rsidRPr="00004A58">
              <w:t>"</w:t>
            </w:r>
            <w:r w:rsidRPr="00004A58">
              <w:rPr>
                <w:bCs/>
              </w:rPr>
              <w:t>M</w:t>
            </w:r>
            <w:r w:rsidRPr="00004A58">
              <w:t>"</w:t>
            </w:r>
            <w:r w:rsidRPr="00004A58">
              <w:rPr>
                <w:bCs/>
              </w:rPr>
              <w:t>) or optional (</w:t>
            </w:r>
            <w:r w:rsidRPr="00004A58">
              <w:t>"</w:t>
            </w:r>
            <w:r w:rsidRPr="00004A58">
              <w:rPr>
                <w:bCs/>
              </w:rPr>
              <w:t>O</w:t>
            </w:r>
            <w:r w:rsidRPr="00004A58">
              <w:t>"</w:t>
            </w:r>
            <w:r w:rsidRPr="00004A58">
              <w:rPr>
                <w:bCs/>
              </w:rPr>
              <w:t xml:space="preserve">). </w:t>
            </w:r>
          </w:p>
          <w:p w:rsidR="00BC6049" w:rsidRPr="00004A58" w:rsidRDefault="00BC6049" w:rsidP="00E50914">
            <w:pPr>
              <w:pStyle w:val="TAL"/>
            </w:pPr>
            <w:r w:rsidRPr="00004A58">
              <w:t>Description: A clear textual description of the feature.</w:t>
            </w:r>
          </w:p>
        </w:tc>
      </w:tr>
    </w:tbl>
    <w:p w:rsidR="00BC6049" w:rsidRPr="00004A58" w:rsidRDefault="00BC6049" w:rsidP="00BC6049"/>
    <w:p w:rsidR="00DA25AD" w:rsidRPr="00004A58" w:rsidRDefault="00DA25AD" w:rsidP="00DA25AD">
      <w:pPr>
        <w:pStyle w:val="Heading4"/>
      </w:pPr>
      <w:bookmarkStart w:id="266" w:name="_Toc44882081"/>
      <w:bookmarkStart w:id="267" w:name="_Toc44882275"/>
      <w:bookmarkStart w:id="268" w:name="_Toc51864460"/>
      <w:r w:rsidRPr="00004A58">
        <w:t>5.3.3.14</w:t>
      </w:r>
      <w:r w:rsidRPr="00004A58">
        <w:tab/>
        <w:t>SM-Delivery-Outcome</w:t>
      </w:r>
      <w:bookmarkEnd w:id="265"/>
      <w:bookmarkEnd w:id="266"/>
      <w:bookmarkEnd w:id="267"/>
      <w:bookmarkEnd w:id="268"/>
    </w:p>
    <w:p w:rsidR="00BC6049" w:rsidRPr="00004A58" w:rsidRDefault="00BC6049" w:rsidP="00BC6049">
      <w:bookmarkStart w:id="269" w:name="_Toc533204504"/>
      <w:r w:rsidRPr="00004A58">
        <w:t>The SM-Delivery-Outcome AVP is of type Grouped. This AVP contains the result of the SM delivery.</w:t>
      </w:r>
    </w:p>
    <w:p w:rsidR="00BC6049" w:rsidRPr="00004A58" w:rsidRDefault="00BC6049" w:rsidP="00BC6049">
      <w:r w:rsidRPr="00004A58">
        <w:t>AVP format:</w:t>
      </w:r>
    </w:p>
    <w:p w:rsidR="00BC6049" w:rsidRPr="00004A58" w:rsidRDefault="00BC6049" w:rsidP="00BC6049">
      <w:pPr>
        <w:ind w:left="568"/>
      </w:pPr>
      <w:r w:rsidRPr="00004A58">
        <w:t xml:space="preserve">SM-Delivery-Outcome::= &lt;AVP header: </w:t>
      </w:r>
      <w:r w:rsidRPr="00004A58">
        <w:rPr>
          <w:lang w:eastAsia="zh-CN"/>
        </w:rPr>
        <w:t>3316 10415</w:t>
      </w:r>
      <w:r w:rsidRPr="00004A58">
        <w:t>&gt;</w:t>
      </w:r>
    </w:p>
    <w:p w:rsidR="00BC6049" w:rsidRPr="00004A58" w:rsidRDefault="00BC6049" w:rsidP="00BC6049">
      <w:pPr>
        <w:ind w:left="1420"/>
      </w:pPr>
      <w:r w:rsidRPr="00004A58">
        <w:t>[ MME-SM-Delivery-Outcome ]</w:t>
      </w:r>
    </w:p>
    <w:p w:rsidR="00BC6049" w:rsidRPr="00004A58" w:rsidRDefault="00BC6049" w:rsidP="00BC6049">
      <w:pPr>
        <w:ind w:left="1420"/>
      </w:pPr>
      <w:r w:rsidRPr="00004A58">
        <w:t>[ MSC-SM-Delivery-Outcome ]</w:t>
      </w:r>
    </w:p>
    <w:p w:rsidR="00BC6049" w:rsidRPr="00004A58" w:rsidRDefault="00BC6049" w:rsidP="00BC6049">
      <w:pPr>
        <w:ind w:left="1420"/>
      </w:pPr>
      <w:r w:rsidRPr="00004A58">
        <w:t>[ SGSN-SM-Delivery-Outcome ]</w:t>
      </w:r>
    </w:p>
    <w:p w:rsidR="00BC6049" w:rsidRPr="00004A58" w:rsidRDefault="00BC6049" w:rsidP="00BC6049">
      <w:pPr>
        <w:ind w:left="1420"/>
      </w:pPr>
      <w:r w:rsidRPr="00004A58">
        <w:t>[ IP-SM-GW-SM-Delivery-Outcome ]</w:t>
      </w:r>
    </w:p>
    <w:p w:rsidR="00BC6049" w:rsidRPr="00004A58" w:rsidRDefault="00BC6049" w:rsidP="00BC6049">
      <w:pPr>
        <w:ind w:left="1420"/>
      </w:pPr>
      <w:r w:rsidRPr="00004A58">
        <w:t>[ SMSF-3GPP-SM-Delivery-Outcome ]</w:t>
      </w:r>
    </w:p>
    <w:p w:rsidR="00BC6049" w:rsidRPr="00004A58" w:rsidRDefault="00BC6049" w:rsidP="00BC6049">
      <w:pPr>
        <w:ind w:left="1420"/>
      </w:pPr>
      <w:r w:rsidRPr="00004A58">
        <w:lastRenderedPageBreak/>
        <w:t>[ SMSF-Non-3GPP-SM-Delivery-Outcome ]</w:t>
      </w:r>
    </w:p>
    <w:p w:rsidR="00BC6049" w:rsidRPr="00004A58" w:rsidRDefault="00BC6049" w:rsidP="00BC6049">
      <w:pPr>
        <w:ind w:left="1420"/>
      </w:pPr>
      <w:r w:rsidRPr="00004A58">
        <w:t>*[AVP]</w:t>
      </w:r>
    </w:p>
    <w:p w:rsidR="00DA25AD" w:rsidRPr="00004A58" w:rsidRDefault="00DA25AD" w:rsidP="00DA25AD">
      <w:pPr>
        <w:pStyle w:val="Heading4"/>
      </w:pPr>
      <w:bookmarkStart w:id="270" w:name="_Toc44882082"/>
      <w:bookmarkStart w:id="271" w:name="_Toc44882276"/>
      <w:bookmarkStart w:id="272" w:name="_Toc51864461"/>
      <w:r w:rsidRPr="00004A58">
        <w:t>5.3.3.15</w:t>
      </w:r>
      <w:r w:rsidRPr="00004A58">
        <w:tab/>
        <w:t>MME-SM-Delivery-Outcome</w:t>
      </w:r>
      <w:bookmarkEnd w:id="269"/>
      <w:bookmarkEnd w:id="270"/>
      <w:bookmarkEnd w:id="271"/>
      <w:bookmarkEnd w:id="272"/>
    </w:p>
    <w:p w:rsidR="00DA25AD" w:rsidRPr="00004A58" w:rsidRDefault="00DA25AD" w:rsidP="00DA25AD">
      <w:r w:rsidRPr="00004A58">
        <w:t>The MME-Delivery-Outcome AVP</w:t>
      </w:r>
      <w:r w:rsidRPr="00004A58">
        <w:rPr>
          <w:lang w:val="en-US"/>
        </w:rPr>
        <w:t xml:space="preserve"> is of type grouped and shall indicate the outcome of the SM delivery for setting the message waiting data in the HSS when the SM delivery is with an MME.</w:t>
      </w:r>
    </w:p>
    <w:p w:rsidR="00DA25AD" w:rsidRPr="00004A58" w:rsidRDefault="00DA25AD" w:rsidP="00DA25AD">
      <w:r w:rsidRPr="00004A58">
        <w:t>AVP format:</w:t>
      </w:r>
    </w:p>
    <w:p w:rsidR="00DA25AD" w:rsidRPr="00004A58" w:rsidRDefault="00DA25AD" w:rsidP="00DA25AD">
      <w:pPr>
        <w:ind w:left="568"/>
      </w:pPr>
      <w:r w:rsidRPr="00004A58">
        <w:t xml:space="preserve">MME-SM-Delivery-Outcome::= &lt;AVP header: </w:t>
      </w:r>
      <w:r w:rsidRPr="00004A58">
        <w:rPr>
          <w:lang w:eastAsia="zh-CN"/>
        </w:rPr>
        <w:t>3317 10415</w:t>
      </w:r>
      <w:r w:rsidRPr="00004A58">
        <w:t>&gt;&gt;</w:t>
      </w:r>
    </w:p>
    <w:p w:rsidR="00DA25AD" w:rsidRPr="00004A58" w:rsidRDefault="00DA25AD" w:rsidP="00DA25AD">
      <w:pPr>
        <w:ind w:left="1420"/>
      </w:pPr>
      <w:r w:rsidRPr="00004A58">
        <w:t>[ SM-Delivery-Cause ]</w:t>
      </w:r>
    </w:p>
    <w:p w:rsidR="00DA25AD" w:rsidRPr="00004A58" w:rsidDel="00C42174" w:rsidRDefault="00DA25AD" w:rsidP="00DA25AD">
      <w:pPr>
        <w:ind w:left="1420"/>
      </w:pPr>
      <w:r w:rsidRPr="00004A58">
        <w:t>[ Absent-User-Diagnostic-SM ]</w:t>
      </w:r>
    </w:p>
    <w:p w:rsidR="00DA25AD" w:rsidRPr="00004A58" w:rsidRDefault="00DA25AD" w:rsidP="00DA25AD">
      <w:pPr>
        <w:pStyle w:val="Heading4"/>
      </w:pPr>
      <w:bookmarkStart w:id="273" w:name="_Toc533204505"/>
      <w:bookmarkStart w:id="274" w:name="_Toc44882083"/>
      <w:bookmarkStart w:id="275" w:name="_Toc44882277"/>
      <w:bookmarkStart w:id="276" w:name="_Toc51864462"/>
      <w:r w:rsidRPr="00004A58">
        <w:t>5.3.3.16</w:t>
      </w:r>
      <w:r w:rsidRPr="00004A58">
        <w:tab/>
        <w:t>MSC-SM-Delivery-Outcome</w:t>
      </w:r>
      <w:bookmarkEnd w:id="273"/>
      <w:bookmarkEnd w:id="274"/>
      <w:bookmarkEnd w:id="275"/>
      <w:bookmarkEnd w:id="276"/>
    </w:p>
    <w:p w:rsidR="00DA25AD" w:rsidRPr="00004A58" w:rsidRDefault="00DA25AD" w:rsidP="00DA25AD">
      <w:r w:rsidRPr="00004A58">
        <w:t>The MSC-Delivery-Outcome AVP</w:t>
      </w:r>
      <w:r w:rsidRPr="00004A58">
        <w:rPr>
          <w:lang w:val="en-US"/>
        </w:rPr>
        <w:t xml:space="preserve"> is of type grouped and shall indicate the outcome of the SM delivery for setting the message waiting data in the HSS when the SM delivery is with an MSC.</w:t>
      </w:r>
    </w:p>
    <w:p w:rsidR="00DA25AD" w:rsidRPr="00004A58" w:rsidRDefault="00DA25AD" w:rsidP="00DA25AD">
      <w:r w:rsidRPr="00004A58">
        <w:t>AVP format:</w:t>
      </w:r>
    </w:p>
    <w:p w:rsidR="00DA25AD" w:rsidRPr="00004A58" w:rsidRDefault="00DA25AD" w:rsidP="00DA25AD">
      <w:pPr>
        <w:ind w:left="568"/>
      </w:pPr>
      <w:r w:rsidRPr="00004A58">
        <w:t xml:space="preserve">MSC-SM-Delivery-Outcome::= &lt;AVP header: </w:t>
      </w:r>
      <w:r w:rsidRPr="00004A58">
        <w:rPr>
          <w:lang w:eastAsia="zh-CN"/>
        </w:rPr>
        <w:t>3318 10415</w:t>
      </w:r>
      <w:r w:rsidRPr="00004A58">
        <w:t>&gt;</w:t>
      </w:r>
    </w:p>
    <w:p w:rsidR="00DA25AD" w:rsidRPr="00004A58" w:rsidRDefault="00DA25AD" w:rsidP="00DA25AD">
      <w:pPr>
        <w:ind w:left="1420"/>
      </w:pPr>
      <w:r w:rsidRPr="00004A58">
        <w:t>[ SM-Delivery-Cause ]</w:t>
      </w:r>
    </w:p>
    <w:p w:rsidR="00DA25AD" w:rsidRPr="00004A58" w:rsidRDefault="00DA25AD" w:rsidP="00DA25AD">
      <w:pPr>
        <w:ind w:left="1420"/>
      </w:pPr>
      <w:r w:rsidRPr="00004A58">
        <w:t>[ Absent-User-Diagnostic-SM ]</w:t>
      </w:r>
    </w:p>
    <w:p w:rsidR="00DA25AD" w:rsidRPr="00004A58" w:rsidRDefault="00DA25AD" w:rsidP="00DA25AD">
      <w:pPr>
        <w:pStyle w:val="Heading4"/>
      </w:pPr>
      <w:bookmarkStart w:id="277" w:name="_Toc533204506"/>
      <w:bookmarkStart w:id="278" w:name="_Toc44882084"/>
      <w:bookmarkStart w:id="279" w:name="_Toc44882278"/>
      <w:bookmarkStart w:id="280" w:name="_Toc51864463"/>
      <w:r w:rsidRPr="00004A58">
        <w:t>5.3.3.17</w:t>
      </w:r>
      <w:r w:rsidRPr="00004A58">
        <w:tab/>
        <w:t>SGSN-SM-Delivery-Outcome</w:t>
      </w:r>
      <w:bookmarkEnd w:id="277"/>
      <w:bookmarkEnd w:id="278"/>
      <w:bookmarkEnd w:id="279"/>
      <w:bookmarkEnd w:id="280"/>
    </w:p>
    <w:p w:rsidR="00DA25AD" w:rsidRPr="00004A58" w:rsidRDefault="00DA25AD" w:rsidP="00DA25AD">
      <w:r w:rsidRPr="00004A58">
        <w:t xml:space="preserve">The SGSN-Delivery-Outcome AVP </w:t>
      </w:r>
      <w:r w:rsidRPr="00004A58">
        <w:rPr>
          <w:lang w:val="en-US"/>
        </w:rPr>
        <w:t>is of type grouped and shall indicate the outcome of the SM delivery for setting the message waiting data in the HSS when the SM delivery is with an SGSN.</w:t>
      </w:r>
    </w:p>
    <w:p w:rsidR="00DA25AD" w:rsidRPr="00004A58" w:rsidRDefault="00DA25AD" w:rsidP="00DA25AD">
      <w:r w:rsidRPr="00004A58">
        <w:t>AVP format:</w:t>
      </w:r>
    </w:p>
    <w:p w:rsidR="00DA25AD" w:rsidRPr="00004A58" w:rsidRDefault="00DA25AD" w:rsidP="00DA25AD">
      <w:pPr>
        <w:ind w:left="568"/>
      </w:pPr>
      <w:r w:rsidRPr="00004A58">
        <w:t xml:space="preserve">SGSN-SM-Delivery-Outcome::= &lt;AVP header: </w:t>
      </w:r>
      <w:r w:rsidRPr="00004A58">
        <w:rPr>
          <w:lang w:eastAsia="zh-CN"/>
        </w:rPr>
        <w:t>3319 10415</w:t>
      </w:r>
      <w:r w:rsidRPr="00004A58">
        <w:t>&gt;</w:t>
      </w:r>
    </w:p>
    <w:p w:rsidR="00DA25AD" w:rsidRPr="00004A58" w:rsidRDefault="00DA25AD" w:rsidP="00DA25AD">
      <w:pPr>
        <w:ind w:left="1420"/>
      </w:pPr>
      <w:r w:rsidRPr="00004A58">
        <w:t>[ SM-Delivery-Cause ]</w:t>
      </w:r>
    </w:p>
    <w:p w:rsidR="00DA25AD" w:rsidRPr="00004A58" w:rsidRDefault="00DA25AD" w:rsidP="00DA25AD">
      <w:pPr>
        <w:ind w:left="1420"/>
      </w:pPr>
      <w:r w:rsidRPr="00004A58">
        <w:t>[ Absent-User-Diagnostic-SM ]</w:t>
      </w:r>
    </w:p>
    <w:p w:rsidR="00DA25AD" w:rsidRPr="00004A58" w:rsidRDefault="00DA25AD" w:rsidP="00DA25AD">
      <w:pPr>
        <w:pStyle w:val="Heading4"/>
      </w:pPr>
      <w:bookmarkStart w:id="281" w:name="_Toc533204507"/>
      <w:bookmarkStart w:id="282" w:name="_Toc44882085"/>
      <w:bookmarkStart w:id="283" w:name="_Toc44882279"/>
      <w:bookmarkStart w:id="284" w:name="_Toc51864464"/>
      <w:r w:rsidRPr="00004A58">
        <w:t>5.3.3.18</w:t>
      </w:r>
      <w:r w:rsidRPr="00004A58">
        <w:tab/>
        <w:t>IP-SM-GW-SM-Delivery-Outcome</w:t>
      </w:r>
      <w:bookmarkEnd w:id="281"/>
      <w:bookmarkEnd w:id="282"/>
      <w:bookmarkEnd w:id="283"/>
      <w:bookmarkEnd w:id="284"/>
    </w:p>
    <w:p w:rsidR="00DA25AD" w:rsidRPr="00004A58" w:rsidRDefault="00DA25AD" w:rsidP="00DA25AD">
      <w:r w:rsidRPr="00004A58">
        <w:t xml:space="preserve">The IP-SM-GW-SM-Delivery-Outcome AVP </w:t>
      </w:r>
      <w:r w:rsidRPr="00004A58">
        <w:rPr>
          <w:lang w:val="en-US"/>
        </w:rPr>
        <w:t>is of type grouped and shall indicate the outcome of the SM delivery for setting the message waiting data when the SM delivery is with an IP-SM-GW. The following values are defined.</w:t>
      </w:r>
    </w:p>
    <w:p w:rsidR="00DA25AD" w:rsidRPr="00004A58" w:rsidRDefault="00DA25AD" w:rsidP="00DA25AD">
      <w:r w:rsidRPr="00004A58">
        <w:t>AVP format:</w:t>
      </w:r>
    </w:p>
    <w:p w:rsidR="00DA25AD" w:rsidRPr="00004A58" w:rsidRDefault="00DA25AD" w:rsidP="00DA25AD">
      <w:pPr>
        <w:ind w:left="568"/>
      </w:pPr>
      <w:r w:rsidRPr="00004A58">
        <w:t xml:space="preserve">IP-SM-GW-SM-Delivery-Outcome::= &lt;AVP header: </w:t>
      </w:r>
      <w:r w:rsidRPr="00004A58">
        <w:rPr>
          <w:lang w:eastAsia="zh-CN"/>
        </w:rPr>
        <w:t>3320 10415</w:t>
      </w:r>
      <w:r w:rsidRPr="00004A58">
        <w:t>&gt;</w:t>
      </w:r>
    </w:p>
    <w:p w:rsidR="00DA25AD" w:rsidRPr="00004A58" w:rsidRDefault="00DA25AD" w:rsidP="00DA25AD">
      <w:pPr>
        <w:ind w:left="1420"/>
      </w:pPr>
      <w:r w:rsidRPr="00004A58">
        <w:t>[ SM-Delivery-Cause ]</w:t>
      </w:r>
    </w:p>
    <w:p w:rsidR="00DA25AD" w:rsidRPr="00004A58" w:rsidRDefault="00DA25AD" w:rsidP="00DA25AD">
      <w:pPr>
        <w:ind w:left="1420"/>
      </w:pPr>
      <w:r w:rsidRPr="00004A58">
        <w:t>[ Absent-User-Diagnostic-SM ]</w:t>
      </w:r>
    </w:p>
    <w:p w:rsidR="00DA25AD" w:rsidRPr="00004A58" w:rsidRDefault="00DA25AD" w:rsidP="00DA25AD">
      <w:pPr>
        <w:pStyle w:val="Heading4"/>
      </w:pPr>
      <w:bookmarkStart w:id="285" w:name="_Toc533204508"/>
      <w:bookmarkStart w:id="286" w:name="_Toc44882086"/>
      <w:bookmarkStart w:id="287" w:name="_Toc44882280"/>
      <w:bookmarkStart w:id="288" w:name="_Toc51864465"/>
      <w:r w:rsidRPr="00004A58">
        <w:t>5.3.3.19</w:t>
      </w:r>
      <w:r w:rsidRPr="00004A58">
        <w:tab/>
        <w:t>SM-Delivery-Cause</w:t>
      </w:r>
      <w:bookmarkEnd w:id="285"/>
      <w:bookmarkEnd w:id="286"/>
      <w:bookmarkEnd w:id="287"/>
      <w:bookmarkEnd w:id="288"/>
    </w:p>
    <w:p w:rsidR="00DA25AD" w:rsidRPr="00004A58" w:rsidRDefault="00DA25AD" w:rsidP="00DA25AD">
      <w:r w:rsidRPr="00004A58">
        <w:t xml:space="preserve">The SM-Delivery-Cause AVP </w:t>
      </w:r>
      <w:r w:rsidRPr="00004A58">
        <w:rPr>
          <w:lang w:val="en-US"/>
        </w:rPr>
        <w:t>is of type Enumerated and shall indicate the cause of the SMP delivery result. The following values are defined:</w:t>
      </w:r>
    </w:p>
    <w:p w:rsidR="00DA25AD" w:rsidRPr="00004A58" w:rsidRDefault="00DA25AD" w:rsidP="00DA25AD">
      <w:pPr>
        <w:pStyle w:val="B1"/>
        <w:rPr>
          <w:lang w:val="en-US"/>
        </w:rPr>
      </w:pPr>
      <w:r w:rsidRPr="00004A58">
        <w:rPr>
          <w:lang w:val="en-US"/>
        </w:rPr>
        <w:t>-</w:t>
      </w:r>
      <w:r w:rsidRPr="00004A58">
        <w:rPr>
          <w:lang w:val="en-US"/>
        </w:rPr>
        <w:tab/>
        <w:t>UE_ MEMORY_CAPACITY_EXCEEDED (0)</w:t>
      </w:r>
    </w:p>
    <w:p w:rsidR="00DA25AD" w:rsidRPr="00004A58" w:rsidRDefault="00DA25AD" w:rsidP="00DA25AD">
      <w:pPr>
        <w:pStyle w:val="B1"/>
        <w:rPr>
          <w:lang w:val="en-US"/>
        </w:rPr>
      </w:pPr>
      <w:r w:rsidRPr="00004A58">
        <w:rPr>
          <w:lang w:val="en-US"/>
        </w:rPr>
        <w:t>-</w:t>
      </w:r>
      <w:r w:rsidRPr="00004A58">
        <w:rPr>
          <w:lang w:val="en-US"/>
        </w:rPr>
        <w:tab/>
        <w:t>ABSENT_USER (1)</w:t>
      </w:r>
    </w:p>
    <w:p w:rsidR="00DA25AD" w:rsidRPr="00004A58" w:rsidRDefault="00DA25AD" w:rsidP="00DA25AD">
      <w:pPr>
        <w:pStyle w:val="B1"/>
        <w:rPr>
          <w:lang w:val="en-US"/>
        </w:rPr>
      </w:pPr>
      <w:r w:rsidRPr="00004A58">
        <w:rPr>
          <w:lang w:val="en-US"/>
        </w:rPr>
        <w:lastRenderedPageBreak/>
        <w:t>-</w:t>
      </w:r>
      <w:r w:rsidRPr="00004A58">
        <w:rPr>
          <w:lang w:val="en-US"/>
        </w:rPr>
        <w:tab/>
        <w:t>SUCCESSFUL_TRANSFER (2)</w:t>
      </w:r>
    </w:p>
    <w:p w:rsidR="00DA25AD" w:rsidRPr="00004A58" w:rsidRDefault="00DA25AD" w:rsidP="00DA25AD">
      <w:pPr>
        <w:pStyle w:val="Heading4"/>
      </w:pPr>
      <w:bookmarkStart w:id="289" w:name="_Toc533204509"/>
      <w:bookmarkStart w:id="290" w:name="_Toc44882087"/>
      <w:bookmarkStart w:id="291" w:name="_Toc44882281"/>
      <w:bookmarkStart w:id="292" w:name="_Toc51864466"/>
      <w:r w:rsidRPr="00004A58">
        <w:t>5.3.3.20</w:t>
      </w:r>
      <w:r w:rsidRPr="00004A58">
        <w:tab/>
        <w:t>Absent-User-Diagnostic-SM</w:t>
      </w:r>
      <w:bookmarkEnd w:id="289"/>
      <w:bookmarkEnd w:id="290"/>
      <w:bookmarkEnd w:id="291"/>
      <w:bookmarkEnd w:id="292"/>
    </w:p>
    <w:p w:rsidR="00DA25AD" w:rsidRPr="00004A58" w:rsidRDefault="00DA25AD" w:rsidP="00DA25AD">
      <w:pPr>
        <w:rPr>
          <w:lang w:val="en-US"/>
        </w:rPr>
      </w:pPr>
      <w:r w:rsidRPr="00004A58">
        <w:t xml:space="preserve">The Absent-User-Diagnostic-SM AVP </w:t>
      </w:r>
      <w:r w:rsidRPr="00004A58">
        <w:rPr>
          <w:lang w:val="en-US"/>
        </w:rPr>
        <w:t xml:space="preserve">is of type </w:t>
      </w:r>
      <w:r w:rsidRPr="00004A58">
        <w:t xml:space="preserve">Unsigned32 </w:t>
      </w:r>
      <w:r w:rsidRPr="00004A58">
        <w:rPr>
          <w:lang w:val="en-US"/>
        </w:rPr>
        <w:t xml:space="preserve">and shall indicate the diagnostic explaining the absence of the subscriber. The values are defined in 3GPP TS 23.040 [3] </w:t>
      </w:r>
      <w:r w:rsidR="005252A2" w:rsidRPr="00004A58">
        <w:rPr>
          <w:lang w:val="en-US"/>
        </w:rPr>
        <w:t>clause</w:t>
      </w:r>
      <w:r w:rsidRPr="00004A58">
        <w:rPr>
          <w:lang w:val="en-US"/>
        </w:rPr>
        <w:t xml:space="preserve"> 3.3.2.</w:t>
      </w:r>
    </w:p>
    <w:p w:rsidR="00DA25AD" w:rsidRPr="00004A58" w:rsidRDefault="00DA25AD" w:rsidP="00DA25AD">
      <w:pPr>
        <w:pStyle w:val="Heading4"/>
        <w:rPr>
          <w:lang w:eastAsia="zh-CN"/>
        </w:rPr>
      </w:pPr>
      <w:bookmarkStart w:id="293" w:name="_Toc533204510"/>
      <w:bookmarkStart w:id="294" w:name="_Toc44882088"/>
      <w:bookmarkStart w:id="295" w:name="_Toc44882282"/>
      <w:bookmarkStart w:id="296" w:name="_Toc51864467"/>
      <w:r w:rsidRPr="00004A58">
        <w:t>5.3.3.</w:t>
      </w:r>
      <w:r w:rsidRPr="00004A58">
        <w:rPr>
          <w:lang w:eastAsia="zh-CN"/>
        </w:rPr>
        <w:t>21</w:t>
      </w:r>
      <w:r w:rsidRPr="00004A58">
        <w:tab/>
        <w:t>R</w:t>
      </w:r>
      <w:r w:rsidRPr="00004A58">
        <w:rPr>
          <w:rFonts w:hint="eastAsia"/>
          <w:lang w:eastAsia="zh-CN"/>
        </w:rPr>
        <w:t>D</w:t>
      </w:r>
      <w:r w:rsidRPr="00004A58">
        <w:t>R-Flags</w:t>
      </w:r>
      <w:bookmarkEnd w:id="293"/>
      <w:bookmarkEnd w:id="294"/>
      <w:bookmarkEnd w:id="295"/>
      <w:bookmarkEnd w:id="296"/>
    </w:p>
    <w:p w:rsidR="00DA25AD" w:rsidRPr="00004A58" w:rsidRDefault="00DA25AD" w:rsidP="00DA25AD">
      <w:r w:rsidRPr="00004A58">
        <w:t xml:space="preserve">The </w:t>
      </w:r>
      <w:r w:rsidRPr="00004A58">
        <w:rPr>
          <w:lang w:eastAsia="zh-CN"/>
        </w:rPr>
        <w:t>R</w:t>
      </w:r>
      <w:r w:rsidRPr="00004A58">
        <w:rPr>
          <w:rFonts w:hint="eastAsia"/>
          <w:lang w:eastAsia="zh-CN"/>
        </w:rPr>
        <w:t>D</w:t>
      </w:r>
      <w:r w:rsidRPr="00004A58">
        <w:rPr>
          <w:lang w:eastAsia="zh-CN"/>
        </w:rPr>
        <w:t>R</w:t>
      </w:r>
      <w:r w:rsidRPr="00004A58">
        <w:t>-Flags AVP is of type Unsigned32 and it shall contain a bit mask. The meaning of the bits shall be as defined in table 5.3.</w:t>
      </w:r>
      <w:r w:rsidRPr="00004A58">
        <w:rPr>
          <w:lang w:eastAsia="zh-CN"/>
        </w:rPr>
        <w:t>3.21</w:t>
      </w:r>
      <w:r w:rsidRPr="00004A58">
        <w:t>/1:</w:t>
      </w:r>
    </w:p>
    <w:p w:rsidR="00DA25AD" w:rsidRPr="00004A58" w:rsidRDefault="00DA25AD" w:rsidP="00DA25AD">
      <w:pPr>
        <w:pStyle w:val="TH"/>
      </w:pPr>
      <w:r w:rsidRPr="00004A58">
        <w:t>Table 5.3.</w:t>
      </w:r>
      <w:r w:rsidRPr="00004A58">
        <w:rPr>
          <w:lang w:eastAsia="zh-CN"/>
        </w:rPr>
        <w:t>3.21</w:t>
      </w:r>
      <w:r w:rsidRPr="00004A58">
        <w:t xml:space="preserve">/1: </w:t>
      </w:r>
      <w:r w:rsidRPr="00004A58">
        <w:rPr>
          <w:lang w:eastAsia="zh-CN"/>
        </w:rPr>
        <w:t>R</w:t>
      </w:r>
      <w:r w:rsidRPr="00004A58">
        <w:rPr>
          <w:rFonts w:hint="eastAsia"/>
          <w:lang w:eastAsia="zh-CN"/>
        </w:rPr>
        <w:t>D</w:t>
      </w:r>
      <w:r w:rsidRPr="00004A58">
        <w:t>R-Flags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842"/>
        <w:gridCol w:w="5387"/>
      </w:tblGrid>
      <w:tr w:rsidR="00DA25AD" w:rsidRPr="00004A58" w:rsidTr="00E50914">
        <w:trPr>
          <w:cantSplit/>
          <w:jc w:val="center"/>
        </w:trPr>
        <w:tc>
          <w:tcPr>
            <w:tcW w:w="993" w:type="dxa"/>
          </w:tcPr>
          <w:p w:rsidR="00DA25AD" w:rsidRPr="00004A58" w:rsidRDefault="00DA25AD" w:rsidP="00E50914">
            <w:pPr>
              <w:pStyle w:val="TAH"/>
            </w:pPr>
            <w:r w:rsidRPr="00004A58">
              <w:t>Bit</w:t>
            </w:r>
          </w:p>
        </w:tc>
        <w:tc>
          <w:tcPr>
            <w:tcW w:w="1842" w:type="dxa"/>
          </w:tcPr>
          <w:p w:rsidR="00DA25AD" w:rsidRPr="00004A58" w:rsidRDefault="00DA25AD" w:rsidP="00E50914">
            <w:pPr>
              <w:pStyle w:val="TAH"/>
            </w:pPr>
            <w:r w:rsidRPr="00004A58">
              <w:t>Name</w:t>
            </w:r>
          </w:p>
        </w:tc>
        <w:tc>
          <w:tcPr>
            <w:tcW w:w="5387" w:type="dxa"/>
          </w:tcPr>
          <w:p w:rsidR="00DA25AD" w:rsidRPr="00004A58" w:rsidRDefault="00DA25AD" w:rsidP="00E50914">
            <w:pPr>
              <w:pStyle w:val="TAH"/>
            </w:pPr>
            <w:r w:rsidRPr="00004A58">
              <w:t>Description</w:t>
            </w:r>
          </w:p>
        </w:tc>
      </w:tr>
      <w:tr w:rsidR="00DA25AD" w:rsidRPr="00004A58" w:rsidTr="00E50914">
        <w:trPr>
          <w:cantSplit/>
          <w:jc w:val="center"/>
        </w:trPr>
        <w:tc>
          <w:tcPr>
            <w:tcW w:w="993" w:type="dxa"/>
          </w:tcPr>
          <w:p w:rsidR="00DA25AD" w:rsidRPr="00004A58" w:rsidRDefault="00DA25AD" w:rsidP="00E50914">
            <w:pPr>
              <w:pStyle w:val="TAC"/>
            </w:pPr>
            <w:r w:rsidRPr="00004A58">
              <w:rPr>
                <w:lang w:eastAsia="zh-CN"/>
              </w:rPr>
              <w:t>0</w:t>
            </w:r>
          </w:p>
        </w:tc>
        <w:tc>
          <w:tcPr>
            <w:tcW w:w="1842" w:type="dxa"/>
          </w:tcPr>
          <w:p w:rsidR="00DA25AD" w:rsidRPr="00004A58" w:rsidRDefault="00DA25AD" w:rsidP="00E50914">
            <w:pPr>
              <w:pStyle w:val="TAL"/>
              <w:rPr>
                <w:lang w:eastAsia="zh-CN"/>
              </w:rPr>
            </w:pPr>
            <w:r w:rsidRPr="00004A58">
              <w:rPr>
                <w:rFonts w:hint="eastAsia"/>
                <w:lang w:eastAsia="zh-CN"/>
              </w:rPr>
              <w:t>Single-Attempt-Delivery</w:t>
            </w:r>
          </w:p>
        </w:tc>
        <w:tc>
          <w:tcPr>
            <w:tcW w:w="5387" w:type="dxa"/>
          </w:tcPr>
          <w:p w:rsidR="00DA25AD" w:rsidRPr="00004A58" w:rsidRDefault="00DA25AD" w:rsidP="00E50914">
            <w:pPr>
              <w:pStyle w:val="TAL"/>
              <w:rPr>
                <w:lang w:eastAsia="zh-CN"/>
              </w:rPr>
            </w:pPr>
            <w:r w:rsidRPr="00004A58">
              <w:rPr>
                <w:rFonts w:hint="eastAsia"/>
                <w:noProof/>
                <w:lang w:eastAsia="zh-CN"/>
              </w:rPr>
              <w:t xml:space="preserve">This bit if set indicates </w:t>
            </w:r>
            <w:r w:rsidRPr="00004A58">
              <w:rPr>
                <w:rFonts w:eastAsia="SimSun"/>
                <w:noProof/>
                <w:lang w:eastAsia="zh-CN"/>
              </w:rPr>
              <w:t>that only one delivery attempt shall be performed for this pa</w:t>
            </w:r>
            <w:r w:rsidRPr="00004A58">
              <w:rPr>
                <w:rFonts w:hint="eastAsia"/>
                <w:noProof/>
                <w:lang w:eastAsia="zh-CN"/>
              </w:rPr>
              <w:t>r</w:t>
            </w:r>
            <w:r w:rsidRPr="00004A58">
              <w:rPr>
                <w:rFonts w:eastAsia="SimSun"/>
                <w:noProof/>
                <w:lang w:eastAsia="zh-CN"/>
              </w:rPr>
              <w:t>tic</w:t>
            </w:r>
            <w:r w:rsidRPr="00004A58">
              <w:rPr>
                <w:rFonts w:hint="eastAsia"/>
                <w:noProof/>
                <w:lang w:eastAsia="zh-CN"/>
              </w:rPr>
              <w:t>u</w:t>
            </w:r>
            <w:r w:rsidRPr="00004A58">
              <w:rPr>
                <w:rFonts w:eastAsia="SimSun"/>
                <w:noProof/>
                <w:lang w:eastAsia="zh-CN"/>
              </w:rPr>
              <w:t>lar SM.</w:t>
            </w:r>
          </w:p>
        </w:tc>
      </w:tr>
      <w:tr w:rsidR="00DA25AD" w:rsidRPr="00004A58" w:rsidTr="00E50914">
        <w:trPr>
          <w:cantSplit/>
          <w:jc w:val="center"/>
        </w:trPr>
        <w:tc>
          <w:tcPr>
            <w:tcW w:w="8222" w:type="dxa"/>
            <w:gridSpan w:val="3"/>
          </w:tcPr>
          <w:p w:rsidR="00DA25AD" w:rsidRPr="00004A58" w:rsidRDefault="00DA25AD" w:rsidP="00E50914">
            <w:pPr>
              <w:pStyle w:val="TAN"/>
            </w:pPr>
            <w:r w:rsidRPr="00004A58">
              <w:rPr>
                <w:rFonts w:hint="eastAsia"/>
              </w:rPr>
              <w:t xml:space="preserve">NOTE </w:t>
            </w:r>
            <w:r w:rsidRPr="00004A58">
              <w:t>1</w:t>
            </w:r>
            <w:r w:rsidRPr="00004A58">
              <w:rPr>
                <w:rFonts w:hint="eastAsia"/>
              </w:rPr>
              <w:t xml:space="preserve">: </w:t>
            </w:r>
            <w:r w:rsidRPr="00004A58">
              <w:t xml:space="preserve">Bits not defined in this table shall be cleared by the </w:t>
            </w:r>
            <w:r w:rsidRPr="00004A58">
              <w:rPr>
                <w:rFonts w:hint="eastAsia"/>
              </w:rPr>
              <w:t>send</w:t>
            </w:r>
            <w:r w:rsidRPr="00004A58">
              <w:t>ing entity and discarded by the receiving entity.</w:t>
            </w:r>
          </w:p>
        </w:tc>
      </w:tr>
    </w:tbl>
    <w:p w:rsidR="00DA25AD" w:rsidRPr="00004A58" w:rsidRDefault="00DA25AD" w:rsidP="00DA25AD"/>
    <w:p w:rsidR="00DA25AD" w:rsidRPr="00004A58" w:rsidRDefault="00DA25AD" w:rsidP="00DA25AD">
      <w:pPr>
        <w:pStyle w:val="Heading4"/>
        <w:rPr>
          <w:szCs w:val="16"/>
        </w:rPr>
      </w:pPr>
      <w:bookmarkStart w:id="297" w:name="_Toc533204511"/>
      <w:bookmarkStart w:id="298" w:name="_Toc44882089"/>
      <w:bookmarkStart w:id="299" w:name="_Toc44882283"/>
      <w:bookmarkStart w:id="300" w:name="_Toc51864468"/>
      <w:r w:rsidRPr="00004A58">
        <w:t>5.3.3.22</w:t>
      </w:r>
      <w:r w:rsidRPr="00004A58">
        <w:tab/>
      </w:r>
      <w:r w:rsidRPr="00004A58">
        <w:rPr>
          <w:szCs w:val="16"/>
        </w:rPr>
        <w:t>Maximum-UE-Availability-Time</w:t>
      </w:r>
      <w:bookmarkEnd w:id="297"/>
      <w:bookmarkEnd w:id="298"/>
      <w:bookmarkEnd w:id="299"/>
      <w:bookmarkEnd w:id="300"/>
    </w:p>
    <w:p w:rsidR="00DA25AD" w:rsidRPr="00004A58" w:rsidRDefault="00DA25AD" w:rsidP="00DA25AD">
      <w:r w:rsidRPr="00004A58">
        <w:t>The Maximum-UE-Availability</w:t>
      </w:r>
      <w:r w:rsidRPr="00004A58">
        <w:rPr>
          <w:szCs w:val="16"/>
        </w:rPr>
        <w:t xml:space="preserve">-Time is of type Time </w:t>
      </w:r>
      <w:r w:rsidRPr="00004A58">
        <w:t>and in shall contain the timestamp (in UTC) until which a UE using a power saving mechanism (such as extended idle mode DRX) is expected to be reachable for SM Delivery.</w:t>
      </w:r>
    </w:p>
    <w:p w:rsidR="00DA25AD" w:rsidRPr="00004A58" w:rsidRDefault="00DA25AD" w:rsidP="00DA25AD">
      <w:pPr>
        <w:pStyle w:val="Heading4"/>
      </w:pPr>
      <w:bookmarkStart w:id="301" w:name="_Toc533204512"/>
      <w:bookmarkStart w:id="302" w:name="_Toc44882090"/>
      <w:bookmarkStart w:id="303" w:name="_Toc44882284"/>
      <w:bookmarkStart w:id="304" w:name="_Toc51864469"/>
      <w:r w:rsidRPr="00004A58">
        <w:t>5.3.3.23</w:t>
      </w:r>
      <w:r w:rsidRPr="00004A58">
        <w:tab/>
        <w:t>SMS-GMSC-Alert-Event</w:t>
      </w:r>
      <w:bookmarkEnd w:id="301"/>
      <w:bookmarkEnd w:id="302"/>
      <w:bookmarkEnd w:id="303"/>
      <w:bookmarkEnd w:id="304"/>
      <w:r w:rsidRPr="00004A58">
        <w:t xml:space="preserve"> </w:t>
      </w:r>
    </w:p>
    <w:p w:rsidR="00DA25AD" w:rsidRPr="00004A58" w:rsidRDefault="00DA25AD" w:rsidP="00DA25AD">
      <w:r w:rsidRPr="00004A58">
        <w:t xml:space="preserve">The </w:t>
      </w:r>
      <w:r w:rsidRPr="00004A58">
        <w:rPr>
          <w:lang w:eastAsia="zh-CN"/>
        </w:rPr>
        <w:t>SMS-GMSC-Alert-Event</w:t>
      </w:r>
      <w:r w:rsidRPr="00004A58">
        <w:t xml:space="preserve"> AVP is of type Unsigned32 and it shall contain a bit mask. The meaning of the bits shall be as defined in table 5.3.</w:t>
      </w:r>
      <w:r w:rsidRPr="00004A58">
        <w:rPr>
          <w:lang w:eastAsia="zh-CN"/>
        </w:rPr>
        <w:t>3.23</w:t>
      </w:r>
      <w:r w:rsidRPr="00004A58">
        <w:t>/1:</w:t>
      </w:r>
    </w:p>
    <w:p w:rsidR="00DA25AD" w:rsidRPr="00004A58" w:rsidRDefault="00DA25AD" w:rsidP="00DA25AD">
      <w:pPr>
        <w:pStyle w:val="TH"/>
      </w:pPr>
      <w:r w:rsidRPr="00004A58">
        <w:t>Table 5.3.</w:t>
      </w:r>
      <w:r w:rsidRPr="00004A58">
        <w:rPr>
          <w:lang w:eastAsia="zh-CN"/>
        </w:rPr>
        <w:t>3.23</w:t>
      </w:r>
      <w:r w:rsidRPr="00004A58">
        <w:t>/1: SMS-GMSC-Alert-Event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842"/>
        <w:gridCol w:w="5387"/>
      </w:tblGrid>
      <w:tr w:rsidR="00DA25AD" w:rsidRPr="00004A58" w:rsidTr="00E50914">
        <w:trPr>
          <w:cantSplit/>
          <w:jc w:val="center"/>
        </w:trPr>
        <w:tc>
          <w:tcPr>
            <w:tcW w:w="993" w:type="dxa"/>
          </w:tcPr>
          <w:p w:rsidR="00DA25AD" w:rsidRPr="00004A58" w:rsidRDefault="00DA25AD" w:rsidP="00E50914">
            <w:pPr>
              <w:pStyle w:val="TAH"/>
            </w:pPr>
            <w:r w:rsidRPr="00004A58">
              <w:t>Bit</w:t>
            </w:r>
          </w:p>
        </w:tc>
        <w:tc>
          <w:tcPr>
            <w:tcW w:w="1842" w:type="dxa"/>
          </w:tcPr>
          <w:p w:rsidR="00DA25AD" w:rsidRPr="00004A58" w:rsidRDefault="00DA25AD" w:rsidP="00E50914">
            <w:pPr>
              <w:pStyle w:val="TAH"/>
            </w:pPr>
            <w:r w:rsidRPr="00004A58">
              <w:t>Name</w:t>
            </w:r>
          </w:p>
        </w:tc>
        <w:tc>
          <w:tcPr>
            <w:tcW w:w="5387" w:type="dxa"/>
          </w:tcPr>
          <w:p w:rsidR="00DA25AD" w:rsidRPr="00004A58" w:rsidRDefault="00DA25AD" w:rsidP="00E50914">
            <w:pPr>
              <w:pStyle w:val="TAH"/>
            </w:pPr>
            <w:r w:rsidRPr="00004A58">
              <w:t>Description</w:t>
            </w:r>
          </w:p>
        </w:tc>
      </w:tr>
      <w:tr w:rsidR="00DA25AD" w:rsidRPr="00004A58" w:rsidTr="00E50914">
        <w:trPr>
          <w:cantSplit/>
          <w:jc w:val="center"/>
        </w:trPr>
        <w:tc>
          <w:tcPr>
            <w:tcW w:w="993" w:type="dxa"/>
          </w:tcPr>
          <w:p w:rsidR="00DA25AD" w:rsidRPr="00004A58" w:rsidRDefault="00DA25AD" w:rsidP="00E50914">
            <w:pPr>
              <w:pStyle w:val="TAC"/>
            </w:pPr>
            <w:r w:rsidRPr="00004A58">
              <w:rPr>
                <w:rFonts w:hint="eastAsia"/>
                <w:lang w:eastAsia="zh-CN"/>
              </w:rPr>
              <w:t>0</w:t>
            </w:r>
          </w:p>
        </w:tc>
        <w:tc>
          <w:tcPr>
            <w:tcW w:w="1842" w:type="dxa"/>
          </w:tcPr>
          <w:p w:rsidR="00DA25AD" w:rsidRPr="00004A58" w:rsidRDefault="00DA25AD" w:rsidP="00E50914">
            <w:pPr>
              <w:pStyle w:val="TAL"/>
              <w:rPr>
                <w:lang w:eastAsia="zh-CN"/>
              </w:rPr>
            </w:pPr>
            <w:r w:rsidRPr="00004A58">
              <w:t>UE-Available-For-MT-SMS</w:t>
            </w:r>
          </w:p>
        </w:tc>
        <w:tc>
          <w:tcPr>
            <w:tcW w:w="5387" w:type="dxa"/>
          </w:tcPr>
          <w:p w:rsidR="00DA25AD" w:rsidRPr="00004A58" w:rsidRDefault="00DA25AD" w:rsidP="00E50914">
            <w:pPr>
              <w:pStyle w:val="TAL"/>
              <w:rPr>
                <w:lang w:eastAsia="zh-CN"/>
              </w:rPr>
            </w:pPr>
            <w:r w:rsidRPr="00004A58">
              <w:rPr>
                <w:lang w:eastAsia="zh-CN"/>
              </w:rPr>
              <w:t>This bit, when set, shall indicate that the UE is now available for MT SMS</w:t>
            </w:r>
          </w:p>
        </w:tc>
      </w:tr>
      <w:tr w:rsidR="00DA25AD" w:rsidRPr="00004A58" w:rsidTr="00E50914">
        <w:trPr>
          <w:cantSplit/>
          <w:jc w:val="center"/>
        </w:trPr>
        <w:tc>
          <w:tcPr>
            <w:tcW w:w="993" w:type="dxa"/>
          </w:tcPr>
          <w:p w:rsidR="00DA25AD" w:rsidRPr="00004A58" w:rsidRDefault="00DA25AD" w:rsidP="00E50914">
            <w:pPr>
              <w:pStyle w:val="TAC"/>
            </w:pPr>
            <w:r w:rsidRPr="00004A58">
              <w:rPr>
                <w:lang w:eastAsia="zh-CN"/>
              </w:rPr>
              <w:t>1</w:t>
            </w:r>
          </w:p>
        </w:tc>
        <w:tc>
          <w:tcPr>
            <w:tcW w:w="1842" w:type="dxa"/>
          </w:tcPr>
          <w:p w:rsidR="00DA25AD" w:rsidRPr="00004A58" w:rsidRDefault="00DA25AD" w:rsidP="00E50914">
            <w:pPr>
              <w:pStyle w:val="TAL"/>
              <w:rPr>
                <w:lang w:eastAsia="zh-CN"/>
              </w:rPr>
            </w:pPr>
            <w:r w:rsidRPr="00004A58">
              <w:t>UE-Under-New-Serving-Node</w:t>
            </w:r>
          </w:p>
        </w:tc>
        <w:tc>
          <w:tcPr>
            <w:tcW w:w="5387" w:type="dxa"/>
          </w:tcPr>
          <w:p w:rsidR="00DA25AD" w:rsidRPr="00004A58" w:rsidRDefault="00DA25AD" w:rsidP="00E50914">
            <w:pPr>
              <w:pStyle w:val="TAL"/>
              <w:rPr>
                <w:lang w:eastAsia="zh-CN"/>
              </w:rPr>
            </w:pPr>
            <w:r w:rsidRPr="00004A58">
              <w:rPr>
                <w:lang w:eastAsia="zh-CN"/>
              </w:rPr>
              <w:t>This bit, when set, shall indicate that the UE has moved under the coverage of another MME or SGSN.</w:t>
            </w:r>
          </w:p>
        </w:tc>
      </w:tr>
      <w:tr w:rsidR="00DA25AD" w:rsidRPr="00004A58" w:rsidTr="00E50914">
        <w:trPr>
          <w:cantSplit/>
          <w:jc w:val="center"/>
        </w:trPr>
        <w:tc>
          <w:tcPr>
            <w:tcW w:w="8222" w:type="dxa"/>
            <w:gridSpan w:val="3"/>
          </w:tcPr>
          <w:p w:rsidR="00DA25AD" w:rsidRPr="00004A58" w:rsidRDefault="00DA25AD" w:rsidP="00E50914">
            <w:pPr>
              <w:pStyle w:val="TAN"/>
            </w:pPr>
            <w:r w:rsidRPr="00004A58">
              <w:rPr>
                <w:rFonts w:hint="eastAsia"/>
              </w:rPr>
              <w:t xml:space="preserve">NOTE </w:t>
            </w:r>
            <w:r w:rsidRPr="00004A58">
              <w:t>1</w:t>
            </w:r>
            <w:r w:rsidRPr="00004A58">
              <w:rPr>
                <w:rFonts w:hint="eastAsia"/>
              </w:rPr>
              <w:t>:</w:t>
            </w:r>
            <w:r w:rsidRPr="00004A58">
              <w:tab/>
              <w:t xml:space="preserve">Bits not defined in this table shall be cleared by the </w:t>
            </w:r>
            <w:r w:rsidRPr="00004A58">
              <w:rPr>
                <w:rFonts w:hint="eastAsia"/>
              </w:rPr>
              <w:t>send</w:t>
            </w:r>
            <w:r w:rsidRPr="00004A58">
              <w:t>ing entity and discarded by the receiving entity.</w:t>
            </w:r>
          </w:p>
        </w:tc>
      </w:tr>
    </w:tbl>
    <w:p w:rsidR="00DA25AD" w:rsidRPr="00004A58" w:rsidRDefault="00DA25AD" w:rsidP="00DA25AD"/>
    <w:p w:rsidR="00DA25AD" w:rsidRPr="00004A58" w:rsidRDefault="00DA25AD" w:rsidP="00DA25AD">
      <w:pPr>
        <w:pStyle w:val="Heading4"/>
      </w:pPr>
      <w:bookmarkStart w:id="305" w:name="_Toc533204513"/>
      <w:bookmarkStart w:id="306" w:name="_Toc44882091"/>
      <w:bookmarkStart w:id="307" w:name="_Toc44882285"/>
      <w:bookmarkStart w:id="308" w:name="_Toc51864470"/>
      <w:r w:rsidRPr="00004A58">
        <w:t>5.3.3.24</w:t>
      </w:r>
      <w:r w:rsidRPr="00004A58">
        <w:tab/>
        <w:t>DRMP</w:t>
      </w:r>
      <w:bookmarkEnd w:id="305"/>
      <w:bookmarkEnd w:id="306"/>
      <w:bookmarkEnd w:id="307"/>
      <w:bookmarkEnd w:id="308"/>
    </w:p>
    <w:p w:rsidR="00DA25AD" w:rsidRPr="00004A58" w:rsidRDefault="00DA25AD" w:rsidP="00DA25AD">
      <w:r w:rsidRPr="00004A58">
        <w:t>The DRMP AVP is of type Enumerated and it is defined in IETF RFC 7944</w:t>
      </w:r>
      <w:r w:rsidRPr="00004A58">
        <w:rPr>
          <w:lang w:eastAsia="en-GB"/>
        </w:rPr>
        <w:t> [19]</w:t>
      </w:r>
      <w:r w:rsidRPr="00004A58">
        <w:rPr>
          <w:lang w:eastAsia="zh-CN"/>
        </w:rPr>
        <w:t>. This AVP allows the HSS, the SMS-GMSC, the SMS-Router and the IP-SM-GW to indicate the relative priority of Diameter messages over the S6c interface.</w:t>
      </w:r>
      <w:r w:rsidRPr="00004A58">
        <w:t xml:space="preserve"> The DRMP AVP may be used to set the DSCP marking for transport of the associated Diameter message.</w:t>
      </w:r>
    </w:p>
    <w:p w:rsidR="00BC6049" w:rsidRPr="00004A58" w:rsidRDefault="00BC6049" w:rsidP="00BC6049">
      <w:pPr>
        <w:pStyle w:val="Heading4"/>
      </w:pPr>
      <w:bookmarkStart w:id="309" w:name="_Toc44882092"/>
      <w:bookmarkStart w:id="310" w:name="_Toc44882286"/>
      <w:bookmarkStart w:id="311" w:name="_Toc51864471"/>
      <w:r w:rsidRPr="00004A58">
        <w:t>5.3.3.</w:t>
      </w:r>
      <w:r w:rsidRPr="00004A58">
        <w:rPr>
          <w:lang w:val="de-DE"/>
        </w:rPr>
        <w:t>25</w:t>
      </w:r>
      <w:r w:rsidRPr="00004A58">
        <w:tab/>
      </w:r>
      <w:r w:rsidRPr="00004A58">
        <w:rPr>
          <w:lang w:val="de-DE"/>
        </w:rPr>
        <w:t>SMSF-3GPP</w:t>
      </w:r>
      <w:r w:rsidRPr="00004A58">
        <w:t>-Absent-User-Diagnostic-SM</w:t>
      </w:r>
      <w:bookmarkEnd w:id="309"/>
      <w:bookmarkEnd w:id="310"/>
      <w:bookmarkEnd w:id="311"/>
    </w:p>
    <w:p w:rsidR="00BC6049" w:rsidRPr="00004A58" w:rsidRDefault="00BC6049" w:rsidP="00BC6049">
      <w:r w:rsidRPr="00004A58">
        <w:t xml:space="preserve">The SMSF-3GPP-Absent-User-Diagnostic-SM AVP </w:t>
      </w:r>
      <w:r w:rsidRPr="00004A58">
        <w:rPr>
          <w:lang w:val="en-US"/>
        </w:rPr>
        <w:t xml:space="preserve">is of type Unsigned32 and shall indicate the diagnostic explaining the absence of the user given by the SMSF registered for 3GPP access. The values are defined in 3GPP TS 23.040 [3] </w:t>
      </w:r>
      <w:r w:rsidR="005252A2" w:rsidRPr="00004A58">
        <w:rPr>
          <w:lang w:val="en-US"/>
        </w:rPr>
        <w:t>clause</w:t>
      </w:r>
      <w:r w:rsidRPr="00004A58">
        <w:rPr>
          <w:lang w:val="en-US"/>
        </w:rPr>
        <w:t xml:space="preserve"> 3.3.2.</w:t>
      </w:r>
    </w:p>
    <w:p w:rsidR="00BC6049" w:rsidRPr="00004A58" w:rsidRDefault="00BC6049" w:rsidP="00BC6049">
      <w:pPr>
        <w:pStyle w:val="Heading4"/>
      </w:pPr>
      <w:bookmarkStart w:id="312" w:name="_Toc44882093"/>
      <w:bookmarkStart w:id="313" w:name="_Toc44882287"/>
      <w:bookmarkStart w:id="314" w:name="_Toc51864472"/>
      <w:r w:rsidRPr="00004A58">
        <w:t>5.3.3.</w:t>
      </w:r>
      <w:r w:rsidRPr="00004A58">
        <w:rPr>
          <w:lang w:val="de-DE"/>
        </w:rPr>
        <w:t>26</w:t>
      </w:r>
      <w:r w:rsidRPr="00004A58">
        <w:tab/>
      </w:r>
      <w:r w:rsidRPr="00004A58">
        <w:rPr>
          <w:lang w:val="de-DE"/>
        </w:rPr>
        <w:t>SMSF-Non-3GPP</w:t>
      </w:r>
      <w:r w:rsidRPr="00004A58">
        <w:t>-Absent-User-Diagnostic-SM</w:t>
      </w:r>
      <w:bookmarkEnd w:id="312"/>
      <w:bookmarkEnd w:id="313"/>
      <w:bookmarkEnd w:id="314"/>
    </w:p>
    <w:p w:rsidR="00BC6049" w:rsidRPr="00004A58" w:rsidRDefault="00BC6049" w:rsidP="00BC6049">
      <w:r w:rsidRPr="00004A58">
        <w:t xml:space="preserve">The SMSF-Non-3GPP-Absent-User-Diagnostic-SM AVP </w:t>
      </w:r>
      <w:r w:rsidRPr="00004A58">
        <w:rPr>
          <w:lang w:val="en-US"/>
        </w:rPr>
        <w:t xml:space="preserve">is of type Unsigned32 and shall indicate the diagnostic explaining the absence of the user given by the SMSF registered for Non-3GPP access. The values are defined in 3GPP TS 23.040 [3] </w:t>
      </w:r>
      <w:r w:rsidR="005252A2" w:rsidRPr="00004A58">
        <w:rPr>
          <w:lang w:val="en-US"/>
        </w:rPr>
        <w:t>clause</w:t>
      </w:r>
      <w:r w:rsidRPr="00004A58">
        <w:rPr>
          <w:lang w:val="en-US"/>
        </w:rPr>
        <w:t xml:space="preserve"> 3.3.2.</w:t>
      </w:r>
    </w:p>
    <w:p w:rsidR="00BC6049" w:rsidRPr="00004A58" w:rsidRDefault="00BC6049" w:rsidP="00BC6049">
      <w:pPr>
        <w:pStyle w:val="Heading4"/>
      </w:pPr>
      <w:bookmarkStart w:id="315" w:name="_Toc44882094"/>
      <w:bookmarkStart w:id="316" w:name="_Toc44882288"/>
      <w:bookmarkStart w:id="317" w:name="_Toc51864473"/>
      <w:r w:rsidRPr="00004A58">
        <w:lastRenderedPageBreak/>
        <w:t>5.3.3.</w:t>
      </w:r>
      <w:r w:rsidRPr="00004A58">
        <w:rPr>
          <w:lang w:val="de-DE"/>
        </w:rPr>
        <w:t>27</w:t>
      </w:r>
      <w:r w:rsidRPr="00004A58">
        <w:tab/>
      </w:r>
      <w:r w:rsidRPr="00004A58">
        <w:rPr>
          <w:lang w:val="de-DE"/>
        </w:rPr>
        <w:t>SMSF-3GPP</w:t>
      </w:r>
      <w:r w:rsidRPr="00004A58">
        <w:t>-SM-Delivery-Outcome</w:t>
      </w:r>
      <w:bookmarkEnd w:id="315"/>
      <w:bookmarkEnd w:id="316"/>
      <w:bookmarkEnd w:id="317"/>
    </w:p>
    <w:p w:rsidR="00004A58" w:rsidRPr="00004A58" w:rsidRDefault="00004A58" w:rsidP="00004A58">
      <w:r w:rsidRPr="00004A58">
        <w:t>The SMSF-3GPP-SM-Delivery-Outcome AVP</w:t>
      </w:r>
      <w:r w:rsidRPr="00004A58">
        <w:rPr>
          <w:lang w:val="en-US"/>
        </w:rPr>
        <w:t xml:space="preserve"> is of type grouped and shall indicate the outcome of the SM delivery for setting the message waiting data in the HSS when the SM delivery is with an SMSF registered for 3GPP access.</w:t>
      </w:r>
    </w:p>
    <w:p w:rsidR="00004A58" w:rsidRPr="00004A58" w:rsidRDefault="00004A58" w:rsidP="00004A58">
      <w:r w:rsidRPr="00004A58">
        <w:t>AVP format:</w:t>
      </w:r>
    </w:p>
    <w:p w:rsidR="00004A58" w:rsidRPr="00004A58" w:rsidRDefault="00004A58" w:rsidP="00004A58">
      <w:pPr>
        <w:ind w:left="568"/>
      </w:pPr>
      <w:r w:rsidRPr="00004A58">
        <w:t>SMSF-3GPP-SM-Delivery-Outcome::= &lt;AVP header: 3336</w:t>
      </w:r>
      <w:r w:rsidRPr="00004A58">
        <w:rPr>
          <w:lang w:eastAsia="zh-CN"/>
        </w:rPr>
        <w:t xml:space="preserve"> 10415</w:t>
      </w:r>
      <w:r w:rsidRPr="00004A58">
        <w:t>&gt;&gt;</w:t>
      </w:r>
    </w:p>
    <w:p w:rsidR="00BC6049" w:rsidRPr="00004A58" w:rsidRDefault="00004A58" w:rsidP="00004A58">
      <w:pPr>
        <w:ind w:left="1420"/>
      </w:pPr>
      <w:r w:rsidRPr="00004A58">
        <w:t xml:space="preserve"> </w:t>
      </w:r>
      <w:r w:rsidR="00BC6049" w:rsidRPr="00004A58">
        <w:t>[ SM-Delivery-Cause ]</w:t>
      </w:r>
    </w:p>
    <w:p w:rsidR="00BC6049" w:rsidRPr="00004A58" w:rsidDel="00C42174" w:rsidRDefault="00BC6049" w:rsidP="00BC6049">
      <w:pPr>
        <w:ind w:left="1420"/>
      </w:pPr>
      <w:r w:rsidRPr="00004A58">
        <w:t>[ Absent-User-Diagnostic-SM ]</w:t>
      </w:r>
    </w:p>
    <w:p w:rsidR="00BC6049" w:rsidRPr="00004A58" w:rsidRDefault="00BC6049" w:rsidP="00BC6049">
      <w:pPr>
        <w:pStyle w:val="Heading4"/>
      </w:pPr>
      <w:bookmarkStart w:id="318" w:name="_Toc44882095"/>
      <w:bookmarkStart w:id="319" w:name="_Toc44882289"/>
      <w:bookmarkStart w:id="320" w:name="_Toc51864474"/>
      <w:r w:rsidRPr="00004A58">
        <w:t>5.3.3.</w:t>
      </w:r>
      <w:r w:rsidRPr="00004A58">
        <w:rPr>
          <w:lang w:val="de-DE"/>
        </w:rPr>
        <w:t>28</w:t>
      </w:r>
      <w:r w:rsidRPr="00004A58">
        <w:tab/>
      </w:r>
      <w:r w:rsidRPr="00004A58">
        <w:rPr>
          <w:lang w:val="de-DE"/>
        </w:rPr>
        <w:t>SMSF-Non-3GPP</w:t>
      </w:r>
      <w:r w:rsidRPr="00004A58">
        <w:t>-SM-Delivery-Outcome</w:t>
      </w:r>
      <w:bookmarkEnd w:id="318"/>
      <w:bookmarkEnd w:id="319"/>
      <w:bookmarkEnd w:id="320"/>
    </w:p>
    <w:p w:rsidR="00004A58" w:rsidRPr="00004A58" w:rsidRDefault="00004A58" w:rsidP="00004A58">
      <w:r w:rsidRPr="00004A58">
        <w:t>The SMSF-Non-3GPP-SM-Delivery-Outcome AVP</w:t>
      </w:r>
      <w:r w:rsidRPr="00004A58">
        <w:rPr>
          <w:lang w:val="en-US"/>
        </w:rPr>
        <w:t xml:space="preserve"> is of type grouped and shall indicate the outcome of the SM delivery for setting the message waiting data in the HSS when the SM delivery is with an SMSF registered for Non-3GPP access.</w:t>
      </w:r>
    </w:p>
    <w:p w:rsidR="00004A58" w:rsidRPr="00004A58" w:rsidRDefault="00004A58" w:rsidP="00004A58">
      <w:r w:rsidRPr="00004A58">
        <w:t>AVP format:</w:t>
      </w:r>
    </w:p>
    <w:p w:rsidR="00004A58" w:rsidRPr="00004A58" w:rsidRDefault="00004A58" w:rsidP="00004A58">
      <w:pPr>
        <w:ind w:left="568"/>
      </w:pPr>
      <w:r w:rsidRPr="00004A58">
        <w:t xml:space="preserve">SMSF-Non-3GPP-SM-Delivery-Outcome::= &lt;AVP header: 3337 </w:t>
      </w:r>
      <w:r w:rsidRPr="00004A58">
        <w:rPr>
          <w:lang w:eastAsia="zh-CN"/>
        </w:rPr>
        <w:t>10415</w:t>
      </w:r>
      <w:r w:rsidRPr="00004A58">
        <w:t>&gt;&gt;</w:t>
      </w:r>
    </w:p>
    <w:p w:rsidR="00BC6049" w:rsidRPr="00004A58" w:rsidRDefault="00004A58" w:rsidP="00004A58">
      <w:pPr>
        <w:ind w:left="1420"/>
      </w:pPr>
      <w:r w:rsidRPr="00004A58">
        <w:t xml:space="preserve"> </w:t>
      </w:r>
      <w:r w:rsidR="00BC6049" w:rsidRPr="00004A58">
        <w:t>[ SM-Delivery-Cause ]</w:t>
      </w:r>
    </w:p>
    <w:p w:rsidR="00BC6049" w:rsidRPr="00004A58" w:rsidDel="00C42174" w:rsidRDefault="00BC6049" w:rsidP="00BC6049">
      <w:pPr>
        <w:ind w:left="1420"/>
      </w:pPr>
      <w:r w:rsidRPr="00004A58">
        <w:t>[ Absent-User-Diagnostic-SM ]</w:t>
      </w:r>
    </w:p>
    <w:p w:rsidR="00BC6049" w:rsidRPr="00004A58" w:rsidRDefault="00BC6049" w:rsidP="005252A2">
      <w:pPr>
        <w:pStyle w:val="Heading4"/>
      </w:pPr>
      <w:bookmarkStart w:id="321" w:name="_Toc44882096"/>
      <w:bookmarkStart w:id="322" w:name="_Toc44882290"/>
      <w:bookmarkStart w:id="323" w:name="_Toc51864475"/>
      <w:r w:rsidRPr="00004A58">
        <w:t>5.3.3.29</w:t>
      </w:r>
      <w:r w:rsidRPr="00004A58">
        <w:tab/>
      </w:r>
      <w:r w:rsidRPr="00004A58">
        <w:rPr>
          <w:lang w:val="de-DE"/>
        </w:rPr>
        <w:t>SMSF-3GPP</w:t>
      </w:r>
      <w:r w:rsidRPr="00004A58">
        <w:rPr>
          <w:rFonts w:hint="eastAsia"/>
          <w:lang w:eastAsia="zh-CN"/>
        </w:rPr>
        <w:t>-Number</w:t>
      </w:r>
      <w:bookmarkEnd w:id="321"/>
      <w:bookmarkEnd w:id="322"/>
      <w:bookmarkEnd w:id="323"/>
    </w:p>
    <w:p w:rsidR="00BC6049" w:rsidRPr="00004A58" w:rsidRDefault="00BC6049" w:rsidP="00BC6049">
      <w:pPr>
        <w:rPr>
          <w:lang w:val="en-US"/>
        </w:rPr>
      </w:pPr>
      <w:r w:rsidRPr="00004A58">
        <w:t>The SMSF-3GPP</w:t>
      </w:r>
      <w:r w:rsidRPr="00004A58">
        <w:rPr>
          <w:rFonts w:hint="eastAsia"/>
          <w:lang w:val="en-US" w:eastAsia="zh-CN"/>
        </w:rPr>
        <w:t>-Number</w:t>
      </w:r>
      <w:r w:rsidRPr="00004A58">
        <w:t xml:space="preserve"> AVP is of type </w:t>
      </w:r>
      <w:r w:rsidRPr="00004A58">
        <w:rPr>
          <w:rFonts w:hint="eastAsia"/>
          <w:lang w:eastAsia="zh-CN"/>
        </w:rPr>
        <w:t>OctetString</w:t>
      </w:r>
      <w:r w:rsidRPr="00004A58">
        <w:t xml:space="preserve"> and it shall contain the ISDN number of </w:t>
      </w:r>
      <w:r w:rsidRPr="00004A58">
        <w:rPr>
          <w:rFonts w:hint="eastAsia"/>
          <w:lang w:eastAsia="zh-CN"/>
        </w:rPr>
        <w:t>the</w:t>
      </w:r>
      <w:r w:rsidRPr="00004A58">
        <w:t xml:space="preserve"> SMSF registered for 3GPP access</w:t>
      </w:r>
      <w:r w:rsidRPr="00004A58">
        <w:rPr>
          <w:rFonts w:hint="eastAsia"/>
          <w:lang w:eastAsia="zh-CN"/>
        </w:rPr>
        <w:t xml:space="preserve">. </w:t>
      </w:r>
      <w:r w:rsidRPr="00004A58">
        <w:t xml:space="preserve">For further details on the definition of this AVP, </w:t>
      </w:r>
      <w:r w:rsidRPr="00004A58">
        <w:rPr>
          <w:rFonts w:hint="eastAsia"/>
          <w:lang w:eastAsia="zh-CN"/>
        </w:rPr>
        <w:t xml:space="preserve">see </w:t>
      </w:r>
      <w:r w:rsidRPr="00004A58">
        <w:t>3GPP TS 23.003 [3]</w:t>
      </w:r>
      <w:r w:rsidRPr="00004A58">
        <w:rPr>
          <w:rFonts w:hint="eastAsia"/>
          <w:lang w:eastAsia="zh-CN"/>
        </w:rPr>
        <w:t>.</w:t>
      </w:r>
      <w:r w:rsidRPr="00004A58">
        <w:rPr>
          <w:lang w:eastAsia="zh-CN"/>
        </w:rPr>
        <w:t xml:space="preserve"> </w:t>
      </w:r>
      <w:r w:rsidRPr="00004A58">
        <w:t xml:space="preserve">This AVP contains an SMSF-3GPP-Number in international number format as described in ITU-T Rec E.164 [13] and shall be encoded as a TBCD-string. See 3GPP TS 29.002 [9] for encoding of TBCD-strings. </w:t>
      </w:r>
      <w:r w:rsidRPr="00004A58">
        <w:rPr>
          <w:lang w:val="en-US"/>
        </w:rPr>
        <w:t>This AVP shall not include leading indicators for the nature of address and the numbering plan; it shall contain only the TBCD-encoded digits of the address.</w:t>
      </w:r>
    </w:p>
    <w:p w:rsidR="00BC6049" w:rsidRPr="00004A58" w:rsidRDefault="00BC6049" w:rsidP="00BC6049">
      <w:pPr>
        <w:pStyle w:val="Heading4"/>
      </w:pPr>
      <w:bookmarkStart w:id="324" w:name="_Toc44882097"/>
      <w:bookmarkStart w:id="325" w:name="_Toc44882291"/>
      <w:bookmarkStart w:id="326" w:name="_Toc51864476"/>
      <w:r w:rsidRPr="00004A58">
        <w:t>5.3.3.</w:t>
      </w:r>
      <w:r w:rsidRPr="00004A58">
        <w:rPr>
          <w:lang w:val="de-DE"/>
        </w:rPr>
        <w:t>30</w:t>
      </w:r>
      <w:r w:rsidRPr="00004A58">
        <w:tab/>
      </w:r>
      <w:r w:rsidRPr="00004A58">
        <w:rPr>
          <w:lang w:val="de-DE"/>
        </w:rPr>
        <w:t>SMSF-Non-3GPP</w:t>
      </w:r>
      <w:r w:rsidRPr="00004A58">
        <w:rPr>
          <w:rFonts w:hint="eastAsia"/>
          <w:lang w:eastAsia="zh-CN"/>
        </w:rPr>
        <w:t>-Number</w:t>
      </w:r>
      <w:bookmarkEnd w:id="324"/>
      <w:bookmarkEnd w:id="325"/>
      <w:bookmarkEnd w:id="326"/>
    </w:p>
    <w:p w:rsidR="00BC6049" w:rsidRPr="00004A58" w:rsidRDefault="00BC6049" w:rsidP="00BC6049">
      <w:pPr>
        <w:rPr>
          <w:lang w:val="en-US"/>
        </w:rPr>
      </w:pPr>
      <w:r w:rsidRPr="00004A58">
        <w:t>The SMSF-Non-3GPP</w:t>
      </w:r>
      <w:r w:rsidRPr="00004A58">
        <w:rPr>
          <w:rFonts w:hint="eastAsia"/>
          <w:lang w:val="en-US" w:eastAsia="zh-CN"/>
        </w:rPr>
        <w:t>-Number</w:t>
      </w:r>
      <w:r w:rsidRPr="00004A58">
        <w:t xml:space="preserve"> AVP is of type </w:t>
      </w:r>
      <w:r w:rsidRPr="00004A58">
        <w:rPr>
          <w:rFonts w:hint="eastAsia"/>
          <w:lang w:eastAsia="zh-CN"/>
        </w:rPr>
        <w:t>OctetString</w:t>
      </w:r>
      <w:r w:rsidRPr="00004A58">
        <w:t xml:space="preserve"> and it shall contain the ISDN number of </w:t>
      </w:r>
      <w:r w:rsidRPr="00004A58">
        <w:rPr>
          <w:rFonts w:hint="eastAsia"/>
          <w:lang w:eastAsia="zh-CN"/>
        </w:rPr>
        <w:t>the</w:t>
      </w:r>
      <w:r w:rsidRPr="00004A58">
        <w:t xml:space="preserve"> SMSF registered for Non-3GPP access</w:t>
      </w:r>
      <w:r w:rsidRPr="00004A58">
        <w:rPr>
          <w:rFonts w:hint="eastAsia"/>
          <w:lang w:eastAsia="zh-CN"/>
        </w:rPr>
        <w:t xml:space="preserve">. </w:t>
      </w:r>
      <w:r w:rsidRPr="00004A58">
        <w:t xml:space="preserve">For further details on the definition of this AVP, </w:t>
      </w:r>
      <w:r w:rsidRPr="00004A58">
        <w:rPr>
          <w:rFonts w:hint="eastAsia"/>
          <w:lang w:eastAsia="zh-CN"/>
        </w:rPr>
        <w:t xml:space="preserve">see </w:t>
      </w:r>
      <w:r w:rsidRPr="00004A58">
        <w:t>3GPP TS 23.003 [3]</w:t>
      </w:r>
      <w:r w:rsidRPr="00004A58">
        <w:rPr>
          <w:rFonts w:hint="eastAsia"/>
          <w:lang w:eastAsia="zh-CN"/>
        </w:rPr>
        <w:t>.</w:t>
      </w:r>
      <w:r w:rsidRPr="00004A58">
        <w:rPr>
          <w:lang w:eastAsia="zh-CN"/>
        </w:rPr>
        <w:t xml:space="preserve"> </w:t>
      </w:r>
      <w:r w:rsidRPr="00004A58">
        <w:t xml:space="preserve">This AVP contains an SMSF-Non-3GPP-Number in international number format as described in ITU-T Rec E.164 [13] and shall be encoded as a TBCD-string. See 3GPP TS 29.002 [9] for encoding of TBCD-strings. </w:t>
      </w:r>
      <w:r w:rsidRPr="00004A58">
        <w:rPr>
          <w:lang w:val="en-US"/>
        </w:rPr>
        <w:t>This AVP shall not include leading indicators for the nature of address and the numbering plan; it shall contain only the TBCD-encoded digits of the address.</w:t>
      </w:r>
    </w:p>
    <w:p w:rsidR="00BC6049" w:rsidRPr="00004A58" w:rsidRDefault="00BC6049" w:rsidP="005252A2">
      <w:pPr>
        <w:pStyle w:val="Heading4"/>
      </w:pPr>
      <w:bookmarkStart w:id="327" w:name="_Toc44882098"/>
      <w:bookmarkStart w:id="328" w:name="_Toc44882292"/>
      <w:bookmarkStart w:id="329" w:name="_Toc51864477"/>
      <w:r w:rsidRPr="00004A58">
        <w:t>5.3.3.31</w:t>
      </w:r>
      <w:r w:rsidRPr="00004A58">
        <w:tab/>
      </w:r>
      <w:r w:rsidRPr="00004A58">
        <w:rPr>
          <w:lang w:val="de-DE"/>
        </w:rPr>
        <w:t>SMSF-3GPP</w:t>
      </w:r>
      <w:r w:rsidRPr="00004A58">
        <w:t>-Name</w:t>
      </w:r>
      <w:bookmarkEnd w:id="327"/>
      <w:bookmarkEnd w:id="328"/>
      <w:bookmarkEnd w:id="329"/>
      <w:r w:rsidRPr="00004A58">
        <w:t xml:space="preserve"> </w:t>
      </w:r>
    </w:p>
    <w:p w:rsidR="00BC6049" w:rsidRPr="00004A58" w:rsidRDefault="00BC6049" w:rsidP="00BC6049">
      <w:r w:rsidRPr="00004A58">
        <w:t xml:space="preserve">The SMSF-3GPP-Name AVP is of type </w:t>
      </w:r>
      <w:r w:rsidRPr="00004A58">
        <w:rPr>
          <w:lang w:eastAsia="zh-CN"/>
        </w:rPr>
        <w:t>DiameterIdentity</w:t>
      </w:r>
      <w:r w:rsidRPr="00004A58">
        <w:t xml:space="preserve"> and it shall contain the Diameter identity of </w:t>
      </w:r>
      <w:r w:rsidRPr="00004A58">
        <w:rPr>
          <w:rFonts w:hint="eastAsia"/>
          <w:lang w:eastAsia="zh-CN"/>
        </w:rPr>
        <w:t>the</w:t>
      </w:r>
      <w:r w:rsidRPr="00004A58">
        <w:t xml:space="preserve"> serving SMSF registered for 3GPP access</w:t>
      </w:r>
      <w:r w:rsidRPr="00004A58">
        <w:rPr>
          <w:rFonts w:hint="eastAsia"/>
          <w:lang w:eastAsia="zh-CN"/>
        </w:rPr>
        <w:t xml:space="preserve">. </w:t>
      </w:r>
      <w:r w:rsidRPr="00004A58">
        <w:t xml:space="preserve">For further details on the encoding of this AVP, </w:t>
      </w:r>
      <w:r w:rsidRPr="00004A58">
        <w:rPr>
          <w:rFonts w:hint="eastAsia"/>
          <w:lang w:eastAsia="zh-CN"/>
        </w:rPr>
        <w:t xml:space="preserve">see </w:t>
      </w:r>
      <w:r w:rsidRPr="00004A58">
        <w:t>IETF RFC 6733 [20].</w:t>
      </w:r>
    </w:p>
    <w:p w:rsidR="00BC6049" w:rsidRPr="00004A58" w:rsidRDefault="00BC6049" w:rsidP="00BC6049">
      <w:pPr>
        <w:pStyle w:val="Heading4"/>
      </w:pPr>
      <w:bookmarkStart w:id="330" w:name="_Toc44882099"/>
      <w:bookmarkStart w:id="331" w:name="_Toc44882293"/>
      <w:bookmarkStart w:id="332" w:name="_Toc51864478"/>
      <w:r w:rsidRPr="00004A58">
        <w:t>5.3.3.</w:t>
      </w:r>
      <w:r w:rsidRPr="00004A58">
        <w:rPr>
          <w:lang w:val="de-DE"/>
        </w:rPr>
        <w:t>32</w:t>
      </w:r>
      <w:r w:rsidRPr="00004A58">
        <w:tab/>
      </w:r>
      <w:r w:rsidRPr="00004A58">
        <w:rPr>
          <w:lang w:val="de-DE"/>
        </w:rPr>
        <w:t>SMSF-Non-3GPP</w:t>
      </w:r>
      <w:r w:rsidRPr="00004A58">
        <w:t>-Name</w:t>
      </w:r>
      <w:bookmarkEnd w:id="330"/>
      <w:bookmarkEnd w:id="331"/>
      <w:bookmarkEnd w:id="332"/>
      <w:r w:rsidRPr="00004A58">
        <w:t xml:space="preserve"> </w:t>
      </w:r>
    </w:p>
    <w:p w:rsidR="00BC6049" w:rsidRPr="00004A58" w:rsidRDefault="00BC6049" w:rsidP="00BC6049">
      <w:r w:rsidRPr="00004A58">
        <w:t xml:space="preserve">The SMSF-Non-3GPP-Name AVP is of type </w:t>
      </w:r>
      <w:r w:rsidRPr="00004A58">
        <w:rPr>
          <w:lang w:eastAsia="zh-CN"/>
        </w:rPr>
        <w:t>DiameterIdentity</w:t>
      </w:r>
      <w:r w:rsidRPr="00004A58">
        <w:t xml:space="preserve"> and it shall contain the Diameter identity of </w:t>
      </w:r>
      <w:r w:rsidRPr="00004A58">
        <w:rPr>
          <w:rFonts w:hint="eastAsia"/>
          <w:lang w:eastAsia="zh-CN"/>
        </w:rPr>
        <w:t>the</w:t>
      </w:r>
      <w:r w:rsidRPr="00004A58">
        <w:t xml:space="preserve"> serving SMSF registered for Non-3GPP access</w:t>
      </w:r>
      <w:r w:rsidRPr="00004A58">
        <w:rPr>
          <w:rFonts w:hint="eastAsia"/>
          <w:lang w:eastAsia="zh-CN"/>
        </w:rPr>
        <w:t xml:space="preserve">. </w:t>
      </w:r>
      <w:r w:rsidRPr="00004A58">
        <w:t xml:space="preserve">For further details on the encoding of this AVP, </w:t>
      </w:r>
      <w:r w:rsidRPr="00004A58">
        <w:rPr>
          <w:rFonts w:hint="eastAsia"/>
          <w:lang w:eastAsia="zh-CN"/>
        </w:rPr>
        <w:t xml:space="preserve">see </w:t>
      </w:r>
      <w:r w:rsidRPr="00004A58">
        <w:t>IETF RFC 6733  [20].</w:t>
      </w:r>
    </w:p>
    <w:p w:rsidR="00BC6049" w:rsidRPr="00004A58" w:rsidRDefault="00BC6049" w:rsidP="005252A2">
      <w:pPr>
        <w:pStyle w:val="Heading4"/>
      </w:pPr>
      <w:bookmarkStart w:id="333" w:name="_Toc44882100"/>
      <w:bookmarkStart w:id="334" w:name="_Toc44882294"/>
      <w:bookmarkStart w:id="335" w:name="_Toc51864479"/>
      <w:r w:rsidRPr="00004A58">
        <w:t>5.3.3.33</w:t>
      </w:r>
      <w:r w:rsidRPr="00004A58">
        <w:tab/>
      </w:r>
      <w:r w:rsidRPr="00004A58">
        <w:rPr>
          <w:lang w:val="de-DE"/>
        </w:rPr>
        <w:t>SMSF-3GPP</w:t>
      </w:r>
      <w:r w:rsidRPr="00004A58">
        <w:t>-Realm</w:t>
      </w:r>
      <w:bookmarkEnd w:id="333"/>
      <w:bookmarkEnd w:id="334"/>
      <w:bookmarkEnd w:id="335"/>
    </w:p>
    <w:p w:rsidR="00BC6049" w:rsidRPr="00004A58" w:rsidRDefault="00BC6049" w:rsidP="00BC6049">
      <w:pPr>
        <w:rPr>
          <w:lang w:eastAsia="zh-CN"/>
        </w:rPr>
      </w:pPr>
      <w:r w:rsidRPr="00004A58">
        <w:rPr>
          <w:lang w:eastAsia="zh-CN"/>
        </w:rPr>
        <w:t>T</w:t>
      </w:r>
      <w:r w:rsidRPr="00004A58">
        <w:rPr>
          <w:rFonts w:hint="eastAsia"/>
          <w:lang w:eastAsia="zh-CN"/>
        </w:rPr>
        <w:t xml:space="preserve">he </w:t>
      </w:r>
      <w:r w:rsidRPr="00004A58">
        <w:rPr>
          <w:lang w:eastAsia="zh-CN"/>
        </w:rPr>
        <w:t xml:space="preserve">SMSF-3GPP-Realm AVP </w:t>
      </w:r>
      <w:r w:rsidRPr="00004A58">
        <w:rPr>
          <w:rFonts w:hint="eastAsia"/>
          <w:lang w:eastAsia="zh-CN"/>
        </w:rPr>
        <w:t xml:space="preserve">is of type </w:t>
      </w:r>
      <w:r w:rsidRPr="00004A58">
        <w:rPr>
          <w:lang w:eastAsia="zh-CN"/>
        </w:rPr>
        <w:t xml:space="preserve">DiameterIdentity and it shall contain the Diameter Realm Identity of the serving SMSF registered for 3GPP access. </w:t>
      </w:r>
      <w:r w:rsidRPr="00004A58">
        <w:t xml:space="preserve">For further details on the encoding of this AVP, </w:t>
      </w:r>
      <w:r w:rsidRPr="00004A58">
        <w:rPr>
          <w:rFonts w:hint="eastAsia"/>
          <w:lang w:eastAsia="zh-CN"/>
        </w:rPr>
        <w:t xml:space="preserve">see </w:t>
      </w:r>
      <w:r w:rsidRPr="00004A58">
        <w:rPr>
          <w:lang w:eastAsia="zh-CN"/>
        </w:rPr>
        <w:t>IETF RFC 6733 [20].</w:t>
      </w:r>
    </w:p>
    <w:p w:rsidR="00BC6049" w:rsidRPr="00004A58" w:rsidRDefault="00BC6049" w:rsidP="00BC6049">
      <w:pPr>
        <w:pStyle w:val="Heading4"/>
      </w:pPr>
      <w:bookmarkStart w:id="336" w:name="_Toc44882101"/>
      <w:bookmarkStart w:id="337" w:name="_Toc44882295"/>
      <w:bookmarkStart w:id="338" w:name="_Toc51864480"/>
      <w:r w:rsidRPr="00004A58">
        <w:lastRenderedPageBreak/>
        <w:t>5.3.3.</w:t>
      </w:r>
      <w:r w:rsidRPr="00004A58">
        <w:rPr>
          <w:lang w:val="de-DE"/>
        </w:rPr>
        <w:t>34</w:t>
      </w:r>
      <w:r w:rsidRPr="00004A58">
        <w:tab/>
      </w:r>
      <w:r w:rsidRPr="00004A58">
        <w:rPr>
          <w:lang w:val="de-DE"/>
        </w:rPr>
        <w:t>SMSF-Non-3GPP</w:t>
      </w:r>
      <w:r w:rsidRPr="00004A58">
        <w:t>-Realm</w:t>
      </w:r>
      <w:bookmarkEnd w:id="336"/>
      <w:bookmarkEnd w:id="337"/>
      <w:bookmarkEnd w:id="338"/>
    </w:p>
    <w:p w:rsidR="00BC6049" w:rsidRPr="00004A58" w:rsidRDefault="00BC6049" w:rsidP="00BC6049">
      <w:pPr>
        <w:rPr>
          <w:lang w:eastAsia="zh-CN"/>
        </w:rPr>
      </w:pPr>
      <w:r w:rsidRPr="00004A58">
        <w:rPr>
          <w:lang w:eastAsia="zh-CN"/>
        </w:rPr>
        <w:t>T</w:t>
      </w:r>
      <w:r w:rsidRPr="00004A58">
        <w:rPr>
          <w:rFonts w:hint="eastAsia"/>
          <w:lang w:eastAsia="zh-CN"/>
        </w:rPr>
        <w:t xml:space="preserve">he </w:t>
      </w:r>
      <w:r w:rsidRPr="00004A58">
        <w:rPr>
          <w:lang w:eastAsia="zh-CN"/>
        </w:rPr>
        <w:t xml:space="preserve">SMSF-Non-3GPP-Realm AVP </w:t>
      </w:r>
      <w:r w:rsidRPr="00004A58">
        <w:rPr>
          <w:rFonts w:hint="eastAsia"/>
          <w:lang w:eastAsia="zh-CN"/>
        </w:rPr>
        <w:t xml:space="preserve">is of type </w:t>
      </w:r>
      <w:r w:rsidRPr="00004A58">
        <w:rPr>
          <w:lang w:eastAsia="zh-CN"/>
        </w:rPr>
        <w:t xml:space="preserve">DiameterIdentity and it shall contain the Diameter Realm Identity of the serving SMSF registered for Non-3GPP access. </w:t>
      </w:r>
      <w:r w:rsidRPr="00004A58">
        <w:t xml:space="preserve">For further details on the encoding of this AVP, </w:t>
      </w:r>
      <w:r w:rsidRPr="00004A58">
        <w:rPr>
          <w:rFonts w:hint="eastAsia"/>
          <w:lang w:eastAsia="zh-CN"/>
        </w:rPr>
        <w:t xml:space="preserve">see </w:t>
      </w:r>
      <w:r w:rsidRPr="00004A58">
        <w:rPr>
          <w:lang w:eastAsia="zh-CN"/>
        </w:rPr>
        <w:t>IETF RFC 6733 [20].</w:t>
      </w:r>
    </w:p>
    <w:p w:rsidR="00BC6049" w:rsidRPr="00004A58" w:rsidRDefault="00BC6049" w:rsidP="005252A2">
      <w:pPr>
        <w:pStyle w:val="Heading4"/>
      </w:pPr>
      <w:bookmarkStart w:id="339" w:name="_Toc44882102"/>
      <w:bookmarkStart w:id="340" w:name="_Toc44882296"/>
      <w:bookmarkStart w:id="341" w:name="_Toc51864481"/>
      <w:r w:rsidRPr="00004A58">
        <w:t>5.3.3.35</w:t>
      </w:r>
      <w:r w:rsidRPr="00004A58">
        <w:tab/>
        <w:t>SMSF-</w:t>
      </w:r>
      <w:r w:rsidRPr="00004A58">
        <w:rPr>
          <w:lang w:val="de-DE"/>
        </w:rPr>
        <w:t>3GPP-</w:t>
      </w:r>
      <w:r w:rsidRPr="00004A58">
        <w:t>Address</w:t>
      </w:r>
      <w:bookmarkEnd w:id="339"/>
      <w:bookmarkEnd w:id="340"/>
      <w:bookmarkEnd w:id="341"/>
    </w:p>
    <w:p w:rsidR="00BC6049" w:rsidRPr="00004A58" w:rsidRDefault="00BC6049" w:rsidP="00BC6049">
      <w:r w:rsidRPr="00004A58">
        <w:t>The SMSF-3GPP-Address AVP is of type Grouped. This AVP shall contain the information about the SMSF serving the targeted user for 3GPP access.</w:t>
      </w:r>
    </w:p>
    <w:p w:rsidR="00BC6049" w:rsidRPr="00004A58" w:rsidRDefault="00BC6049" w:rsidP="00BC6049">
      <w:r w:rsidRPr="00004A58">
        <w:t>AVP format</w:t>
      </w:r>
    </w:p>
    <w:p w:rsidR="00BC6049" w:rsidRPr="00004A58" w:rsidRDefault="00BC6049" w:rsidP="00BC6049">
      <w:pPr>
        <w:ind w:left="568"/>
      </w:pPr>
      <w:r w:rsidRPr="00004A58">
        <w:t>SMSF-3GPP-Address ::=</w:t>
      </w:r>
      <w:r w:rsidRPr="00004A58">
        <w:tab/>
        <w:t>&lt;AVP header: 3344 10415&gt;</w:t>
      </w:r>
    </w:p>
    <w:p w:rsidR="00BC6049" w:rsidRPr="00004A58" w:rsidRDefault="00BC6049" w:rsidP="00BC6049">
      <w:pPr>
        <w:ind w:left="1440" w:firstLine="720"/>
      </w:pPr>
      <w:r w:rsidRPr="00004A58">
        <w:t>[ SMSF-3GPP-Number ]</w:t>
      </w:r>
    </w:p>
    <w:p w:rsidR="00BC6049" w:rsidRPr="00004A58" w:rsidRDefault="00BC6049" w:rsidP="00BC6049">
      <w:pPr>
        <w:ind w:left="1440" w:firstLine="720"/>
      </w:pPr>
      <w:r w:rsidRPr="00004A58">
        <w:t xml:space="preserve">[ SMSF-3GPP-Name ] </w:t>
      </w:r>
    </w:p>
    <w:p w:rsidR="00BC6049" w:rsidRPr="00004A58" w:rsidRDefault="00BC6049" w:rsidP="00BC6049">
      <w:pPr>
        <w:ind w:left="1440" w:firstLine="720"/>
        <w:rPr>
          <w:lang w:val="fr-FR"/>
        </w:rPr>
      </w:pPr>
      <w:r w:rsidRPr="00004A58">
        <w:rPr>
          <w:lang w:val="fr-FR"/>
        </w:rPr>
        <w:t>[ SMSF-3GPP-Realm ]</w:t>
      </w:r>
    </w:p>
    <w:p w:rsidR="00BC6049" w:rsidRPr="00004A58" w:rsidRDefault="00BC6049" w:rsidP="00BC6049">
      <w:pPr>
        <w:ind w:left="1856" w:firstLine="304"/>
      </w:pPr>
      <w:r w:rsidRPr="00004A58">
        <w:t>*[AVP]</w:t>
      </w:r>
    </w:p>
    <w:p w:rsidR="00BC6049" w:rsidRPr="00004A58" w:rsidRDefault="00BC6049" w:rsidP="00BC6049">
      <w:pPr>
        <w:pStyle w:val="Heading4"/>
      </w:pPr>
      <w:bookmarkStart w:id="342" w:name="_Toc44882103"/>
      <w:bookmarkStart w:id="343" w:name="_Toc44882297"/>
      <w:bookmarkStart w:id="344" w:name="_Toc51864482"/>
      <w:r w:rsidRPr="00004A58">
        <w:t>5.3.3.</w:t>
      </w:r>
      <w:r w:rsidRPr="00004A58">
        <w:rPr>
          <w:lang w:val="de-DE"/>
        </w:rPr>
        <w:t>36</w:t>
      </w:r>
      <w:r w:rsidRPr="00004A58">
        <w:tab/>
        <w:t>SMSF-</w:t>
      </w:r>
      <w:r w:rsidRPr="00004A58">
        <w:rPr>
          <w:lang w:val="de-DE"/>
        </w:rPr>
        <w:t>Non-3GPP-</w:t>
      </w:r>
      <w:r w:rsidRPr="00004A58">
        <w:t>Address</w:t>
      </w:r>
      <w:bookmarkEnd w:id="342"/>
      <w:bookmarkEnd w:id="343"/>
      <w:bookmarkEnd w:id="344"/>
    </w:p>
    <w:p w:rsidR="00BC6049" w:rsidRPr="00004A58" w:rsidRDefault="00BC6049" w:rsidP="00BC6049">
      <w:r w:rsidRPr="00004A58">
        <w:t>The SMSF-Non-3GPP-Address AVP is of type Grouped. This AVP shall contain the information about the SMSF serving the targeted user for Non-3GPP access.</w:t>
      </w:r>
    </w:p>
    <w:p w:rsidR="00BC6049" w:rsidRPr="00004A58" w:rsidRDefault="00BC6049" w:rsidP="00BC6049">
      <w:r w:rsidRPr="00004A58">
        <w:t>AVP format</w:t>
      </w:r>
    </w:p>
    <w:p w:rsidR="00BC6049" w:rsidRPr="00004A58" w:rsidRDefault="00BC6049" w:rsidP="00BC6049">
      <w:pPr>
        <w:ind w:left="568"/>
      </w:pPr>
      <w:r w:rsidRPr="00004A58">
        <w:t>SMSF-Non-3GPP-Address ::=</w:t>
      </w:r>
      <w:r w:rsidRPr="00004A58">
        <w:tab/>
        <w:t>&lt;AVP header: 3345 10415&gt;</w:t>
      </w:r>
    </w:p>
    <w:p w:rsidR="00BC6049" w:rsidRPr="00004A58" w:rsidRDefault="00BC6049" w:rsidP="00BC6049">
      <w:pPr>
        <w:ind w:left="1440" w:firstLine="720"/>
      </w:pPr>
      <w:r w:rsidRPr="00004A58">
        <w:t>[ SMSF-Non-3GPP-Number ]</w:t>
      </w:r>
    </w:p>
    <w:p w:rsidR="00BC6049" w:rsidRPr="00004A58" w:rsidRDefault="00BC6049" w:rsidP="00BC6049">
      <w:pPr>
        <w:ind w:left="1440" w:firstLine="720"/>
      </w:pPr>
      <w:r w:rsidRPr="00004A58">
        <w:t xml:space="preserve">[ SMSF-Non-3GPP-Name ] </w:t>
      </w:r>
    </w:p>
    <w:p w:rsidR="00BC6049" w:rsidRPr="00004A58" w:rsidRDefault="00BC6049" w:rsidP="00BC6049">
      <w:pPr>
        <w:ind w:left="1440" w:firstLine="720"/>
        <w:rPr>
          <w:lang w:val="fr-FR"/>
        </w:rPr>
      </w:pPr>
      <w:r w:rsidRPr="00004A58">
        <w:rPr>
          <w:lang w:val="fr-FR"/>
        </w:rPr>
        <w:t>[ SMSF-Non-3GPP-Realm ]</w:t>
      </w:r>
    </w:p>
    <w:p w:rsidR="00BC6049" w:rsidRPr="00004A58" w:rsidRDefault="00BC6049" w:rsidP="00BC6049">
      <w:pPr>
        <w:ind w:left="1856" w:firstLine="304"/>
      </w:pPr>
      <w:r w:rsidRPr="00004A58">
        <w:t>*[AVP]</w:t>
      </w:r>
    </w:p>
    <w:p w:rsidR="00DA25AD" w:rsidRPr="00004A58" w:rsidRDefault="00DA25AD" w:rsidP="00DA25AD">
      <w:pPr>
        <w:pStyle w:val="Heading2"/>
      </w:pPr>
      <w:bookmarkStart w:id="345" w:name="_Toc533204514"/>
      <w:bookmarkStart w:id="346" w:name="_Toc44882104"/>
      <w:bookmarkStart w:id="347" w:name="_Toc44882298"/>
      <w:bookmarkStart w:id="348" w:name="_Toc51864483"/>
      <w:r w:rsidRPr="00004A58">
        <w:t>5.4</w:t>
      </w:r>
      <w:r w:rsidRPr="00004A58">
        <w:tab/>
        <w:t>User identity to HSS resolution</w:t>
      </w:r>
      <w:bookmarkEnd w:id="345"/>
      <w:bookmarkEnd w:id="346"/>
      <w:bookmarkEnd w:id="347"/>
      <w:bookmarkEnd w:id="348"/>
    </w:p>
    <w:p w:rsidR="00DA25AD" w:rsidRPr="00004A58" w:rsidRDefault="00DA25AD" w:rsidP="00DA25AD">
      <w:r w:rsidRPr="00004A58">
        <w:t>The User identity to HSS resolution mechanism enables the SMS-GMSC or SMS Router in the home PLMN or Diameter proxy agents in the home PLMN to find the identity of the HSS that holds the subscriber data for a given user identified by its MSISDN or by its IMSI when multiple and separately addressable HSSs have been deployed in the home PLMN. The resolution mechanism is not required in PLMNs that utilise a single HSS.</w:t>
      </w:r>
    </w:p>
    <w:p w:rsidR="00DA25AD" w:rsidRPr="00004A58" w:rsidRDefault="00DA25AD" w:rsidP="00DA25AD">
      <w:r w:rsidRPr="00004A58">
        <w:t>This User identity to HSS resolution mechanism may rely on routing capabilities provided by Diameter and be implemented in the home PLMN within dedicated Diameter Agents (Proxy Agents) responsible for determining the HSS identity based on the provided user identity. If this Diameter based implementation is selected by the home PLMN operator, the principles described below shall apply.</w:t>
      </w:r>
    </w:p>
    <w:p w:rsidR="00DA25AD" w:rsidRPr="00004A58" w:rsidRDefault="00DA25AD" w:rsidP="00DA25AD">
      <w:r w:rsidRPr="00004A58">
        <w:t>When more than one independently addressable HSS are deployed in the home PLMN, each SMS-GMSC or SMS-Router network of the home PLMN shall be configured with the address/identity of a Diameter Agent (Proxy Agent) implementing this resolution mechanism.</w:t>
      </w:r>
    </w:p>
    <w:p w:rsidR="00DA25AD" w:rsidRPr="00004A58" w:rsidRDefault="00DA25AD" w:rsidP="00DA25AD">
      <w:r w:rsidRPr="00004A58">
        <w:t>Diameter Relay agents and/or Diameter Proxy agents in the home PLMN receiving the Diameter signalling from SMS-GMSC located in other PLMNs shall be configured with the address/identity of a Diameter Agent (Proxy Agent) implementing this resolution mechanism.</w:t>
      </w:r>
    </w:p>
    <w:p w:rsidR="00DA25AD" w:rsidRPr="00004A58" w:rsidRDefault="00DA25AD" w:rsidP="00DA25AD">
      <w:r w:rsidRPr="00004A58">
        <w:t>To get the HSS identity that holds the subscriber data for a given user identity in the home network, the Diameter request normally destined to the HSS shall be sent to the pre-configured address/identity of a Diameter Proxy agent supporting the User identity to HSS resolution mechanism.</w:t>
      </w:r>
    </w:p>
    <w:p w:rsidR="00DA25AD" w:rsidRPr="00004A58" w:rsidRDefault="00DA25AD" w:rsidP="00DA25AD">
      <w:pPr>
        <w:pStyle w:val="B1"/>
      </w:pPr>
      <w:r w:rsidRPr="00004A58">
        <w:lastRenderedPageBreak/>
        <w:t>-</w:t>
      </w:r>
      <w:r w:rsidRPr="00004A58">
        <w:tab/>
        <w:t xml:space="preserve">If this Diameter request is received by a Diameter Redirect Agent, the Diameter Redirect Agent shall </w:t>
      </w:r>
      <w:r w:rsidRPr="00004A58">
        <w:rPr>
          <w:color w:val="000000"/>
        </w:rPr>
        <w:t>determine the HSS identity based on the provided user identity</w:t>
      </w:r>
      <w:r w:rsidRPr="00004A58">
        <w:t xml:space="preserve"> (i.e. MSISDN or IMSI) and shall return a notification of redirection towards the HSS identity, in response to the Diameter request. Multiple HSS identities may be included in the response, as specified in IETF RFC 6733 [20]. In such a case, the requesting Diameter entity shall send the Diameter request to the first HSS identity in the ordered list received in the Diameter response from the Diameter Redirect Agent. If no successful response to the Diameter request is received, the requesting Diameter entity shall send a Diameter request to the next HSS identity in the ordered list. This procedure shall be repeated until a successful response from an HSS is received. After the user identity to HSS resolution, the MME or the SGSN shall store the determined HSS identity/name/Realm and shall use it in further Diameter requests to the same user identity.</w:t>
      </w:r>
    </w:p>
    <w:p w:rsidR="00DA25AD" w:rsidRPr="00004A58" w:rsidRDefault="00DA25AD" w:rsidP="00DA25AD">
      <w:pPr>
        <w:pStyle w:val="B1"/>
      </w:pPr>
      <w:r w:rsidRPr="00004A58">
        <w:t>-</w:t>
      </w:r>
      <w:r w:rsidRPr="00004A58">
        <w:tab/>
        <w:t>If this Diameter request is received</w:t>
      </w:r>
      <w:r w:rsidRPr="00004A58">
        <w:rPr>
          <w:color w:val="000000"/>
        </w:rPr>
        <w:t xml:space="preserve"> by a Diameter Proxy Agent, t</w:t>
      </w:r>
      <w:r w:rsidRPr="00004A58">
        <w:t xml:space="preserve">he Diameter Proxy Agent shall determine the HSS identity based on the provided user identity (i.e. MSISDN or IMSI) and shall forward the Diameter request directly to the HSS. In this case, the user identity to HSS resolution decision is communicated to the SMS-GMSC in the Origin-Host/Origin-Realm AVPs of the response. </w:t>
      </w:r>
    </w:p>
    <w:p w:rsidR="00DA25AD" w:rsidRPr="00004A58" w:rsidRDefault="00DA25AD" w:rsidP="00DA25AD">
      <w:pPr>
        <w:pStyle w:val="NO"/>
        <w:rPr>
          <w:noProof/>
        </w:rPr>
      </w:pPr>
      <w:r w:rsidRPr="00004A58">
        <w:rPr>
          <w:noProof/>
        </w:rPr>
        <w:t>NOTE:</w:t>
      </w:r>
      <w:r w:rsidRPr="00004A58">
        <w:rPr>
          <w:noProof/>
        </w:rPr>
        <w:tab/>
        <w:t xml:space="preserve">Alternatives to the user identity to HSS resolution Diameter based implementation are outside the scope of this specification. </w:t>
      </w:r>
    </w:p>
    <w:p w:rsidR="00DA25AD" w:rsidRPr="00004A58" w:rsidRDefault="00DA25AD" w:rsidP="00DA25AD">
      <w:pPr>
        <w:rPr>
          <w:noProof/>
        </w:rPr>
      </w:pPr>
      <w:r w:rsidRPr="00004A58">
        <w:t>The User identity to HSS resolution mechanism, in a retry context of SMS for IMS UE to IMS UE without MSISDN (see 3GPP TS 23.204 [17]), applies as described in this clause for requests issued by the SMS-SC to a HSS and where the IMSI of the user is replaced by the HSS ID of the HSS storing the subscription data of the user.</w:t>
      </w:r>
    </w:p>
    <w:p w:rsidR="00DA25AD" w:rsidRPr="00004A58" w:rsidRDefault="00DA25AD" w:rsidP="00DA25AD">
      <w:pPr>
        <w:pStyle w:val="Heading1"/>
      </w:pPr>
      <w:bookmarkStart w:id="349" w:name="_Toc533204515"/>
      <w:bookmarkStart w:id="350" w:name="_Toc44882105"/>
      <w:bookmarkStart w:id="351" w:name="_Toc44882299"/>
      <w:bookmarkStart w:id="352" w:name="_Toc51864484"/>
      <w:r w:rsidRPr="00004A58">
        <w:t>6</w:t>
      </w:r>
      <w:r w:rsidRPr="00004A58">
        <w:tab/>
        <w:t>Diameter based SGd/Gdd interfaces between MME/SGSN and central SMS functions</w:t>
      </w:r>
      <w:bookmarkEnd w:id="349"/>
      <w:bookmarkEnd w:id="350"/>
      <w:bookmarkEnd w:id="351"/>
      <w:bookmarkEnd w:id="352"/>
    </w:p>
    <w:p w:rsidR="00DA25AD" w:rsidRPr="00004A58" w:rsidRDefault="00DA25AD" w:rsidP="00DA25AD">
      <w:pPr>
        <w:pStyle w:val="Heading2"/>
      </w:pPr>
      <w:bookmarkStart w:id="353" w:name="_Toc533204516"/>
      <w:bookmarkStart w:id="354" w:name="_Toc44882106"/>
      <w:bookmarkStart w:id="355" w:name="_Toc44882300"/>
      <w:bookmarkStart w:id="356" w:name="_Toc51864485"/>
      <w:r w:rsidRPr="00004A58">
        <w:t>6.1</w:t>
      </w:r>
      <w:r w:rsidRPr="00004A58">
        <w:tab/>
        <w:t>Introduction</w:t>
      </w:r>
      <w:bookmarkEnd w:id="353"/>
      <w:bookmarkEnd w:id="354"/>
      <w:bookmarkEnd w:id="355"/>
      <w:bookmarkEnd w:id="356"/>
    </w:p>
    <w:p w:rsidR="00DA25AD" w:rsidRPr="00004A58" w:rsidRDefault="00DA25AD" w:rsidP="00DA25AD">
      <w:r w:rsidRPr="00004A58">
        <w:rPr>
          <w:rFonts w:hint="eastAsia"/>
          <w:lang w:eastAsia="zh-CN"/>
        </w:rPr>
        <w:t xml:space="preserve">The </w:t>
      </w:r>
      <w:r w:rsidRPr="00004A58">
        <w:rPr>
          <w:rFonts w:hint="eastAsia"/>
        </w:rPr>
        <w:t>S</w:t>
      </w:r>
      <w:r w:rsidRPr="00004A58">
        <w:t xml:space="preserve">Gd </w:t>
      </w:r>
      <w:r w:rsidRPr="00004A58">
        <w:rPr>
          <w:rFonts w:hint="eastAsia"/>
        </w:rPr>
        <w:t xml:space="preserve">interface </w:t>
      </w:r>
      <w:r w:rsidRPr="00004A58">
        <w:t xml:space="preserve">enables the transfer </w:t>
      </w:r>
      <w:r w:rsidRPr="00004A58">
        <w:rPr>
          <w:rFonts w:hint="eastAsia"/>
          <w:lang w:eastAsia="zh-CN"/>
        </w:rPr>
        <w:t xml:space="preserve">of </w:t>
      </w:r>
      <w:r w:rsidRPr="00004A58">
        <w:rPr>
          <w:lang w:eastAsia="zh-CN"/>
        </w:rPr>
        <w:t>short messages between</w:t>
      </w:r>
      <w:r w:rsidRPr="00004A58">
        <w:t xml:space="preserve"> the MME, the SMS-IWMSC, the SMS-GMSC and the SMS Router, and the alerting of the SMS-GMSC by the MME (possibly via an SMS Router), </w:t>
      </w:r>
      <w:r w:rsidRPr="00004A58">
        <w:rPr>
          <w:rFonts w:hint="eastAsia"/>
        </w:rPr>
        <w:t xml:space="preserve">as described in </w:t>
      </w:r>
      <w:r w:rsidRPr="00004A58">
        <w:rPr>
          <w:rFonts w:hint="eastAsia"/>
          <w:lang w:eastAsia="zh-CN"/>
        </w:rPr>
        <w:t xml:space="preserve">3GPP </w:t>
      </w:r>
      <w:r w:rsidRPr="00004A58">
        <w:rPr>
          <w:rFonts w:hint="eastAsia"/>
        </w:rPr>
        <w:t>TS 23.</w:t>
      </w:r>
      <w:r w:rsidRPr="00004A58">
        <w:t>040</w:t>
      </w:r>
      <w:r w:rsidRPr="00004A58">
        <w:rPr>
          <w:rFonts w:hint="eastAsia"/>
        </w:rPr>
        <w:t xml:space="preserve"> [</w:t>
      </w:r>
      <w:r w:rsidRPr="00004A58">
        <w:t>3</w:t>
      </w:r>
      <w:r w:rsidRPr="00004A58">
        <w:rPr>
          <w:rFonts w:hint="eastAsia"/>
        </w:rPr>
        <w:t>].</w:t>
      </w:r>
    </w:p>
    <w:p w:rsidR="00DA25AD" w:rsidRPr="00004A58" w:rsidRDefault="00DA25AD" w:rsidP="00DA25AD">
      <w:r w:rsidRPr="00004A58">
        <w:rPr>
          <w:rFonts w:hint="eastAsia"/>
          <w:lang w:eastAsia="zh-CN"/>
        </w:rPr>
        <w:t xml:space="preserve">The </w:t>
      </w:r>
      <w:r w:rsidRPr="00004A58">
        <w:t xml:space="preserve">Gdd </w:t>
      </w:r>
      <w:r w:rsidRPr="00004A58">
        <w:rPr>
          <w:rFonts w:hint="eastAsia"/>
        </w:rPr>
        <w:t xml:space="preserve">interface </w:t>
      </w:r>
      <w:r w:rsidRPr="00004A58">
        <w:t xml:space="preserve">enables the transfer </w:t>
      </w:r>
      <w:r w:rsidRPr="00004A58">
        <w:rPr>
          <w:rFonts w:hint="eastAsia"/>
          <w:lang w:eastAsia="zh-CN"/>
        </w:rPr>
        <w:t xml:space="preserve">of </w:t>
      </w:r>
      <w:r w:rsidRPr="00004A58">
        <w:rPr>
          <w:lang w:eastAsia="zh-CN"/>
        </w:rPr>
        <w:t>short messages between</w:t>
      </w:r>
      <w:r w:rsidRPr="00004A58">
        <w:t xml:space="preserve"> the SGSN, the SMS-IWMSC, the SMS-GMSC and the SMS Router, and the alerting of the SMS-GMSC by the SGSN (possibly via an SMS Router) </w:t>
      </w:r>
      <w:r w:rsidRPr="00004A58">
        <w:rPr>
          <w:rFonts w:hint="eastAsia"/>
        </w:rPr>
        <w:t xml:space="preserve">as described in </w:t>
      </w:r>
      <w:r w:rsidRPr="00004A58">
        <w:rPr>
          <w:rFonts w:hint="eastAsia"/>
          <w:lang w:eastAsia="zh-CN"/>
        </w:rPr>
        <w:t xml:space="preserve">3GPP </w:t>
      </w:r>
      <w:r w:rsidRPr="00004A58">
        <w:rPr>
          <w:rFonts w:hint="eastAsia"/>
        </w:rPr>
        <w:t>TS 23.</w:t>
      </w:r>
      <w:r w:rsidRPr="00004A58">
        <w:t>040</w:t>
      </w:r>
      <w:r w:rsidRPr="00004A58">
        <w:rPr>
          <w:rFonts w:hint="eastAsia"/>
        </w:rPr>
        <w:t xml:space="preserve"> [</w:t>
      </w:r>
      <w:r w:rsidRPr="00004A58">
        <w:t>3</w:t>
      </w:r>
      <w:r w:rsidRPr="00004A58">
        <w:rPr>
          <w:rFonts w:hint="eastAsia"/>
        </w:rPr>
        <w:t>].</w:t>
      </w:r>
    </w:p>
    <w:p w:rsidR="00DA25AD" w:rsidRPr="00004A58" w:rsidRDefault="00DA25AD" w:rsidP="00DA25AD">
      <w:pPr>
        <w:pStyle w:val="Heading2"/>
      </w:pPr>
      <w:bookmarkStart w:id="357" w:name="_Toc533204517"/>
      <w:bookmarkStart w:id="358" w:name="_Toc44882107"/>
      <w:bookmarkStart w:id="359" w:name="_Toc44882301"/>
      <w:bookmarkStart w:id="360" w:name="_Toc51864486"/>
      <w:r w:rsidRPr="00004A58">
        <w:t>6.2</w:t>
      </w:r>
      <w:r w:rsidRPr="00004A58">
        <w:tab/>
        <w:t>Procedures description</w:t>
      </w:r>
      <w:bookmarkEnd w:id="357"/>
      <w:bookmarkEnd w:id="358"/>
      <w:bookmarkEnd w:id="359"/>
      <w:bookmarkEnd w:id="360"/>
    </w:p>
    <w:p w:rsidR="00DA25AD" w:rsidRPr="00004A58" w:rsidRDefault="00DA25AD" w:rsidP="00DA25AD">
      <w:pPr>
        <w:pStyle w:val="Heading3"/>
      </w:pPr>
      <w:bookmarkStart w:id="361" w:name="_Toc533204518"/>
      <w:bookmarkStart w:id="362" w:name="_Toc44882108"/>
      <w:bookmarkStart w:id="363" w:name="_Toc44882302"/>
      <w:bookmarkStart w:id="364" w:name="_Toc51864487"/>
      <w:r w:rsidRPr="00004A58">
        <w:t>6.2.1</w:t>
      </w:r>
      <w:r w:rsidRPr="00004A58">
        <w:tab/>
        <w:t>MO Forward Short Message procedure</w:t>
      </w:r>
      <w:bookmarkEnd w:id="361"/>
      <w:bookmarkEnd w:id="362"/>
      <w:bookmarkEnd w:id="363"/>
      <w:bookmarkEnd w:id="364"/>
    </w:p>
    <w:p w:rsidR="00DA25AD" w:rsidRPr="00004A58" w:rsidRDefault="00DA25AD" w:rsidP="00DA25AD">
      <w:pPr>
        <w:pStyle w:val="Heading4"/>
      </w:pPr>
      <w:bookmarkStart w:id="365" w:name="_Toc533204519"/>
      <w:bookmarkStart w:id="366" w:name="_Toc44882109"/>
      <w:bookmarkStart w:id="367" w:name="_Toc44882303"/>
      <w:bookmarkStart w:id="368" w:name="_Toc51864488"/>
      <w:r w:rsidRPr="00004A58">
        <w:t>6.2.1.1</w:t>
      </w:r>
      <w:r w:rsidRPr="00004A58">
        <w:tab/>
        <w:t>General</w:t>
      </w:r>
      <w:bookmarkEnd w:id="365"/>
      <w:bookmarkEnd w:id="366"/>
      <w:bookmarkEnd w:id="367"/>
      <w:bookmarkEnd w:id="368"/>
    </w:p>
    <w:p w:rsidR="00DA25AD" w:rsidRPr="00004A58" w:rsidRDefault="00DA25AD" w:rsidP="00DA25AD">
      <w:r w:rsidRPr="00004A58">
        <w:t>This procedure shall be used between the serving MME or SGSN or IP-SM-GW and the SMS-IWMSC to forward mobile originated short messages from a mobile user to a Service Centre.</w:t>
      </w:r>
    </w:p>
    <w:p w:rsidR="00DA25AD" w:rsidRPr="00004A58" w:rsidRDefault="00DA25AD" w:rsidP="00DA25AD">
      <w:r w:rsidRPr="00004A58">
        <w:t xml:space="preserve">This procedure is used according to the call flows described in 3GPP TS 23.040 [3] clause 10. </w:t>
      </w:r>
    </w:p>
    <w:p w:rsidR="00DA25AD" w:rsidRPr="00004A58" w:rsidRDefault="00DA25AD" w:rsidP="00DA25AD">
      <w:r w:rsidRPr="00004A58">
        <w:t>This procedure may also be used between the SMS-IWMSC and the MTC-IWF to forward mobile originated short messages from a mobile user to an MTC-IWF; see 3GPP TS 23.682 [18].</w:t>
      </w:r>
    </w:p>
    <w:p w:rsidR="00DA25AD" w:rsidRPr="00004A58" w:rsidRDefault="00DA25AD" w:rsidP="00DA25AD">
      <w:r w:rsidRPr="00004A58">
        <w:t>Table 6.2.1.1/1 specifies the involved information elements for the request.</w:t>
      </w:r>
    </w:p>
    <w:p w:rsidR="00DA25AD" w:rsidRPr="00004A58" w:rsidRDefault="00DA25AD" w:rsidP="00DA25AD">
      <w:r w:rsidRPr="00004A58">
        <w:t>Table 6.2.1.1/2 specifies the involved information elements for the answer.</w:t>
      </w:r>
    </w:p>
    <w:p w:rsidR="00DA25AD" w:rsidRPr="00004A58" w:rsidRDefault="00DA25AD" w:rsidP="00DA25AD">
      <w:r w:rsidRPr="00004A58">
        <w:t xml:space="preserve">This procedure is mapped to the commands MO-Forward-Short-Message-Request/Answer (OFR/OFA) in the Diameter application specified in </w:t>
      </w:r>
      <w:r w:rsidR="005252A2" w:rsidRPr="00004A58">
        <w:t>clause</w:t>
      </w:r>
      <w:r w:rsidRPr="00004A58">
        <w:t xml:space="preserve"> 6.3.2. </w:t>
      </w:r>
    </w:p>
    <w:p w:rsidR="00DA25AD" w:rsidRPr="00004A58" w:rsidRDefault="00DA25AD" w:rsidP="00DA25AD">
      <w:pPr>
        <w:pStyle w:val="TH"/>
        <w:rPr>
          <w:lang w:val="en-AU"/>
        </w:rPr>
      </w:pPr>
      <w:r w:rsidRPr="00004A58">
        <w:rPr>
          <w:lang w:val="en-AU"/>
        </w:rPr>
        <w:lastRenderedPageBreak/>
        <w:t xml:space="preserve">Table 6.2.1.1/1: MO </w:t>
      </w:r>
      <w:r w:rsidRPr="00004A58">
        <w:t>Forward Short Message Request</w:t>
      </w:r>
    </w:p>
    <w:tbl>
      <w:tblPr>
        <w:tblW w:w="94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348"/>
        <w:gridCol w:w="1417"/>
        <w:gridCol w:w="567"/>
        <w:gridCol w:w="6166"/>
      </w:tblGrid>
      <w:tr w:rsidR="00DA25AD" w:rsidRPr="00004A58" w:rsidTr="00E50914">
        <w:trPr>
          <w:jc w:val="center"/>
        </w:trPr>
        <w:tc>
          <w:tcPr>
            <w:tcW w:w="1348" w:type="dxa"/>
            <w:tcBorders>
              <w:top w:val="single" w:sz="12" w:space="0" w:color="auto"/>
              <w:bottom w:val="single" w:sz="12" w:space="0" w:color="auto"/>
            </w:tcBorders>
          </w:tcPr>
          <w:p w:rsidR="00DA25AD" w:rsidRPr="00004A58" w:rsidRDefault="00DA25AD" w:rsidP="00E50914">
            <w:pPr>
              <w:pStyle w:val="TAH"/>
            </w:pPr>
            <w:r w:rsidRPr="00004A58">
              <w:t>Information element name</w:t>
            </w:r>
          </w:p>
        </w:tc>
        <w:tc>
          <w:tcPr>
            <w:tcW w:w="1417" w:type="dxa"/>
            <w:tcBorders>
              <w:top w:val="single" w:sz="12" w:space="0" w:color="auto"/>
              <w:bottom w:val="single" w:sz="12" w:space="0" w:color="auto"/>
            </w:tcBorders>
          </w:tcPr>
          <w:p w:rsidR="00DA25AD" w:rsidRPr="00004A58" w:rsidRDefault="00DA25AD" w:rsidP="00E50914">
            <w:pPr>
              <w:pStyle w:val="TAH"/>
              <w:rPr>
                <w:lang w:val="fr-FR"/>
              </w:rPr>
            </w:pPr>
            <w:r w:rsidRPr="00004A58">
              <w:t>Mapping to Diameter AVP</w:t>
            </w:r>
          </w:p>
        </w:tc>
        <w:tc>
          <w:tcPr>
            <w:tcW w:w="567" w:type="dxa"/>
            <w:tcBorders>
              <w:top w:val="single" w:sz="12" w:space="0" w:color="auto"/>
              <w:bottom w:val="single" w:sz="12" w:space="0" w:color="auto"/>
            </w:tcBorders>
          </w:tcPr>
          <w:p w:rsidR="00DA25AD" w:rsidRPr="00004A58" w:rsidRDefault="00DA25AD" w:rsidP="00E50914">
            <w:pPr>
              <w:pStyle w:val="TAH"/>
              <w:rPr>
                <w:lang w:val="fr-FR"/>
              </w:rPr>
            </w:pPr>
            <w:r w:rsidRPr="00004A58">
              <w:rPr>
                <w:lang w:val="fr-FR"/>
              </w:rPr>
              <w:t>Cat.</w:t>
            </w:r>
          </w:p>
        </w:tc>
        <w:tc>
          <w:tcPr>
            <w:tcW w:w="6166" w:type="dxa"/>
            <w:tcBorders>
              <w:top w:val="single" w:sz="12" w:space="0" w:color="auto"/>
              <w:bottom w:val="single" w:sz="12" w:space="0" w:color="auto"/>
            </w:tcBorders>
          </w:tcPr>
          <w:p w:rsidR="00DA25AD" w:rsidRPr="00004A58" w:rsidRDefault="00DA25AD" w:rsidP="00E50914">
            <w:pPr>
              <w:pStyle w:val="TAH"/>
              <w:rPr>
                <w:lang w:val="fr-FR"/>
              </w:rPr>
            </w:pPr>
            <w:r w:rsidRPr="00004A58">
              <w:rPr>
                <w:lang w:val="fr-FR"/>
              </w:rPr>
              <w:t xml:space="preserve"> Description</w:t>
            </w:r>
          </w:p>
        </w:tc>
      </w:tr>
      <w:tr w:rsidR="00DA25AD" w:rsidRPr="00004A58" w:rsidTr="00E50914">
        <w:trPr>
          <w:trHeight w:val="401"/>
          <w:jc w:val="center"/>
        </w:trPr>
        <w:tc>
          <w:tcPr>
            <w:tcW w:w="1348" w:type="dxa"/>
            <w:tcBorders>
              <w:top w:val="single" w:sz="12" w:space="0" w:color="auto"/>
              <w:bottom w:val="single" w:sz="6" w:space="0" w:color="auto"/>
            </w:tcBorders>
          </w:tcPr>
          <w:p w:rsidR="00DA25AD" w:rsidRPr="00004A58" w:rsidRDefault="00DA25AD" w:rsidP="00E50914">
            <w:pPr>
              <w:pStyle w:val="TAL"/>
            </w:pPr>
            <w:r w:rsidRPr="00004A58">
              <w:t>SM RP DA</w:t>
            </w:r>
          </w:p>
          <w:p w:rsidR="00DA25AD" w:rsidRPr="00004A58" w:rsidDel="00BE4FDE" w:rsidRDefault="00DA25AD" w:rsidP="00E50914">
            <w:pPr>
              <w:pStyle w:val="TAL"/>
              <w:rPr>
                <w:lang w:val="en-US"/>
              </w:rPr>
            </w:pPr>
          </w:p>
        </w:tc>
        <w:tc>
          <w:tcPr>
            <w:tcW w:w="1417" w:type="dxa"/>
            <w:tcBorders>
              <w:top w:val="single" w:sz="12" w:space="0" w:color="auto"/>
              <w:bottom w:val="single" w:sz="6" w:space="0" w:color="auto"/>
            </w:tcBorders>
          </w:tcPr>
          <w:p w:rsidR="00DA25AD" w:rsidRPr="00004A58" w:rsidRDefault="00DA25AD" w:rsidP="00E50914">
            <w:pPr>
              <w:pStyle w:val="TAL"/>
            </w:pPr>
            <w:r w:rsidRPr="00004A58">
              <w:t>SC-Address</w:t>
            </w:r>
          </w:p>
        </w:tc>
        <w:tc>
          <w:tcPr>
            <w:tcW w:w="567" w:type="dxa"/>
            <w:tcBorders>
              <w:top w:val="single" w:sz="12" w:space="0" w:color="auto"/>
              <w:bottom w:val="single" w:sz="6" w:space="0" w:color="auto"/>
            </w:tcBorders>
          </w:tcPr>
          <w:p w:rsidR="00DA25AD" w:rsidRPr="00004A58" w:rsidDel="00BE4FDE" w:rsidRDefault="00DA25AD" w:rsidP="00E50914">
            <w:pPr>
              <w:pStyle w:val="TAC"/>
              <w:rPr>
                <w:lang w:val="en-AU"/>
              </w:rPr>
            </w:pPr>
            <w:r w:rsidRPr="00004A58">
              <w:t>M</w:t>
            </w:r>
          </w:p>
        </w:tc>
        <w:tc>
          <w:tcPr>
            <w:tcW w:w="6166" w:type="dxa"/>
            <w:tcBorders>
              <w:top w:val="single" w:sz="12" w:space="0" w:color="auto"/>
              <w:bottom w:val="single" w:sz="6" w:space="0" w:color="auto"/>
            </w:tcBorders>
          </w:tcPr>
          <w:p w:rsidR="00DA25AD" w:rsidRPr="00004A58" w:rsidDel="00BE4FDE" w:rsidRDefault="00DA25AD" w:rsidP="00E50914">
            <w:pPr>
              <w:pStyle w:val="TAL"/>
            </w:pPr>
            <w:r w:rsidRPr="00004A58">
              <w:t xml:space="preserve">When used between MME or SGSN or IP-SM-GW and SMS-IWMSC, this information element shall contain the Service Centre address received from the mobile station. </w:t>
            </w:r>
            <w:r w:rsidRPr="00004A58">
              <w:br/>
              <w:t>When used between SMS-IWMSC and MTC-IWF, this information element shall contain the MTC-IWF address as pre-configured in the SMS-SC.</w:t>
            </w:r>
          </w:p>
        </w:tc>
      </w:tr>
      <w:tr w:rsidR="00DA25AD" w:rsidRPr="00004A58" w:rsidTr="00E50914">
        <w:trPr>
          <w:trHeight w:val="401"/>
          <w:jc w:val="center"/>
        </w:trPr>
        <w:tc>
          <w:tcPr>
            <w:tcW w:w="1348" w:type="dxa"/>
          </w:tcPr>
          <w:p w:rsidR="00DA25AD" w:rsidRPr="00004A58" w:rsidRDefault="00DA25AD" w:rsidP="00E50914">
            <w:pPr>
              <w:pStyle w:val="TAL"/>
            </w:pPr>
            <w:r w:rsidRPr="00004A58">
              <w:t>SM RP OA</w:t>
            </w:r>
          </w:p>
          <w:p w:rsidR="00DA25AD" w:rsidRPr="00004A58" w:rsidRDefault="00DA25AD" w:rsidP="00E50914">
            <w:pPr>
              <w:pStyle w:val="TAL"/>
            </w:pPr>
          </w:p>
        </w:tc>
        <w:tc>
          <w:tcPr>
            <w:tcW w:w="1417" w:type="dxa"/>
          </w:tcPr>
          <w:p w:rsidR="00DA25AD" w:rsidRPr="00004A58" w:rsidRDefault="00DA25AD" w:rsidP="00E50914">
            <w:pPr>
              <w:pStyle w:val="TAL"/>
              <w:rPr>
                <w:rFonts w:cs="Arial"/>
                <w:bCs/>
                <w:lang w:val="en-US"/>
              </w:rPr>
            </w:pPr>
            <w:r w:rsidRPr="00004A58">
              <w:rPr>
                <w:rFonts w:cs="Arial"/>
                <w:bCs/>
                <w:lang w:val="en-US"/>
              </w:rPr>
              <w:t>User-Identifier</w:t>
            </w:r>
          </w:p>
        </w:tc>
        <w:tc>
          <w:tcPr>
            <w:tcW w:w="567" w:type="dxa"/>
          </w:tcPr>
          <w:p w:rsidR="00DA25AD" w:rsidRPr="00004A58" w:rsidRDefault="00DA25AD" w:rsidP="00E50914">
            <w:pPr>
              <w:pStyle w:val="TAC"/>
              <w:rPr>
                <w:bCs/>
              </w:rPr>
            </w:pPr>
            <w:r w:rsidRPr="00004A58">
              <w:rPr>
                <w:rFonts w:cs="Arial"/>
                <w:bCs/>
                <w:lang w:val="en-US"/>
              </w:rPr>
              <w:t>M</w:t>
            </w:r>
          </w:p>
        </w:tc>
        <w:tc>
          <w:tcPr>
            <w:tcW w:w="6166" w:type="dxa"/>
          </w:tcPr>
          <w:p w:rsidR="00DA25AD" w:rsidRPr="00004A58" w:rsidRDefault="00DA25AD" w:rsidP="00E50914">
            <w:pPr>
              <w:pStyle w:val="TAL"/>
              <w:rPr>
                <w:lang w:eastAsia="zh-CN"/>
              </w:rPr>
            </w:pPr>
            <w:r w:rsidRPr="00004A58">
              <w:t>This information element</w:t>
            </w:r>
            <w:r w:rsidRPr="00004A58">
              <w:rPr>
                <w:rFonts w:hint="eastAsia"/>
                <w:lang w:eastAsia="zh-CN"/>
              </w:rPr>
              <w:t xml:space="preserve"> shall </w:t>
            </w:r>
            <w:r w:rsidRPr="00004A58">
              <w:rPr>
                <w:lang w:eastAsia="zh-CN"/>
              </w:rPr>
              <w:t>contain:</w:t>
            </w:r>
          </w:p>
          <w:p w:rsidR="00DA25AD" w:rsidRPr="00004A58" w:rsidRDefault="00DA25AD" w:rsidP="00E50914">
            <w:pPr>
              <w:pStyle w:val="TAL"/>
              <w:rPr>
                <w:lang w:eastAsia="zh-CN"/>
              </w:rPr>
            </w:pPr>
            <w:r w:rsidRPr="00004A58">
              <w:rPr>
                <w:lang w:eastAsia="zh-CN"/>
              </w:rPr>
              <w:t>- the IMSI if it is available;</w:t>
            </w:r>
          </w:p>
          <w:p w:rsidR="00DA25AD" w:rsidRPr="00004A58" w:rsidRDefault="00DA25AD" w:rsidP="00E50914">
            <w:pPr>
              <w:pStyle w:val="TAL"/>
              <w:rPr>
                <w:i/>
              </w:rPr>
            </w:pPr>
            <w:r w:rsidRPr="00004A58">
              <w:rPr>
                <w:lang w:eastAsia="zh-CN"/>
              </w:rPr>
              <w:t xml:space="preserve">- </w:t>
            </w:r>
            <w:r w:rsidRPr="00004A58">
              <w:t>the MSISDN of the user when it exists.</w:t>
            </w:r>
          </w:p>
          <w:p w:rsidR="00DA25AD" w:rsidRPr="00004A58" w:rsidRDefault="00DA25AD" w:rsidP="00E50914">
            <w:pPr>
              <w:pStyle w:val="TAL"/>
            </w:pPr>
            <w:r w:rsidRPr="00004A58">
              <w:t>- a dummy MSISDN value in the context of MSISDN-less SMS delivery in IMS (see 3GPP TS 23.204 [17]), if IMSI is not available. In this case the originating user is identified by the Originating SIP-URI (see SMSMI-Correlation ID).</w:t>
            </w:r>
          </w:p>
        </w:tc>
      </w:tr>
      <w:tr w:rsidR="00DA25AD" w:rsidRPr="00004A58" w:rsidTr="00E50914">
        <w:trPr>
          <w:trHeight w:val="401"/>
          <w:jc w:val="center"/>
        </w:trPr>
        <w:tc>
          <w:tcPr>
            <w:tcW w:w="1348" w:type="dxa"/>
          </w:tcPr>
          <w:p w:rsidR="00DA25AD" w:rsidRPr="00004A58" w:rsidRDefault="00DA25AD" w:rsidP="00E50914">
            <w:pPr>
              <w:pStyle w:val="TAL"/>
              <w:rPr>
                <w:rFonts w:cs="Arial"/>
              </w:rPr>
            </w:pPr>
            <w:r w:rsidRPr="00004A58">
              <w:rPr>
                <w:rFonts w:cs="Arial"/>
              </w:rPr>
              <w:t>SM RP UI</w:t>
            </w:r>
          </w:p>
        </w:tc>
        <w:tc>
          <w:tcPr>
            <w:tcW w:w="1417" w:type="dxa"/>
          </w:tcPr>
          <w:p w:rsidR="00DA25AD" w:rsidRPr="00004A58" w:rsidRDefault="00DA25AD" w:rsidP="00E50914">
            <w:pPr>
              <w:pStyle w:val="TAL"/>
              <w:rPr>
                <w:rFonts w:cs="Arial"/>
                <w:bCs/>
                <w:lang w:val="en-US"/>
              </w:rPr>
            </w:pPr>
            <w:r w:rsidRPr="00004A58">
              <w:rPr>
                <w:rFonts w:cs="Arial"/>
              </w:rPr>
              <w:t>SM-RP-UI</w:t>
            </w:r>
          </w:p>
        </w:tc>
        <w:tc>
          <w:tcPr>
            <w:tcW w:w="567" w:type="dxa"/>
          </w:tcPr>
          <w:p w:rsidR="00DA25AD" w:rsidRPr="00004A58" w:rsidRDefault="00DA25AD" w:rsidP="00E50914">
            <w:pPr>
              <w:pStyle w:val="TAC"/>
              <w:rPr>
                <w:rFonts w:cs="Arial"/>
                <w:bCs/>
                <w:lang w:val="en-US"/>
              </w:rPr>
            </w:pPr>
            <w:r w:rsidRPr="00004A58">
              <w:rPr>
                <w:rFonts w:cs="Arial"/>
                <w:bCs/>
                <w:lang w:val="en-US"/>
              </w:rPr>
              <w:t>M</w:t>
            </w:r>
          </w:p>
        </w:tc>
        <w:tc>
          <w:tcPr>
            <w:tcW w:w="6166" w:type="dxa"/>
          </w:tcPr>
          <w:p w:rsidR="00DA25AD" w:rsidRPr="00004A58" w:rsidRDefault="00DA25AD" w:rsidP="00E50914">
            <w:pPr>
              <w:pStyle w:val="TAL"/>
            </w:pPr>
            <w:r w:rsidRPr="00004A58">
              <w:t>This information element shall contain the short message transfer protocol data unit</w:t>
            </w:r>
          </w:p>
        </w:tc>
      </w:tr>
      <w:tr w:rsidR="00DA25AD" w:rsidRPr="00004A58" w:rsidTr="00E50914">
        <w:trPr>
          <w:trHeight w:val="401"/>
          <w:jc w:val="center"/>
        </w:trPr>
        <w:tc>
          <w:tcPr>
            <w:tcW w:w="1348" w:type="dxa"/>
          </w:tcPr>
          <w:p w:rsidR="00DA25AD" w:rsidRPr="00004A58" w:rsidRDefault="00DA25AD" w:rsidP="00E50914">
            <w:pPr>
              <w:pStyle w:val="TAL"/>
              <w:rPr>
                <w:rFonts w:cs="Arial"/>
              </w:rPr>
            </w:pPr>
            <w:r w:rsidRPr="00004A58">
              <w:rPr>
                <w:rFonts w:cs="Arial"/>
              </w:rPr>
              <w:t>SMSMI-Correlation ID</w:t>
            </w:r>
          </w:p>
        </w:tc>
        <w:tc>
          <w:tcPr>
            <w:tcW w:w="1417" w:type="dxa"/>
          </w:tcPr>
          <w:p w:rsidR="00DA25AD" w:rsidRPr="00004A58" w:rsidRDefault="00DA25AD" w:rsidP="00E50914">
            <w:pPr>
              <w:pStyle w:val="TAL"/>
              <w:rPr>
                <w:rFonts w:cs="Arial"/>
              </w:rPr>
            </w:pPr>
            <w:r w:rsidRPr="00004A58">
              <w:rPr>
                <w:rFonts w:cs="Arial"/>
              </w:rPr>
              <w:t>SMSMI-Correlation-ID</w:t>
            </w:r>
          </w:p>
        </w:tc>
        <w:tc>
          <w:tcPr>
            <w:tcW w:w="567" w:type="dxa"/>
          </w:tcPr>
          <w:p w:rsidR="00DA25AD" w:rsidRPr="00004A58" w:rsidRDefault="00DA25AD" w:rsidP="00E50914">
            <w:pPr>
              <w:pStyle w:val="TAC"/>
              <w:rPr>
                <w:rFonts w:cs="Arial"/>
                <w:bCs/>
                <w:lang w:val="en-US"/>
              </w:rPr>
            </w:pPr>
            <w:r w:rsidRPr="00004A58">
              <w:rPr>
                <w:rFonts w:cs="Arial"/>
                <w:bCs/>
                <w:lang w:val="en-US"/>
              </w:rPr>
              <w:t>C</w:t>
            </w:r>
          </w:p>
        </w:tc>
        <w:tc>
          <w:tcPr>
            <w:tcW w:w="6166" w:type="dxa"/>
          </w:tcPr>
          <w:p w:rsidR="00DA25AD" w:rsidRPr="00004A58" w:rsidRDefault="00DA25AD" w:rsidP="00E50914">
            <w:pPr>
              <w:pStyle w:val="TAL"/>
            </w:pPr>
            <w:r w:rsidRPr="00004A58">
              <w:t>This information element indicates by its presence that the request is sent in the context of MSISDN-less SMS delivery in IMS (see 3GPP TS 23.204 [17]).</w:t>
            </w:r>
          </w:p>
          <w:p w:rsidR="00DA25AD" w:rsidRPr="00004A58" w:rsidRDefault="00DA25AD" w:rsidP="00E50914">
            <w:pPr>
              <w:pStyle w:val="TAL"/>
            </w:pPr>
            <w:r w:rsidRPr="00004A58">
              <w:t>When present, this information element shall contain an HSS-ID identifying the destination user's HSS, a Destination SIP-URI identifying the MSISDN-less destination user, and an Originating SIP-URI identifying the MSISDN-less originating user.</w:t>
            </w:r>
          </w:p>
        </w:tc>
      </w:tr>
      <w:tr w:rsidR="00DA25AD" w:rsidRPr="00004A58" w:rsidTr="00E50914">
        <w:trPr>
          <w:trHeight w:val="401"/>
          <w:jc w:val="center"/>
        </w:trPr>
        <w:tc>
          <w:tcPr>
            <w:tcW w:w="1348" w:type="dxa"/>
          </w:tcPr>
          <w:p w:rsidR="00DA25AD" w:rsidRPr="00004A58" w:rsidRDefault="00DA25AD" w:rsidP="00E50914">
            <w:pPr>
              <w:pStyle w:val="TAL"/>
              <w:rPr>
                <w:rFonts w:cs="Arial"/>
              </w:rPr>
            </w:pPr>
            <w:r w:rsidRPr="00004A58">
              <w:rPr>
                <w:rFonts w:cs="Arial"/>
              </w:rPr>
              <w:t>OFR Flags</w:t>
            </w:r>
          </w:p>
        </w:tc>
        <w:tc>
          <w:tcPr>
            <w:tcW w:w="1417" w:type="dxa"/>
          </w:tcPr>
          <w:p w:rsidR="00DA25AD" w:rsidRPr="00004A58" w:rsidRDefault="00DA25AD" w:rsidP="00E50914">
            <w:pPr>
              <w:pStyle w:val="TAL"/>
              <w:rPr>
                <w:rFonts w:cs="Arial"/>
              </w:rPr>
            </w:pPr>
            <w:r w:rsidRPr="00004A58">
              <w:rPr>
                <w:rFonts w:cs="Arial"/>
              </w:rPr>
              <w:t>OFR-Flags</w:t>
            </w:r>
          </w:p>
        </w:tc>
        <w:tc>
          <w:tcPr>
            <w:tcW w:w="567" w:type="dxa"/>
          </w:tcPr>
          <w:p w:rsidR="00DA25AD" w:rsidRPr="00004A58" w:rsidRDefault="00DA25AD" w:rsidP="00E50914">
            <w:pPr>
              <w:pStyle w:val="TAC"/>
              <w:rPr>
                <w:rFonts w:cs="Arial"/>
                <w:bCs/>
                <w:lang w:val="en-US"/>
              </w:rPr>
            </w:pPr>
            <w:r w:rsidRPr="00004A58">
              <w:rPr>
                <w:rFonts w:cs="Arial"/>
                <w:bCs/>
                <w:lang w:val="en-US"/>
              </w:rPr>
              <w:t>C</w:t>
            </w:r>
          </w:p>
        </w:tc>
        <w:tc>
          <w:tcPr>
            <w:tcW w:w="6166" w:type="dxa"/>
          </w:tcPr>
          <w:p w:rsidR="00DA25AD" w:rsidRPr="00004A58" w:rsidRDefault="00DA25AD" w:rsidP="00E50914">
            <w:pPr>
              <w:pStyle w:val="TAL"/>
            </w:pPr>
            <w:r w:rsidRPr="00004A58">
              <w:t>This information element shall contain a bit mask. See 6.3.3.12 for the meaning of the bits.</w:t>
            </w:r>
          </w:p>
        </w:tc>
      </w:tr>
      <w:tr w:rsidR="00DA25AD" w:rsidRPr="00004A58" w:rsidTr="00E50914">
        <w:trPr>
          <w:trHeight w:val="401"/>
          <w:jc w:val="center"/>
        </w:trPr>
        <w:tc>
          <w:tcPr>
            <w:tcW w:w="1348" w:type="dxa"/>
          </w:tcPr>
          <w:p w:rsidR="00DA25AD" w:rsidRPr="00004A58" w:rsidRDefault="00DA25AD" w:rsidP="00E50914">
            <w:pPr>
              <w:pStyle w:val="TAL"/>
              <w:rPr>
                <w:rFonts w:cs="Arial"/>
              </w:rPr>
            </w:pPr>
            <w:r w:rsidRPr="00004A58">
              <w:rPr>
                <w:rFonts w:cs="Arial"/>
              </w:rPr>
              <w:t>SM Delivery Outcome</w:t>
            </w:r>
          </w:p>
        </w:tc>
        <w:tc>
          <w:tcPr>
            <w:tcW w:w="1417" w:type="dxa"/>
          </w:tcPr>
          <w:p w:rsidR="00DA25AD" w:rsidRPr="00004A58" w:rsidRDefault="00DA25AD" w:rsidP="00E50914">
            <w:pPr>
              <w:pStyle w:val="TAL"/>
              <w:rPr>
                <w:rFonts w:cs="Arial"/>
              </w:rPr>
            </w:pPr>
            <w:r w:rsidRPr="00004A58">
              <w:rPr>
                <w:rFonts w:cs="Arial"/>
              </w:rPr>
              <w:t>SM-Delivery-Outcome</w:t>
            </w:r>
          </w:p>
        </w:tc>
        <w:tc>
          <w:tcPr>
            <w:tcW w:w="567" w:type="dxa"/>
          </w:tcPr>
          <w:p w:rsidR="00DA25AD" w:rsidRPr="00004A58" w:rsidRDefault="00DA25AD" w:rsidP="00E50914">
            <w:pPr>
              <w:pStyle w:val="TAC"/>
              <w:rPr>
                <w:rFonts w:cs="Arial"/>
                <w:bCs/>
                <w:lang w:val="en-US"/>
              </w:rPr>
            </w:pPr>
            <w:r w:rsidRPr="00004A58">
              <w:rPr>
                <w:rFonts w:cs="Arial"/>
                <w:bCs/>
                <w:lang w:val="en-US"/>
              </w:rPr>
              <w:t>C</w:t>
            </w:r>
          </w:p>
        </w:tc>
        <w:tc>
          <w:tcPr>
            <w:tcW w:w="6166" w:type="dxa"/>
          </w:tcPr>
          <w:p w:rsidR="00DA25AD" w:rsidRPr="00004A58" w:rsidRDefault="00DA25AD" w:rsidP="00E50914">
            <w:pPr>
              <w:pStyle w:val="TAL"/>
            </w:pPr>
            <w:r w:rsidRPr="00004A58">
              <w:t>This information element shall be present if the SMSMI Correlation ID is present and shall contain the IP-SM-GW SM Delivery Outcome with the causes for setting the message waiting data in the HSS.</w:t>
            </w:r>
          </w:p>
        </w:tc>
      </w:tr>
      <w:tr w:rsidR="00DA25AD" w:rsidRPr="00004A58" w:rsidTr="00E50914">
        <w:trPr>
          <w:trHeight w:val="401"/>
          <w:jc w:val="center"/>
        </w:trPr>
        <w:tc>
          <w:tcPr>
            <w:tcW w:w="1348" w:type="dxa"/>
          </w:tcPr>
          <w:p w:rsidR="00DA25AD" w:rsidRPr="00004A58" w:rsidRDefault="00DA25AD" w:rsidP="00E50914">
            <w:pPr>
              <w:pStyle w:val="TAL"/>
              <w:rPr>
                <w:rFonts w:cs="Arial"/>
              </w:rPr>
            </w:pPr>
            <w:r w:rsidRPr="00004A58">
              <w:rPr>
                <w:rFonts w:cs="Arial"/>
                <w:szCs w:val="22"/>
                <w:lang w:val="en-US"/>
              </w:rPr>
              <w:t>Supported Features</w:t>
            </w:r>
          </w:p>
        </w:tc>
        <w:tc>
          <w:tcPr>
            <w:tcW w:w="1417" w:type="dxa"/>
          </w:tcPr>
          <w:p w:rsidR="00DA25AD" w:rsidRPr="00004A58" w:rsidRDefault="00DA25AD" w:rsidP="00E50914">
            <w:pPr>
              <w:pStyle w:val="TAL"/>
              <w:rPr>
                <w:rFonts w:cs="Arial"/>
              </w:rPr>
            </w:pPr>
            <w:r w:rsidRPr="00004A58">
              <w:t>Supported-Features</w:t>
            </w:r>
          </w:p>
        </w:tc>
        <w:tc>
          <w:tcPr>
            <w:tcW w:w="567" w:type="dxa"/>
          </w:tcPr>
          <w:p w:rsidR="00DA25AD" w:rsidRPr="00004A58" w:rsidRDefault="00DA25AD" w:rsidP="00E50914">
            <w:pPr>
              <w:pStyle w:val="TAC"/>
              <w:rPr>
                <w:rFonts w:cs="Arial"/>
                <w:bCs/>
                <w:lang w:val="en-US"/>
              </w:rPr>
            </w:pPr>
            <w:r w:rsidRPr="00004A58">
              <w:t>O</w:t>
            </w:r>
          </w:p>
        </w:tc>
        <w:tc>
          <w:tcPr>
            <w:tcW w:w="6166" w:type="dxa"/>
          </w:tcPr>
          <w:p w:rsidR="00DA25AD" w:rsidRPr="00004A58" w:rsidRDefault="00DA25AD" w:rsidP="00E50914">
            <w:pPr>
              <w:pStyle w:val="TAL"/>
            </w:pPr>
            <w:r w:rsidRPr="00004A58">
              <w:t>If present, this information element shall contain the list of features supported by the origin host.</w:t>
            </w:r>
          </w:p>
        </w:tc>
      </w:tr>
    </w:tbl>
    <w:p w:rsidR="00DA25AD" w:rsidRPr="00004A58" w:rsidRDefault="00DA25AD" w:rsidP="00DA25AD">
      <w:pPr>
        <w:rPr>
          <w:lang w:val="en-US"/>
        </w:rPr>
      </w:pPr>
    </w:p>
    <w:p w:rsidR="00DA25AD" w:rsidRPr="00004A58" w:rsidRDefault="00DA25AD" w:rsidP="00DA25AD">
      <w:pPr>
        <w:pStyle w:val="NO"/>
        <w:rPr>
          <w:lang w:val="en-US"/>
        </w:rPr>
      </w:pPr>
      <w:r w:rsidRPr="00004A58">
        <w:rPr>
          <w:lang w:val="en-US"/>
        </w:rPr>
        <w:t>NOTE:</w:t>
      </w:r>
      <w:r w:rsidRPr="00004A58">
        <w:rPr>
          <w:lang w:val="en-US"/>
        </w:rPr>
        <w:tab/>
        <w:t xml:space="preserve">In the context </w:t>
      </w:r>
      <w:r w:rsidRPr="00004A58">
        <w:t>of MSISDN-less SMS delivery in IMS (see 3GPP TS 23.204 [17]), the IP-SM-GW gets the HSS-ID and the SM Delivery Outcome from the SIP message coming from the IMS network of the destination user and indicating a temporary SMS delivery failure.</w:t>
      </w:r>
      <w:r w:rsidRPr="00004A58">
        <w:rPr>
          <w:lang w:val="en-US"/>
        </w:rPr>
        <w:t xml:space="preserve"> </w:t>
      </w:r>
    </w:p>
    <w:p w:rsidR="00DA25AD" w:rsidRPr="00004A58" w:rsidRDefault="00DA25AD" w:rsidP="00DA25AD">
      <w:pPr>
        <w:pStyle w:val="TH"/>
        <w:rPr>
          <w:lang w:val="en-AU"/>
        </w:rPr>
      </w:pPr>
      <w:r w:rsidRPr="00004A58">
        <w:rPr>
          <w:lang w:val="en-AU"/>
        </w:rPr>
        <w:lastRenderedPageBreak/>
        <w:t>Table 6.2.1.1/2: MO-</w:t>
      </w:r>
      <w:r w:rsidRPr="00004A58">
        <w:t>Forward Short Message</w:t>
      </w:r>
      <w:r w:rsidRPr="00004A58" w:rsidDel="007455E3">
        <w:t xml:space="preserve"> </w:t>
      </w:r>
      <w:r w:rsidRPr="00004A58">
        <w:t>Answer</w:t>
      </w:r>
    </w:p>
    <w:tbl>
      <w:tblPr>
        <w:tblW w:w="956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383"/>
        <w:gridCol w:w="1417"/>
        <w:gridCol w:w="532"/>
        <w:gridCol w:w="6237"/>
      </w:tblGrid>
      <w:tr w:rsidR="00DA25AD" w:rsidRPr="00004A58" w:rsidTr="00E50914">
        <w:trPr>
          <w:jc w:val="center"/>
        </w:trPr>
        <w:tc>
          <w:tcPr>
            <w:tcW w:w="1383" w:type="dxa"/>
          </w:tcPr>
          <w:p w:rsidR="00DA25AD" w:rsidRPr="00004A58" w:rsidRDefault="00DA25AD" w:rsidP="00E50914">
            <w:pPr>
              <w:pStyle w:val="TAH"/>
            </w:pPr>
            <w:r w:rsidRPr="00004A58">
              <w:t>Information element name</w:t>
            </w:r>
          </w:p>
        </w:tc>
        <w:tc>
          <w:tcPr>
            <w:tcW w:w="1417" w:type="dxa"/>
          </w:tcPr>
          <w:p w:rsidR="00DA25AD" w:rsidRPr="00004A58" w:rsidRDefault="00DA25AD" w:rsidP="00E50914">
            <w:pPr>
              <w:pStyle w:val="TAH"/>
              <w:rPr>
                <w:lang w:val="fr-FR"/>
              </w:rPr>
            </w:pPr>
            <w:r w:rsidRPr="00004A58">
              <w:t>Mapping to Diameter AVP</w:t>
            </w:r>
          </w:p>
        </w:tc>
        <w:tc>
          <w:tcPr>
            <w:tcW w:w="532" w:type="dxa"/>
          </w:tcPr>
          <w:p w:rsidR="00DA25AD" w:rsidRPr="00004A58" w:rsidRDefault="00DA25AD" w:rsidP="00E50914">
            <w:pPr>
              <w:pStyle w:val="TAH"/>
              <w:rPr>
                <w:lang w:val="fr-FR"/>
              </w:rPr>
            </w:pPr>
            <w:r w:rsidRPr="00004A58">
              <w:rPr>
                <w:lang w:val="fr-FR"/>
              </w:rPr>
              <w:t>Cat.</w:t>
            </w:r>
          </w:p>
        </w:tc>
        <w:tc>
          <w:tcPr>
            <w:tcW w:w="6237" w:type="dxa"/>
          </w:tcPr>
          <w:p w:rsidR="00DA25AD" w:rsidRPr="00004A58" w:rsidRDefault="00DA25AD" w:rsidP="00E50914">
            <w:pPr>
              <w:pStyle w:val="TAH"/>
              <w:rPr>
                <w:lang w:val="fr-FR"/>
              </w:rPr>
            </w:pPr>
            <w:r w:rsidRPr="00004A58">
              <w:rPr>
                <w:lang w:val="fr-FR"/>
              </w:rPr>
              <w:t xml:space="preserve"> Description</w:t>
            </w:r>
          </w:p>
        </w:tc>
      </w:tr>
      <w:tr w:rsidR="00DA25AD" w:rsidRPr="00004A58" w:rsidTr="00E50914">
        <w:trPr>
          <w:trHeight w:val="401"/>
          <w:jc w:val="center"/>
        </w:trPr>
        <w:tc>
          <w:tcPr>
            <w:tcW w:w="1383" w:type="dxa"/>
          </w:tcPr>
          <w:p w:rsidR="00DA25AD" w:rsidRPr="00004A58" w:rsidRDefault="00DA25AD" w:rsidP="00E50914">
            <w:pPr>
              <w:pStyle w:val="TAL"/>
              <w:rPr>
                <w:snapToGrid w:val="0"/>
              </w:rPr>
            </w:pPr>
            <w:r w:rsidRPr="00004A58">
              <w:rPr>
                <w:snapToGrid w:val="0"/>
              </w:rPr>
              <w:t>Result</w:t>
            </w:r>
          </w:p>
          <w:p w:rsidR="00DA25AD" w:rsidRPr="00004A58" w:rsidRDefault="00DA25AD" w:rsidP="00E50914">
            <w:pPr>
              <w:pStyle w:val="TAL"/>
            </w:pPr>
          </w:p>
        </w:tc>
        <w:tc>
          <w:tcPr>
            <w:tcW w:w="1417" w:type="dxa"/>
          </w:tcPr>
          <w:p w:rsidR="00DA25AD" w:rsidRPr="00004A58" w:rsidRDefault="00DA25AD" w:rsidP="00E50914">
            <w:pPr>
              <w:pStyle w:val="TAL"/>
              <w:rPr>
                <w:rFonts w:cs="Arial"/>
                <w:bCs/>
                <w:lang w:val="en-US"/>
              </w:rPr>
            </w:pPr>
            <w:r w:rsidRPr="00004A58">
              <w:t>Result-Code / Experimental-Result</w:t>
            </w:r>
          </w:p>
        </w:tc>
        <w:tc>
          <w:tcPr>
            <w:tcW w:w="532" w:type="dxa"/>
          </w:tcPr>
          <w:p w:rsidR="00DA25AD" w:rsidRPr="00004A58" w:rsidRDefault="00DA25AD" w:rsidP="00E50914">
            <w:pPr>
              <w:pStyle w:val="TAC"/>
              <w:rPr>
                <w:bCs/>
              </w:rPr>
            </w:pPr>
            <w:r w:rsidRPr="00004A58">
              <w:rPr>
                <w:rFonts w:cs="Arial"/>
                <w:bCs/>
                <w:lang w:val="en-US"/>
              </w:rPr>
              <w:t>M</w:t>
            </w:r>
          </w:p>
        </w:tc>
        <w:tc>
          <w:tcPr>
            <w:tcW w:w="6237" w:type="dxa"/>
          </w:tcPr>
          <w:p w:rsidR="00DA25AD" w:rsidRPr="00004A58" w:rsidRDefault="00DA25AD" w:rsidP="00E50914">
            <w:pPr>
              <w:pStyle w:val="TAL"/>
            </w:pPr>
            <w:r w:rsidRPr="00004A58">
              <w:t>This information element shall contain the result of the operation.</w:t>
            </w:r>
          </w:p>
          <w:p w:rsidR="00DA25AD" w:rsidRPr="00004A58" w:rsidRDefault="00DA25AD" w:rsidP="00E50914">
            <w:pPr>
              <w:pStyle w:val="TAL"/>
            </w:pPr>
            <w:r w:rsidRPr="00004A58">
              <w:rPr>
                <w:rFonts w:hint="eastAsia"/>
                <w:lang w:eastAsia="zh-CN"/>
              </w:rPr>
              <w:t xml:space="preserve">The </w:t>
            </w:r>
            <w:r w:rsidRPr="00004A58">
              <w:t xml:space="preserve">Result-Code AVP shall be used to indicate success / errors </w:t>
            </w:r>
            <w:r w:rsidRPr="00004A58">
              <w:rPr>
                <w:rFonts w:hint="eastAsia"/>
                <w:lang w:eastAsia="zh-CN"/>
              </w:rPr>
              <w:t xml:space="preserve">as </w:t>
            </w:r>
            <w:r w:rsidRPr="00004A58">
              <w:t>defined in the Diameter base protocol (see IETF RFC 6733 [20]).</w:t>
            </w:r>
          </w:p>
          <w:p w:rsidR="00DA25AD" w:rsidRPr="00004A58" w:rsidRDefault="00DA25AD" w:rsidP="00E50914">
            <w:pPr>
              <w:pStyle w:val="TAL"/>
            </w:pPr>
            <w:r w:rsidRPr="00004A58">
              <w:rPr>
                <w:rFonts w:hint="eastAsia"/>
                <w:lang w:eastAsia="zh-CN"/>
              </w:rPr>
              <w:t xml:space="preserve">The </w:t>
            </w:r>
            <w:r w:rsidRPr="00004A58">
              <w:t xml:space="preserve">Experimental-Result AVP shall be used for SGd/Gdd/T4 errors. This is a grouped AVP which </w:t>
            </w:r>
            <w:r w:rsidRPr="00004A58">
              <w:rPr>
                <w:rFonts w:hint="eastAsia"/>
                <w:lang w:eastAsia="zh-CN"/>
              </w:rPr>
              <w:t>shall</w:t>
            </w:r>
            <w:r w:rsidRPr="00004A58">
              <w:t xml:space="preserve"> contain the 3GPP Vendor ID in the Vendor-Id AVP, and the error code in the Experimental-Result-Code AVP. The following errors are applicable:</w:t>
            </w:r>
          </w:p>
          <w:p w:rsidR="00DA25AD" w:rsidRPr="00004A58" w:rsidRDefault="00DA25AD" w:rsidP="00DA25AD">
            <w:pPr>
              <w:pStyle w:val="TAL"/>
              <w:numPr>
                <w:ilvl w:val="0"/>
                <w:numId w:val="11"/>
              </w:numPr>
            </w:pPr>
            <w:r w:rsidRPr="00004A58">
              <w:t>Facility Not Supported;</w:t>
            </w:r>
          </w:p>
          <w:p w:rsidR="00DA25AD" w:rsidRPr="00004A58" w:rsidRDefault="00DA25AD" w:rsidP="00DA25AD">
            <w:pPr>
              <w:pStyle w:val="TAL"/>
              <w:numPr>
                <w:ilvl w:val="0"/>
                <w:numId w:val="11"/>
              </w:numPr>
              <w:rPr>
                <w:i/>
              </w:rPr>
            </w:pPr>
            <w:r w:rsidRPr="00004A58">
              <w:t>SM Delivery Failure.</w:t>
            </w:r>
          </w:p>
        </w:tc>
      </w:tr>
      <w:tr w:rsidR="00DA25AD" w:rsidRPr="00004A58" w:rsidTr="00E50914">
        <w:trPr>
          <w:trHeight w:val="401"/>
          <w:jc w:val="center"/>
        </w:trPr>
        <w:tc>
          <w:tcPr>
            <w:tcW w:w="1383" w:type="dxa"/>
          </w:tcPr>
          <w:p w:rsidR="00DA25AD" w:rsidRPr="00004A58" w:rsidRDefault="00DA25AD" w:rsidP="00E50914">
            <w:pPr>
              <w:pStyle w:val="TAL"/>
              <w:rPr>
                <w:rFonts w:cs="Arial"/>
              </w:rPr>
            </w:pPr>
            <w:r w:rsidRPr="00004A58">
              <w:rPr>
                <w:rFonts w:cs="Arial"/>
              </w:rPr>
              <w:t xml:space="preserve">SM Delivery Failure Cause </w:t>
            </w:r>
          </w:p>
        </w:tc>
        <w:tc>
          <w:tcPr>
            <w:tcW w:w="1417" w:type="dxa"/>
          </w:tcPr>
          <w:p w:rsidR="00DA25AD" w:rsidRPr="00004A58" w:rsidRDefault="00DA25AD" w:rsidP="00E50914">
            <w:pPr>
              <w:pStyle w:val="TAL"/>
              <w:rPr>
                <w:rFonts w:cs="Arial"/>
                <w:bCs/>
                <w:lang w:val="en-US"/>
              </w:rPr>
            </w:pPr>
            <w:r w:rsidRPr="00004A58">
              <w:rPr>
                <w:rFonts w:cs="Arial"/>
              </w:rPr>
              <w:t>SM-Delivery- Failure-Cause</w:t>
            </w:r>
          </w:p>
        </w:tc>
        <w:tc>
          <w:tcPr>
            <w:tcW w:w="532" w:type="dxa"/>
          </w:tcPr>
          <w:p w:rsidR="00DA25AD" w:rsidRPr="00004A58" w:rsidRDefault="00DA25AD" w:rsidP="00E50914">
            <w:pPr>
              <w:pStyle w:val="TAC"/>
              <w:rPr>
                <w:rFonts w:cs="Arial"/>
                <w:bCs/>
                <w:lang w:val="en-US"/>
              </w:rPr>
            </w:pPr>
            <w:r w:rsidRPr="00004A58">
              <w:rPr>
                <w:rFonts w:cs="Arial"/>
                <w:bCs/>
                <w:lang w:val="en-US"/>
              </w:rPr>
              <w:t>C</w:t>
            </w:r>
          </w:p>
        </w:tc>
        <w:tc>
          <w:tcPr>
            <w:tcW w:w="6237" w:type="dxa"/>
          </w:tcPr>
          <w:p w:rsidR="00DA25AD" w:rsidRPr="00004A58" w:rsidRDefault="00DA25AD" w:rsidP="00E50914">
            <w:pPr>
              <w:pStyle w:val="TAL"/>
            </w:pPr>
            <w:r w:rsidRPr="00004A58">
              <w:t xml:space="preserve">If the Experimental-Result-Code is set to DIAMETER_ERROR_SM_DELIVERY_FAILURE, this information element shall be present and indicate one of the following: </w:t>
            </w:r>
          </w:p>
          <w:p w:rsidR="00DA25AD" w:rsidRPr="00004A58" w:rsidRDefault="00DA25AD" w:rsidP="00DA25AD">
            <w:pPr>
              <w:pStyle w:val="TAL"/>
              <w:numPr>
                <w:ilvl w:val="0"/>
                <w:numId w:val="10"/>
              </w:numPr>
            </w:pPr>
            <w:r w:rsidRPr="00004A58">
              <w:t>unknown Service Centre/MTC-IWF address;</w:t>
            </w:r>
          </w:p>
          <w:p w:rsidR="00DA25AD" w:rsidRPr="00004A58" w:rsidRDefault="00DA25AD" w:rsidP="00DA25AD">
            <w:pPr>
              <w:pStyle w:val="TAL"/>
              <w:numPr>
                <w:ilvl w:val="0"/>
                <w:numId w:val="10"/>
              </w:numPr>
            </w:pPr>
            <w:r w:rsidRPr="00004A58">
              <w:t>Service Centre/MTC-IWF congestion;</w:t>
            </w:r>
          </w:p>
          <w:p w:rsidR="00DA25AD" w:rsidRPr="00004A58" w:rsidRDefault="00DA25AD" w:rsidP="00DA25AD">
            <w:pPr>
              <w:pStyle w:val="TAL"/>
              <w:numPr>
                <w:ilvl w:val="0"/>
                <w:numId w:val="10"/>
              </w:numPr>
            </w:pPr>
            <w:r w:rsidRPr="00004A58">
              <w:t>invalid Short Message Entity address;</w:t>
            </w:r>
          </w:p>
          <w:p w:rsidR="00DA25AD" w:rsidRPr="00004A58" w:rsidRDefault="00DA25AD" w:rsidP="00DA25AD">
            <w:pPr>
              <w:pStyle w:val="TAL"/>
              <w:numPr>
                <w:ilvl w:val="0"/>
                <w:numId w:val="10"/>
              </w:numPr>
            </w:pPr>
            <w:r w:rsidRPr="00004A58">
              <w:t>user not Service Centre/SCS-AS user.</w:t>
            </w:r>
          </w:p>
          <w:p w:rsidR="00DA25AD" w:rsidRPr="00004A58" w:rsidRDefault="00DA25AD" w:rsidP="00E50914">
            <w:pPr>
              <w:pStyle w:val="TAL"/>
              <w:rPr>
                <w:i/>
              </w:rPr>
            </w:pPr>
            <w:r w:rsidRPr="00004A58">
              <w:t>It may be completed with a Diagnostic information element.</w:t>
            </w:r>
          </w:p>
        </w:tc>
      </w:tr>
      <w:tr w:rsidR="00DA25AD" w:rsidRPr="00004A58" w:rsidTr="00E50914">
        <w:trPr>
          <w:trHeight w:val="401"/>
          <w:jc w:val="center"/>
        </w:trPr>
        <w:tc>
          <w:tcPr>
            <w:tcW w:w="1383" w:type="dxa"/>
          </w:tcPr>
          <w:p w:rsidR="00DA25AD" w:rsidRPr="00004A58" w:rsidRDefault="00DA25AD" w:rsidP="00E50914">
            <w:pPr>
              <w:pStyle w:val="TAL"/>
              <w:rPr>
                <w:rFonts w:cs="Arial"/>
              </w:rPr>
            </w:pPr>
            <w:r w:rsidRPr="00004A58">
              <w:rPr>
                <w:rFonts w:cs="Arial"/>
              </w:rPr>
              <w:t>SM RP UI</w:t>
            </w:r>
          </w:p>
        </w:tc>
        <w:tc>
          <w:tcPr>
            <w:tcW w:w="1417" w:type="dxa"/>
          </w:tcPr>
          <w:p w:rsidR="00DA25AD" w:rsidRPr="00004A58" w:rsidRDefault="00DA25AD" w:rsidP="00E50914">
            <w:pPr>
              <w:pStyle w:val="TAL"/>
              <w:rPr>
                <w:rFonts w:cs="Arial"/>
                <w:bCs/>
                <w:lang w:val="en-US"/>
              </w:rPr>
            </w:pPr>
            <w:r w:rsidRPr="00004A58">
              <w:rPr>
                <w:rFonts w:cs="Arial"/>
              </w:rPr>
              <w:t>SM-RP-UI</w:t>
            </w:r>
          </w:p>
        </w:tc>
        <w:tc>
          <w:tcPr>
            <w:tcW w:w="532" w:type="dxa"/>
          </w:tcPr>
          <w:p w:rsidR="00DA25AD" w:rsidRPr="00004A58" w:rsidRDefault="00DA25AD" w:rsidP="00E50914">
            <w:pPr>
              <w:pStyle w:val="TAC"/>
              <w:rPr>
                <w:rFonts w:cs="Arial"/>
                <w:bCs/>
                <w:lang w:val="en-US"/>
              </w:rPr>
            </w:pPr>
            <w:r w:rsidRPr="00004A58">
              <w:rPr>
                <w:rFonts w:cs="Arial"/>
                <w:bCs/>
                <w:lang w:val="en-US"/>
              </w:rPr>
              <w:t>O</w:t>
            </w:r>
          </w:p>
        </w:tc>
        <w:tc>
          <w:tcPr>
            <w:tcW w:w="6237" w:type="dxa"/>
          </w:tcPr>
          <w:p w:rsidR="00DA25AD" w:rsidRPr="00004A58" w:rsidRDefault="00DA25AD" w:rsidP="00E50914">
            <w:pPr>
              <w:pStyle w:val="TAL"/>
            </w:pPr>
            <w:r w:rsidRPr="00004A58">
              <w:t>If present, this information element shall contain a short message transfer protocol data unit in the message delivery acknowledgement from the SMS-IWMSC to the MME or SGSN</w:t>
            </w:r>
          </w:p>
        </w:tc>
      </w:tr>
      <w:tr w:rsidR="00DA25AD" w:rsidRPr="00004A58" w:rsidTr="00E50914">
        <w:trPr>
          <w:trHeight w:val="401"/>
          <w:jc w:val="center"/>
        </w:trPr>
        <w:tc>
          <w:tcPr>
            <w:tcW w:w="1383" w:type="dxa"/>
          </w:tcPr>
          <w:p w:rsidR="00DA25AD" w:rsidRPr="00004A58" w:rsidRDefault="00DA25AD" w:rsidP="00E50914">
            <w:pPr>
              <w:pStyle w:val="TAL"/>
              <w:rPr>
                <w:rFonts w:cs="Arial"/>
              </w:rPr>
            </w:pPr>
            <w:r w:rsidRPr="00004A58">
              <w:rPr>
                <w:rFonts w:cs="Arial"/>
                <w:szCs w:val="22"/>
                <w:lang w:val="en-US"/>
              </w:rPr>
              <w:t>Supported Features</w:t>
            </w:r>
          </w:p>
        </w:tc>
        <w:tc>
          <w:tcPr>
            <w:tcW w:w="1417" w:type="dxa"/>
          </w:tcPr>
          <w:p w:rsidR="00DA25AD" w:rsidRPr="00004A58" w:rsidRDefault="00DA25AD" w:rsidP="00E50914">
            <w:pPr>
              <w:pStyle w:val="TAL"/>
              <w:rPr>
                <w:rFonts w:cs="Arial"/>
              </w:rPr>
            </w:pPr>
            <w:r w:rsidRPr="00004A58">
              <w:t>Supported-Features</w:t>
            </w:r>
          </w:p>
        </w:tc>
        <w:tc>
          <w:tcPr>
            <w:tcW w:w="532" w:type="dxa"/>
          </w:tcPr>
          <w:p w:rsidR="00DA25AD" w:rsidRPr="00004A58" w:rsidRDefault="00DA25AD" w:rsidP="00E50914">
            <w:pPr>
              <w:pStyle w:val="TAC"/>
              <w:rPr>
                <w:rFonts w:cs="Arial"/>
                <w:bCs/>
                <w:lang w:val="en-US"/>
              </w:rPr>
            </w:pPr>
            <w:r w:rsidRPr="00004A58">
              <w:t>O</w:t>
            </w:r>
          </w:p>
        </w:tc>
        <w:tc>
          <w:tcPr>
            <w:tcW w:w="6237" w:type="dxa"/>
          </w:tcPr>
          <w:p w:rsidR="00DA25AD" w:rsidRPr="00004A58" w:rsidRDefault="00DA25AD" w:rsidP="00E50914">
            <w:pPr>
              <w:pStyle w:val="TAL"/>
            </w:pPr>
            <w:r w:rsidRPr="00004A58">
              <w:t>If present, this information element</w:t>
            </w:r>
            <w:r w:rsidRPr="00004A58" w:rsidDel="00603A38">
              <w:t xml:space="preserve"> </w:t>
            </w:r>
            <w:r w:rsidRPr="00004A58">
              <w:t>shall contain the list of features supported by the origin host.</w:t>
            </w:r>
          </w:p>
        </w:tc>
      </w:tr>
      <w:tr w:rsidR="00DA25AD" w:rsidRPr="00004A58" w:rsidTr="00E50914">
        <w:trPr>
          <w:trHeight w:val="401"/>
          <w:jc w:val="center"/>
        </w:trPr>
        <w:tc>
          <w:tcPr>
            <w:tcW w:w="1383" w:type="dxa"/>
          </w:tcPr>
          <w:p w:rsidR="00DA25AD" w:rsidRPr="00004A58" w:rsidRDefault="00DA25AD" w:rsidP="00E50914">
            <w:pPr>
              <w:pStyle w:val="TAL"/>
              <w:rPr>
                <w:rFonts w:cs="Arial"/>
                <w:szCs w:val="22"/>
                <w:lang w:val="en-US"/>
              </w:rPr>
            </w:pPr>
            <w:r w:rsidRPr="00004A58">
              <w:rPr>
                <w:rFonts w:cs="Arial"/>
                <w:szCs w:val="22"/>
                <w:lang w:val="en-US"/>
              </w:rPr>
              <w:t>External-Identifier</w:t>
            </w:r>
          </w:p>
        </w:tc>
        <w:tc>
          <w:tcPr>
            <w:tcW w:w="1417" w:type="dxa"/>
          </w:tcPr>
          <w:p w:rsidR="00DA25AD" w:rsidRPr="00004A58" w:rsidRDefault="00DA25AD" w:rsidP="00E50914">
            <w:pPr>
              <w:pStyle w:val="TAL"/>
            </w:pPr>
            <w:r w:rsidRPr="00004A58">
              <w:t>External-Identifier</w:t>
            </w:r>
          </w:p>
        </w:tc>
        <w:tc>
          <w:tcPr>
            <w:tcW w:w="532" w:type="dxa"/>
          </w:tcPr>
          <w:p w:rsidR="00DA25AD" w:rsidRPr="00004A58" w:rsidRDefault="00DA25AD" w:rsidP="00E50914">
            <w:pPr>
              <w:pStyle w:val="TAC"/>
            </w:pPr>
            <w:r w:rsidRPr="00004A58">
              <w:t>C</w:t>
            </w:r>
          </w:p>
        </w:tc>
        <w:tc>
          <w:tcPr>
            <w:tcW w:w="6237" w:type="dxa"/>
          </w:tcPr>
          <w:p w:rsidR="00DA25AD" w:rsidRPr="00004A58" w:rsidRDefault="00DA25AD" w:rsidP="00E50914">
            <w:pPr>
              <w:pStyle w:val="TAL"/>
            </w:pPr>
            <w:r w:rsidRPr="00004A58">
              <w:t>This information element shall contain the External Identifier identifying the sender of the short message. Shall be present when the answer is sent over T4 to the SMS-IWMSC for charging.</w:t>
            </w:r>
          </w:p>
        </w:tc>
      </w:tr>
    </w:tbl>
    <w:p w:rsidR="00DA25AD" w:rsidRPr="00004A58" w:rsidRDefault="00DA25AD" w:rsidP="00DA25AD"/>
    <w:p w:rsidR="00DA25AD" w:rsidRPr="00004A58" w:rsidRDefault="00DA25AD" w:rsidP="00DA25AD">
      <w:pPr>
        <w:pStyle w:val="Heading4"/>
      </w:pPr>
      <w:bookmarkStart w:id="369" w:name="_Toc533204520"/>
      <w:bookmarkStart w:id="370" w:name="_Toc44882110"/>
      <w:bookmarkStart w:id="371" w:name="_Toc44882304"/>
      <w:bookmarkStart w:id="372" w:name="_Toc51864489"/>
      <w:r w:rsidRPr="00004A58">
        <w:t>6.2.1.2</w:t>
      </w:r>
      <w:r w:rsidRPr="00004A58">
        <w:tab/>
        <w:t>Detailed behaviour of the MME, the SGSN and the IP-SM-GW</w:t>
      </w:r>
      <w:bookmarkEnd w:id="369"/>
      <w:bookmarkEnd w:id="370"/>
      <w:bookmarkEnd w:id="371"/>
      <w:bookmarkEnd w:id="372"/>
    </w:p>
    <w:p w:rsidR="00DA25AD" w:rsidRPr="00004A58" w:rsidRDefault="00DA25AD" w:rsidP="00DA25AD">
      <w:r w:rsidRPr="00004A58">
        <w:t>When the "SMS in MME" feature is applied for the UE, the MME shall make use of this procedure to forward mobile originated short messages received from the UE to the SMS-IWMSC associated to the SMS-SC indicated by the UE.</w:t>
      </w:r>
    </w:p>
    <w:p w:rsidR="00DA25AD" w:rsidRPr="00004A58" w:rsidRDefault="00DA25AD" w:rsidP="00DA25AD">
      <w:r w:rsidRPr="00004A58">
        <w:t xml:space="preserve">When the SGSN supports the SMS service for the UE, the SGSN shall make use of this procedure to forward mobile originated short messages received from the UE to the SMS-IWMSC associated to the SMS-SC indicated by the UE. </w:t>
      </w:r>
    </w:p>
    <w:p w:rsidR="00DA25AD" w:rsidRPr="00004A58" w:rsidRDefault="00DA25AD" w:rsidP="00DA25AD">
      <w:r w:rsidRPr="00004A58">
        <w:t>The IP-SM-GW shall make use of this procedure to forward mobile originated short messages received from the UE to the SMS-IWMSC associated to the SMS-SC indicated by the UE. This procedure shall be also used in the context of MSISDN-less SMS delivery in IMS (see 3GPP TS 23.204 [17]), when the direct SMS delivery has failed,</w:t>
      </w:r>
    </w:p>
    <w:p w:rsidR="00DA25AD" w:rsidRPr="00004A58" w:rsidRDefault="00DA25AD" w:rsidP="00DA25AD">
      <w:r w:rsidRPr="00004A58">
        <w:t>The MME or the SGSN shall check if the SMS related subscription data (e.g. ODB data and Call Barring) allows forwarding the short message.</w:t>
      </w:r>
    </w:p>
    <w:p w:rsidR="00DA25AD" w:rsidRPr="00004A58" w:rsidRDefault="00DA25AD" w:rsidP="00DA25AD">
      <w:pPr>
        <w:pStyle w:val="Heading4"/>
      </w:pPr>
      <w:bookmarkStart w:id="373" w:name="_Toc533204521"/>
      <w:bookmarkStart w:id="374" w:name="_Toc44882111"/>
      <w:bookmarkStart w:id="375" w:name="_Toc44882305"/>
      <w:bookmarkStart w:id="376" w:name="_Toc51864490"/>
      <w:r w:rsidRPr="00004A58">
        <w:t>6.2.1.3</w:t>
      </w:r>
      <w:r w:rsidRPr="00004A58">
        <w:tab/>
        <w:t>Detailed behaviour of the SMS-IWMSC</w:t>
      </w:r>
      <w:bookmarkEnd w:id="373"/>
      <w:bookmarkEnd w:id="374"/>
      <w:bookmarkEnd w:id="375"/>
      <w:bookmarkEnd w:id="376"/>
    </w:p>
    <w:p w:rsidR="00DA25AD" w:rsidRPr="00004A58" w:rsidRDefault="00DA25AD" w:rsidP="00DA25AD">
      <w:r w:rsidRPr="00004A58">
        <w:t>When receiving the MO Forward Short Message Request, the SMS-IWMSC shall check if the SMS-SC is known, if it is not, an Experimental-Result-Code set to DIAMETER_ERROR_SM_DELIVERY_FAILURE and a SM Delivery Failure Cause indicating "unknown Service Centre address" shall be returned to the MME or the SGSN.</w:t>
      </w:r>
    </w:p>
    <w:p w:rsidR="00DA25AD" w:rsidRPr="00004A58" w:rsidRDefault="00DA25AD" w:rsidP="00DA25AD">
      <w:pPr>
        <w:rPr>
          <w:i/>
        </w:rPr>
      </w:pPr>
      <w:r w:rsidRPr="00004A58">
        <w:t>The SMS IWMSC shall then pass the short message to the addressed SMS-SC, or, if the destination user identity maps to an MTC-IWF based on a pre-configured mapping table, forward it to the appropriate MTC-IWF.</w:t>
      </w:r>
    </w:p>
    <w:p w:rsidR="00DA25AD" w:rsidRPr="00004A58" w:rsidRDefault="00DA25AD" w:rsidP="00DA25AD">
      <w:r w:rsidRPr="00004A58">
        <w:t>If the SMS-SC or MTC-IWF returns a negative acknowledgement, an Experimental-Result-Code set to DIAMETER_ERROR_SM_DELIVERY_FAILURE and a SM Delivery Failure Cause indicating the cause given by the SMC-SC or MTC-IWF shall be returned to the MME or the SGSN.</w:t>
      </w:r>
    </w:p>
    <w:p w:rsidR="00DA25AD" w:rsidRPr="00004A58" w:rsidRDefault="00DA25AD" w:rsidP="00DA25AD">
      <w:r w:rsidRPr="00004A58">
        <w:t>If the SMS-SC or MTC-IWF returns a positive acknowledgement to the SMS IWMSC, a Result-Code set to DIAMETER_SUCCESS shall be returned to the MME or the SGSN.</w:t>
      </w:r>
    </w:p>
    <w:p w:rsidR="00DA25AD" w:rsidRPr="00004A58" w:rsidRDefault="00DA25AD" w:rsidP="00DA25AD">
      <w:r w:rsidRPr="00004A58">
        <w:t>If a requested facility is not supported, an Experimental-Result-Code set to DIAMETER_ERROR_FACILITY_NOT_SUPPORTED shall be returned.</w:t>
      </w:r>
    </w:p>
    <w:p w:rsidR="00DA25AD" w:rsidRPr="00004A58" w:rsidRDefault="00DA25AD" w:rsidP="00DA25AD">
      <w:pPr>
        <w:pStyle w:val="Heading3"/>
      </w:pPr>
      <w:bookmarkStart w:id="377" w:name="_Toc533204522"/>
      <w:bookmarkStart w:id="378" w:name="_Toc44882112"/>
      <w:bookmarkStart w:id="379" w:name="_Toc44882306"/>
      <w:bookmarkStart w:id="380" w:name="_Toc51864491"/>
      <w:r w:rsidRPr="00004A58">
        <w:lastRenderedPageBreak/>
        <w:t>6.2.2</w:t>
      </w:r>
      <w:r w:rsidRPr="00004A58">
        <w:tab/>
        <w:t>MT Forward Short Message procedure</w:t>
      </w:r>
      <w:bookmarkEnd w:id="377"/>
      <w:bookmarkEnd w:id="378"/>
      <w:bookmarkEnd w:id="379"/>
      <w:bookmarkEnd w:id="380"/>
    </w:p>
    <w:p w:rsidR="00DA25AD" w:rsidRPr="00004A58" w:rsidRDefault="00DA25AD" w:rsidP="00DA25AD">
      <w:pPr>
        <w:pStyle w:val="Heading4"/>
      </w:pPr>
      <w:bookmarkStart w:id="381" w:name="_Toc533204523"/>
      <w:bookmarkStart w:id="382" w:name="_Toc44882113"/>
      <w:bookmarkStart w:id="383" w:name="_Toc44882307"/>
      <w:bookmarkStart w:id="384" w:name="_Toc51864492"/>
      <w:r w:rsidRPr="00004A58">
        <w:t>6.2.2.1</w:t>
      </w:r>
      <w:r w:rsidRPr="00004A58">
        <w:tab/>
        <w:t>General</w:t>
      </w:r>
      <w:bookmarkEnd w:id="381"/>
      <w:bookmarkEnd w:id="382"/>
      <w:bookmarkEnd w:id="383"/>
      <w:bookmarkEnd w:id="384"/>
    </w:p>
    <w:p w:rsidR="00DA25AD" w:rsidRPr="00004A58" w:rsidRDefault="00DA25AD" w:rsidP="00DA25AD">
      <w:r w:rsidRPr="00004A58">
        <w:t>This procedure shall be used between the SMS-GMSC and the serving MME or SGSN (transiting an SMS Router, if present) or IP-SM-GW to forward mobile terminated short messages.</w:t>
      </w:r>
    </w:p>
    <w:p w:rsidR="00DA25AD" w:rsidRPr="00004A58" w:rsidRDefault="00DA25AD" w:rsidP="00DA25AD">
      <w:r w:rsidRPr="00004A58">
        <w:t>This procedure is used according to the call flows described in 3GPP TS 23.040 [3] clause 10.</w:t>
      </w:r>
    </w:p>
    <w:p w:rsidR="00DA25AD" w:rsidRPr="00004A58" w:rsidRDefault="00DA25AD" w:rsidP="00DA25AD">
      <w:r w:rsidRPr="00004A58">
        <w:t>Table 6.2.2.1/1 specifies the involved information elements for the request.</w:t>
      </w:r>
    </w:p>
    <w:p w:rsidR="00DA25AD" w:rsidRPr="00004A58" w:rsidRDefault="00DA25AD" w:rsidP="00DA25AD">
      <w:r w:rsidRPr="00004A58">
        <w:t>Table 6.2.2.1/2 specifies the involved information elements for the answer.</w:t>
      </w:r>
    </w:p>
    <w:p w:rsidR="00DA25AD" w:rsidRPr="00004A58" w:rsidRDefault="00DA25AD" w:rsidP="00DA25AD">
      <w:r w:rsidRPr="00004A58">
        <w:t xml:space="preserve">This procedure is mapped to the commands MT-Forward-Short-Message-Request/Answer (TFR/TFA) in the Diameter application specified in </w:t>
      </w:r>
      <w:r w:rsidR="005252A2" w:rsidRPr="00004A58">
        <w:t>clause</w:t>
      </w:r>
      <w:r w:rsidRPr="00004A58">
        <w:t xml:space="preserve"> 6.3.2.</w:t>
      </w:r>
    </w:p>
    <w:p w:rsidR="00DA25AD" w:rsidRPr="00004A58" w:rsidRDefault="00DA25AD" w:rsidP="00DA25AD">
      <w:pPr>
        <w:pStyle w:val="TH"/>
        <w:rPr>
          <w:lang w:val="en-AU"/>
        </w:rPr>
      </w:pPr>
      <w:r w:rsidRPr="00004A58">
        <w:rPr>
          <w:lang w:val="en-AU"/>
        </w:rPr>
        <w:t xml:space="preserve">Table 6.2.2.1/1: MT </w:t>
      </w:r>
      <w:r w:rsidRPr="00004A58">
        <w:t>Forward Short Message Request</w:t>
      </w:r>
    </w:p>
    <w:tbl>
      <w:tblPr>
        <w:tblW w:w="966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430"/>
        <w:gridCol w:w="1429"/>
        <w:gridCol w:w="555"/>
        <w:gridCol w:w="6249"/>
      </w:tblGrid>
      <w:tr w:rsidR="00DA25AD" w:rsidRPr="00004A58" w:rsidTr="00E50914">
        <w:trPr>
          <w:jc w:val="center"/>
        </w:trPr>
        <w:tc>
          <w:tcPr>
            <w:tcW w:w="1430" w:type="dxa"/>
            <w:tcBorders>
              <w:top w:val="single" w:sz="12" w:space="0" w:color="auto"/>
              <w:bottom w:val="single" w:sz="12" w:space="0" w:color="auto"/>
            </w:tcBorders>
          </w:tcPr>
          <w:p w:rsidR="00DA25AD" w:rsidRPr="00004A58" w:rsidRDefault="00DA25AD" w:rsidP="00E50914">
            <w:pPr>
              <w:pStyle w:val="TAH"/>
            </w:pPr>
            <w:r w:rsidRPr="00004A58">
              <w:t>Information element name</w:t>
            </w:r>
          </w:p>
        </w:tc>
        <w:tc>
          <w:tcPr>
            <w:tcW w:w="1429" w:type="dxa"/>
            <w:tcBorders>
              <w:top w:val="single" w:sz="12" w:space="0" w:color="auto"/>
              <w:bottom w:val="single" w:sz="12" w:space="0" w:color="auto"/>
            </w:tcBorders>
          </w:tcPr>
          <w:p w:rsidR="00DA25AD" w:rsidRPr="00004A58" w:rsidRDefault="00DA25AD" w:rsidP="00E50914">
            <w:pPr>
              <w:pStyle w:val="TAH"/>
              <w:rPr>
                <w:lang w:val="fr-FR"/>
              </w:rPr>
            </w:pPr>
            <w:r w:rsidRPr="00004A58">
              <w:t>Mapping to Diameter AVP</w:t>
            </w:r>
          </w:p>
        </w:tc>
        <w:tc>
          <w:tcPr>
            <w:tcW w:w="555" w:type="dxa"/>
            <w:tcBorders>
              <w:top w:val="single" w:sz="12" w:space="0" w:color="auto"/>
              <w:bottom w:val="single" w:sz="12" w:space="0" w:color="auto"/>
            </w:tcBorders>
          </w:tcPr>
          <w:p w:rsidR="00DA25AD" w:rsidRPr="00004A58" w:rsidRDefault="00DA25AD" w:rsidP="00E50914">
            <w:pPr>
              <w:pStyle w:val="TAH"/>
              <w:rPr>
                <w:lang w:val="fr-FR"/>
              </w:rPr>
            </w:pPr>
            <w:r w:rsidRPr="00004A58">
              <w:rPr>
                <w:lang w:val="fr-FR"/>
              </w:rPr>
              <w:t>Cat.</w:t>
            </w:r>
          </w:p>
        </w:tc>
        <w:tc>
          <w:tcPr>
            <w:tcW w:w="6249" w:type="dxa"/>
            <w:tcBorders>
              <w:top w:val="single" w:sz="12" w:space="0" w:color="auto"/>
              <w:bottom w:val="single" w:sz="12" w:space="0" w:color="auto"/>
            </w:tcBorders>
          </w:tcPr>
          <w:p w:rsidR="00DA25AD" w:rsidRPr="00004A58" w:rsidRDefault="00DA25AD" w:rsidP="00E50914">
            <w:pPr>
              <w:pStyle w:val="TAH"/>
              <w:rPr>
                <w:lang w:val="fr-FR"/>
              </w:rPr>
            </w:pPr>
            <w:r w:rsidRPr="00004A58">
              <w:rPr>
                <w:lang w:val="fr-FR"/>
              </w:rPr>
              <w:t xml:space="preserve"> Description</w:t>
            </w:r>
          </w:p>
        </w:tc>
      </w:tr>
      <w:tr w:rsidR="00DA25AD" w:rsidRPr="00004A58" w:rsidTr="00E50914">
        <w:trPr>
          <w:trHeight w:val="401"/>
          <w:jc w:val="center"/>
        </w:trPr>
        <w:tc>
          <w:tcPr>
            <w:tcW w:w="1430" w:type="dxa"/>
            <w:tcBorders>
              <w:top w:val="single" w:sz="12" w:space="0" w:color="auto"/>
              <w:bottom w:val="single" w:sz="6" w:space="0" w:color="auto"/>
            </w:tcBorders>
          </w:tcPr>
          <w:p w:rsidR="00DA25AD" w:rsidRPr="00004A58" w:rsidRDefault="00DA25AD" w:rsidP="00E50914">
            <w:pPr>
              <w:pStyle w:val="TAL"/>
            </w:pPr>
            <w:r w:rsidRPr="00004A58">
              <w:t>SM RP DA</w:t>
            </w:r>
          </w:p>
          <w:p w:rsidR="00DA25AD" w:rsidRPr="00004A58" w:rsidDel="00BE4FDE" w:rsidRDefault="00DA25AD" w:rsidP="00E50914">
            <w:pPr>
              <w:pStyle w:val="TAL"/>
              <w:rPr>
                <w:lang w:val="en-US"/>
              </w:rPr>
            </w:pPr>
          </w:p>
        </w:tc>
        <w:tc>
          <w:tcPr>
            <w:tcW w:w="1429" w:type="dxa"/>
            <w:tcBorders>
              <w:top w:val="single" w:sz="12" w:space="0" w:color="auto"/>
              <w:bottom w:val="single" w:sz="6" w:space="0" w:color="auto"/>
            </w:tcBorders>
          </w:tcPr>
          <w:p w:rsidR="00DA25AD" w:rsidRPr="00004A58" w:rsidRDefault="00DA25AD" w:rsidP="00E50914">
            <w:pPr>
              <w:pStyle w:val="TAL"/>
            </w:pPr>
            <w:r w:rsidRPr="00004A58">
              <w:t>User-Name (See IETF RFC 6733 [20])</w:t>
            </w:r>
          </w:p>
        </w:tc>
        <w:tc>
          <w:tcPr>
            <w:tcW w:w="555" w:type="dxa"/>
            <w:tcBorders>
              <w:top w:val="single" w:sz="12" w:space="0" w:color="auto"/>
              <w:bottom w:val="single" w:sz="6" w:space="0" w:color="auto"/>
            </w:tcBorders>
          </w:tcPr>
          <w:p w:rsidR="00DA25AD" w:rsidRPr="00004A58" w:rsidDel="00BE4FDE" w:rsidRDefault="00DA25AD" w:rsidP="00E50914">
            <w:pPr>
              <w:pStyle w:val="TAC"/>
              <w:rPr>
                <w:lang w:val="en-AU"/>
              </w:rPr>
            </w:pPr>
            <w:r w:rsidRPr="00004A58">
              <w:t>M</w:t>
            </w:r>
          </w:p>
        </w:tc>
        <w:tc>
          <w:tcPr>
            <w:tcW w:w="6249" w:type="dxa"/>
            <w:tcBorders>
              <w:top w:val="single" w:sz="12" w:space="0" w:color="auto"/>
              <w:bottom w:val="single" w:sz="6" w:space="0" w:color="auto"/>
            </w:tcBorders>
          </w:tcPr>
          <w:p w:rsidR="00DA25AD" w:rsidRPr="00004A58" w:rsidRDefault="00DA25AD" w:rsidP="00E50914">
            <w:pPr>
              <w:pStyle w:val="TAL"/>
            </w:pPr>
            <w:r w:rsidRPr="00004A58">
              <w:t xml:space="preserve">This information element shall contain </w:t>
            </w:r>
          </w:p>
          <w:p w:rsidR="00DA25AD" w:rsidRPr="00004A58" w:rsidRDefault="00DA25AD" w:rsidP="00E50914">
            <w:pPr>
              <w:pStyle w:val="TAL"/>
            </w:pPr>
            <w:r w:rsidRPr="00004A58">
              <w:t>- either an IMSI</w:t>
            </w:r>
          </w:p>
          <w:p w:rsidR="00DA25AD" w:rsidRPr="00004A58" w:rsidDel="00BE4FDE" w:rsidRDefault="00DA25AD" w:rsidP="00E50914">
            <w:pPr>
              <w:pStyle w:val="TAL"/>
            </w:pPr>
            <w:r w:rsidRPr="00004A58">
              <w:t>- or a HSS ID value if an SMSMI-Correlation ID is present, the destination user being identified by the Destination SIP-URI within the SMSMI Correlation ID.</w:t>
            </w:r>
          </w:p>
        </w:tc>
      </w:tr>
      <w:tr w:rsidR="00DA25AD" w:rsidRPr="00004A58" w:rsidTr="00E50914">
        <w:trPr>
          <w:trHeight w:val="401"/>
          <w:jc w:val="center"/>
        </w:trPr>
        <w:tc>
          <w:tcPr>
            <w:tcW w:w="1430" w:type="dxa"/>
          </w:tcPr>
          <w:p w:rsidR="00DA25AD" w:rsidRPr="00004A58" w:rsidRDefault="00DA25AD" w:rsidP="00E50914">
            <w:pPr>
              <w:pStyle w:val="TAL"/>
            </w:pPr>
            <w:r w:rsidRPr="00004A58">
              <w:t>SM RP OA</w:t>
            </w:r>
          </w:p>
          <w:p w:rsidR="00DA25AD" w:rsidRPr="00004A58" w:rsidRDefault="00DA25AD" w:rsidP="00E50914">
            <w:pPr>
              <w:pStyle w:val="TAL"/>
            </w:pPr>
          </w:p>
        </w:tc>
        <w:tc>
          <w:tcPr>
            <w:tcW w:w="1429" w:type="dxa"/>
          </w:tcPr>
          <w:p w:rsidR="00DA25AD" w:rsidRPr="00004A58" w:rsidRDefault="00DA25AD" w:rsidP="00E50914">
            <w:pPr>
              <w:pStyle w:val="TAL"/>
              <w:rPr>
                <w:rFonts w:cs="Arial"/>
                <w:bCs/>
                <w:lang w:val="en-US"/>
              </w:rPr>
            </w:pPr>
            <w:r w:rsidRPr="00004A58">
              <w:t>SC-Address</w:t>
            </w:r>
          </w:p>
        </w:tc>
        <w:tc>
          <w:tcPr>
            <w:tcW w:w="555" w:type="dxa"/>
          </w:tcPr>
          <w:p w:rsidR="00DA25AD" w:rsidRPr="00004A58" w:rsidRDefault="00DA25AD" w:rsidP="00E50914">
            <w:pPr>
              <w:pStyle w:val="TAC"/>
              <w:rPr>
                <w:bCs/>
              </w:rPr>
            </w:pPr>
            <w:r w:rsidRPr="00004A58">
              <w:rPr>
                <w:rFonts w:cs="Arial"/>
                <w:bCs/>
                <w:lang w:val="en-US"/>
              </w:rPr>
              <w:t>M</w:t>
            </w:r>
          </w:p>
        </w:tc>
        <w:tc>
          <w:tcPr>
            <w:tcW w:w="6249" w:type="dxa"/>
          </w:tcPr>
          <w:p w:rsidR="00DA25AD" w:rsidRPr="00004A58" w:rsidRDefault="00DA25AD" w:rsidP="00E50914">
            <w:pPr>
              <w:pStyle w:val="TAL"/>
            </w:pPr>
            <w:r w:rsidRPr="00004A58">
              <w:t xml:space="preserve">This information element </w:t>
            </w:r>
            <w:r w:rsidRPr="00004A58">
              <w:rPr>
                <w:rFonts w:hint="eastAsia"/>
                <w:lang w:eastAsia="zh-CN"/>
              </w:rPr>
              <w:t xml:space="preserve">shall </w:t>
            </w:r>
            <w:r w:rsidRPr="00004A58">
              <w:rPr>
                <w:lang w:eastAsia="zh-CN"/>
              </w:rPr>
              <w:t xml:space="preserve">contain </w:t>
            </w:r>
            <w:r w:rsidRPr="00004A58">
              <w:t>the Service Centre address.</w:t>
            </w:r>
          </w:p>
          <w:p w:rsidR="00DA25AD" w:rsidRPr="00004A58" w:rsidRDefault="00DA25AD" w:rsidP="00E50914">
            <w:pPr>
              <w:pStyle w:val="TAL"/>
            </w:pPr>
          </w:p>
        </w:tc>
      </w:tr>
      <w:tr w:rsidR="00DA25AD" w:rsidRPr="00004A58" w:rsidTr="00E50914">
        <w:trPr>
          <w:trHeight w:val="401"/>
          <w:jc w:val="center"/>
        </w:trPr>
        <w:tc>
          <w:tcPr>
            <w:tcW w:w="1430" w:type="dxa"/>
          </w:tcPr>
          <w:p w:rsidR="00DA25AD" w:rsidRPr="00004A58" w:rsidRDefault="00DA25AD" w:rsidP="00E50914">
            <w:pPr>
              <w:pStyle w:val="TAL"/>
              <w:rPr>
                <w:rFonts w:cs="Arial"/>
              </w:rPr>
            </w:pPr>
            <w:r w:rsidRPr="00004A58">
              <w:rPr>
                <w:rFonts w:cs="Arial"/>
              </w:rPr>
              <w:t>SMSMI Correlation ID</w:t>
            </w:r>
          </w:p>
        </w:tc>
        <w:tc>
          <w:tcPr>
            <w:tcW w:w="1429" w:type="dxa"/>
          </w:tcPr>
          <w:p w:rsidR="00DA25AD" w:rsidRPr="00004A58" w:rsidRDefault="00DA25AD" w:rsidP="00E50914">
            <w:pPr>
              <w:pStyle w:val="TAL"/>
              <w:rPr>
                <w:rFonts w:cs="Arial"/>
              </w:rPr>
            </w:pPr>
            <w:r w:rsidRPr="00004A58">
              <w:rPr>
                <w:rFonts w:cs="Arial"/>
              </w:rPr>
              <w:t>SMSMI-Correlation-ID</w:t>
            </w:r>
          </w:p>
        </w:tc>
        <w:tc>
          <w:tcPr>
            <w:tcW w:w="555" w:type="dxa"/>
          </w:tcPr>
          <w:p w:rsidR="00DA25AD" w:rsidRPr="00004A58" w:rsidRDefault="00DA25AD" w:rsidP="00E50914">
            <w:pPr>
              <w:pStyle w:val="TAC"/>
              <w:rPr>
                <w:rFonts w:cs="Arial"/>
                <w:bCs/>
                <w:lang w:val="en-US"/>
              </w:rPr>
            </w:pPr>
            <w:r w:rsidRPr="00004A58">
              <w:rPr>
                <w:rFonts w:cs="Arial"/>
                <w:bCs/>
                <w:lang w:val="en-US"/>
              </w:rPr>
              <w:t>C</w:t>
            </w:r>
          </w:p>
        </w:tc>
        <w:tc>
          <w:tcPr>
            <w:tcW w:w="6249" w:type="dxa"/>
          </w:tcPr>
          <w:p w:rsidR="00DA25AD" w:rsidRPr="00004A58" w:rsidRDefault="00DA25AD" w:rsidP="00E50914">
            <w:pPr>
              <w:pStyle w:val="TAL"/>
            </w:pPr>
            <w:r w:rsidRPr="00004A58">
              <w:t>This information element indicates by its presence that the request is sent in the context of MSISDN-less SMS delivery in IMS (see 3GPP TS 23.204 [17]).</w:t>
            </w:r>
          </w:p>
          <w:p w:rsidR="00DA25AD" w:rsidRPr="00004A58" w:rsidRDefault="00DA25AD" w:rsidP="00E50914">
            <w:pPr>
              <w:pStyle w:val="TAL"/>
            </w:pPr>
            <w:r w:rsidRPr="00004A58">
              <w:t>When present, this information element shall contain the Destination SIP-URI identifying the (MSISDN-less) destination user and the Originating SIP-URI identifying the (MSISDN-less) originating user. The HSS-ID shall be absent from this information element.</w:t>
            </w:r>
          </w:p>
        </w:tc>
      </w:tr>
      <w:tr w:rsidR="00DA25AD" w:rsidRPr="00004A58" w:rsidTr="00E50914">
        <w:trPr>
          <w:trHeight w:val="401"/>
          <w:jc w:val="center"/>
        </w:trPr>
        <w:tc>
          <w:tcPr>
            <w:tcW w:w="1430" w:type="dxa"/>
          </w:tcPr>
          <w:p w:rsidR="00DA25AD" w:rsidRPr="00004A58" w:rsidRDefault="00DA25AD" w:rsidP="00E50914">
            <w:pPr>
              <w:pStyle w:val="TAL"/>
              <w:rPr>
                <w:rFonts w:cs="Arial"/>
              </w:rPr>
            </w:pPr>
            <w:r w:rsidRPr="00004A58">
              <w:rPr>
                <w:rFonts w:cs="Arial"/>
              </w:rPr>
              <w:t>SM RP UI</w:t>
            </w:r>
          </w:p>
        </w:tc>
        <w:tc>
          <w:tcPr>
            <w:tcW w:w="1429" w:type="dxa"/>
          </w:tcPr>
          <w:p w:rsidR="00DA25AD" w:rsidRPr="00004A58" w:rsidRDefault="00DA25AD" w:rsidP="00E50914">
            <w:pPr>
              <w:pStyle w:val="TAL"/>
              <w:rPr>
                <w:rFonts w:cs="Arial"/>
                <w:bCs/>
                <w:lang w:val="en-US"/>
              </w:rPr>
            </w:pPr>
            <w:r w:rsidRPr="00004A58">
              <w:rPr>
                <w:rFonts w:cs="Arial"/>
              </w:rPr>
              <w:t>SM-RP-UI</w:t>
            </w:r>
          </w:p>
        </w:tc>
        <w:tc>
          <w:tcPr>
            <w:tcW w:w="555" w:type="dxa"/>
          </w:tcPr>
          <w:p w:rsidR="00DA25AD" w:rsidRPr="00004A58" w:rsidRDefault="00DA25AD" w:rsidP="00E50914">
            <w:pPr>
              <w:pStyle w:val="TAC"/>
              <w:rPr>
                <w:rFonts w:cs="Arial"/>
                <w:bCs/>
                <w:lang w:val="en-US"/>
              </w:rPr>
            </w:pPr>
            <w:r w:rsidRPr="00004A58">
              <w:rPr>
                <w:rFonts w:cs="Arial"/>
                <w:bCs/>
                <w:lang w:val="en-US"/>
              </w:rPr>
              <w:t>M</w:t>
            </w:r>
          </w:p>
        </w:tc>
        <w:tc>
          <w:tcPr>
            <w:tcW w:w="6249" w:type="dxa"/>
          </w:tcPr>
          <w:p w:rsidR="00DA25AD" w:rsidRPr="00004A58" w:rsidRDefault="00DA25AD" w:rsidP="00E50914">
            <w:pPr>
              <w:pStyle w:val="TAL"/>
            </w:pPr>
            <w:r w:rsidRPr="00004A58">
              <w:t xml:space="preserve">This information element shall contain the short message transfer protocol data unit. </w:t>
            </w:r>
          </w:p>
        </w:tc>
      </w:tr>
      <w:tr w:rsidR="00DA25AD" w:rsidRPr="00004A58" w:rsidTr="00E50914">
        <w:trPr>
          <w:trHeight w:val="401"/>
          <w:jc w:val="center"/>
        </w:trPr>
        <w:tc>
          <w:tcPr>
            <w:tcW w:w="1430" w:type="dxa"/>
          </w:tcPr>
          <w:p w:rsidR="00DA25AD" w:rsidRPr="00004A58" w:rsidRDefault="00DA25AD" w:rsidP="00E50914">
            <w:pPr>
              <w:pStyle w:val="TAL"/>
              <w:rPr>
                <w:rFonts w:cs="Arial"/>
                <w:bCs/>
                <w:lang w:val="en-US"/>
              </w:rPr>
            </w:pPr>
            <w:r w:rsidRPr="00004A58">
              <w:rPr>
                <w:rFonts w:cs="Arial"/>
                <w:bCs/>
                <w:lang w:val="en-US"/>
              </w:rPr>
              <w:t>MME Number for MT SMS</w:t>
            </w:r>
          </w:p>
        </w:tc>
        <w:tc>
          <w:tcPr>
            <w:tcW w:w="1429" w:type="dxa"/>
          </w:tcPr>
          <w:p w:rsidR="00DA25AD" w:rsidRPr="00004A58" w:rsidRDefault="00DA25AD" w:rsidP="00E50914">
            <w:pPr>
              <w:pStyle w:val="TAL"/>
              <w:rPr>
                <w:rFonts w:cs="Arial"/>
                <w:bCs/>
                <w:lang w:val="en-US"/>
              </w:rPr>
            </w:pPr>
            <w:r w:rsidRPr="00004A58">
              <w:rPr>
                <w:rFonts w:cs="Arial"/>
                <w:bCs/>
                <w:lang w:val="en-US"/>
              </w:rPr>
              <w:t>MME-Number-for-MT-SMS</w:t>
            </w:r>
          </w:p>
        </w:tc>
        <w:tc>
          <w:tcPr>
            <w:tcW w:w="555" w:type="dxa"/>
          </w:tcPr>
          <w:p w:rsidR="00DA25AD" w:rsidRPr="00004A58" w:rsidRDefault="00DA25AD" w:rsidP="00E50914">
            <w:pPr>
              <w:pStyle w:val="TAC"/>
              <w:rPr>
                <w:rFonts w:cs="Arial"/>
                <w:bCs/>
                <w:lang w:val="en-US"/>
              </w:rPr>
            </w:pPr>
            <w:r w:rsidRPr="00004A58">
              <w:rPr>
                <w:rFonts w:cs="Arial"/>
                <w:bCs/>
                <w:lang w:val="en-US"/>
              </w:rPr>
              <w:t>C</w:t>
            </w:r>
          </w:p>
        </w:tc>
        <w:tc>
          <w:tcPr>
            <w:tcW w:w="6249" w:type="dxa"/>
          </w:tcPr>
          <w:p w:rsidR="00DA25AD" w:rsidRPr="00004A58" w:rsidRDefault="00DA25AD" w:rsidP="00E50914">
            <w:pPr>
              <w:pStyle w:val="TF"/>
              <w:keepNext/>
              <w:spacing w:after="0"/>
              <w:jc w:val="left"/>
              <w:rPr>
                <w:b w:val="0"/>
              </w:rPr>
            </w:pPr>
            <w:r w:rsidRPr="00004A58">
              <w:rPr>
                <w:b w:val="0"/>
              </w:rPr>
              <w:t xml:space="preserve">This Information Element contains the ISDN number of </w:t>
            </w:r>
            <w:r w:rsidRPr="00004A58">
              <w:rPr>
                <w:rFonts w:hint="eastAsia"/>
                <w:b w:val="0"/>
                <w:lang w:eastAsia="zh-CN"/>
              </w:rPr>
              <w:t>the</w:t>
            </w:r>
            <w:r w:rsidRPr="00004A58">
              <w:rPr>
                <w:b w:val="0"/>
              </w:rPr>
              <w:t xml:space="preserve"> MME</w:t>
            </w:r>
            <w:r w:rsidRPr="00004A58">
              <w:rPr>
                <w:rFonts w:hint="eastAsia"/>
                <w:b w:val="0"/>
                <w:lang w:eastAsia="zh-CN"/>
              </w:rPr>
              <w:t xml:space="preserve"> </w:t>
            </w:r>
            <w:r w:rsidRPr="00004A58">
              <w:rPr>
                <w:b w:val="0"/>
                <w:lang w:eastAsia="zh-CN"/>
              </w:rPr>
              <w:t>(</w:t>
            </w:r>
            <w:r w:rsidRPr="00004A58">
              <w:rPr>
                <w:rFonts w:hint="eastAsia"/>
                <w:b w:val="0"/>
                <w:lang w:eastAsia="zh-CN"/>
              </w:rPr>
              <w:t xml:space="preserve">see </w:t>
            </w:r>
            <w:r w:rsidRPr="00004A58">
              <w:rPr>
                <w:b w:val="0"/>
              </w:rPr>
              <w:t>3GPP TS 23.003 [3]) and shall be present when the request is sent to a MME</w:t>
            </w:r>
            <w:r w:rsidRPr="00004A58">
              <w:rPr>
                <w:rFonts w:hint="eastAsia"/>
                <w:b w:val="0"/>
                <w:lang w:eastAsia="zh-CN"/>
              </w:rPr>
              <w:t>.</w:t>
            </w:r>
          </w:p>
        </w:tc>
      </w:tr>
      <w:tr w:rsidR="00DA25AD" w:rsidRPr="00004A58" w:rsidTr="00E50914">
        <w:trPr>
          <w:trHeight w:val="401"/>
          <w:jc w:val="center"/>
        </w:trPr>
        <w:tc>
          <w:tcPr>
            <w:tcW w:w="1430" w:type="dxa"/>
          </w:tcPr>
          <w:p w:rsidR="00DA25AD" w:rsidRPr="00004A58" w:rsidRDefault="00DA25AD" w:rsidP="00E50914">
            <w:pPr>
              <w:pStyle w:val="TAL"/>
              <w:rPr>
                <w:rFonts w:cs="Arial"/>
                <w:bCs/>
                <w:lang w:val="en-US"/>
              </w:rPr>
            </w:pPr>
            <w:r w:rsidRPr="00004A58">
              <w:rPr>
                <w:rFonts w:cs="Arial"/>
                <w:bCs/>
                <w:lang w:val="en-US"/>
              </w:rPr>
              <w:t>SGSN Number</w:t>
            </w:r>
          </w:p>
        </w:tc>
        <w:tc>
          <w:tcPr>
            <w:tcW w:w="1429" w:type="dxa"/>
          </w:tcPr>
          <w:p w:rsidR="00DA25AD" w:rsidRPr="00004A58" w:rsidRDefault="00DA25AD" w:rsidP="00E50914">
            <w:pPr>
              <w:pStyle w:val="TAL"/>
              <w:rPr>
                <w:rFonts w:cs="Arial"/>
                <w:bCs/>
                <w:lang w:val="en-US"/>
              </w:rPr>
            </w:pPr>
            <w:r w:rsidRPr="00004A58">
              <w:rPr>
                <w:rFonts w:cs="Arial"/>
                <w:bCs/>
                <w:lang w:val="en-US"/>
              </w:rPr>
              <w:t>SGSN-Number</w:t>
            </w:r>
          </w:p>
        </w:tc>
        <w:tc>
          <w:tcPr>
            <w:tcW w:w="555" w:type="dxa"/>
          </w:tcPr>
          <w:p w:rsidR="00DA25AD" w:rsidRPr="00004A58" w:rsidRDefault="00DA25AD" w:rsidP="00E50914">
            <w:pPr>
              <w:pStyle w:val="TAC"/>
              <w:rPr>
                <w:rFonts w:cs="Arial"/>
                <w:bCs/>
                <w:lang w:val="en-US"/>
              </w:rPr>
            </w:pPr>
            <w:r w:rsidRPr="00004A58">
              <w:rPr>
                <w:rFonts w:cs="Arial"/>
                <w:bCs/>
                <w:lang w:val="en-US"/>
              </w:rPr>
              <w:t>C</w:t>
            </w:r>
          </w:p>
        </w:tc>
        <w:tc>
          <w:tcPr>
            <w:tcW w:w="6249" w:type="dxa"/>
          </w:tcPr>
          <w:p w:rsidR="00DA25AD" w:rsidRPr="00004A58" w:rsidRDefault="00DA25AD" w:rsidP="00E50914">
            <w:pPr>
              <w:pStyle w:val="TAL"/>
            </w:pPr>
            <w:r w:rsidRPr="00004A58">
              <w:t xml:space="preserve">This Information Element contains the ISDN number of </w:t>
            </w:r>
            <w:r w:rsidRPr="00004A58">
              <w:rPr>
                <w:rFonts w:hint="eastAsia"/>
                <w:lang w:eastAsia="zh-CN"/>
              </w:rPr>
              <w:t>the</w:t>
            </w:r>
            <w:r w:rsidRPr="00004A58">
              <w:t xml:space="preserve"> SGSN</w:t>
            </w:r>
            <w:r w:rsidRPr="00004A58">
              <w:rPr>
                <w:rFonts w:hint="eastAsia"/>
                <w:lang w:eastAsia="zh-CN"/>
              </w:rPr>
              <w:t xml:space="preserve"> </w:t>
            </w:r>
            <w:r w:rsidRPr="00004A58">
              <w:rPr>
                <w:lang w:eastAsia="zh-CN"/>
              </w:rPr>
              <w:t>(</w:t>
            </w:r>
            <w:r w:rsidRPr="00004A58">
              <w:rPr>
                <w:rFonts w:hint="eastAsia"/>
                <w:lang w:eastAsia="zh-CN"/>
              </w:rPr>
              <w:t xml:space="preserve">see </w:t>
            </w:r>
            <w:r w:rsidRPr="00004A58">
              <w:t xml:space="preserve">3GPP TS 23.003 [3]) </w:t>
            </w:r>
            <w:r w:rsidRPr="00004A58">
              <w:rPr>
                <w:lang w:eastAsia="zh-CN"/>
              </w:rPr>
              <w:t>and shall be present when the request is sent to a SGSN.</w:t>
            </w:r>
          </w:p>
        </w:tc>
      </w:tr>
      <w:tr w:rsidR="00DA25AD" w:rsidRPr="00004A58" w:rsidTr="00E50914">
        <w:trPr>
          <w:trHeight w:val="401"/>
          <w:jc w:val="center"/>
        </w:trPr>
        <w:tc>
          <w:tcPr>
            <w:tcW w:w="1430" w:type="dxa"/>
          </w:tcPr>
          <w:p w:rsidR="00DA25AD" w:rsidRPr="00004A58" w:rsidRDefault="00DA25AD" w:rsidP="00E50914">
            <w:pPr>
              <w:pStyle w:val="TAL"/>
              <w:rPr>
                <w:rFonts w:cs="Arial"/>
              </w:rPr>
            </w:pPr>
            <w:r w:rsidRPr="00004A58">
              <w:rPr>
                <w:rFonts w:cs="Arial"/>
                <w:bCs/>
                <w:lang w:val="en-US"/>
              </w:rPr>
              <w:t>TFR-Flags</w:t>
            </w:r>
          </w:p>
        </w:tc>
        <w:tc>
          <w:tcPr>
            <w:tcW w:w="1429" w:type="dxa"/>
          </w:tcPr>
          <w:p w:rsidR="00DA25AD" w:rsidRPr="00004A58" w:rsidRDefault="00DA25AD" w:rsidP="00E50914">
            <w:pPr>
              <w:pStyle w:val="TAL"/>
              <w:rPr>
                <w:rFonts w:cs="Arial"/>
                <w:bCs/>
                <w:lang w:val="en-US"/>
              </w:rPr>
            </w:pPr>
            <w:r w:rsidRPr="00004A58">
              <w:rPr>
                <w:rFonts w:cs="Arial"/>
                <w:bCs/>
                <w:lang w:val="en-US"/>
              </w:rPr>
              <w:t>TFR-Flags</w:t>
            </w:r>
          </w:p>
        </w:tc>
        <w:tc>
          <w:tcPr>
            <w:tcW w:w="555" w:type="dxa"/>
          </w:tcPr>
          <w:p w:rsidR="00DA25AD" w:rsidRPr="00004A58" w:rsidRDefault="00DA25AD" w:rsidP="00E50914">
            <w:pPr>
              <w:pStyle w:val="TAC"/>
              <w:rPr>
                <w:rFonts w:cs="Arial"/>
                <w:bCs/>
                <w:lang w:val="en-US"/>
              </w:rPr>
            </w:pPr>
            <w:r w:rsidRPr="00004A58">
              <w:rPr>
                <w:rFonts w:cs="Arial"/>
                <w:bCs/>
                <w:lang w:val="en-US"/>
              </w:rPr>
              <w:t>C</w:t>
            </w:r>
          </w:p>
        </w:tc>
        <w:tc>
          <w:tcPr>
            <w:tcW w:w="6249" w:type="dxa"/>
          </w:tcPr>
          <w:p w:rsidR="00DA25AD" w:rsidRPr="00004A58" w:rsidRDefault="00DA25AD" w:rsidP="00E50914">
            <w:pPr>
              <w:pStyle w:val="TAL"/>
            </w:pPr>
            <w:r w:rsidRPr="00004A58">
              <w:t xml:space="preserve">This information element shall contain a bit mask. Bit 0 indicates when set if the Service Centre has more messages to send </w:t>
            </w:r>
          </w:p>
        </w:tc>
      </w:tr>
      <w:tr w:rsidR="00DA25AD" w:rsidRPr="00004A58" w:rsidTr="00E50914">
        <w:trPr>
          <w:trHeight w:val="401"/>
          <w:jc w:val="center"/>
        </w:trPr>
        <w:tc>
          <w:tcPr>
            <w:tcW w:w="1430" w:type="dxa"/>
          </w:tcPr>
          <w:p w:rsidR="00DA25AD" w:rsidRPr="00004A58" w:rsidRDefault="00DA25AD" w:rsidP="00E50914">
            <w:pPr>
              <w:pStyle w:val="TAL"/>
              <w:rPr>
                <w:rFonts w:cs="Arial"/>
                <w:bCs/>
                <w:lang w:val="en-US"/>
              </w:rPr>
            </w:pPr>
            <w:r w:rsidRPr="00004A58">
              <w:rPr>
                <w:szCs w:val="16"/>
              </w:rPr>
              <w:t>SM Delivery Timer</w:t>
            </w:r>
          </w:p>
        </w:tc>
        <w:tc>
          <w:tcPr>
            <w:tcW w:w="1429" w:type="dxa"/>
          </w:tcPr>
          <w:p w:rsidR="00DA25AD" w:rsidRPr="00004A58" w:rsidRDefault="00DA25AD" w:rsidP="00E50914">
            <w:pPr>
              <w:pStyle w:val="TAL"/>
              <w:rPr>
                <w:rFonts w:cs="Arial"/>
                <w:bCs/>
                <w:lang w:val="en-US"/>
              </w:rPr>
            </w:pPr>
            <w:r w:rsidRPr="00004A58">
              <w:rPr>
                <w:szCs w:val="16"/>
              </w:rPr>
              <w:t>SM-Delivery-Timer</w:t>
            </w:r>
          </w:p>
        </w:tc>
        <w:tc>
          <w:tcPr>
            <w:tcW w:w="555" w:type="dxa"/>
          </w:tcPr>
          <w:p w:rsidR="00DA25AD" w:rsidRPr="00004A58" w:rsidRDefault="00DA25AD" w:rsidP="00E50914">
            <w:pPr>
              <w:pStyle w:val="TAC"/>
              <w:rPr>
                <w:rFonts w:cs="Arial"/>
                <w:bCs/>
                <w:lang w:val="en-US"/>
              </w:rPr>
            </w:pPr>
            <w:r w:rsidRPr="00004A58">
              <w:rPr>
                <w:rFonts w:cs="Arial"/>
                <w:bCs/>
                <w:lang w:val="en-US"/>
              </w:rPr>
              <w:t>C</w:t>
            </w:r>
          </w:p>
        </w:tc>
        <w:tc>
          <w:tcPr>
            <w:tcW w:w="6249" w:type="dxa"/>
          </w:tcPr>
          <w:p w:rsidR="00DA25AD" w:rsidRPr="00004A58" w:rsidRDefault="00DA25AD" w:rsidP="00E50914">
            <w:pPr>
              <w:pStyle w:val="TAL"/>
            </w:pPr>
            <w:r w:rsidRPr="00004A58">
              <w:t>This information element should be included. When present, it shall indicate the SM Delivery Timer value set in the SMS-GMSC to the IP-SM-GW, MME or S4-SGSN.</w:t>
            </w:r>
          </w:p>
        </w:tc>
      </w:tr>
      <w:tr w:rsidR="00DA25AD" w:rsidRPr="00004A58" w:rsidTr="00E50914">
        <w:trPr>
          <w:trHeight w:val="401"/>
          <w:jc w:val="center"/>
        </w:trPr>
        <w:tc>
          <w:tcPr>
            <w:tcW w:w="1430" w:type="dxa"/>
          </w:tcPr>
          <w:p w:rsidR="00DA25AD" w:rsidRPr="00004A58" w:rsidRDefault="00DA25AD" w:rsidP="00E50914">
            <w:pPr>
              <w:pStyle w:val="TAL"/>
              <w:rPr>
                <w:rFonts w:cs="Arial"/>
                <w:bCs/>
                <w:lang w:val="en-US"/>
              </w:rPr>
            </w:pPr>
            <w:r w:rsidRPr="00004A58">
              <w:rPr>
                <w:szCs w:val="16"/>
              </w:rPr>
              <w:t>SM Delivery Start Time</w:t>
            </w:r>
          </w:p>
        </w:tc>
        <w:tc>
          <w:tcPr>
            <w:tcW w:w="1429" w:type="dxa"/>
          </w:tcPr>
          <w:p w:rsidR="00DA25AD" w:rsidRPr="00004A58" w:rsidRDefault="00DA25AD" w:rsidP="00E50914">
            <w:pPr>
              <w:pStyle w:val="TAL"/>
              <w:rPr>
                <w:rFonts w:cs="Arial"/>
                <w:bCs/>
                <w:lang w:val="en-US"/>
              </w:rPr>
            </w:pPr>
            <w:r w:rsidRPr="00004A58">
              <w:rPr>
                <w:szCs w:val="16"/>
              </w:rPr>
              <w:t>SM-Delivery- Start-Time</w:t>
            </w:r>
          </w:p>
        </w:tc>
        <w:tc>
          <w:tcPr>
            <w:tcW w:w="555" w:type="dxa"/>
          </w:tcPr>
          <w:p w:rsidR="00DA25AD" w:rsidRPr="00004A58" w:rsidRDefault="00DA25AD" w:rsidP="00E50914">
            <w:pPr>
              <w:pStyle w:val="TAC"/>
              <w:rPr>
                <w:rFonts w:cs="Arial"/>
                <w:bCs/>
                <w:lang w:val="en-US"/>
              </w:rPr>
            </w:pPr>
            <w:r w:rsidRPr="00004A58">
              <w:rPr>
                <w:rFonts w:cs="Arial"/>
                <w:bCs/>
                <w:lang w:val="en-US"/>
              </w:rPr>
              <w:t>C</w:t>
            </w:r>
          </w:p>
        </w:tc>
        <w:tc>
          <w:tcPr>
            <w:tcW w:w="6249" w:type="dxa"/>
          </w:tcPr>
          <w:p w:rsidR="00DA25AD" w:rsidRPr="00004A58" w:rsidRDefault="00DA25AD" w:rsidP="00E50914">
            <w:pPr>
              <w:pStyle w:val="TAL"/>
            </w:pPr>
            <w:r w:rsidRPr="00004A58">
              <w:t>This information element should be included. When present, it shall indicate the timestamp (in UTC) at which the SM Delivery Supervision Timer was started in the SMS-GMSC.</w:t>
            </w:r>
          </w:p>
        </w:tc>
      </w:tr>
      <w:tr w:rsidR="00DA25AD" w:rsidRPr="00004A58" w:rsidTr="00E50914">
        <w:trPr>
          <w:trHeight w:val="401"/>
          <w:jc w:val="center"/>
        </w:trPr>
        <w:tc>
          <w:tcPr>
            <w:tcW w:w="1430" w:type="dxa"/>
          </w:tcPr>
          <w:p w:rsidR="00DA25AD" w:rsidRPr="00004A58" w:rsidRDefault="00DA25AD" w:rsidP="00E50914">
            <w:pPr>
              <w:pStyle w:val="TAL"/>
              <w:rPr>
                <w:rFonts w:cs="Arial"/>
                <w:bCs/>
                <w:lang w:val="en-US"/>
              </w:rPr>
            </w:pPr>
            <w:r w:rsidRPr="00004A58">
              <w:rPr>
                <w:szCs w:val="16"/>
              </w:rPr>
              <w:t>Maximum Retransmission Time</w:t>
            </w:r>
          </w:p>
        </w:tc>
        <w:tc>
          <w:tcPr>
            <w:tcW w:w="1429" w:type="dxa"/>
          </w:tcPr>
          <w:p w:rsidR="00DA25AD" w:rsidRPr="00004A58" w:rsidRDefault="00DA25AD" w:rsidP="00E50914">
            <w:pPr>
              <w:pStyle w:val="TAL"/>
              <w:rPr>
                <w:rFonts w:cs="Arial"/>
                <w:bCs/>
                <w:lang w:val="en-US"/>
              </w:rPr>
            </w:pPr>
            <w:r w:rsidRPr="00004A58">
              <w:rPr>
                <w:szCs w:val="16"/>
              </w:rPr>
              <w:t>Maximum-Retransmission-Time</w:t>
            </w:r>
          </w:p>
        </w:tc>
        <w:tc>
          <w:tcPr>
            <w:tcW w:w="555" w:type="dxa"/>
          </w:tcPr>
          <w:p w:rsidR="00DA25AD" w:rsidRPr="00004A58" w:rsidRDefault="00DA25AD" w:rsidP="00E50914">
            <w:pPr>
              <w:pStyle w:val="TAC"/>
              <w:rPr>
                <w:rFonts w:cs="Arial"/>
                <w:bCs/>
                <w:lang w:val="en-US"/>
              </w:rPr>
            </w:pPr>
            <w:r w:rsidRPr="00004A58">
              <w:rPr>
                <w:rFonts w:cs="Arial"/>
                <w:bCs/>
                <w:lang w:val="en-US"/>
              </w:rPr>
              <w:t>O</w:t>
            </w:r>
          </w:p>
        </w:tc>
        <w:tc>
          <w:tcPr>
            <w:tcW w:w="6249" w:type="dxa"/>
          </w:tcPr>
          <w:p w:rsidR="00DA25AD" w:rsidRPr="00004A58" w:rsidRDefault="00DA25AD" w:rsidP="00E50914">
            <w:pPr>
              <w:pStyle w:val="TAL"/>
            </w:pPr>
            <w:r w:rsidRPr="00004A58">
              <w:t xml:space="preserve">This information element, when present, shall indicate the maximum retransmission time (in UTC) until which the SMS-GMSC is capable to retransmit the MT Short Message. </w:t>
            </w:r>
          </w:p>
        </w:tc>
      </w:tr>
      <w:tr w:rsidR="00DA25AD" w:rsidRPr="00004A58" w:rsidTr="00E50914">
        <w:trPr>
          <w:trHeight w:val="401"/>
          <w:jc w:val="center"/>
        </w:trPr>
        <w:tc>
          <w:tcPr>
            <w:tcW w:w="1430" w:type="dxa"/>
          </w:tcPr>
          <w:p w:rsidR="00DA25AD" w:rsidRPr="00004A58" w:rsidRDefault="00DA25AD" w:rsidP="00E50914">
            <w:pPr>
              <w:pStyle w:val="TAL"/>
            </w:pPr>
            <w:r w:rsidRPr="00004A58">
              <w:t>SMS-GMSC Address</w:t>
            </w:r>
          </w:p>
          <w:p w:rsidR="00DA25AD" w:rsidRPr="00004A58" w:rsidRDefault="00DA25AD" w:rsidP="00E50914">
            <w:pPr>
              <w:pStyle w:val="TAL"/>
              <w:rPr>
                <w:rFonts w:cs="Arial"/>
                <w:bCs/>
                <w:lang w:val="en-US"/>
              </w:rPr>
            </w:pPr>
          </w:p>
        </w:tc>
        <w:tc>
          <w:tcPr>
            <w:tcW w:w="1429" w:type="dxa"/>
          </w:tcPr>
          <w:p w:rsidR="00DA25AD" w:rsidRPr="00004A58" w:rsidRDefault="00DA25AD" w:rsidP="00E50914">
            <w:pPr>
              <w:pStyle w:val="TAL"/>
              <w:rPr>
                <w:rFonts w:cs="Arial"/>
                <w:bCs/>
                <w:lang w:val="en-US"/>
              </w:rPr>
            </w:pPr>
            <w:r w:rsidRPr="00004A58">
              <w:t>SMS-GMSC-Address</w:t>
            </w:r>
          </w:p>
        </w:tc>
        <w:tc>
          <w:tcPr>
            <w:tcW w:w="555" w:type="dxa"/>
          </w:tcPr>
          <w:p w:rsidR="00DA25AD" w:rsidRPr="00004A58" w:rsidRDefault="00DA25AD" w:rsidP="00E50914">
            <w:pPr>
              <w:pStyle w:val="TAC"/>
              <w:rPr>
                <w:rFonts w:cs="Arial"/>
                <w:bCs/>
                <w:lang w:val="en-US"/>
              </w:rPr>
            </w:pPr>
            <w:r w:rsidRPr="00004A58">
              <w:rPr>
                <w:rFonts w:cs="Arial"/>
                <w:bCs/>
                <w:lang w:val="en-US"/>
              </w:rPr>
              <w:t>C</w:t>
            </w:r>
          </w:p>
        </w:tc>
        <w:tc>
          <w:tcPr>
            <w:tcW w:w="6249" w:type="dxa"/>
          </w:tcPr>
          <w:p w:rsidR="00DA25AD" w:rsidRPr="00004A58" w:rsidRDefault="00DA25AD" w:rsidP="00E50914">
            <w:pPr>
              <w:pStyle w:val="TAL"/>
            </w:pPr>
            <w:r w:rsidRPr="00004A58">
              <w:t>This IE shall be present if the Maximum Retransmission Time IE is present in the message.</w:t>
            </w:r>
          </w:p>
          <w:p w:rsidR="00DA25AD" w:rsidRPr="00004A58" w:rsidRDefault="00DA25AD" w:rsidP="00E50914">
            <w:pPr>
              <w:pStyle w:val="TAL"/>
            </w:pPr>
            <w:r w:rsidRPr="00004A58">
              <w:t xml:space="preserve">When present, this IE </w:t>
            </w:r>
            <w:r w:rsidRPr="00004A58">
              <w:rPr>
                <w:rFonts w:hint="eastAsia"/>
                <w:lang w:eastAsia="zh-CN"/>
              </w:rPr>
              <w:t xml:space="preserve">shall </w:t>
            </w:r>
            <w:r w:rsidRPr="00004A58">
              <w:rPr>
                <w:lang w:eastAsia="zh-CN"/>
              </w:rPr>
              <w:t xml:space="preserve">contain </w:t>
            </w:r>
            <w:r w:rsidRPr="00004A58">
              <w:t>the E.164 number of the SMS-GMSC in the request sent by the SMS-GMSC or the E.164 number of the SMS Router in the request sent by the SMS Router.</w:t>
            </w:r>
          </w:p>
        </w:tc>
      </w:tr>
      <w:tr w:rsidR="00DA25AD" w:rsidRPr="00004A58" w:rsidTr="00E50914">
        <w:trPr>
          <w:trHeight w:val="401"/>
          <w:jc w:val="center"/>
        </w:trPr>
        <w:tc>
          <w:tcPr>
            <w:tcW w:w="1430" w:type="dxa"/>
          </w:tcPr>
          <w:p w:rsidR="00DA25AD" w:rsidRPr="00004A58" w:rsidRDefault="00DA25AD" w:rsidP="00E50914">
            <w:pPr>
              <w:pStyle w:val="TAL"/>
              <w:rPr>
                <w:rFonts w:cs="Arial"/>
                <w:bCs/>
                <w:lang w:val="en-US"/>
              </w:rPr>
            </w:pPr>
            <w:r w:rsidRPr="00004A58">
              <w:rPr>
                <w:rFonts w:cs="Arial"/>
                <w:szCs w:val="22"/>
                <w:lang w:val="en-US"/>
              </w:rPr>
              <w:t>Supported Features</w:t>
            </w:r>
          </w:p>
        </w:tc>
        <w:tc>
          <w:tcPr>
            <w:tcW w:w="1429" w:type="dxa"/>
          </w:tcPr>
          <w:p w:rsidR="00DA25AD" w:rsidRPr="00004A58" w:rsidRDefault="00DA25AD" w:rsidP="00E50914">
            <w:pPr>
              <w:pStyle w:val="TAL"/>
            </w:pPr>
            <w:r w:rsidRPr="00004A58">
              <w:t>Supported-Features</w:t>
            </w:r>
          </w:p>
          <w:p w:rsidR="00DA25AD" w:rsidRPr="00004A58" w:rsidRDefault="00DA25AD" w:rsidP="00E50914">
            <w:pPr>
              <w:pStyle w:val="TAL"/>
            </w:pPr>
            <w:r w:rsidRPr="00004A58">
              <w:t>(See 3GPP TS 29.229 [5])</w:t>
            </w:r>
          </w:p>
        </w:tc>
        <w:tc>
          <w:tcPr>
            <w:tcW w:w="555" w:type="dxa"/>
          </w:tcPr>
          <w:p w:rsidR="00DA25AD" w:rsidRPr="00004A58" w:rsidRDefault="00DA25AD" w:rsidP="00E50914">
            <w:pPr>
              <w:pStyle w:val="TAC"/>
              <w:rPr>
                <w:rFonts w:cs="Arial"/>
                <w:bCs/>
                <w:lang w:val="en-US"/>
              </w:rPr>
            </w:pPr>
            <w:r w:rsidRPr="00004A58">
              <w:t>O</w:t>
            </w:r>
          </w:p>
        </w:tc>
        <w:tc>
          <w:tcPr>
            <w:tcW w:w="6249" w:type="dxa"/>
          </w:tcPr>
          <w:p w:rsidR="00DA25AD" w:rsidRPr="00004A58" w:rsidRDefault="00DA25AD" w:rsidP="00E50914">
            <w:pPr>
              <w:pStyle w:val="TAL"/>
            </w:pPr>
            <w:r w:rsidRPr="00004A58">
              <w:t>If present, this information element shall contain the list of features supported by the origin host.</w:t>
            </w:r>
          </w:p>
        </w:tc>
      </w:tr>
    </w:tbl>
    <w:p w:rsidR="00DA25AD" w:rsidRPr="00004A58" w:rsidRDefault="00DA25AD" w:rsidP="00DA25AD">
      <w:pPr>
        <w:rPr>
          <w:lang w:val="en-US"/>
        </w:rPr>
      </w:pPr>
    </w:p>
    <w:p w:rsidR="00DA25AD" w:rsidRPr="00004A58" w:rsidRDefault="00DA25AD" w:rsidP="00DA25AD">
      <w:pPr>
        <w:pStyle w:val="TH"/>
        <w:rPr>
          <w:lang w:val="en-AU"/>
        </w:rPr>
      </w:pPr>
      <w:r w:rsidRPr="00004A58">
        <w:rPr>
          <w:lang w:val="en-AU"/>
        </w:rPr>
        <w:lastRenderedPageBreak/>
        <w:t xml:space="preserve">Table 6.2.2.1/2: MT </w:t>
      </w:r>
      <w:r w:rsidRPr="00004A58">
        <w:t>Forward Short Message</w:t>
      </w:r>
      <w:r w:rsidRPr="00004A58" w:rsidDel="00645338">
        <w:t xml:space="preserve"> </w:t>
      </w:r>
      <w:r w:rsidRPr="00004A58">
        <w:t>Answer</w:t>
      </w:r>
    </w:p>
    <w:tbl>
      <w:tblPr>
        <w:tblW w:w="972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459"/>
        <w:gridCol w:w="1417"/>
        <w:gridCol w:w="709"/>
        <w:gridCol w:w="6135"/>
      </w:tblGrid>
      <w:tr w:rsidR="00DA25AD" w:rsidRPr="00004A58" w:rsidTr="00E50914">
        <w:trPr>
          <w:jc w:val="center"/>
        </w:trPr>
        <w:tc>
          <w:tcPr>
            <w:tcW w:w="1459" w:type="dxa"/>
          </w:tcPr>
          <w:p w:rsidR="00DA25AD" w:rsidRPr="00004A58" w:rsidRDefault="00DA25AD" w:rsidP="00E50914">
            <w:pPr>
              <w:pStyle w:val="TAH"/>
            </w:pPr>
            <w:r w:rsidRPr="00004A58">
              <w:t>Information element name</w:t>
            </w:r>
          </w:p>
        </w:tc>
        <w:tc>
          <w:tcPr>
            <w:tcW w:w="1417" w:type="dxa"/>
          </w:tcPr>
          <w:p w:rsidR="00DA25AD" w:rsidRPr="00004A58" w:rsidRDefault="00DA25AD" w:rsidP="00E50914">
            <w:pPr>
              <w:pStyle w:val="TAH"/>
              <w:rPr>
                <w:lang w:val="fr-FR"/>
              </w:rPr>
            </w:pPr>
            <w:r w:rsidRPr="00004A58">
              <w:t>Mapping to Diameter AVP</w:t>
            </w:r>
          </w:p>
        </w:tc>
        <w:tc>
          <w:tcPr>
            <w:tcW w:w="709" w:type="dxa"/>
          </w:tcPr>
          <w:p w:rsidR="00DA25AD" w:rsidRPr="00004A58" w:rsidRDefault="00DA25AD" w:rsidP="00E50914">
            <w:pPr>
              <w:pStyle w:val="TAH"/>
              <w:rPr>
                <w:lang w:val="fr-FR"/>
              </w:rPr>
            </w:pPr>
            <w:r w:rsidRPr="00004A58">
              <w:rPr>
                <w:lang w:val="fr-FR"/>
              </w:rPr>
              <w:t>Cat.</w:t>
            </w:r>
          </w:p>
        </w:tc>
        <w:tc>
          <w:tcPr>
            <w:tcW w:w="6135" w:type="dxa"/>
          </w:tcPr>
          <w:p w:rsidR="00DA25AD" w:rsidRPr="00004A58" w:rsidRDefault="00DA25AD" w:rsidP="00E50914">
            <w:pPr>
              <w:pStyle w:val="TAH"/>
              <w:rPr>
                <w:lang w:val="fr-FR"/>
              </w:rPr>
            </w:pPr>
            <w:r w:rsidRPr="00004A58">
              <w:rPr>
                <w:lang w:val="fr-FR"/>
              </w:rPr>
              <w:t xml:space="preserve"> Description</w:t>
            </w:r>
          </w:p>
        </w:tc>
      </w:tr>
      <w:tr w:rsidR="00DA25AD" w:rsidRPr="00004A58" w:rsidTr="00E50914">
        <w:trPr>
          <w:trHeight w:val="401"/>
          <w:jc w:val="center"/>
        </w:trPr>
        <w:tc>
          <w:tcPr>
            <w:tcW w:w="1459" w:type="dxa"/>
          </w:tcPr>
          <w:p w:rsidR="00DA25AD" w:rsidRPr="00004A58" w:rsidRDefault="00DA25AD" w:rsidP="00E50914">
            <w:pPr>
              <w:pStyle w:val="TAL"/>
              <w:rPr>
                <w:snapToGrid w:val="0"/>
              </w:rPr>
            </w:pPr>
            <w:r w:rsidRPr="00004A58">
              <w:rPr>
                <w:snapToGrid w:val="0"/>
              </w:rPr>
              <w:t>Result</w:t>
            </w:r>
          </w:p>
          <w:p w:rsidR="00DA25AD" w:rsidRPr="00004A58" w:rsidRDefault="00DA25AD" w:rsidP="00E50914">
            <w:pPr>
              <w:pStyle w:val="TAL"/>
            </w:pPr>
          </w:p>
        </w:tc>
        <w:tc>
          <w:tcPr>
            <w:tcW w:w="1417" w:type="dxa"/>
          </w:tcPr>
          <w:p w:rsidR="00DA25AD" w:rsidRPr="00004A58" w:rsidRDefault="00DA25AD" w:rsidP="00E50914">
            <w:pPr>
              <w:pStyle w:val="TAL"/>
              <w:rPr>
                <w:rFonts w:cs="Arial"/>
                <w:bCs/>
                <w:lang w:val="en-US"/>
              </w:rPr>
            </w:pPr>
            <w:r w:rsidRPr="00004A58">
              <w:t>Result-Code / Experimental-Result</w:t>
            </w:r>
          </w:p>
        </w:tc>
        <w:tc>
          <w:tcPr>
            <w:tcW w:w="709" w:type="dxa"/>
          </w:tcPr>
          <w:p w:rsidR="00DA25AD" w:rsidRPr="00004A58" w:rsidRDefault="00DA25AD" w:rsidP="00E50914">
            <w:pPr>
              <w:pStyle w:val="TAC"/>
              <w:rPr>
                <w:bCs/>
              </w:rPr>
            </w:pPr>
            <w:r w:rsidRPr="00004A58">
              <w:rPr>
                <w:rFonts w:cs="Arial"/>
                <w:bCs/>
                <w:lang w:val="en-US"/>
              </w:rPr>
              <w:t>M</w:t>
            </w:r>
          </w:p>
        </w:tc>
        <w:tc>
          <w:tcPr>
            <w:tcW w:w="6135" w:type="dxa"/>
          </w:tcPr>
          <w:p w:rsidR="00DA25AD" w:rsidRPr="00004A58" w:rsidRDefault="00DA25AD" w:rsidP="00E50914">
            <w:pPr>
              <w:pStyle w:val="TAL"/>
            </w:pPr>
            <w:r w:rsidRPr="00004A58">
              <w:t>This information element shall contain the result of the operation.</w:t>
            </w:r>
          </w:p>
          <w:p w:rsidR="00DA25AD" w:rsidRPr="00004A58" w:rsidRDefault="00DA25AD" w:rsidP="00E50914">
            <w:pPr>
              <w:pStyle w:val="TAL"/>
            </w:pPr>
            <w:r w:rsidRPr="00004A58">
              <w:rPr>
                <w:rFonts w:hint="eastAsia"/>
                <w:lang w:eastAsia="zh-CN"/>
              </w:rPr>
              <w:t xml:space="preserve">The </w:t>
            </w:r>
            <w:r w:rsidRPr="00004A58">
              <w:t xml:space="preserve">Result-Code AVP shall be used to indicate success / errors </w:t>
            </w:r>
            <w:r w:rsidRPr="00004A58">
              <w:rPr>
                <w:rFonts w:hint="eastAsia"/>
                <w:lang w:eastAsia="zh-CN"/>
              </w:rPr>
              <w:t xml:space="preserve">as </w:t>
            </w:r>
            <w:r w:rsidRPr="00004A58">
              <w:t>defined in the Diameter base protocol (see IETF RFC 6733 [20]).</w:t>
            </w:r>
          </w:p>
          <w:p w:rsidR="00DA25AD" w:rsidRPr="00004A58" w:rsidRDefault="00DA25AD" w:rsidP="00E50914">
            <w:pPr>
              <w:pStyle w:val="TAL"/>
            </w:pPr>
            <w:r w:rsidRPr="00004A58">
              <w:rPr>
                <w:rFonts w:hint="eastAsia"/>
                <w:lang w:eastAsia="zh-CN"/>
              </w:rPr>
              <w:t xml:space="preserve">The </w:t>
            </w:r>
            <w:r w:rsidRPr="00004A58">
              <w:t xml:space="preserve">Experimental-Result AVP shall be used for SGd/Gdd errors. This is a grouped AVP which </w:t>
            </w:r>
            <w:r w:rsidRPr="00004A58">
              <w:rPr>
                <w:rFonts w:hint="eastAsia"/>
                <w:lang w:eastAsia="zh-CN"/>
              </w:rPr>
              <w:t>shall</w:t>
            </w:r>
            <w:r w:rsidRPr="00004A58">
              <w:t xml:space="preserve"> contain the 3GPP Vendor ID in the Vendor-Id AVP, and the error code in the Experimental-Result-Code AVP. The following errors are applicable:</w:t>
            </w:r>
          </w:p>
          <w:p w:rsidR="00DA25AD" w:rsidRPr="00004A58" w:rsidRDefault="00DA25AD" w:rsidP="00DA25AD">
            <w:pPr>
              <w:pStyle w:val="TAL"/>
              <w:numPr>
                <w:ilvl w:val="0"/>
                <w:numId w:val="9"/>
              </w:numPr>
            </w:pPr>
            <w:r w:rsidRPr="00004A58">
              <w:t>Unknown User;</w:t>
            </w:r>
          </w:p>
          <w:p w:rsidR="00DA25AD" w:rsidRPr="00004A58" w:rsidRDefault="00DA25AD" w:rsidP="00DA25AD">
            <w:pPr>
              <w:pStyle w:val="TAL"/>
              <w:numPr>
                <w:ilvl w:val="0"/>
                <w:numId w:val="9"/>
              </w:numPr>
            </w:pPr>
            <w:r w:rsidRPr="00004A58">
              <w:t>Absent User;</w:t>
            </w:r>
          </w:p>
          <w:p w:rsidR="00DA25AD" w:rsidRPr="00004A58" w:rsidRDefault="00DA25AD" w:rsidP="00DA25AD">
            <w:pPr>
              <w:pStyle w:val="TAL"/>
              <w:numPr>
                <w:ilvl w:val="0"/>
                <w:numId w:val="9"/>
              </w:numPr>
            </w:pPr>
            <w:r w:rsidRPr="00004A58">
              <w:t>User busy for MT SMS;</w:t>
            </w:r>
          </w:p>
          <w:p w:rsidR="00DA25AD" w:rsidRPr="00004A58" w:rsidRDefault="00DA25AD" w:rsidP="00DA25AD">
            <w:pPr>
              <w:pStyle w:val="TAL"/>
              <w:numPr>
                <w:ilvl w:val="0"/>
                <w:numId w:val="9"/>
              </w:numPr>
            </w:pPr>
            <w:r w:rsidRPr="00004A58">
              <w:t>Illegal User;</w:t>
            </w:r>
          </w:p>
          <w:p w:rsidR="00DA25AD" w:rsidRPr="00004A58" w:rsidRDefault="00DA25AD" w:rsidP="00DA25AD">
            <w:pPr>
              <w:pStyle w:val="TAL"/>
              <w:numPr>
                <w:ilvl w:val="0"/>
                <w:numId w:val="9"/>
              </w:numPr>
            </w:pPr>
            <w:r w:rsidRPr="00004A58">
              <w:t>Illegal Equipment;</w:t>
            </w:r>
          </w:p>
          <w:p w:rsidR="00DA25AD" w:rsidRPr="00004A58" w:rsidRDefault="00DA25AD" w:rsidP="00DA25AD">
            <w:pPr>
              <w:pStyle w:val="TAL"/>
              <w:numPr>
                <w:ilvl w:val="0"/>
                <w:numId w:val="9"/>
              </w:numPr>
            </w:pPr>
            <w:r w:rsidRPr="00004A58">
              <w:t>SM Delivery Failure.</w:t>
            </w:r>
          </w:p>
        </w:tc>
      </w:tr>
      <w:tr w:rsidR="00DA25AD" w:rsidRPr="00004A58" w:rsidTr="00E50914">
        <w:trPr>
          <w:trHeight w:val="401"/>
          <w:jc w:val="center"/>
        </w:trPr>
        <w:tc>
          <w:tcPr>
            <w:tcW w:w="1459" w:type="dxa"/>
          </w:tcPr>
          <w:p w:rsidR="00DA25AD" w:rsidRPr="00004A58" w:rsidRDefault="00DA25AD" w:rsidP="00E50914">
            <w:pPr>
              <w:pStyle w:val="TAL"/>
              <w:rPr>
                <w:rFonts w:cs="Arial"/>
              </w:rPr>
            </w:pPr>
            <w:r w:rsidRPr="00004A58">
              <w:rPr>
                <w:rFonts w:cs="Arial"/>
              </w:rPr>
              <w:t>Absent User Diagnostic SM</w:t>
            </w:r>
          </w:p>
        </w:tc>
        <w:tc>
          <w:tcPr>
            <w:tcW w:w="1417" w:type="dxa"/>
          </w:tcPr>
          <w:p w:rsidR="00DA25AD" w:rsidRPr="00004A58" w:rsidRDefault="00DA25AD" w:rsidP="00E50914">
            <w:pPr>
              <w:pStyle w:val="TAL"/>
              <w:rPr>
                <w:rFonts w:cs="Arial"/>
              </w:rPr>
            </w:pPr>
            <w:r w:rsidRPr="00004A58">
              <w:rPr>
                <w:rFonts w:cs="Arial"/>
              </w:rPr>
              <w:t>Absent-User-Diagnostic-SM</w:t>
            </w:r>
          </w:p>
        </w:tc>
        <w:tc>
          <w:tcPr>
            <w:tcW w:w="709" w:type="dxa"/>
          </w:tcPr>
          <w:p w:rsidR="00DA25AD" w:rsidRPr="00004A58" w:rsidRDefault="00DA25AD" w:rsidP="00E50914">
            <w:pPr>
              <w:pStyle w:val="TAC"/>
              <w:rPr>
                <w:rFonts w:cs="Arial"/>
                <w:bCs/>
                <w:lang w:val="en-US"/>
              </w:rPr>
            </w:pPr>
            <w:r w:rsidRPr="00004A58">
              <w:rPr>
                <w:rFonts w:cs="Arial"/>
                <w:bCs/>
                <w:lang w:val="en-US"/>
              </w:rPr>
              <w:t>O</w:t>
            </w:r>
          </w:p>
        </w:tc>
        <w:tc>
          <w:tcPr>
            <w:tcW w:w="6135" w:type="dxa"/>
          </w:tcPr>
          <w:p w:rsidR="00DA25AD" w:rsidRPr="00004A58" w:rsidRDefault="00DA25AD" w:rsidP="00E50914">
            <w:pPr>
              <w:pStyle w:val="TAL"/>
            </w:pPr>
            <w:r w:rsidRPr="00004A58">
              <w:t>This information element</w:t>
            </w:r>
            <w:r w:rsidRPr="00004A58">
              <w:rPr>
                <w:lang w:eastAsia="zh-CN"/>
              </w:rPr>
              <w:t xml:space="preserve"> </w:t>
            </w:r>
            <w:r w:rsidRPr="00004A58">
              <w:t>may be present when Experimental-Result-Code</w:t>
            </w:r>
            <w:r w:rsidRPr="00004A58">
              <w:rPr>
                <w:noProof/>
              </w:rPr>
              <w:t xml:space="preserve"> is</w:t>
            </w:r>
            <w:r w:rsidRPr="00004A58">
              <w:t xml:space="preserve"> set to</w:t>
            </w:r>
            <w:r w:rsidRPr="00004A58">
              <w:rPr>
                <w:noProof/>
              </w:rPr>
              <w:t xml:space="preserve"> </w:t>
            </w:r>
            <w:r w:rsidRPr="00004A58">
              <w:t>DIAMETER_ERROR_ABSENT_USER and it</w:t>
            </w:r>
            <w:r w:rsidRPr="00004A58">
              <w:rPr>
                <w:lang w:eastAsia="zh-CN"/>
              </w:rPr>
              <w:t xml:space="preserve"> shall contain the reason of the absence of the user</w:t>
            </w:r>
            <w:r w:rsidRPr="00004A58">
              <w:t xml:space="preserve"> given by the MME or the SGSN</w:t>
            </w:r>
            <w:r w:rsidRPr="00004A58">
              <w:rPr>
                <w:noProof/>
              </w:rPr>
              <w:t>.</w:t>
            </w:r>
          </w:p>
        </w:tc>
      </w:tr>
      <w:tr w:rsidR="00DA25AD" w:rsidRPr="00004A58" w:rsidTr="00E50914">
        <w:trPr>
          <w:trHeight w:val="401"/>
          <w:jc w:val="center"/>
        </w:trPr>
        <w:tc>
          <w:tcPr>
            <w:tcW w:w="1459" w:type="dxa"/>
          </w:tcPr>
          <w:p w:rsidR="00DA25AD" w:rsidRPr="00004A58" w:rsidRDefault="00DA25AD" w:rsidP="00E50914">
            <w:pPr>
              <w:pStyle w:val="TAL"/>
              <w:rPr>
                <w:rFonts w:cs="Arial"/>
              </w:rPr>
            </w:pPr>
            <w:r w:rsidRPr="00004A58">
              <w:rPr>
                <w:rFonts w:cs="Arial"/>
              </w:rPr>
              <w:t xml:space="preserve">SM Delivery Failure Cause </w:t>
            </w:r>
          </w:p>
        </w:tc>
        <w:tc>
          <w:tcPr>
            <w:tcW w:w="1417" w:type="dxa"/>
          </w:tcPr>
          <w:p w:rsidR="00DA25AD" w:rsidRPr="00004A58" w:rsidRDefault="00DA25AD" w:rsidP="00E50914">
            <w:pPr>
              <w:pStyle w:val="TAL"/>
              <w:rPr>
                <w:rFonts w:cs="Arial"/>
                <w:bCs/>
                <w:lang w:val="en-US"/>
              </w:rPr>
            </w:pPr>
            <w:r w:rsidRPr="00004A58">
              <w:rPr>
                <w:rFonts w:cs="Arial"/>
              </w:rPr>
              <w:t>SM-Delivery- Failure-Cause</w:t>
            </w:r>
          </w:p>
        </w:tc>
        <w:tc>
          <w:tcPr>
            <w:tcW w:w="709" w:type="dxa"/>
          </w:tcPr>
          <w:p w:rsidR="00DA25AD" w:rsidRPr="00004A58" w:rsidRDefault="00DA25AD" w:rsidP="00E50914">
            <w:pPr>
              <w:pStyle w:val="TAC"/>
              <w:rPr>
                <w:rFonts w:cs="Arial"/>
                <w:bCs/>
                <w:lang w:val="en-US"/>
              </w:rPr>
            </w:pPr>
            <w:r w:rsidRPr="00004A58">
              <w:rPr>
                <w:rFonts w:cs="Arial"/>
                <w:bCs/>
                <w:lang w:val="en-US"/>
              </w:rPr>
              <w:t>C</w:t>
            </w:r>
          </w:p>
        </w:tc>
        <w:tc>
          <w:tcPr>
            <w:tcW w:w="6135" w:type="dxa"/>
          </w:tcPr>
          <w:p w:rsidR="00DA25AD" w:rsidRPr="00004A58" w:rsidRDefault="00DA25AD" w:rsidP="00E50914">
            <w:pPr>
              <w:pStyle w:val="TAL"/>
            </w:pPr>
            <w:r w:rsidRPr="00004A58">
              <w:t>If Experimental-Result-Code is set to DIAMETER_ERROR_SM_DELIVERY_FAILURE, this information element shall be present and indicate one of the following:</w:t>
            </w:r>
          </w:p>
          <w:p w:rsidR="00DA25AD" w:rsidRPr="00004A58" w:rsidRDefault="00DA25AD" w:rsidP="00DA25AD">
            <w:pPr>
              <w:pStyle w:val="TAL"/>
              <w:numPr>
                <w:ilvl w:val="0"/>
                <w:numId w:val="8"/>
              </w:numPr>
            </w:pPr>
            <w:r w:rsidRPr="00004A58">
              <w:t>memory capacity exceeded in the mobile equipment;</w:t>
            </w:r>
          </w:p>
          <w:p w:rsidR="00DA25AD" w:rsidRPr="00004A58" w:rsidRDefault="00DA25AD" w:rsidP="00DA25AD">
            <w:pPr>
              <w:pStyle w:val="TAL"/>
              <w:numPr>
                <w:ilvl w:val="0"/>
                <w:numId w:val="8"/>
              </w:numPr>
            </w:pPr>
            <w:r w:rsidRPr="00004A58">
              <w:t>UE error;</w:t>
            </w:r>
          </w:p>
          <w:p w:rsidR="00DA25AD" w:rsidRPr="00004A58" w:rsidRDefault="00DA25AD" w:rsidP="00DA25AD">
            <w:pPr>
              <w:pStyle w:val="TAL"/>
              <w:numPr>
                <w:ilvl w:val="0"/>
                <w:numId w:val="8"/>
              </w:numPr>
            </w:pPr>
            <w:r w:rsidRPr="00004A58">
              <w:t>mobile equipment not equipped to support the mobile terminated short message service.</w:t>
            </w:r>
          </w:p>
          <w:p w:rsidR="00DA25AD" w:rsidRPr="00004A58" w:rsidRDefault="00DA25AD" w:rsidP="00E50914">
            <w:pPr>
              <w:pStyle w:val="TAL"/>
            </w:pPr>
            <w:r w:rsidRPr="00004A58">
              <w:t>It may be completed with a Diagnostic information element</w:t>
            </w:r>
          </w:p>
        </w:tc>
      </w:tr>
      <w:tr w:rsidR="00DA25AD" w:rsidRPr="00004A58" w:rsidTr="00E50914">
        <w:trPr>
          <w:trHeight w:val="401"/>
          <w:jc w:val="center"/>
        </w:trPr>
        <w:tc>
          <w:tcPr>
            <w:tcW w:w="1459" w:type="dxa"/>
          </w:tcPr>
          <w:p w:rsidR="00DA25AD" w:rsidRPr="00004A58" w:rsidRDefault="00DA25AD" w:rsidP="00E50914">
            <w:pPr>
              <w:pStyle w:val="TAL"/>
              <w:rPr>
                <w:rFonts w:cs="Arial"/>
              </w:rPr>
            </w:pPr>
            <w:r w:rsidRPr="00004A58">
              <w:rPr>
                <w:rFonts w:cs="Arial"/>
              </w:rPr>
              <w:t>SM RP UI</w:t>
            </w:r>
          </w:p>
        </w:tc>
        <w:tc>
          <w:tcPr>
            <w:tcW w:w="1417" w:type="dxa"/>
          </w:tcPr>
          <w:p w:rsidR="00DA25AD" w:rsidRPr="00004A58" w:rsidRDefault="00DA25AD" w:rsidP="00E50914">
            <w:pPr>
              <w:pStyle w:val="TAL"/>
              <w:rPr>
                <w:rFonts w:cs="Arial"/>
                <w:bCs/>
                <w:lang w:val="en-US"/>
              </w:rPr>
            </w:pPr>
            <w:r w:rsidRPr="00004A58">
              <w:rPr>
                <w:rFonts w:cs="Arial"/>
              </w:rPr>
              <w:t>SM-RP-UI</w:t>
            </w:r>
          </w:p>
        </w:tc>
        <w:tc>
          <w:tcPr>
            <w:tcW w:w="709" w:type="dxa"/>
          </w:tcPr>
          <w:p w:rsidR="00DA25AD" w:rsidRPr="00004A58" w:rsidRDefault="00DA25AD" w:rsidP="00E50914">
            <w:pPr>
              <w:pStyle w:val="TAC"/>
              <w:rPr>
                <w:rFonts w:cs="Arial"/>
                <w:bCs/>
                <w:lang w:val="en-US"/>
              </w:rPr>
            </w:pPr>
            <w:r w:rsidRPr="00004A58">
              <w:rPr>
                <w:rFonts w:cs="Arial"/>
                <w:bCs/>
                <w:lang w:val="en-US"/>
              </w:rPr>
              <w:t>O</w:t>
            </w:r>
          </w:p>
        </w:tc>
        <w:tc>
          <w:tcPr>
            <w:tcW w:w="6135" w:type="dxa"/>
          </w:tcPr>
          <w:p w:rsidR="00DA25AD" w:rsidRPr="00004A58" w:rsidRDefault="00DA25AD" w:rsidP="00E50914">
            <w:pPr>
              <w:pStyle w:val="TAL"/>
            </w:pPr>
            <w:r w:rsidRPr="00004A58">
              <w:t>If present, this information element shall contain a short message transfer protocol data unit in the message delivery acknowledgement from the MME to the Service Centre.</w:t>
            </w:r>
          </w:p>
        </w:tc>
      </w:tr>
      <w:tr w:rsidR="00DA25AD" w:rsidRPr="00004A58" w:rsidTr="00E50914">
        <w:trPr>
          <w:trHeight w:val="401"/>
          <w:jc w:val="center"/>
        </w:trPr>
        <w:tc>
          <w:tcPr>
            <w:tcW w:w="1459" w:type="dxa"/>
          </w:tcPr>
          <w:p w:rsidR="00DA25AD" w:rsidRPr="00004A58" w:rsidRDefault="00DA25AD" w:rsidP="00E50914">
            <w:pPr>
              <w:pStyle w:val="TAL"/>
              <w:rPr>
                <w:rFonts w:cs="Arial"/>
              </w:rPr>
            </w:pPr>
            <w:r w:rsidRPr="00004A58">
              <w:rPr>
                <w:szCs w:val="16"/>
              </w:rPr>
              <w:t>Requested Retransmission Time</w:t>
            </w:r>
          </w:p>
        </w:tc>
        <w:tc>
          <w:tcPr>
            <w:tcW w:w="1417" w:type="dxa"/>
          </w:tcPr>
          <w:p w:rsidR="00DA25AD" w:rsidRPr="00004A58" w:rsidRDefault="00DA25AD" w:rsidP="00E50914">
            <w:pPr>
              <w:pStyle w:val="TAL"/>
              <w:rPr>
                <w:rFonts w:cs="Arial"/>
              </w:rPr>
            </w:pPr>
            <w:r w:rsidRPr="00004A58">
              <w:rPr>
                <w:szCs w:val="16"/>
              </w:rPr>
              <w:t>Requested-Retransmission-Time</w:t>
            </w:r>
          </w:p>
        </w:tc>
        <w:tc>
          <w:tcPr>
            <w:tcW w:w="709" w:type="dxa"/>
          </w:tcPr>
          <w:p w:rsidR="00DA25AD" w:rsidRPr="00004A58" w:rsidRDefault="00DA25AD" w:rsidP="00E50914">
            <w:pPr>
              <w:pStyle w:val="TAC"/>
              <w:rPr>
                <w:rFonts w:cs="Arial"/>
                <w:bCs/>
                <w:lang w:val="en-US"/>
              </w:rPr>
            </w:pPr>
            <w:r w:rsidRPr="00004A58">
              <w:rPr>
                <w:rFonts w:cs="Arial"/>
                <w:bCs/>
                <w:lang w:val="en-US"/>
              </w:rPr>
              <w:t>O</w:t>
            </w:r>
          </w:p>
        </w:tc>
        <w:tc>
          <w:tcPr>
            <w:tcW w:w="6135" w:type="dxa"/>
          </w:tcPr>
          <w:p w:rsidR="00DA25AD" w:rsidRPr="00004A58" w:rsidRDefault="00DA25AD" w:rsidP="00E50914">
            <w:pPr>
              <w:pStyle w:val="TAL"/>
            </w:pPr>
            <w:r w:rsidRPr="00004A58">
              <w:t>This information element may only be present if the Experimental-Result-Code</w:t>
            </w:r>
            <w:r w:rsidRPr="00004A58">
              <w:rPr>
                <w:noProof/>
              </w:rPr>
              <w:t xml:space="preserve"> is</w:t>
            </w:r>
            <w:r w:rsidRPr="00004A58">
              <w:t xml:space="preserve"> set to</w:t>
            </w:r>
            <w:r w:rsidRPr="00004A58">
              <w:rPr>
                <w:noProof/>
              </w:rPr>
              <w:t xml:space="preserve"> </w:t>
            </w:r>
            <w:r w:rsidRPr="00004A58">
              <w:t xml:space="preserve">DIAMETER_ERROR_ABSENT_USER and if the </w:t>
            </w:r>
            <w:r w:rsidRPr="00004A58">
              <w:rPr>
                <w:szCs w:val="16"/>
              </w:rPr>
              <w:t>Maximum Retransmission Time information element is present in the MT Forward Short Message Request. It may be included if the UE is</w:t>
            </w:r>
            <w:r w:rsidRPr="00004A58">
              <w:t xml:space="preserve"> using a power saving mechanism (such as extended idle mode DRX) and the UE is currently not reachable.</w:t>
            </w:r>
          </w:p>
          <w:p w:rsidR="00DA25AD" w:rsidRPr="00004A58" w:rsidRDefault="00DA25AD" w:rsidP="00E50914">
            <w:pPr>
              <w:pStyle w:val="TAL"/>
            </w:pPr>
          </w:p>
          <w:p w:rsidR="00DA25AD" w:rsidRPr="00004A58" w:rsidRDefault="00DA25AD" w:rsidP="00E50914">
            <w:pPr>
              <w:pStyle w:val="TAL"/>
            </w:pPr>
            <w:r w:rsidRPr="00004A58">
              <w:t>When present, this shall indicate the retransmission time (in UTC) at which the SMS-GMSC is requested to retransmit the MT Short Message. The Requested Retransmission Time shall not exceed the Maximum Retransmission Time received from the SMS-GMSC.</w:t>
            </w:r>
          </w:p>
          <w:p w:rsidR="00DA25AD" w:rsidRPr="00004A58" w:rsidRDefault="00DA25AD" w:rsidP="00E50914">
            <w:pPr>
              <w:pStyle w:val="TAL"/>
            </w:pPr>
          </w:p>
        </w:tc>
      </w:tr>
      <w:tr w:rsidR="00DA25AD" w:rsidRPr="00004A58" w:rsidTr="00E50914">
        <w:trPr>
          <w:trHeight w:val="401"/>
          <w:jc w:val="center"/>
        </w:trPr>
        <w:tc>
          <w:tcPr>
            <w:tcW w:w="1459" w:type="dxa"/>
          </w:tcPr>
          <w:p w:rsidR="00DA25AD" w:rsidRPr="00004A58" w:rsidRDefault="00DA25AD" w:rsidP="00E50914">
            <w:pPr>
              <w:pStyle w:val="TAL"/>
              <w:rPr>
                <w:rFonts w:cs="Arial"/>
              </w:rPr>
            </w:pPr>
            <w:r w:rsidRPr="00004A58">
              <w:rPr>
                <w:szCs w:val="16"/>
              </w:rPr>
              <w:t>User Identifier Alert</w:t>
            </w:r>
          </w:p>
        </w:tc>
        <w:tc>
          <w:tcPr>
            <w:tcW w:w="1417" w:type="dxa"/>
          </w:tcPr>
          <w:p w:rsidR="00DA25AD" w:rsidRPr="00004A58" w:rsidRDefault="00DA25AD" w:rsidP="00E50914">
            <w:pPr>
              <w:pStyle w:val="TAL"/>
              <w:rPr>
                <w:rFonts w:cs="Arial"/>
              </w:rPr>
            </w:pPr>
            <w:r w:rsidRPr="00004A58">
              <w:rPr>
                <w:szCs w:val="16"/>
              </w:rPr>
              <w:t>User-Identifier</w:t>
            </w:r>
          </w:p>
        </w:tc>
        <w:tc>
          <w:tcPr>
            <w:tcW w:w="709" w:type="dxa"/>
          </w:tcPr>
          <w:p w:rsidR="00DA25AD" w:rsidRPr="00004A58" w:rsidRDefault="00DA25AD" w:rsidP="00E50914">
            <w:pPr>
              <w:pStyle w:val="TAC"/>
              <w:rPr>
                <w:rFonts w:cs="Arial"/>
                <w:bCs/>
                <w:lang w:val="en-US"/>
              </w:rPr>
            </w:pPr>
            <w:r w:rsidRPr="00004A58">
              <w:rPr>
                <w:rFonts w:cs="Arial"/>
                <w:bCs/>
                <w:lang w:val="en-US"/>
              </w:rPr>
              <w:t>C</w:t>
            </w:r>
          </w:p>
        </w:tc>
        <w:tc>
          <w:tcPr>
            <w:tcW w:w="6135" w:type="dxa"/>
          </w:tcPr>
          <w:p w:rsidR="00DA25AD" w:rsidRPr="00004A58" w:rsidRDefault="00DA25AD" w:rsidP="00E50914">
            <w:pPr>
              <w:pStyle w:val="TF"/>
              <w:jc w:val="left"/>
              <w:rPr>
                <w:b w:val="0"/>
                <w:sz w:val="18"/>
              </w:rPr>
            </w:pPr>
            <w:r w:rsidRPr="00004A58">
              <w:rPr>
                <w:b w:val="0"/>
                <w:sz w:val="18"/>
              </w:rPr>
              <w:t>This IE shall be present in the message from the SMS Router to the SMS-GMSC, if the Requested Retransmission Time IE is present in the message.</w:t>
            </w:r>
            <w:r w:rsidRPr="00004A58">
              <w:rPr>
                <w:b w:val="0"/>
                <w:sz w:val="18"/>
              </w:rPr>
              <w:br/>
              <w:t>When present, this information shall contain an MT Correlation ID (encoded in the User-Name AVP).</w:t>
            </w:r>
          </w:p>
        </w:tc>
      </w:tr>
      <w:tr w:rsidR="00DA25AD" w:rsidRPr="00004A58" w:rsidTr="00E50914">
        <w:trPr>
          <w:trHeight w:val="401"/>
          <w:jc w:val="center"/>
        </w:trPr>
        <w:tc>
          <w:tcPr>
            <w:tcW w:w="1459" w:type="dxa"/>
          </w:tcPr>
          <w:p w:rsidR="00DA25AD" w:rsidRPr="00004A58" w:rsidRDefault="00DA25AD" w:rsidP="00E50914">
            <w:pPr>
              <w:pStyle w:val="TAL"/>
              <w:rPr>
                <w:rFonts w:cs="Arial"/>
              </w:rPr>
            </w:pPr>
            <w:r w:rsidRPr="00004A58">
              <w:rPr>
                <w:rFonts w:cs="Arial"/>
                <w:szCs w:val="22"/>
                <w:lang w:val="en-US"/>
              </w:rPr>
              <w:t>Supported Features</w:t>
            </w:r>
          </w:p>
        </w:tc>
        <w:tc>
          <w:tcPr>
            <w:tcW w:w="1417" w:type="dxa"/>
          </w:tcPr>
          <w:p w:rsidR="00DA25AD" w:rsidRPr="00004A58" w:rsidRDefault="00DA25AD" w:rsidP="00E50914">
            <w:pPr>
              <w:pStyle w:val="TAL"/>
            </w:pPr>
            <w:r w:rsidRPr="00004A58">
              <w:t>Supported-Features</w:t>
            </w:r>
          </w:p>
          <w:p w:rsidR="00DA25AD" w:rsidRPr="00004A58" w:rsidRDefault="00DA25AD" w:rsidP="00E50914">
            <w:pPr>
              <w:pStyle w:val="TAL"/>
              <w:rPr>
                <w:rFonts w:cs="Arial"/>
              </w:rPr>
            </w:pPr>
            <w:r w:rsidRPr="00004A58">
              <w:t>(See 3GPP TS 29.229 [5])</w:t>
            </w:r>
          </w:p>
        </w:tc>
        <w:tc>
          <w:tcPr>
            <w:tcW w:w="709" w:type="dxa"/>
          </w:tcPr>
          <w:p w:rsidR="00DA25AD" w:rsidRPr="00004A58" w:rsidRDefault="00DA25AD" w:rsidP="00E50914">
            <w:pPr>
              <w:pStyle w:val="TAC"/>
              <w:rPr>
                <w:rFonts w:cs="Arial"/>
                <w:bCs/>
                <w:lang w:val="en-US"/>
              </w:rPr>
            </w:pPr>
            <w:r w:rsidRPr="00004A58">
              <w:t>O</w:t>
            </w:r>
          </w:p>
        </w:tc>
        <w:tc>
          <w:tcPr>
            <w:tcW w:w="6135" w:type="dxa"/>
          </w:tcPr>
          <w:p w:rsidR="00DA25AD" w:rsidRPr="00004A58" w:rsidRDefault="00DA25AD" w:rsidP="00E50914">
            <w:pPr>
              <w:pStyle w:val="TAL"/>
            </w:pPr>
            <w:r w:rsidRPr="00004A58">
              <w:t>If present, this information element shall contain the list of features supported by the origin host.</w:t>
            </w:r>
          </w:p>
        </w:tc>
      </w:tr>
    </w:tbl>
    <w:p w:rsidR="00DA25AD" w:rsidRPr="00004A58" w:rsidRDefault="00DA25AD" w:rsidP="00DA25AD">
      <w:pPr>
        <w:rPr>
          <w:lang w:val="en-US"/>
        </w:rPr>
      </w:pPr>
    </w:p>
    <w:p w:rsidR="00DA25AD" w:rsidRPr="00004A58" w:rsidRDefault="00DA25AD" w:rsidP="00DA25AD">
      <w:pPr>
        <w:pStyle w:val="Heading4"/>
      </w:pPr>
      <w:bookmarkStart w:id="385" w:name="_Toc533204524"/>
      <w:bookmarkStart w:id="386" w:name="_Toc44882114"/>
      <w:bookmarkStart w:id="387" w:name="_Toc44882308"/>
      <w:bookmarkStart w:id="388" w:name="_Toc51864493"/>
      <w:r w:rsidRPr="00004A58">
        <w:t>6.2.2.2</w:t>
      </w:r>
      <w:r w:rsidRPr="00004A58">
        <w:tab/>
        <w:t>Detailed behaviour of the MME and the SGSN</w:t>
      </w:r>
      <w:bookmarkEnd w:id="385"/>
      <w:bookmarkEnd w:id="386"/>
      <w:bookmarkEnd w:id="387"/>
      <w:bookmarkEnd w:id="388"/>
    </w:p>
    <w:p w:rsidR="00DA25AD" w:rsidRPr="00004A58" w:rsidRDefault="00DA25AD" w:rsidP="00DA25AD">
      <w:r w:rsidRPr="00004A58">
        <w:t>When receiving a MT Forward Short Message Request, the MME or the SGSN shall check if the IMSI is known,</w:t>
      </w:r>
    </w:p>
    <w:p w:rsidR="00DA25AD" w:rsidRPr="00004A58" w:rsidRDefault="00DA25AD" w:rsidP="00DA25AD">
      <w:r w:rsidRPr="00004A58">
        <w:t>If it is not known, an Experimental-Result-Code set to DIAMETER_ERROR_USER_UNKNOWN shall be returned.</w:t>
      </w:r>
    </w:p>
    <w:p w:rsidR="00DA25AD" w:rsidRPr="00004A58" w:rsidRDefault="00DA25AD" w:rsidP="00DA25AD">
      <w:r w:rsidRPr="00004A58">
        <w:t>The MME or the SGSN shall attempt to deliver the short message to the UE.</w:t>
      </w:r>
    </w:p>
    <w:p w:rsidR="00DA25AD" w:rsidRPr="00004A58" w:rsidRDefault="00DA25AD" w:rsidP="00DA25AD">
      <w:r w:rsidRPr="00004A58">
        <w:t>If the delivery of the short message to the UE is successful, the MME or the SGSN shall return a Result-Code set to DIAMETER_SUCCESS.</w:t>
      </w:r>
    </w:p>
    <w:p w:rsidR="00DA25AD" w:rsidRPr="00004A58" w:rsidRDefault="00DA25AD" w:rsidP="00DA25AD">
      <w:r w:rsidRPr="00004A58">
        <w:lastRenderedPageBreak/>
        <w:t>If the UE is not reachable via the MME, the MME shall set the MNRF flag and shall return an Experimental-Result-Code set to DIAMETER_ERROR_ABSENT_USER.</w:t>
      </w:r>
    </w:p>
    <w:p w:rsidR="00DA25AD" w:rsidRPr="00004A58" w:rsidRDefault="00DA25AD" w:rsidP="00DA25AD">
      <w:r w:rsidRPr="00004A58">
        <w:t xml:space="preserve">If the UE is not reachable via the SGSN, the SGSN shall set the MNRG flag and shall return an Experimental-Result-Code set to DIAMETER_ERROR_ABSENT_USER. </w:t>
      </w:r>
    </w:p>
    <w:p w:rsidR="00DA25AD" w:rsidRPr="00004A58" w:rsidRDefault="00DA25AD" w:rsidP="00DA25AD">
      <w:r w:rsidRPr="00004A58">
        <w:t>If the UE is using extended idle mode DRX (as defined in 3GPP TS 23.682 [18]) and the UE is expected to not respond to paging shortly or within the time frame indicated by the SM-Delivery-Timer and SM-Delivery-Start-Time IEs, the MME or SGSN may behave as specified above for a UE that is not reachachable, while still paging the UE.</w:t>
      </w:r>
    </w:p>
    <w:p w:rsidR="00DA25AD" w:rsidRPr="00004A58" w:rsidRDefault="00DA25AD" w:rsidP="00DA25AD">
      <w:pPr>
        <w:pStyle w:val="NO"/>
      </w:pPr>
      <w:r w:rsidRPr="00004A58">
        <w:t>NOTE 1:</w:t>
      </w:r>
      <w:r w:rsidRPr="00004A58">
        <w:tab/>
        <w:t>This mechanism is not intended for UEs which are known to wake up shortly (e.g. within the next 10 seconds) as enough time needs to elapse, between the sending of the MT Forward Short Message Answer and the subsequent Notification procedure towards the HSS when the UE becomes reachable, to enable the Report SM Delivery Status procedure to take place beforehand from the SMS-GMSC to the HSS.</w:t>
      </w:r>
    </w:p>
    <w:p w:rsidR="00DA25AD" w:rsidRPr="00004A58" w:rsidRDefault="00DA25AD" w:rsidP="00DA25AD">
      <w:r w:rsidRPr="00004A58">
        <w:t xml:space="preserve">If the UE is using extended idle mode DRX (as defined in 3GPP TS 23.682 [18]) and the UE is expected to respond to paging shortly or within the time frame indicated by the SM-Delivery-Timer and SM-Delivery-Start-Time IEs, the MME or SGSN should page the UE and attempt to deliver the short message to the UE. </w:t>
      </w:r>
    </w:p>
    <w:p w:rsidR="00DA25AD" w:rsidRPr="00004A58" w:rsidRDefault="00DA25AD" w:rsidP="00DA25AD">
      <w:r w:rsidRPr="00004A58">
        <w:t>If the UE is using a power saving mechanism such as extended idle mode DRX (see 3GPP TS 23.682 [18]), and if the MT Forward Short Message Request includes the Maximum-Retransmission-Time AVP, the MME or SGSN may return an MT Forward Short Message Answer with the Experimental-Result-Code set to DIAMETER_ERROR_ABSENT_USER and with the Requested-Retransmission-Time AVP requesting the SMS-GMSC to retransmit the Short Message at a later time prior to the Maximum Retransmission Time. In that case, the MME or SGSN shall store (if not already done) the Origin-Host, the Origin-Realm and the SMS-GMSC address received in request and shall not set the MNRF or MNRG flag.</w:t>
      </w:r>
    </w:p>
    <w:p w:rsidR="00DA25AD" w:rsidRPr="00004A58" w:rsidRDefault="00DA25AD" w:rsidP="00DA25AD">
      <w:pPr>
        <w:pStyle w:val="NO"/>
      </w:pPr>
      <w:r w:rsidRPr="00004A58">
        <w:t>NOTE 2:</w:t>
      </w:r>
      <w:r w:rsidRPr="00004A58">
        <w:tab/>
        <w:t xml:space="preserve">This mechanism does not cause additional signalling at the HSS to retransmit the Short Message. </w:t>
      </w:r>
    </w:p>
    <w:p w:rsidR="00DA25AD" w:rsidRPr="00004A58" w:rsidRDefault="00DA25AD" w:rsidP="00DA25AD">
      <w:r w:rsidRPr="00004A58">
        <w:t>If the delivery of the mobile terminated short message failed because of memory capacity exceeded or UE error or UE not SM equipped, the MME or the SGSN shall return an Experimental-Result-Code set to DIAMETER_ERROR_SM_DELIVERY_FAILURE complemented with a SM Delivery Failure Cause indication.</w:t>
      </w:r>
    </w:p>
    <w:p w:rsidR="00DA25AD" w:rsidRPr="00004A58" w:rsidRDefault="00DA25AD" w:rsidP="00DA25AD">
      <w:r w:rsidRPr="00004A58">
        <w:t>If a requested facility is not supported, the MME or the SGSN shall return an Experimental-Result-Code set to DIAMETER_ERROR_FACILITY_NOT_SUPPORTED.</w:t>
      </w:r>
    </w:p>
    <w:p w:rsidR="00DA25AD" w:rsidRPr="00004A58" w:rsidRDefault="00DA25AD" w:rsidP="00DA25AD">
      <w:r w:rsidRPr="00004A58">
        <w:t>If the user is busy for MT SMS, i.e. the mobile terminated short message transfer cannot be completed because:</w:t>
      </w:r>
    </w:p>
    <w:p w:rsidR="00DA25AD" w:rsidRPr="00004A58" w:rsidRDefault="00DA25AD" w:rsidP="00DA25AD">
      <w:pPr>
        <w:pStyle w:val="B3"/>
      </w:pPr>
      <w:r w:rsidRPr="00004A58">
        <w:t>-</w:t>
      </w:r>
      <w:r w:rsidRPr="00004A58">
        <w:tab/>
        <w:t>another mobile terminated short message transfer is going on and the delivery node does not support message buffering; or</w:t>
      </w:r>
    </w:p>
    <w:p w:rsidR="00DA25AD" w:rsidRPr="00004A58" w:rsidRDefault="00DA25AD" w:rsidP="00DA25AD">
      <w:pPr>
        <w:pStyle w:val="B3"/>
      </w:pPr>
      <w:r w:rsidRPr="00004A58">
        <w:t>-</w:t>
      </w:r>
      <w:r w:rsidRPr="00004A58">
        <w:tab/>
        <w:t>another mobile terminated short message transfer is going on and it is not possible to buffer the message for later delivery; or</w:t>
      </w:r>
    </w:p>
    <w:p w:rsidR="00DA25AD" w:rsidRPr="00004A58" w:rsidRDefault="00DA25AD" w:rsidP="00DA25AD">
      <w:pPr>
        <w:pStyle w:val="B3"/>
      </w:pPr>
      <w:r w:rsidRPr="00004A58">
        <w:t>-</w:t>
      </w:r>
      <w:r w:rsidRPr="00004A58">
        <w:tab/>
        <w:t>the message was buffered but it is not possible to deliver the message before the expiry of the buffering time defined in 3GPP TS 23.040 [3],</w:t>
      </w:r>
    </w:p>
    <w:p w:rsidR="00DA25AD" w:rsidRPr="00004A58" w:rsidRDefault="00DA25AD" w:rsidP="00DA25AD">
      <w:r w:rsidRPr="00004A58">
        <w:t>the MME or the SGSN shall return an Experimental-Result-Code set to DIAMETER_ERROR_USER_BUSY_FOR_MT_SMS.</w:t>
      </w:r>
    </w:p>
    <w:p w:rsidR="00DA25AD" w:rsidRPr="00004A58" w:rsidRDefault="00DA25AD" w:rsidP="00DA25AD">
      <w:r w:rsidRPr="00004A58">
        <w:t>If the delivery of the mobile terminated short message failed because the mobile station failed authentication, the MME or the SGSN shall return an Experimental-Result-Code set to DIAMETER_ERROR_ILLEGAL_USER.</w:t>
      </w:r>
    </w:p>
    <w:p w:rsidR="00DA25AD" w:rsidRPr="00004A58" w:rsidRDefault="00DA25AD" w:rsidP="00DA25AD">
      <w:r w:rsidRPr="00004A58">
        <w:t>If the delivery of the mobile terminated short message failed because an IMEI check failed, i.e. the IMEI was blacklisted or not white-listed, the MME or the SGSN shall return an Experimental-Result-Code set to DIAMETER_ERROR_ILLEGAL_EQUIPMENT.</w:t>
      </w:r>
    </w:p>
    <w:p w:rsidR="00DA25AD" w:rsidRPr="00004A58" w:rsidRDefault="00DA25AD" w:rsidP="00DA25AD">
      <w:pPr>
        <w:pStyle w:val="Heading4"/>
      </w:pPr>
      <w:bookmarkStart w:id="389" w:name="_Toc533204525"/>
      <w:bookmarkStart w:id="390" w:name="_Toc44882115"/>
      <w:bookmarkStart w:id="391" w:name="_Toc44882309"/>
      <w:bookmarkStart w:id="392" w:name="_Toc51864494"/>
      <w:r w:rsidRPr="00004A58">
        <w:t>6.2.2.3</w:t>
      </w:r>
      <w:r w:rsidRPr="00004A58">
        <w:tab/>
        <w:t>Detailed behaviour of the SMS-GMSC</w:t>
      </w:r>
      <w:bookmarkEnd w:id="389"/>
      <w:bookmarkEnd w:id="390"/>
      <w:bookmarkEnd w:id="391"/>
      <w:bookmarkEnd w:id="392"/>
    </w:p>
    <w:p w:rsidR="00DA25AD" w:rsidRPr="00004A58" w:rsidRDefault="00DA25AD" w:rsidP="00DA25AD">
      <w:r w:rsidRPr="00004A58">
        <w:t>The SMS-GMSC shall make use of this procedure over the SGd interface or over the Gdd interface for the delivery of a MT short message when it has selected the serving node of which it obtained the Diameter Identity from the answer of the Send Routing Info for SM procedure.</w:t>
      </w:r>
    </w:p>
    <w:p w:rsidR="00DA25AD" w:rsidRPr="00004A58" w:rsidRDefault="00DA25AD" w:rsidP="00DA25AD">
      <w:pPr>
        <w:pStyle w:val="NO"/>
      </w:pPr>
      <w:r w:rsidRPr="00004A58">
        <w:t>NOTE:</w:t>
      </w:r>
      <w:r w:rsidRPr="00004A58">
        <w:tab/>
        <w:t>The SMS-GMSC is not aware that the</w:t>
      </w:r>
      <w:r w:rsidRPr="00004A58">
        <w:rPr>
          <w:lang w:val="en-AU"/>
        </w:rPr>
        <w:t xml:space="preserve"> MT </w:t>
      </w:r>
      <w:r w:rsidRPr="00004A58">
        <w:t>Forward Short Message Request may be routed to a SMS router.</w:t>
      </w:r>
    </w:p>
    <w:p w:rsidR="00DA25AD" w:rsidRPr="00004A58" w:rsidRDefault="00DA25AD" w:rsidP="00DA25AD">
      <w:r w:rsidRPr="00004A58">
        <w:lastRenderedPageBreak/>
        <w:t>The SMS-GMSC may include the Maximum-Retransmission-Time AVP in the MT Forward Short Request to indicate that it is capable to retransmit the Short Message until the indicated maximum retransmission time, if the following conditions are fulfilled:</w:t>
      </w:r>
    </w:p>
    <w:p w:rsidR="00DA25AD" w:rsidRPr="00004A58" w:rsidRDefault="00DA25AD" w:rsidP="00DA25AD">
      <w:r w:rsidRPr="00004A58">
        <w:t>-</w:t>
      </w:r>
      <w:r w:rsidRPr="00004A58">
        <w:tab/>
        <w:t>the destination user pertains to the PLMN of the SMS-GMSC; and</w:t>
      </w:r>
    </w:p>
    <w:p w:rsidR="00DA25AD" w:rsidRPr="00004A58" w:rsidRDefault="00DA25AD" w:rsidP="00DA25AD">
      <w:r w:rsidRPr="00004A58">
        <w:t>-</w:t>
      </w:r>
      <w:r w:rsidRPr="00004A58">
        <w:tab/>
        <w:t xml:space="preserve">if an SMS Router is used for MT SMS sent to destination users pertaining to the PLMN of the SMS-GMSC, the SMS Router is known to support the Alert </w:t>
      </w:r>
      <w:r w:rsidRPr="00004A58">
        <w:rPr>
          <w:noProof/>
        </w:rPr>
        <w:t>Service Centre</w:t>
      </w:r>
      <w:r w:rsidRPr="00004A58">
        <w:t xml:space="preserve"> procedure specified in </w:t>
      </w:r>
      <w:r w:rsidR="005252A2" w:rsidRPr="00004A58">
        <w:t>clause</w:t>
      </w:r>
      <w:r w:rsidRPr="00004A58">
        <w:t xml:space="preserve"> 6.2.3. </w:t>
      </w:r>
    </w:p>
    <w:p w:rsidR="00DA25AD" w:rsidRPr="00004A58" w:rsidRDefault="00DA25AD" w:rsidP="00DA25AD">
      <w:r w:rsidRPr="00004A58">
        <w:t>The SMS-GMSC shall include its E.164 number in the SMS-GMSC address in the request if it also includes the Maximum-Retransmission-Time AVP.</w:t>
      </w:r>
    </w:p>
    <w:p w:rsidR="00DA25AD" w:rsidRPr="00004A58" w:rsidRDefault="00DA25AD" w:rsidP="00DA25AD">
      <w:r w:rsidRPr="00004A58">
        <w:t xml:space="preserve">When the SMS router has received a </w:t>
      </w:r>
      <w:r w:rsidRPr="00004A58">
        <w:rPr>
          <w:lang w:val="en-AU"/>
        </w:rPr>
        <w:t xml:space="preserve">MT </w:t>
      </w:r>
      <w:r w:rsidRPr="00004A58">
        <w:t>Forward Short Message from the SMS-GMSC and the SMS Router has selected the MME or the SGSN for delivery, the SMS Router shall forward it to the MME or the SGSN.</w:t>
      </w:r>
    </w:p>
    <w:p w:rsidR="00DA25AD" w:rsidRPr="00004A58" w:rsidRDefault="00DA25AD" w:rsidP="00DA25AD">
      <w:r w:rsidRPr="00004A58">
        <w:t>If the MT Forward Short Message Request includes the Maximum-Retransmission-Time AVP, the SMS Router shall store the SMS-GMSC Diameter Identity (received in the Origin-Host and Origin-Realm AVPs) and the SMS-GMSC address received in the request and replace them by its SMS Router Diameter Identity (in the Origin-Host and Origin-Realm AVPs) and SMS Router address (E.164 number) when forwarding the request to the MME or SGSN.</w:t>
      </w:r>
    </w:p>
    <w:p w:rsidR="00DA25AD" w:rsidRPr="00004A58" w:rsidRDefault="00DA25AD" w:rsidP="00DA25AD">
      <w:r w:rsidRPr="00004A58">
        <w:t xml:space="preserve">When a </w:t>
      </w:r>
      <w:r w:rsidRPr="00004A58">
        <w:rPr>
          <w:lang w:val="en-AU"/>
        </w:rPr>
        <w:t xml:space="preserve">MT </w:t>
      </w:r>
      <w:r w:rsidRPr="00004A58">
        <w:t>Forward Short Message Answer is received from the MME, the SMS Router shall forward it to the SMS-GMSC.</w:t>
      </w:r>
    </w:p>
    <w:p w:rsidR="00DA25AD" w:rsidRPr="00004A58" w:rsidRDefault="00DA25AD" w:rsidP="00DA25AD">
      <w:r w:rsidRPr="00004A58">
        <w:t>If the MT Forward Short Message Answer includes the Requested-Retransmission-Time AVP, the SMS Router shall include a User Identifier Alert AVP when forwarding the answer to the SMS-GMSC.</w:t>
      </w:r>
    </w:p>
    <w:p w:rsidR="00DA25AD" w:rsidRPr="00004A58" w:rsidRDefault="00DA25AD" w:rsidP="00DA25AD">
      <w:pPr>
        <w:pStyle w:val="NO"/>
        <w:rPr>
          <w:noProof/>
        </w:rPr>
      </w:pPr>
      <w:r w:rsidRPr="00004A58">
        <w:rPr>
          <w:noProof/>
        </w:rPr>
        <w:t>NOTE:</w:t>
      </w:r>
      <w:r w:rsidRPr="00004A58">
        <w:rPr>
          <w:noProof/>
        </w:rPr>
        <w:tab/>
        <w:t xml:space="preserve">The User Identifier Alert is further used in the Alert Service Centre procedure specified in </w:t>
      </w:r>
      <w:r w:rsidR="005252A2" w:rsidRPr="00004A58">
        <w:rPr>
          <w:noProof/>
        </w:rPr>
        <w:t>clause</w:t>
      </w:r>
      <w:r w:rsidRPr="00004A58">
        <w:rPr>
          <w:noProof/>
        </w:rPr>
        <w:t xml:space="preserve"> 6.2.3 to enable the SMS-GMSC to identify and retransmit all pending MT SMS messages towards the destination user.</w:t>
      </w:r>
    </w:p>
    <w:p w:rsidR="00DA25AD" w:rsidRPr="00004A58" w:rsidRDefault="00DA25AD" w:rsidP="00DA25AD">
      <w:pPr>
        <w:pStyle w:val="Heading3"/>
      </w:pPr>
      <w:bookmarkStart w:id="393" w:name="_Toc533204526"/>
      <w:bookmarkStart w:id="394" w:name="_Toc44882116"/>
      <w:bookmarkStart w:id="395" w:name="_Toc44882310"/>
      <w:bookmarkStart w:id="396" w:name="_Toc51864495"/>
      <w:r w:rsidRPr="00004A58">
        <w:t>6.2.3</w:t>
      </w:r>
      <w:r w:rsidRPr="00004A58">
        <w:tab/>
        <w:t>Alert Service Centre procedure</w:t>
      </w:r>
      <w:bookmarkEnd w:id="393"/>
      <w:bookmarkEnd w:id="394"/>
      <w:bookmarkEnd w:id="395"/>
      <w:bookmarkEnd w:id="396"/>
    </w:p>
    <w:p w:rsidR="00DA25AD" w:rsidRPr="00004A58" w:rsidRDefault="00DA25AD" w:rsidP="00DA25AD">
      <w:pPr>
        <w:pStyle w:val="Heading4"/>
      </w:pPr>
      <w:bookmarkStart w:id="397" w:name="_Toc533204527"/>
      <w:bookmarkStart w:id="398" w:name="_Toc44882117"/>
      <w:bookmarkStart w:id="399" w:name="_Toc44882311"/>
      <w:bookmarkStart w:id="400" w:name="_Toc51864496"/>
      <w:r w:rsidRPr="00004A58">
        <w:t>6.2.3.1</w:t>
      </w:r>
      <w:r w:rsidRPr="00004A58">
        <w:tab/>
        <w:t>General</w:t>
      </w:r>
      <w:bookmarkEnd w:id="397"/>
      <w:bookmarkEnd w:id="398"/>
      <w:bookmarkEnd w:id="399"/>
      <w:bookmarkEnd w:id="400"/>
    </w:p>
    <w:p w:rsidR="00DA25AD" w:rsidRPr="00004A58" w:rsidRDefault="00DA25AD" w:rsidP="00DA25AD">
      <w:r w:rsidRPr="00004A58">
        <w:t>This procedure shall be used between the MME or SGSN and the SMS-GMSC, possibly via an SMS Router, to indicate that a UE, for which one or more MT SMS have been requested to be retransmitted at a later time, is now available for MT SMS delivery or that it has moved under the coverage of another MME or SGSN. This procedure is used according to the call flows described in 3GPP TS 23.040 [2] clause 10.</w:t>
      </w:r>
    </w:p>
    <w:p w:rsidR="00DA25AD" w:rsidRPr="00004A58" w:rsidRDefault="00DA25AD" w:rsidP="00DA25AD">
      <w:r w:rsidRPr="00004A58">
        <w:t>Table 6.2.3.1-1 specifies the involved information elements for the request.</w:t>
      </w:r>
    </w:p>
    <w:p w:rsidR="00DA25AD" w:rsidRPr="00004A58" w:rsidRDefault="00DA25AD" w:rsidP="00DA25AD">
      <w:r w:rsidRPr="00004A58">
        <w:t>Table 6.2.3.1-2 specifies the involved information elements for the answer.</w:t>
      </w:r>
    </w:p>
    <w:p w:rsidR="00DA25AD" w:rsidRPr="00004A58" w:rsidRDefault="00DA25AD" w:rsidP="00DA25AD">
      <w:r w:rsidRPr="00004A58">
        <w:t>This procedure is mapped to the commands Alert-Service-Centre-Request/Answer (ALR/ALA)</w:t>
      </w:r>
      <w:r w:rsidRPr="00004A58" w:rsidDel="009E2899">
        <w:t xml:space="preserve"> </w:t>
      </w:r>
      <w:r w:rsidRPr="00004A58">
        <w:t xml:space="preserve">in the Diameter application specified in </w:t>
      </w:r>
      <w:r w:rsidR="005252A2" w:rsidRPr="00004A58">
        <w:t>clause</w:t>
      </w:r>
      <w:r w:rsidRPr="00004A58">
        <w:t xml:space="preserve"> 5.3.2.</w:t>
      </w:r>
    </w:p>
    <w:p w:rsidR="00DA25AD" w:rsidRPr="00004A58" w:rsidRDefault="00DA25AD" w:rsidP="00DA25AD">
      <w:pPr>
        <w:pStyle w:val="TH"/>
        <w:rPr>
          <w:lang w:val="fr-FR"/>
        </w:rPr>
      </w:pPr>
      <w:r w:rsidRPr="00004A58">
        <w:rPr>
          <w:lang w:val="fr-FR"/>
        </w:rPr>
        <w:lastRenderedPageBreak/>
        <w:t>Table 6.2.3.1-1: Alert Service Centre Request</w:t>
      </w:r>
    </w:p>
    <w:tbl>
      <w:tblPr>
        <w:tblW w:w="952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360"/>
        <w:gridCol w:w="1417"/>
        <w:gridCol w:w="567"/>
        <w:gridCol w:w="6179"/>
      </w:tblGrid>
      <w:tr w:rsidR="00DA25AD" w:rsidRPr="00004A58" w:rsidTr="00E50914">
        <w:trPr>
          <w:jc w:val="center"/>
        </w:trPr>
        <w:tc>
          <w:tcPr>
            <w:tcW w:w="1360" w:type="dxa"/>
          </w:tcPr>
          <w:p w:rsidR="00DA25AD" w:rsidRPr="00004A58" w:rsidRDefault="00DA25AD" w:rsidP="00E50914">
            <w:pPr>
              <w:pStyle w:val="TAH"/>
            </w:pPr>
            <w:r w:rsidRPr="00004A58">
              <w:t>Information element name</w:t>
            </w:r>
          </w:p>
        </w:tc>
        <w:tc>
          <w:tcPr>
            <w:tcW w:w="1417" w:type="dxa"/>
          </w:tcPr>
          <w:p w:rsidR="00DA25AD" w:rsidRPr="00004A58" w:rsidRDefault="00DA25AD" w:rsidP="00E50914">
            <w:pPr>
              <w:pStyle w:val="TAH"/>
            </w:pPr>
            <w:r w:rsidRPr="00004A58">
              <w:t>Mapping to Diameter AVP</w:t>
            </w:r>
          </w:p>
        </w:tc>
        <w:tc>
          <w:tcPr>
            <w:tcW w:w="567" w:type="dxa"/>
          </w:tcPr>
          <w:p w:rsidR="00DA25AD" w:rsidRPr="00004A58" w:rsidRDefault="00DA25AD" w:rsidP="00E50914">
            <w:pPr>
              <w:pStyle w:val="TAH"/>
            </w:pPr>
            <w:r w:rsidRPr="00004A58">
              <w:t>Cat.</w:t>
            </w:r>
          </w:p>
        </w:tc>
        <w:tc>
          <w:tcPr>
            <w:tcW w:w="6179" w:type="dxa"/>
          </w:tcPr>
          <w:p w:rsidR="00DA25AD" w:rsidRPr="00004A58" w:rsidRDefault="00DA25AD" w:rsidP="00E50914">
            <w:pPr>
              <w:pStyle w:val="TAH"/>
            </w:pPr>
            <w:r w:rsidRPr="00004A58">
              <w:t>Description</w:t>
            </w:r>
          </w:p>
        </w:tc>
      </w:tr>
      <w:tr w:rsidR="00DA25AD" w:rsidRPr="00004A58" w:rsidTr="00E50914">
        <w:trPr>
          <w:trHeight w:val="401"/>
          <w:jc w:val="center"/>
        </w:trPr>
        <w:tc>
          <w:tcPr>
            <w:tcW w:w="1360" w:type="dxa"/>
          </w:tcPr>
          <w:p w:rsidR="00DA25AD" w:rsidRPr="00004A58" w:rsidDel="00BE4FDE" w:rsidRDefault="00DA25AD" w:rsidP="00E50914">
            <w:pPr>
              <w:pStyle w:val="TAL"/>
              <w:rPr>
                <w:lang w:val="en-US"/>
              </w:rPr>
            </w:pPr>
            <w:r w:rsidRPr="00004A58">
              <w:t>Service Centre Address</w:t>
            </w:r>
            <w:r w:rsidRPr="00004A58" w:rsidDel="00BE4FDE">
              <w:rPr>
                <w:lang w:val="en-US"/>
              </w:rPr>
              <w:t xml:space="preserve"> </w:t>
            </w:r>
          </w:p>
        </w:tc>
        <w:tc>
          <w:tcPr>
            <w:tcW w:w="1417" w:type="dxa"/>
          </w:tcPr>
          <w:p w:rsidR="00DA25AD" w:rsidRPr="00004A58" w:rsidRDefault="00DA25AD" w:rsidP="00E50914">
            <w:pPr>
              <w:pStyle w:val="TAL"/>
            </w:pPr>
            <w:r w:rsidRPr="00004A58">
              <w:t>SC-Address</w:t>
            </w:r>
          </w:p>
        </w:tc>
        <w:tc>
          <w:tcPr>
            <w:tcW w:w="567" w:type="dxa"/>
          </w:tcPr>
          <w:p w:rsidR="00DA25AD" w:rsidRPr="00004A58" w:rsidDel="00BE4FDE" w:rsidRDefault="00DA25AD" w:rsidP="00E50914">
            <w:pPr>
              <w:pStyle w:val="TAC"/>
              <w:rPr>
                <w:lang w:val="en-AU"/>
              </w:rPr>
            </w:pPr>
            <w:r w:rsidRPr="00004A58">
              <w:t>M</w:t>
            </w:r>
          </w:p>
        </w:tc>
        <w:tc>
          <w:tcPr>
            <w:tcW w:w="6179" w:type="dxa"/>
          </w:tcPr>
          <w:p w:rsidR="00DA25AD" w:rsidRPr="00004A58" w:rsidDel="00BE4FDE" w:rsidRDefault="00DA25AD" w:rsidP="00E50914">
            <w:pPr>
              <w:pStyle w:val="TAL"/>
            </w:pPr>
            <w:r w:rsidRPr="00004A58">
              <w:t>This IE shall contain the E.164 number of the SMS-GMSC (or SMS Router) previously received in the SMS-GMSC Address IE in the MT Forward Short Message Request.</w:t>
            </w:r>
          </w:p>
        </w:tc>
      </w:tr>
      <w:tr w:rsidR="00DA25AD" w:rsidRPr="00004A58" w:rsidTr="00E50914">
        <w:trPr>
          <w:trHeight w:val="401"/>
          <w:jc w:val="center"/>
        </w:trPr>
        <w:tc>
          <w:tcPr>
            <w:tcW w:w="1360" w:type="dxa"/>
          </w:tcPr>
          <w:p w:rsidR="00DA25AD" w:rsidRPr="00004A58" w:rsidRDefault="00DA25AD" w:rsidP="00E50914">
            <w:pPr>
              <w:pStyle w:val="TAL"/>
            </w:pPr>
            <w:r w:rsidRPr="00004A58">
              <w:t>User Identifier Alert</w:t>
            </w:r>
          </w:p>
          <w:p w:rsidR="00DA25AD" w:rsidRPr="00004A58" w:rsidRDefault="00DA25AD" w:rsidP="00E50914">
            <w:pPr>
              <w:pStyle w:val="TAL"/>
            </w:pPr>
          </w:p>
        </w:tc>
        <w:tc>
          <w:tcPr>
            <w:tcW w:w="1417" w:type="dxa"/>
          </w:tcPr>
          <w:p w:rsidR="00DA25AD" w:rsidRPr="00004A58" w:rsidRDefault="00DA25AD" w:rsidP="00E50914">
            <w:pPr>
              <w:pStyle w:val="TAL"/>
              <w:rPr>
                <w:lang w:val="en-US"/>
              </w:rPr>
            </w:pPr>
            <w:r w:rsidRPr="00004A58">
              <w:rPr>
                <w:lang w:val="en-US"/>
              </w:rPr>
              <w:t>User-Identifier</w:t>
            </w:r>
          </w:p>
        </w:tc>
        <w:tc>
          <w:tcPr>
            <w:tcW w:w="567" w:type="dxa"/>
          </w:tcPr>
          <w:p w:rsidR="00DA25AD" w:rsidRPr="00004A58" w:rsidRDefault="00DA25AD" w:rsidP="00E50914">
            <w:pPr>
              <w:pStyle w:val="TAC"/>
              <w:rPr>
                <w:bCs/>
              </w:rPr>
            </w:pPr>
            <w:r w:rsidRPr="00004A58">
              <w:rPr>
                <w:rFonts w:cs="Arial"/>
                <w:bCs/>
                <w:lang w:val="en-US"/>
              </w:rPr>
              <w:t>M</w:t>
            </w:r>
          </w:p>
        </w:tc>
        <w:tc>
          <w:tcPr>
            <w:tcW w:w="6179" w:type="dxa"/>
          </w:tcPr>
          <w:p w:rsidR="00DA25AD" w:rsidRPr="00004A58" w:rsidRDefault="00DA25AD" w:rsidP="00E50914">
            <w:pPr>
              <w:pStyle w:val="TAL"/>
              <w:rPr>
                <w:lang w:eastAsia="zh-CN"/>
              </w:rPr>
            </w:pPr>
            <w:r w:rsidRPr="00004A58">
              <w:t>This IE</w:t>
            </w:r>
            <w:r w:rsidRPr="00004A58">
              <w:rPr>
                <w:rFonts w:hint="eastAsia"/>
                <w:lang w:eastAsia="zh-CN"/>
              </w:rPr>
              <w:t xml:space="preserve"> shall </w:t>
            </w:r>
            <w:r w:rsidRPr="00004A58">
              <w:rPr>
                <w:lang w:eastAsia="zh-CN"/>
              </w:rPr>
              <w:t>contain:</w:t>
            </w:r>
          </w:p>
          <w:p w:rsidR="00DA25AD" w:rsidRPr="00004A58" w:rsidRDefault="00DA25AD" w:rsidP="00DA25AD">
            <w:pPr>
              <w:pStyle w:val="TAL"/>
              <w:numPr>
                <w:ilvl w:val="0"/>
                <w:numId w:val="16"/>
              </w:numPr>
            </w:pPr>
            <w:r w:rsidRPr="00004A58">
              <w:t>the IMSI when the request is sent from the MME or SGSN,</w:t>
            </w:r>
          </w:p>
          <w:p w:rsidR="00DA25AD" w:rsidRPr="00004A58" w:rsidRDefault="00DA25AD" w:rsidP="00DA25AD">
            <w:pPr>
              <w:pStyle w:val="TAL"/>
              <w:numPr>
                <w:ilvl w:val="0"/>
                <w:numId w:val="16"/>
              </w:numPr>
            </w:pPr>
            <w:r w:rsidRPr="00004A58">
              <w:t>the User Identifier Alert previously sent in the MT Forward Short Message Answer, when the request is sent from the SMS Router to the SMS-GMSC,</w:t>
            </w:r>
          </w:p>
          <w:p w:rsidR="00DA25AD" w:rsidRPr="00004A58" w:rsidRDefault="00DA25AD" w:rsidP="00E50914">
            <w:pPr>
              <w:pStyle w:val="TAL"/>
            </w:pPr>
            <w:r w:rsidRPr="00004A58">
              <w:t>encoded in the User-Name AVP.</w:t>
            </w:r>
          </w:p>
        </w:tc>
      </w:tr>
      <w:tr w:rsidR="00DA25AD" w:rsidRPr="00004A58" w:rsidTr="00E50914">
        <w:trPr>
          <w:trHeight w:val="401"/>
          <w:jc w:val="center"/>
        </w:trPr>
        <w:tc>
          <w:tcPr>
            <w:tcW w:w="1360" w:type="dxa"/>
          </w:tcPr>
          <w:p w:rsidR="00DA25AD" w:rsidRPr="00004A58" w:rsidRDefault="00DA25AD" w:rsidP="00E50914">
            <w:pPr>
              <w:pStyle w:val="TAL"/>
            </w:pPr>
            <w:r w:rsidRPr="00004A58">
              <w:t>SMS-GMSC Alert Event</w:t>
            </w:r>
          </w:p>
          <w:p w:rsidR="00DA25AD" w:rsidRPr="00004A58" w:rsidRDefault="00DA25AD" w:rsidP="00E50914">
            <w:pPr>
              <w:pStyle w:val="TAL"/>
            </w:pPr>
          </w:p>
        </w:tc>
        <w:tc>
          <w:tcPr>
            <w:tcW w:w="1417" w:type="dxa"/>
          </w:tcPr>
          <w:p w:rsidR="00DA25AD" w:rsidRPr="00004A58" w:rsidRDefault="00DA25AD" w:rsidP="00E50914">
            <w:pPr>
              <w:pStyle w:val="TAL"/>
              <w:rPr>
                <w:lang w:val="en-US"/>
              </w:rPr>
            </w:pPr>
            <w:r w:rsidRPr="00004A58">
              <w:rPr>
                <w:lang w:val="en-US"/>
              </w:rPr>
              <w:t>SMS-GMSC-Alert-Event</w:t>
            </w:r>
          </w:p>
        </w:tc>
        <w:tc>
          <w:tcPr>
            <w:tcW w:w="567" w:type="dxa"/>
          </w:tcPr>
          <w:p w:rsidR="00DA25AD" w:rsidRPr="00004A58" w:rsidRDefault="00DA25AD" w:rsidP="00E50914">
            <w:pPr>
              <w:pStyle w:val="TAC"/>
              <w:rPr>
                <w:bCs/>
              </w:rPr>
            </w:pPr>
            <w:r w:rsidRPr="00004A58">
              <w:rPr>
                <w:rFonts w:cs="Arial"/>
                <w:bCs/>
                <w:lang w:val="en-US"/>
              </w:rPr>
              <w:t>M</w:t>
            </w:r>
          </w:p>
        </w:tc>
        <w:tc>
          <w:tcPr>
            <w:tcW w:w="6179" w:type="dxa"/>
          </w:tcPr>
          <w:p w:rsidR="00DA25AD" w:rsidRPr="00004A58" w:rsidRDefault="00DA25AD" w:rsidP="00E50914">
            <w:pPr>
              <w:pStyle w:val="TAL"/>
              <w:rPr>
                <w:lang w:eastAsia="zh-CN"/>
              </w:rPr>
            </w:pPr>
            <w:r w:rsidRPr="00004A58">
              <w:t>This IE</w:t>
            </w:r>
            <w:r w:rsidRPr="00004A58">
              <w:rPr>
                <w:rFonts w:hint="eastAsia"/>
                <w:lang w:eastAsia="zh-CN"/>
              </w:rPr>
              <w:t xml:space="preserve"> shall </w:t>
            </w:r>
            <w:r w:rsidRPr="00004A58">
              <w:rPr>
                <w:lang w:eastAsia="zh-CN"/>
              </w:rPr>
              <w:t>contain the type of event that caused the Alert Service Centre Request to the SMS-GMSC:</w:t>
            </w:r>
          </w:p>
          <w:p w:rsidR="00DA25AD" w:rsidRPr="00004A58" w:rsidRDefault="00DA25AD" w:rsidP="00DA25AD">
            <w:pPr>
              <w:pStyle w:val="TAL"/>
              <w:numPr>
                <w:ilvl w:val="0"/>
                <w:numId w:val="16"/>
              </w:numPr>
            </w:pPr>
            <w:r w:rsidRPr="00004A58">
              <w:t>UE is available for MT SMS;</w:t>
            </w:r>
          </w:p>
          <w:p w:rsidR="00DA25AD" w:rsidRPr="00004A58" w:rsidRDefault="00DA25AD" w:rsidP="00DA25AD">
            <w:pPr>
              <w:pStyle w:val="TAL"/>
              <w:numPr>
                <w:ilvl w:val="0"/>
                <w:numId w:val="16"/>
              </w:numPr>
            </w:pPr>
            <w:r w:rsidRPr="00004A58">
              <w:t>UE has moved under the coverage of another MME or SGSN.</w:t>
            </w:r>
          </w:p>
          <w:p w:rsidR="00DA25AD" w:rsidRPr="00004A58" w:rsidRDefault="00DA25AD" w:rsidP="00E50914">
            <w:pPr>
              <w:pStyle w:val="TAL"/>
            </w:pPr>
          </w:p>
        </w:tc>
      </w:tr>
      <w:tr w:rsidR="00DA25AD" w:rsidRPr="00004A58" w:rsidTr="00E50914">
        <w:trPr>
          <w:trHeight w:val="401"/>
          <w:jc w:val="center"/>
        </w:trPr>
        <w:tc>
          <w:tcPr>
            <w:tcW w:w="1360" w:type="dxa"/>
          </w:tcPr>
          <w:p w:rsidR="00DA25AD" w:rsidRPr="00004A58" w:rsidRDefault="00DA25AD" w:rsidP="00E50914">
            <w:pPr>
              <w:pStyle w:val="TAL"/>
            </w:pPr>
            <w:r w:rsidRPr="00004A58">
              <w:t>New Serving Node Identity</w:t>
            </w:r>
          </w:p>
          <w:p w:rsidR="00DA25AD" w:rsidRPr="00004A58" w:rsidRDefault="00DA25AD" w:rsidP="00E50914">
            <w:pPr>
              <w:pStyle w:val="TAL"/>
            </w:pPr>
          </w:p>
        </w:tc>
        <w:tc>
          <w:tcPr>
            <w:tcW w:w="1417" w:type="dxa"/>
          </w:tcPr>
          <w:p w:rsidR="00DA25AD" w:rsidRPr="00004A58" w:rsidRDefault="00DA25AD" w:rsidP="00E50914">
            <w:pPr>
              <w:pStyle w:val="TAL"/>
              <w:rPr>
                <w:lang w:val="en-US"/>
              </w:rPr>
            </w:pPr>
            <w:r w:rsidRPr="00004A58">
              <w:rPr>
                <w:lang w:val="en-US"/>
              </w:rPr>
              <w:t>Serving-Node</w:t>
            </w:r>
          </w:p>
        </w:tc>
        <w:tc>
          <w:tcPr>
            <w:tcW w:w="567" w:type="dxa"/>
          </w:tcPr>
          <w:p w:rsidR="00DA25AD" w:rsidRPr="00004A58" w:rsidRDefault="00DA25AD" w:rsidP="00E50914">
            <w:pPr>
              <w:pStyle w:val="TAC"/>
              <w:rPr>
                <w:bCs/>
              </w:rPr>
            </w:pPr>
            <w:r w:rsidRPr="00004A58">
              <w:rPr>
                <w:bCs/>
              </w:rPr>
              <w:t>C</w:t>
            </w:r>
          </w:p>
        </w:tc>
        <w:tc>
          <w:tcPr>
            <w:tcW w:w="6179" w:type="dxa"/>
          </w:tcPr>
          <w:p w:rsidR="00DA25AD" w:rsidRPr="00004A58" w:rsidRDefault="00DA25AD" w:rsidP="00E50914">
            <w:pPr>
              <w:pStyle w:val="TAL"/>
              <w:rPr>
                <w:lang w:eastAsia="zh-CN"/>
              </w:rPr>
            </w:pPr>
            <w:r w:rsidRPr="00004A58">
              <w:t>This IE</w:t>
            </w:r>
            <w:r w:rsidRPr="00004A58">
              <w:rPr>
                <w:rFonts w:hint="eastAsia"/>
                <w:lang w:eastAsia="zh-CN"/>
              </w:rPr>
              <w:t xml:space="preserve"> </w:t>
            </w:r>
            <w:r w:rsidRPr="00004A58">
              <w:rPr>
                <w:lang w:eastAsia="zh-CN"/>
              </w:rPr>
              <w:t>shall be present if available and if the SMS-GMSC Alert Event indicates that the UE has moved under the coverage of another MME or SGSN.</w:t>
            </w:r>
          </w:p>
          <w:p w:rsidR="00DA25AD" w:rsidRPr="00004A58" w:rsidRDefault="00DA25AD" w:rsidP="00E50914">
            <w:pPr>
              <w:pStyle w:val="TAL"/>
              <w:rPr>
                <w:lang w:eastAsia="zh-CN"/>
              </w:rPr>
            </w:pPr>
            <w:r w:rsidRPr="00004A58">
              <w:rPr>
                <w:lang w:eastAsia="zh-CN"/>
              </w:rPr>
              <w:t xml:space="preserve">When present, this IE </w:t>
            </w:r>
            <w:r w:rsidRPr="00004A58">
              <w:rPr>
                <w:rFonts w:hint="eastAsia"/>
                <w:lang w:eastAsia="zh-CN"/>
              </w:rPr>
              <w:t xml:space="preserve">shall </w:t>
            </w:r>
            <w:r w:rsidRPr="00004A58">
              <w:rPr>
                <w:lang w:eastAsia="zh-CN"/>
              </w:rPr>
              <w:t>contain the Diameter Identity and/or the E.164 number of the new serving node of the UE.</w:t>
            </w:r>
          </w:p>
          <w:p w:rsidR="00DA25AD" w:rsidRPr="00004A58" w:rsidRDefault="00DA25AD" w:rsidP="00E50914">
            <w:pPr>
              <w:pStyle w:val="TAL"/>
              <w:rPr>
                <w:lang w:eastAsia="zh-CN"/>
              </w:rPr>
            </w:pPr>
            <w:r w:rsidRPr="00004A58">
              <w:rPr>
                <w:lang w:eastAsia="zh-CN"/>
              </w:rPr>
              <w:t>It shall be encoded as:</w:t>
            </w:r>
          </w:p>
          <w:p w:rsidR="00DA25AD" w:rsidRPr="00004A58" w:rsidRDefault="00DA25AD" w:rsidP="00DA25AD">
            <w:pPr>
              <w:pStyle w:val="TAL"/>
              <w:numPr>
                <w:ilvl w:val="0"/>
                <w:numId w:val="16"/>
              </w:numPr>
            </w:pPr>
            <w:r w:rsidRPr="00004A58">
              <w:t xml:space="preserve">an MME-Name, MME Realm and MME-Number-for-MT-SMS, if the new serving node is an MME; </w:t>
            </w:r>
          </w:p>
          <w:p w:rsidR="00DA25AD" w:rsidRPr="00004A58" w:rsidRDefault="00DA25AD" w:rsidP="00DA25AD">
            <w:pPr>
              <w:pStyle w:val="TAL"/>
              <w:numPr>
                <w:ilvl w:val="0"/>
                <w:numId w:val="16"/>
              </w:numPr>
            </w:pPr>
            <w:r w:rsidRPr="00004A58">
              <w:t>an SGSN-Number and, an SGSN-Name and SGSN Realm if available, if the new serving node is an SGSN.</w:t>
            </w:r>
          </w:p>
        </w:tc>
      </w:tr>
      <w:tr w:rsidR="00DA25AD" w:rsidRPr="00004A58" w:rsidTr="00E50914">
        <w:trPr>
          <w:trHeight w:val="401"/>
          <w:jc w:val="center"/>
        </w:trPr>
        <w:tc>
          <w:tcPr>
            <w:tcW w:w="1360" w:type="dxa"/>
          </w:tcPr>
          <w:p w:rsidR="00DA25AD" w:rsidRPr="00004A58" w:rsidRDefault="00DA25AD" w:rsidP="00E50914">
            <w:pPr>
              <w:pStyle w:val="TAL"/>
              <w:rPr>
                <w:rFonts w:cs="Arial"/>
                <w:szCs w:val="22"/>
                <w:lang w:val="en-US"/>
              </w:rPr>
            </w:pPr>
            <w:r w:rsidRPr="00004A58">
              <w:rPr>
                <w:rFonts w:cs="Arial"/>
                <w:szCs w:val="22"/>
                <w:lang w:val="en-US"/>
              </w:rPr>
              <w:t>Supported Features</w:t>
            </w:r>
          </w:p>
          <w:p w:rsidR="00DA25AD" w:rsidRPr="00004A58" w:rsidRDefault="00DA25AD" w:rsidP="00E50914">
            <w:pPr>
              <w:pStyle w:val="TAL"/>
            </w:pPr>
          </w:p>
        </w:tc>
        <w:tc>
          <w:tcPr>
            <w:tcW w:w="1417" w:type="dxa"/>
          </w:tcPr>
          <w:p w:rsidR="00DA25AD" w:rsidRPr="00004A58" w:rsidRDefault="00DA25AD" w:rsidP="00E50914">
            <w:pPr>
              <w:pStyle w:val="TAL"/>
            </w:pPr>
            <w:r w:rsidRPr="00004A58">
              <w:t>Supported-Features</w:t>
            </w:r>
          </w:p>
          <w:p w:rsidR="00DA25AD" w:rsidRPr="00004A58" w:rsidRDefault="00DA25AD" w:rsidP="00E50914">
            <w:pPr>
              <w:pStyle w:val="TAL"/>
            </w:pPr>
            <w:r w:rsidRPr="00004A58">
              <w:t>(See 3GPP TS 29.229 [5])</w:t>
            </w:r>
          </w:p>
        </w:tc>
        <w:tc>
          <w:tcPr>
            <w:tcW w:w="567" w:type="dxa"/>
          </w:tcPr>
          <w:p w:rsidR="00DA25AD" w:rsidRPr="00004A58" w:rsidRDefault="00DA25AD" w:rsidP="00E50914">
            <w:pPr>
              <w:pStyle w:val="TAC"/>
              <w:rPr>
                <w:rFonts w:cs="Arial"/>
                <w:bCs/>
                <w:lang w:val="en-US"/>
              </w:rPr>
            </w:pPr>
            <w:r w:rsidRPr="00004A58">
              <w:t>O</w:t>
            </w:r>
          </w:p>
        </w:tc>
        <w:tc>
          <w:tcPr>
            <w:tcW w:w="6179" w:type="dxa"/>
          </w:tcPr>
          <w:p w:rsidR="00DA25AD" w:rsidRPr="00004A58" w:rsidRDefault="00DA25AD" w:rsidP="00E50914">
            <w:pPr>
              <w:pStyle w:val="TAL"/>
            </w:pPr>
            <w:r w:rsidRPr="00004A58">
              <w:t>If present, this information element shall contain the list of features supported by the origin host.</w:t>
            </w:r>
          </w:p>
        </w:tc>
      </w:tr>
    </w:tbl>
    <w:p w:rsidR="00DA25AD" w:rsidRPr="00004A58" w:rsidRDefault="00DA25AD" w:rsidP="00DA25AD">
      <w:pPr>
        <w:rPr>
          <w:lang w:val="en-US"/>
        </w:rPr>
      </w:pPr>
    </w:p>
    <w:p w:rsidR="00DA25AD" w:rsidRPr="00004A58" w:rsidRDefault="00DA25AD" w:rsidP="00DA25AD">
      <w:pPr>
        <w:pStyle w:val="TH"/>
        <w:tabs>
          <w:tab w:val="left" w:pos="7513"/>
        </w:tabs>
      </w:pPr>
      <w:r w:rsidRPr="00004A58">
        <w:t>Table 6.2.3.1-2: Alert Service Centre Answer</w:t>
      </w:r>
    </w:p>
    <w:tbl>
      <w:tblPr>
        <w:tblW w:w="951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356"/>
        <w:gridCol w:w="1417"/>
        <w:gridCol w:w="567"/>
        <w:gridCol w:w="6175"/>
      </w:tblGrid>
      <w:tr w:rsidR="00DA25AD" w:rsidRPr="00004A58" w:rsidTr="00E50914">
        <w:trPr>
          <w:jc w:val="center"/>
        </w:trPr>
        <w:tc>
          <w:tcPr>
            <w:tcW w:w="1356" w:type="dxa"/>
            <w:tcBorders>
              <w:bottom w:val="single" w:sz="12" w:space="0" w:color="auto"/>
            </w:tcBorders>
          </w:tcPr>
          <w:p w:rsidR="00DA25AD" w:rsidRPr="00004A58" w:rsidRDefault="00DA25AD" w:rsidP="00E50914">
            <w:pPr>
              <w:pStyle w:val="TAH"/>
            </w:pPr>
            <w:r w:rsidRPr="00004A58">
              <w:t>Information element name</w:t>
            </w:r>
          </w:p>
        </w:tc>
        <w:tc>
          <w:tcPr>
            <w:tcW w:w="1417" w:type="dxa"/>
            <w:tcBorders>
              <w:bottom w:val="single" w:sz="12" w:space="0" w:color="auto"/>
            </w:tcBorders>
          </w:tcPr>
          <w:p w:rsidR="00DA25AD" w:rsidRPr="00004A58" w:rsidRDefault="00DA25AD" w:rsidP="00E50914">
            <w:pPr>
              <w:pStyle w:val="TAH"/>
            </w:pPr>
            <w:r w:rsidRPr="00004A58">
              <w:t>Mapping to Diameter AVP</w:t>
            </w:r>
          </w:p>
        </w:tc>
        <w:tc>
          <w:tcPr>
            <w:tcW w:w="567" w:type="dxa"/>
            <w:tcBorders>
              <w:bottom w:val="single" w:sz="12" w:space="0" w:color="auto"/>
            </w:tcBorders>
          </w:tcPr>
          <w:p w:rsidR="00DA25AD" w:rsidRPr="00004A58" w:rsidRDefault="00DA25AD" w:rsidP="00E50914">
            <w:pPr>
              <w:pStyle w:val="TAH"/>
            </w:pPr>
            <w:r w:rsidRPr="00004A58">
              <w:t>Cat.</w:t>
            </w:r>
          </w:p>
        </w:tc>
        <w:tc>
          <w:tcPr>
            <w:tcW w:w="6175" w:type="dxa"/>
            <w:tcBorders>
              <w:bottom w:val="single" w:sz="12" w:space="0" w:color="auto"/>
            </w:tcBorders>
          </w:tcPr>
          <w:p w:rsidR="00DA25AD" w:rsidRPr="00004A58" w:rsidRDefault="00DA25AD" w:rsidP="00E50914">
            <w:pPr>
              <w:pStyle w:val="TAH"/>
            </w:pPr>
            <w:r w:rsidRPr="00004A58">
              <w:t>Description</w:t>
            </w:r>
          </w:p>
        </w:tc>
      </w:tr>
      <w:tr w:rsidR="00DA25AD" w:rsidRPr="00004A58" w:rsidTr="00E50914">
        <w:trPr>
          <w:trHeight w:val="401"/>
          <w:jc w:val="center"/>
        </w:trPr>
        <w:tc>
          <w:tcPr>
            <w:tcW w:w="1356" w:type="dxa"/>
            <w:tcBorders>
              <w:top w:val="single" w:sz="12" w:space="0" w:color="auto"/>
              <w:bottom w:val="single" w:sz="6" w:space="0" w:color="auto"/>
            </w:tcBorders>
          </w:tcPr>
          <w:p w:rsidR="00DA25AD" w:rsidRPr="00004A58" w:rsidRDefault="00DA25AD" w:rsidP="00E50914">
            <w:pPr>
              <w:pStyle w:val="TAL"/>
              <w:rPr>
                <w:snapToGrid w:val="0"/>
              </w:rPr>
            </w:pPr>
            <w:r w:rsidRPr="00004A58">
              <w:rPr>
                <w:snapToGrid w:val="0"/>
              </w:rPr>
              <w:t>Result</w:t>
            </w:r>
          </w:p>
          <w:p w:rsidR="00DA25AD" w:rsidRPr="00004A58" w:rsidRDefault="00DA25AD" w:rsidP="00E50914">
            <w:pPr>
              <w:pStyle w:val="TAL"/>
            </w:pPr>
          </w:p>
        </w:tc>
        <w:tc>
          <w:tcPr>
            <w:tcW w:w="1417" w:type="dxa"/>
            <w:tcBorders>
              <w:top w:val="single" w:sz="12" w:space="0" w:color="auto"/>
              <w:bottom w:val="single" w:sz="6" w:space="0" w:color="auto"/>
            </w:tcBorders>
          </w:tcPr>
          <w:p w:rsidR="00DA25AD" w:rsidRPr="00004A58" w:rsidRDefault="00DA25AD" w:rsidP="00E50914">
            <w:pPr>
              <w:pStyle w:val="TAL"/>
              <w:rPr>
                <w:lang w:val="en-US"/>
              </w:rPr>
            </w:pPr>
            <w:r w:rsidRPr="00004A58">
              <w:rPr>
                <w:lang w:val="en-US"/>
              </w:rPr>
              <w:t>Result-Code / Experimental-Result</w:t>
            </w:r>
          </w:p>
        </w:tc>
        <w:tc>
          <w:tcPr>
            <w:tcW w:w="567" w:type="dxa"/>
            <w:tcBorders>
              <w:top w:val="single" w:sz="12" w:space="0" w:color="auto"/>
              <w:bottom w:val="single" w:sz="6" w:space="0" w:color="auto"/>
            </w:tcBorders>
          </w:tcPr>
          <w:p w:rsidR="00DA25AD" w:rsidRPr="00004A58" w:rsidRDefault="00DA25AD" w:rsidP="00E50914">
            <w:pPr>
              <w:pStyle w:val="TAC"/>
              <w:rPr>
                <w:bCs/>
              </w:rPr>
            </w:pPr>
            <w:r w:rsidRPr="00004A58">
              <w:rPr>
                <w:rFonts w:cs="Arial"/>
                <w:bCs/>
                <w:lang w:val="en-US"/>
              </w:rPr>
              <w:t>M</w:t>
            </w:r>
          </w:p>
        </w:tc>
        <w:tc>
          <w:tcPr>
            <w:tcW w:w="6175" w:type="dxa"/>
            <w:tcBorders>
              <w:top w:val="single" w:sz="12" w:space="0" w:color="auto"/>
              <w:bottom w:val="single" w:sz="6" w:space="0" w:color="auto"/>
            </w:tcBorders>
          </w:tcPr>
          <w:p w:rsidR="00DA25AD" w:rsidRPr="00004A58" w:rsidRDefault="00DA25AD" w:rsidP="00E50914">
            <w:pPr>
              <w:pStyle w:val="TAL"/>
            </w:pPr>
            <w:r w:rsidRPr="00004A58">
              <w:t>This information element shall contain the result of the request.</w:t>
            </w:r>
          </w:p>
          <w:p w:rsidR="00DA25AD" w:rsidRPr="00004A58" w:rsidRDefault="00DA25AD" w:rsidP="00E50914">
            <w:pPr>
              <w:pStyle w:val="TAL"/>
            </w:pPr>
            <w:r w:rsidRPr="00004A58">
              <w:t>The Result-Code AVP shall be used for errors defined in the Diameter base protocol (see IETF RFC 6733 [20]).</w:t>
            </w:r>
          </w:p>
          <w:p w:rsidR="00DA25AD" w:rsidRPr="00004A58" w:rsidRDefault="00DA25AD" w:rsidP="00E50914">
            <w:pPr>
              <w:pStyle w:val="TAL"/>
            </w:pPr>
            <w:r w:rsidRPr="00004A58">
              <w:t>The Experimental-Result AVP shall be used for S6c errors. This is a grouped AVP which contains the 3GPP Vendor ID in the Vendor-Id AVP, and the error code in the Experimental-Result-Code AVP. This information element shall contain the result of the operation with an indication of the success / errors. No errors are defined for this case.</w:t>
            </w:r>
          </w:p>
        </w:tc>
      </w:tr>
      <w:tr w:rsidR="00DA25AD" w:rsidRPr="00004A58" w:rsidTr="00E50914">
        <w:trPr>
          <w:trHeight w:val="401"/>
          <w:jc w:val="center"/>
        </w:trPr>
        <w:tc>
          <w:tcPr>
            <w:tcW w:w="1356" w:type="dxa"/>
            <w:tcBorders>
              <w:top w:val="single" w:sz="6" w:space="0" w:color="auto"/>
              <w:left w:val="single" w:sz="12" w:space="0" w:color="auto"/>
              <w:bottom w:val="single" w:sz="12" w:space="0" w:color="auto"/>
              <w:right w:val="single" w:sz="6" w:space="0" w:color="auto"/>
            </w:tcBorders>
          </w:tcPr>
          <w:p w:rsidR="00DA25AD" w:rsidRPr="00004A58" w:rsidRDefault="00DA25AD" w:rsidP="00E50914">
            <w:pPr>
              <w:pStyle w:val="TAL"/>
              <w:rPr>
                <w:rFonts w:cs="Arial"/>
                <w:szCs w:val="22"/>
                <w:lang w:val="en-US"/>
              </w:rPr>
            </w:pPr>
            <w:r w:rsidRPr="00004A58">
              <w:rPr>
                <w:rFonts w:cs="Arial"/>
                <w:szCs w:val="22"/>
                <w:lang w:val="en-US"/>
              </w:rPr>
              <w:t>Supported Features</w:t>
            </w:r>
          </w:p>
        </w:tc>
        <w:tc>
          <w:tcPr>
            <w:tcW w:w="1417" w:type="dxa"/>
            <w:tcBorders>
              <w:top w:val="single" w:sz="6" w:space="0" w:color="auto"/>
              <w:left w:val="single" w:sz="6" w:space="0" w:color="auto"/>
              <w:bottom w:val="single" w:sz="12" w:space="0" w:color="auto"/>
              <w:right w:val="single" w:sz="6" w:space="0" w:color="auto"/>
            </w:tcBorders>
          </w:tcPr>
          <w:p w:rsidR="00DA25AD" w:rsidRPr="00004A58" w:rsidRDefault="00DA25AD" w:rsidP="00E50914">
            <w:pPr>
              <w:pStyle w:val="TAL"/>
            </w:pPr>
            <w:r w:rsidRPr="00004A58">
              <w:t>Supported-Features</w:t>
            </w:r>
          </w:p>
          <w:p w:rsidR="00DA25AD" w:rsidRPr="00004A58" w:rsidRDefault="00DA25AD" w:rsidP="00E50914">
            <w:pPr>
              <w:pStyle w:val="TAL"/>
            </w:pPr>
            <w:r w:rsidRPr="00004A58">
              <w:t xml:space="preserve"> (See 3GPP TS 29.229 [5])</w:t>
            </w:r>
          </w:p>
        </w:tc>
        <w:tc>
          <w:tcPr>
            <w:tcW w:w="567" w:type="dxa"/>
            <w:tcBorders>
              <w:top w:val="single" w:sz="6" w:space="0" w:color="auto"/>
              <w:left w:val="single" w:sz="6" w:space="0" w:color="auto"/>
              <w:bottom w:val="single" w:sz="12" w:space="0" w:color="auto"/>
              <w:right w:val="single" w:sz="6" w:space="0" w:color="auto"/>
            </w:tcBorders>
          </w:tcPr>
          <w:p w:rsidR="00DA25AD" w:rsidRPr="00004A58" w:rsidRDefault="00DA25AD" w:rsidP="00E50914">
            <w:pPr>
              <w:pStyle w:val="TAC"/>
            </w:pPr>
            <w:r w:rsidRPr="00004A58">
              <w:t>O</w:t>
            </w:r>
          </w:p>
        </w:tc>
        <w:tc>
          <w:tcPr>
            <w:tcW w:w="6175" w:type="dxa"/>
            <w:tcBorders>
              <w:top w:val="single" w:sz="6" w:space="0" w:color="auto"/>
              <w:left w:val="single" w:sz="6" w:space="0" w:color="auto"/>
              <w:bottom w:val="single" w:sz="12" w:space="0" w:color="auto"/>
              <w:right w:val="single" w:sz="12" w:space="0" w:color="auto"/>
            </w:tcBorders>
          </w:tcPr>
          <w:p w:rsidR="00DA25AD" w:rsidRPr="00004A58" w:rsidRDefault="00DA25AD" w:rsidP="00E50914">
            <w:pPr>
              <w:pStyle w:val="TAL"/>
            </w:pPr>
            <w:r w:rsidRPr="00004A58">
              <w:t>If present, this information element shall contain the list of features supported by the origin host.</w:t>
            </w:r>
          </w:p>
        </w:tc>
      </w:tr>
    </w:tbl>
    <w:p w:rsidR="00DA25AD" w:rsidRPr="00004A58" w:rsidRDefault="00DA25AD" w:rsidP="00DA25AD"/>
    <w:p w:rsidR="00DA25AD" w:rsidRPr="00004A58" w:rsidRDefault="00DA25AD" w:rsidP="00DA25AD">
      <w:pPr>
        <w:pStyle w:val="Heading4"/>
      </w:pPr>
      <w:bookmarkStart w:id="401" w:name="_Toc533204528"/>
      <w:bookmarkStart w:id="402" w:name="_Toc44882118"/>
      <w:bookmarkStart w:id="403" w:name="_Toc44882312"/>
      <w:bookmarkStart w:id="404" w:name="_Toc51864497"/>
      <w:r w:rsidRPr="00004A58">
        <w:t>6.2.3.2</w:t>
      </w:r>
      <w:r w:rsidRPr="00004A58">
        <w:tab/>
        <w:t>Detailed behaviour of the MME and the SGSN</w:t>
      </w:r>
      <w:bookmarkEnd w:id="401"/>
      <w:bookmarkEnd w:id="402"/>
      <w:bookmarkEnd w:id="403"/>
      <w:bookmarkEnd w:id="404"/>
    </w:p>
    <w:p w:rsidR="00DA25AD" w:rsidRPr="00004A58" w:rsidRDefault="00DA25AD" w:rsidP="00DA25AD">
      <w:r w:rsidRPr="00004A58">
        <w:t>The MME or SGSN shall make use of this procedure to alert the SMS-GMSC when the UE, for which one or more MT SMS have been requested to be retransmitted at a later time, becomes available for MT SMS delivery or moves under the coverage of another MME or SGSN prior to the requested SM retransmission time.</w:t>
      </w:r>
    </w:p>
    <w:p w:rsidR="00DA25AD" w:rsidRPr="00004A58" w:rsidRDefault="00DA25AD" w:rsidP="00DA25AD">
      <w:r w:rsidRPr="00004A58">
        <w:t>The MME or SGSN shall delete the stored SMS-GMSC Diameter Identity (i.e. Origin-Host and Origin-Realm) and address after the Alert Service Centre procedure is completed.</w:t>
      </w:r>
    </w:p>
    <w:p w:rsidR="00DA25AD" w:rsidRPr="00004A58" w:rsidRDefault="00DA25AD" w:rsidP="00DA25AD">
      <w:pPr>
        <w:pStyle w:val="Heading4"/>
      </w:pPr>
      <w:bookmarkStart w:id="405" w:name="_Toc533204529"/>
      <w:bookmarkStart w:id="406" w:name="_Toc44882119"/>
      <w:bookmarkStart w:id="407" w:name="_Toc44882313"/>
      <w:bookmarkStart w:id="408" w:name="_Toc51864498"/>
      <w:r w:rsidRPr="00004A58">
        <w:lastRenderedPageBreak/>
        <w:t>6.2.3.3</w:t>
      </w:r>
      <w:r w:rsidRPr="00004A58">
        <w:tab/>
        <w:t>Detailed behaviour of the SMS-GMSC</w:t>
      </w:r>
      <w:bookmarkEnd w:id="405"/>
      <w:bookmarkEnd w:id="406"/>
      <w:bookmarkEnd w:id="407"/>
      <w:bookmarkEnd w:id="408"/>
    </w:p>
    <w:p w:rsidR="00DA25AD" w:rsidRPr="00004A58" w:rsidRDefault="00DA25AD" w:rsidP="00DA25AD">
      <w:r w:rsidRPr="00004A58">
        <w:t xml:space="preserve">When receiving an Alert Service Centre request, the SMS-GMSC shall retransmit pending MT SMS(s) for the destination user identified by the User Identifier Alert, to the same serving node if the SMS-GMSC Alert Event indicates that the UE is available for MT SMS, or to the new serving node if the SMS-GMSC Alert Event indicates that the UE has moved under the coverage of another MME or SGSN. In the latter case, if no New Serving Node Identity is received in the Alert Service Centre request, the SMS-GMSC shall initiate a Send Routing Info for SM procedure to retrieve the new serving node 's address from the HSS. </w:t>
      </w:r>
    </w:p>
    <w:p w:rsidR="00DA25AD" w:rsidRPr="00004A58" w:rsidRDefault="00DA25AD" w:rsidP="00DA25AD">
      <w:pPr>
        <w:pStyle w:val="Heading4"/>
      </w:pPr>
      <w:bookmarkStart w:id="409" w:name="_Toc533204530"/>
      <w:bookmarkStart w:id="410" w:name="_Toc44882120"/>
      <w:bookmarkStart w:id="411" w:name="_Toc44882314"/>
      <w:bookmarkStart w:id="412" w:name="_Toc51864499"/>
      <w:r w:rsidRPr="00004A58">
        <w:t>6.2.3.4</w:t>
      </w:r>
      <w:r w:rsidRPr="00004A58">
        <w:tab/>
        <w:t>Detailed behaviour of the SMS-Router</w:t>
      </w:r>
      <w:bookmarkEnd w:id="409"/>
      <w:bookmarkEnd w:id="410"/>
      <w:bookmarkEnd w:id="411"/>
      <w:bookmarkEnd w:id="412"/>
    </w:p>
    <w:p w:rsidR="00DA25AD" w:rsidRPr="00004A58" w:rsidRDefault="00DA25AD" w:rsidP="00DA25AD">
      <w:r w:rsidRPr="00004A58">
        <w:t xml:space="preserve">When receiving an Alert Service Centre request, the SMS-Router shall replace the IMSI received in the User Identifier Alert by the User Identifier Alert previously sent in the MT Forward Short Message Answer, and forward that request </w:t>
      </w:r>
      <w:r w:rsidRPr="00004A58">
        <w:rPr>
          <w:lang w:val="en-AU"/>
        </w:rPr>
        <w:t>to</w:t>
      </w:r>
      <w:r w:rsidRPr="00004A58">
        <w:t xml:space="preserve"> the SMS-GMSC.</w:t>
      </w:r>
    </w:p>
    <w:p w:rsidR="00DA25AD" w:rsidRPr="00004A58" w:rsidRDefault="00DA25AD" w:rsidP="00DA25AD">
      <w:pPr>
        <w:pStyle w:val="Heading2"/>
      </w:pPr>
      <w:bookmarkStart w:id="413" w:name="_Toc533204531"/>
      <w:bookmarkStart w:id="414" w:name="_Toc44882121"/>
      <w:bookmarkStart w:id="415" w:name="_Toc44882315"/>
      <w:bookmarkStart w:id="416" w:name="_Toc51864500"/>
      <w:r w:rsidRPr="00004A58">
        <w:t>6.3</w:t>
      </w:r>
      <w:r w:rsidRPr="00004A58">
        <w:tab/>
        <w:t>Protocol specification</w:t>
      </w:r>
      <w:bookmarkEnd w:id="413"/>
      <w:bookmarkEnd w:id="414"/>
      <w:bookmarkEnd w:id="415"/>
      <w:bookmarkEnd w:id="416"/>
    </w:p>
    <w:p w:rsidR="00DA25AD" w:rsidRPr="00004A58" w:rsidRDefault="00DA25AD" w:rsidP="00DA25AD">
      <w:pPr>
        <w:pStyle w:val="Heading3"/>
      </w:pPr>
      <w:bookmarkStart w:id="417" w:name="_Toc533204532"/>
      <w:bookmarkStart w:id="418" w:name="_Toc44882122"/>
      <w:bookmarkStart w:id="419" w:name="_Toc44882316"/>
      <w:bookmarkStart w:id="420" w:name="_Toc51864501"/>
      <w:r w:rsidRPr="00004A58">
        <w:t>6.3.1</w:t>
      </w:r>
      <w:r w:rsidRPr="00004A58">
        <w:tab/>
        <w:t>Routing considerations</w:t>
      </w:r>
      <w:bookmarkEnd w:id="417"/>
      <w:bookmarkEnd w:id="418"/>
      <w:bookmarkEnd w:id="419"/>
      <w:bookmarkEnd w:id="420"/>
    </w:p>
    <w:p w:rsidR="00DA25AD" w:rsidRPr="00004A58" w:rsidRDefault="00DA25AD" w:rsidP="00DA25AD">
      <w:pPr>
        <w:pStyle w:val="Heading4"/>
      </w:pPr>
      <w:bookmarkStart w:id="421" w:name="_Toc533204533"/>
      <w:bookmarkStart w:id="422" w:name="_Toc44882123"/>
      <w:bookmarkStart w:id="423" w:name="_Toc44882317"/>
      <w:bookmarkStart w:id="424" w:name="_Toc51864502"/>
      <w:r w:rsidRPr="00004A58">
        <w:t>6.3.1.1</w:t>
      </w:r>
      <w:r w:rsidRPr="00004A58">
        <w:tab/>
        <w:t>Routing for MO Forward SM messages:</w:t>
      </w:r>
      <w:bookmarkEnd w:id="421"/>
      <w:bookmarkEnd w:id="422"/>
      <w:bookmarkEnd w:id="423"/>
      <w:bookmarkEnd w:id="424"/>
    </w:p>
    <w:p w:rsidR="00DA25AD" w:rsidRPr="00004A58" w:rsidRDefault="00DA25AD" w:rsidP="00DA25AD">
      <w:r w:rsidRPr="00004A58">
        <w:t xml:space="preserve">This </w:t>
      </w:r>
      <w:r w:rsidR="005252A2" w:rsidRPr="00004A58">
        <w:t>clause</w:t>
      </w:r>
      <w:r w:rsidRPr="00004A58">
        <w:t xml:space="preserve"> specifies the use of the Diameter routing AVPs Destination-Realm and Destination-Host over the SGd or Gdd interfaces for the Diameter command requests from the MME or from the SGSN (i.e. for the MO forward SM procedure).</w:t>
      </w:r>
    </w:p>
    <w:p w:rsidR="00DA25AD" w:rsidRPr="00004A58" w:rsidRDefault="00DA25AD" w:rsidP="00DA25AD">
      <w:r w:rsidRPr="00004A58">
        <w:t xml:space="preserve">Also, this </w:t>
      </w:r>
      <w:r w:rsidR="005252A2" w:rsidRPr="00004A58">
        <w:t>clause</w:t>
      </w:r>
      <w:r w:rsidRPr="00004A58">
        <w:t xml:space="preserve"> specifies the use of the Diameter routing AVPs Destination-Realm and Destination-Host over the T4 interface for the Diameter command requests from the SMS-IWMSC (i.e. for the MO forward SM procedure).</w:t>
      </w:r>
    </w:p>
    <w:p w:rsidR="00DA25AD" w:rsidRPr="00004A58" w:rsidRDefault="00DA25AD" w:rsidP="00DA25AD">
      <w:r w:rsidRPr="00004A58">
        <w:t xml:space="preserve">This </w:t>
      </w:r>
      <w:r w:rsidR="005252A2" w:rsidRPr="00004A58">
        <w:t>clause</w:t>
      </w:r>
      <w:r w:rsidRPr="00004A58">
        <w:t xml:space="preserve"> also applies for the Diameter command MO forward SM request from the IP-SM-GW towards an SMS-SC/SMS-IWMSC, including the case where the MO forward SM request occurs in the retry context of SMS for IMS UE to IMS UE without MSISDN (see 3GPP TS 23.204 [17]). MME or SGSN is replaced by IP-SM-GW in the text of this </w:t>
      </w:r>
      <w:r w:rsidR="005252A2" w:rsidRPr="00004A58">
        <w:t>clause</w:t>
      </w:r>
      <w:r w:rsidRPr="00004A58">
        <w:t>.</w:t>
      </w:r>
    </w:p>
    <w:p w:rsidR="00DA25AD" w:rsidRPr="00004A58" w:rsidRDefault="00DA25AD" w:rsidP="00DA25AD">
      <w:r w:rsidRPr="00004A58">
        <w:t>If the MME or the SGSN, from the SMS-SC E.164 number received from the UE, can obtain the address/name of the SMS-IWMSC and the associated home network domain name (e.g. by local configuration), both the Destination-Realm and Destination-Host AVPs shall be present in the request.</w:t>
      </w:r>
    </w:p>
    <w:p w:rsidR="00DA25AD" w:rsidRPr="00004A58" w:rsidRDefault="00DA25AD" w:rsidP="00DA25AD">
      <w:r w:rsidRPr="00004A58">
        <w:t xml:space="preserve">If the MME or the SGSN, from the SMS-SC E.164 number received from the UE, can only obtain the MCC/MNC values of the PLMN to which the SMS-SC belongs, the MME or the SGSN shall use them to build the MCC/MNC based network domain as described in </w:t>
      </w:r>
      <w:r w:rsidR="005252A2" w:rsidRPr="00004A58">
        <w:t>clause</w:t>
      </w:r>
      <w:r w:rsidRPr="00004A58">
        <w:t xml:space="preserve"> 19.2 of 3GPP TS 23.003 [16] and include it in the Destination-Realm AVP of the request. The request shall then be routed to the next Diameter node.</w:t>
      </w:r>
    </w:p>
    <w:p w:rsidR="00DA25AD" w:rsidRPr="00004A58" w:rsidRDefault="00DA25AD" w:rsidP="00DA25AD">
      <w:r w:rsidRPr="00004A58">
        <w:t>If the MME or the SGSN cannot obtain the MCC/MNC values from the SMS-SC E.164 number, the MME or the SGSN shall forward the request to a Diameter node within the same PLMN, the Destination Realm content being left to the PLMN operator choice. Then:</w:t>
      </w:r>
    </w:p>
    <w:p w:rsidR="00DA25AD" w:rsidRPr="00004A58" w:rsidRDefault="00DA25AD" w:rsidP="00DA25AD">
      <w:pPr>
        <w:pStyle w:val="B1"/>
        <w:numPr>
          <w:ilvl w:val="0"/>
          <w:numId w:val="18"/>
        </w:numPr>
      </w:pPr>
      <w:r w:rsidRPr="00004A58">
        <w:t>if a Diameter node in the routing path insides the PLMN of the MME can obtain the MCC/MNC values of the PLMN to which the SMS-SC belongs,</w:t>
      </w:r>
    </w:p>
    <w:p w:rsidR="00DA25AD" w:rsidRPr="00004A58" w:rsidRDefault="00DA25AD" w:rsidP="00DA25AD">
      <w:pPr>
        <w:pStyle w:val="B1"/>
        <w:numPr>
          <w:ilvl w:val="0"/>
          <w:numId w:val="18"/>
        </w:numPr>
      </w:pPr>
      <w:r w:rsidRPr="00004A58">
        <w:t xml:space="preserve">it shall use them to build the MCC/MNC based network domain as described in </w:t>
      </w:r>
      <w:r w:rsidR="005252A2" w:rsidRPr="00004A58">
        <w:t>clause</w:t>
      </w:r>
      <w:r w:rsidRPr="00004A58">
        <w:t xml:space="preserve"> 19.2 of 3GPP TS 23.003 [16] and include it in the Destination-Realm AVP of the request. The request shall then be routed to the next Diameter node.</w:t>
      </w:r>
    </w:p>
    <w:p w:rsidR="00DA25AD" w:rsidRPr="00004A58" w:rsidRDefault="00DA25AD" w:rsidP="00DA25AD">
      <w:r w:rsidRPr="00004A58">
        <w:t xml:space="preserve">If the MCC/MNC values of the PLMN to which the SMS-SC belongs cannot be obtained in the PLMN of the MME or the SGSN, the request shall be replaced in the PLMN of the </w:t>
      </w:r>
      <w:r w:rsidRPr="00004A58">
        <w:rPr>
          <w:rFonts w:hint="eastAsia"/>
          <w:lang w:eastAsia="zh-CN"/>
        </w:rPr>
        <w:t xml:space="preserve">MME or the SGSN </w:t>
      </w:r>
      <w:r w:rsidRPr="00004A58">
        <w:t>by an equivalent request routed through a MAP interface (e.g. via an IWF).</w:t>
      </w:r>
    </w:p>
    <w:p w:rsidR="00DA25AD" w:rsidRPr="00004A58" w:rsidRDefault="00DA25AD" w:rsidP="00DA25AD">
      <w:pPr>
        <w:pStyle w:val="NO"/>
      </w:pPr>
      <w:r w:rsidRPr="00004A58">
        <w:lastRenderedPageBreak/>
        <w:t>NOTE 1:</w:t>
      </w:r>
      <w:r w:rsidRPr="00004A58">
        <w:tab/>
        <w:t>The inter PLMN routing principle is to reuse the routing based on a MCC/MNC based domain name as used by other Diameter applications such as S6a/d. It is assumed that obtaining the relevant MCC/MNC values from the E.164 number of the SMS-SC can be achieved in the PLMN which the MME belongs to. Otherwise a MAP based routing is used. This routing principle may be completed with other routing solutions in the future.</w:t>
      </w:r>
    </w:p>
    <w:p w:rsidR="00DA25AD" w:rsidRPr="00004A58" w:rsidRDefault="00DA25AD" w:rsidP="00DA25AD">
      <w:r w:rsidRPr="00004A58">
        <w:t xml:space="preserve">Consequently, the Destination-Host AVP is declared as optional in the ABNF for all requests initiated by an MME or a SGSN. </w:t>
      </w:r>
    </w:p>
    <w:p w:rsidR="00DA25AD" w:rsidRPr="00004A58" w:rsidRDefault="00DA25AD" w:rsidP="00DA25AD">
      <w:r w:rsidRPr="00004A58">
        <w:t>The SMS-IWMSC shall be able to obtain the address/name of the MTC-IWF and the associated home network domain name from the destination SME address included in the MO TPDU (e.g. by local configuration); therefore both the Destination-Realm and Destination-Host AVPs shall be present in the request.</w:t>
      </w:r>
    </w:p>
    <w:p w:rsidR="00DA25AD" w:rsidRPr="00004A58" w:rsidRDefault="00DA25AD" w:rsidP="00DA25AD">
      <w:pPr>
        <w:pStyle w:val="Heading4"/>
      </w:pPr>
      <w:bookmarkStart w:id="425" w:name="_Toc533204534"/>
      <w:bookmarkStart w:id="426" w:name="_Toc44882124"/>
      <w:bookmarkStart w:id="427" w:name="_Toc44882318"/>
      <w:bookmarkStart w:id="428" w:name="_Toc51864503"/>
      <w:r w:rsidRPr="00004A58">
        <w:t>6.3.1.2</w:t>
      </w:r>
      <w:r w:rsidRPr="00004A58">
        <w:tab/>
        <w:t>Routing for MT Forward SM messages:</w:t>
      </w:r>
      <w:bookmarkEnd w:id="425"/>
      <w:bookmarkEnd w:id="426"/>
      <w:bookmarkEnd w:id="427"/>
      <w:bookmarkEnd w:id="428"/>
    </w:p>
    <w:p w:rsidR="00DA25AD" w:rsidRPr="00004A58" w:rsidRDefault="00DA25AD" w:rsidP="00DA25AD">
      <w:r w:rsidRPr="00004A58">
        <w:t>This clause specifies the use of the Diameter routing AVPs Destination-Realm and Destination-Host for the Diameter command requests from the SMS-GMSC or the SMS Router (i.e. for the MT forward SM procedure).</w:t>
      </w:r>
    </w:p>
    <w:p w:rsidR="00DA25AD" w:rsidRPr="00004A58" w:rsidRDefault="00DA25AD" w:rsidP="00DA25AD">
      <w:pPr>
        <w:pStyle w:val="B1"/>
        <w:numPr>
          <w:ilvl w:val="0"/>
          <w:numId w:val="13"/>
        </w:numPr>
      </w:pPr>
      <w:r w:rsidRPr="00004A58">
        <w:t>if the SMS-GMSC has received the Diameter address/name of an MME or of the SGSN in the answer to its interrogation to the HSS/HLR for retrieving routing information and if it selects this serving node, it shall use it to populate the Destination-Realm and Destination-Host AVPs.</w:t>
      </w:r>
    </w:p>
    <w:p w:rsidR="00DA25AD" w:rsidRPr="00004A58" w:rsidRDefault="00DA25AD" w:rsidP="00DA25AD">
      <w:pPr>
        <w:pStyle w:val="B1"/>
        <w:numPr>
          <w:ilvl w:val="0"/>
          <w:numId w:val="13"/>
        </w:numPr>
      </w:pPr>
      <w:r w:rsidRPr="00004A58">
        <w:t>If the SMS Router has received the Diameter address/name of the MME or of the SGSN in the answer to its interrogation to the HSS/HLR for retrieving routing information and if it selects this serving node, it shall use this Diameter address/name to populate the Destination-Realm and Destination-Host AVPs.</w:t>
      </w:r>
    </w:p>
    <w:p w:rsidR="00DA25AD" w:rsidRPr="00004A58" w:rsidRDefault="00DA25AD" w:rsidP="00DA25AD">
      <w:pPr>
        <w:tabs>
          <w:tab w:val="left" w:pos="4536"/>
        </w:tabs>
      </w:pPr>
      <w:r w:rsidRPr="00004A58">
        <w:t>Consequently, the Destination-Host AVP is declared as mandatory in the ABNF for all requests initiated by an SMS-GMSC or a SMS router.</w:t>
      </w:r>
    </w:p>
    <w:p w:rsidR="00DA25AD" w:rsidRPr="00004A58" w:rsidRDefault="00DA25AD" w:rsidP="00DA25AD">
      <w:pPr>
        <w:pStyle w:val="Heading3"/>
      </w:pPr>
      <w:bookmarkStart w:id="429" w:name="_Toc533204535"/>
      <w:bookmarkStart w:id="430" w:name="_Toc44882125"/>
      <w:bookmarkStart w:id="431" w:name="_Toc44882319"/>
      <w:bookmarkStart w:id="432" w:name="_Toc51864504"/>
      <w:r w:rsidRPr="00004A58">
        <w:t>6.3.2</w:t>
      </w:r>
      <w:r w:rsidRPr="00004A58">
        <w:tab/>
        <w:t>Commands</w:t>
      </w:r>
      <w:bookmarkEnd w:id="429"/>
      <w:bookmarkEnd w:id="430"/>
      <w:bookmarkEnd w:id="431"/>
      <w:bookmarkEnd w:id="432"/>
    </w:p>
    <w:p w:rsidR="00DA25AD" w:rsidRPr="00004A58" w:rsidRDefault="00DA25AD" w:rsidP="00DA25AD">
      <w:pPr>
        <w:pStyle w:val="Heading4"/>
        <w:rPr>
          <w:lang w:eastAsia="zh-CN"/>
        </w:rPr>
      </w:pPr>
      <w:bookmarkStart w:id="433" w:name="_Toc533204536"/>
      <w:bookmarkStart w:id="434" w:name="_Toc44882126"/>
      <w:bookmarkStart w:id="435" w:name="_Toc44882320"/>
      <w:bookmarkStart w:id="436" w:name="_Toc51864505"/>
      <w:r w:rsidRPr="00004A58">
        <w:t>6.3.2.1</w:t>
      </w:r>
      <w:r w:rsidRPr="00004A58">
        <w:tab/>
      </w:r>
      <w:r w:rsidRPr="00004A58">
        <w:rPr>
          <w:rFonts w:hint="eastAsia"/>
          <w:lang w:eastAsia="zh-CN"/>
        </w:rPr>
        <w:t>Introduction</w:t>
      </w:r>
      <w:bookmarkEnd w:id="433"/>
      <w:bookmarkEnd w:id="434"/>
      <w:bookmarkEnd w:id="435"/>
      <w:bookmarkEnd w:id="436"/>
    </w:p>
    <w:p w:rsidR="00DA25AD" w:rsidRPr="00004A58" w:rsidRDefault="00DA25AD" w:rsidP="00DA25AD">
      <w:r w:rsidRPr="00004A58">
        <w:t xml:space="preserve">This </w:t>
      </w:r>
      <w:r w:rsidR="005252A2" w:rsidRPr="00004A58">
        <w:rPr>
          <w:lang w:eastAsia="zh-CN"/>
        </w:rPr>
        <w:t>clause</w:t>
      </w:r>
      <w:r w:rsidRPr="00004A58">
        <w:t xml:space="preserve"> </w:t>
      </w:r>
      <w:r w:rsidRPr="00004A58">
        <w:rPr>
          <w:rFonts w:hint="eastAsia"/>
          <w:lang w:eastAsia="zh-CN"/>
        </w:rPr>
        <w:t>defin</w:t>
      </w:r>
      <w:r w:rsidRPr="00004A58">
        <w:t xml:space="preserve">es </w:t>
      </w:r>
      <w:r w:rsidRPr="00004A58">
        <w:rPr>
          <w:rFonts w:hint="eastAsia"/>
          <w:lang w:eastAsia="zh-CN"/>
        </w:rPr>
        <w:t xml:space="preserve">the Command code values and related ABNF for each command described </w:t>
      </w:r>
      <w:r w:rsidRPr="00004A58">
        <w:rPr>
          <w:lang w:eastAsia="zh-CN"/>
        </w:rPr>
        <w:t>for the SGd interface</w:t>
      </w:r>
      <w:r w:rsidRPr="00004A58">
        <w:rPr>
          <w:rFonts w:hint="eastAsia"/>
          <w:lang w:eastAsia="zh-CN"/>
        </w:rPr>
        <w:t>.</w:t>
      </w:r>
    </w:p>
    <w:p w:rsidR="00DA25AD" w:rsidRPr="00004A58" w:rsidRDefault="00DA25AD" w:rsidP="00DA25AD">
      <w:pPr>
        <w:pStyle w:val="Heading4"/>
      </w:pPr>
      <w:bookmarkStart w:id="437" w:name="_Toc533204537"/>
      <w:bookmarkStart w:id="438" w:name="_Toc44882127"/>
      <w:bookmarkStart w:id="439" w:name="_Toc44882321"/>
      <w:bookmarkStart w:id="440" w:name="_Toc51864506"/>
      <w:r w:rsidRPr="00004A58">
        <w:t>6.3.2.2</w:t>
      </w:r>
      <w:r w:rsidRPr="00004A58">
        <w:tab/>
        <w:t>Command-Code values</w:t>
      </w:r>
      <w:bookmarkEnd w:id="437"/>
      <w:bookmarkEnd w:id="438"/>
      <w:bookmarkEnd w:id="439"/>
      <w:bookmarkEnd w:id="440"/>
    </w:p>
    <w:p w:rsidR="00DA25AD" w:rsidRPr="00004A58" w:rsidRDefault="00DA25AD" w:rsidP="00DA25AD">
      <w:r w:rsidRPr="00004A58">
        <w:t xml:space="preserve">This </w:t>
      </w:r>
      <w:r w:rsidR="005252A2" w:rsidRPr="00004A58">
        <w:t>clause</w:t>
      </w:r>
      <w:r w:rsidRPr="00004A58">
        <w:t xml:space="preserve"> defines the Command-Code values for the</w:t>
      </w:r>
      <w:r w:rsidRPr="00004A58">
        <w:rPr>
          <w:lang w:eastAsia="zh-CN"/>
        </w:rPr>
        <w:t xml:space="preserve"> </w:t>
      </w:r>
      <w:r w:rsidRPr="00004A58">
        <w:t>SGd interface</w:t>
      </w:r>
      <w:r w:rsidRPr="00004A58">
        <w:rPr>
          <w:lang w:eastAsia="zh-CN"/>
        </w:rPr>
        <w:t xml:space="preserve"> </w:t>
      </w:r>
      <w:r w:rsidRPr="00004A58">
        <w:t>application</w:t>
      </w:r>
      <w:r w:rsidRPr="00004A58">
        <w:rPr>
          <w:rFonts w:hint="eastAsia"/>
          <w:lang w:eastAsia="zh-CN"/>
        </w:rPr>
        <w:t xml:space="preserve"> </w:t>
      </w:r>
      <w:r w:rsidRPr="00004A58">
        <w:rPr>
          <w:lang w:eastAsia="zh-CN"/>
        </w:rPr>
        <w:t xml:space="preserve">as allocated by IANA in the IETF RFC 5516 [8], </w:t>
      </w:r>
      <w:r w:rsidRPr="00004A58">
        <w:t>the</w:t>
      </w:r>
      <w:r w:rsidRPr="00004A58">
        <w:rPr>
          <w:lang w:eastAsia="zh-CN"/>
        </w:rPr>
        <w:t xml:space="preserve"> </w:t>
      </w:r>
      <w:r w:rsidRPr="00004A58">
        <w:t>SGd interface</w:t>
      </w:r>
      <w:r w:rsidRPr="00004A58">
        <w:rPr>
          <w:lang w:eastAsia="zh-CN"/>
        </w:rPr>
        <w:t xml:space="preserve"> </w:t>
      </w:r>
      <w:r w:rsidRPr="00004A58">
        <w:t>application being used over the SGd and Gdd interfaces. The Alert Service Centre procedure used over the SGd and Gdd interfaces also uses commands of the S6c interface application.</w:t>
      </w:r>
    </w:p>
    <w:p w:rsidR="00DA25AD" w:rsidRPr="00004A58" w:rsidRDefault="00DA25AD" w:rsidP="00DA25AD">
      <w:r w:rsidRPr="00004A58">
        <w:t xml:space="preserve">Every command is defined by means of the ABNF syntax IETF RFC 2234 [6], according to the Command Code Format (CCF) specification defined in IETF RFC 6733 [20]. In the case, the definition and use of an AVP is not specified in this document, the guidelines in IETF RFC 6733 [20] shall apply. </w:t>
      </w:r>
    </w:p>
    <w:p w:rsidR="00DA25AD" w:rsidRPr="00004A58" w:rsidRDefault="00DA25AD" w:rsidP="00DA25AD">
      <w:r w:rsidRPr="00004A58">
        <w:t>The Vendor-Specific-Application-Id AVP shall not be included in any command sent by Diameter nodes supporting applications defined in this specification. If the Vendor-Specific-Application-Id AVP is received in any of the commands defined in this specification, it shall be ignored by the receiving node.</w:t>
      </w:r>
    </w:p>
    <w:p w:rsidR="00DA25AD" w:rsidRPr="00004A58" w:rsidRDefault="00DA25AD" w:rsidP="00DA25AD">
      <w:pPr>
        <w:pStyle w:val="NO"/>
      </w:pPr>
      <w:r w:rsidRPr="00004A58">
        <w:t>NOTE:</w:t>
      </w:r>
      <w:r w:rsidRPr="00004A58">
        <w:tab/>
        <w:t>The Vendor-Specific-Application-Id is included as an optional AVP in all Command Code Format specifications defined in this specification in order to ensure potential interoperability issues with Diameter agents non-compliant with IETF RFC 6733 [20].</w:t>
      </w:r>
    </w:p>
    <w:p w:rsidR="00DA25AD" w:rsidRPr="00004A58" w:rsidRDefault="00DA25AD" w:rsidP="00DA25AD">
      <w:r w:rsidRPr="00004A58">
        <w:t>The following Command Codes are defined in this specification:</w:t>
      </w:r>
    </w:p>
    <w:p w:rsidR="00DA25AD" w:rsidRPr="00004A58" w:rsidRDefault="00DA25AD" w:rsidP="00DA25AD">
      <w:pPr>
        <w:pStyle w:val="TH"/>
      </w:pPr>
      <w:r w:rsidRPr="00004A58">
        <w:lastRenderedPageBreak/>
        <w:t xml:space="preserve">Table 6.3.2.2/1: Command-Code values for SGd/Gdd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13"/>
        <w:gridCol w:w="1276"/>
        <w:gridCol w:w="850"/>
        <w:gridCol w:w="851"/>
      </w:tblGrid>
      <w:tr w:rsidR="00DA25AD" w:rsidRPr="00004A58" w:rsidTr="00E50914">
        <w:trPr>
          <w:jc w:val="center"/>
        </w:trPr>
        <w:tc>
          <w:tcPr>
            <w:tcW w:w="3113" w:type="dxa"/>
          </w:tcPr>
          <w:p w:rsidR="00DA25AD" w:rsidRPr="00004A58" w:rsidRDefault="00DA25AD" w:rsidP="00E50914">
            <w:pPr>
              <w:pStyle w:val="TAH"/>
            </w:pPr>
            <w:r w:rsidRPr="00004A58">
              <w:t>Command-Name</w:t>
            </w:r>
          </w:p>
        </w:tc>
        <w:tc>
          <w:tcPr>
            <w:tcW w:w="1276" w:type="dxa"/>
          </w:tcPr>
          <w:p w:rsidR="00DA25AD" w:rsidRPr="00004A58" w:rsidRDefault="00DA25AD" w:rsidP="00E50914">
            <w:pPr>
              <w:pStyle w:val="TAH"/>
            </w:pPr>
            <w:r w:rsidRPr="00004A58">
              <w:t>Abbreviation</w:t>
            </w:r>
          </w:p>
        </w:tc>
        <w:tc>
          <w:tcPr>
            <w:tcW w:w="850" w:type="dxa"/>
          </w:tcPr>
          <w:p w:rsidR="00DA25AD" w:rsidRPr="00004A58" w:rsidRDefault="00DA25AD" w:rsidP="00E50914">
            <w:pPr>
              <w:pStyle w:val="TAH"/>
            </w:pPr>
            <w:r w:rsidRPr="00004A58">
              <w:t>Code</w:t>
            </w:r>
          </w:p>
        </w:tc>
        <w:tc>
          <w:tcPr>
            <w:tcW w:w="851" w:type="dxa"/>
          </w:tcPr>
          <w:p w:rsidR="00DA25AD" w:rsidRPr="00004A58" w:rsidRDefault="005252A2" w:rsidP="00E50914">
            <w:pPr>
              <w:pStyle w:val="TAH"/>
            </w:pPr>
            <w:r w:rsidRPr="00004A58">
              <w:t>Clause</w:t>
            </w:r>
          </w:p>
        </w:tc>
      </w:tr>
      <w:tr w:rsidR="00DA25AD" w:rsidRPr="00004A58" w:rsidTr="00E50914">
        <w:trPr>
          <w:jc w:val="center"/>
        </w:trPr>
        <w:tc>
          <w:tcPr>
            <w:tcW w:w="3113" w:type="dxa"/>
          </w:tcPr>
          <w:p w:rsidR="00DA25AD" w:rsidRPr="00004A58" w:rsidRDefault="00DA25AD" w:rsidP="00E50914">
            <w:pPr>
              <w:pStyle w:val="TAL"/>
            </w:pPr>
            <w:r w:rsidRPr="00004A58">
              <w:t>MO-Forward-Short-Message Request</w:t>
            </w:r>
          </w:p>
        </w:tc>
        <w:tc>
          <w:tcPr>
            <w:tcW w:w="1276" w:type="dxa"/>
          </w:tcPr>
          <w:p w:rsidR="00DA25AD" w:rsidRPr="00004A58" w:rsidRDefault="00DA25AD" w:rsidP="00E50914">
            <w:pPr>
              <w:pStyle w:val="TAL"/>
            </w:pPr>
            <w:r w:rsidRPr="00004A58">
              <w:t>OFR</w:t>
            </w:r>
          </w:p>
        </w:tc>
        <w:tc>
          <w:tcPr>
            <w:tcW w:w="850" w:type="dxa"/>
          </w:tcPr>
          <w:p w:rsidR="00DA25AD" w:rsidRPr="00004A58" w:rsidRDefault="00DA25AD" w:rsidP="00E50914">
            <w:pPr>
              <w:pStyle w:val="TAL"/>
            </w:pPr>
            <w:r w:rsidRPr="00004A58">
              <w:rPr>
                <w:lang w:val="en-US"/>
              </w:rPr>
              <w:t>8388645</w:t>
            </w:r>
          </w:p>
        </w:tc>
        <w:tc>
          <w:tcPr>
            <w:tcW w:w="851" w:type="dxa"/>
          </w:tcPr>
          <w:p w:rsidR="00DA25AD" w:rsidRPr="00004A58" w:rsidRDefault="00DA25AD" w:rsidP="00E50914">
            <w:pPr>
              <w:pStyle w:val="TAL"/>
            </w:pPr>
            <w:r w:rsidRPr="00004A58">
              <w:t>6.3.2.3</w:t>
            </w:r>
          </w:p>
        </w:tc>
      </w:tr>
      <w:tr w:rsidR="00DA25AD" w:rsidRPr="00004A58" w:rsidTr="00E50914">
        <w:trPr>
          <w:jc w:val="center"/>
        </w:trPr>
        <w:tc>
          <w:tcPr>
            <w:tcW w:w="3113" w:type="dxa"/>
          </w:tcPr>
          <w:p w:rsidR="00DA25AD" w:rsidRPr="00004A58" w:rsidRDefault="00DA25AD" w:rsidP="00E50914">
            <w:pPr>
              <w:pStyle w:val="TAL"/>
            </w:pPr>
            <w:r w:rsidRPr="00004A58">
              <w:t>MO-Forward-Short-Message Answer</w:t>
            </w:r>
          </w:p>
        </w:tc>
        <w:tc>
          <w:tcPr>
            <w:tcW w:w="1276" w:type="dxa"/>
          </w:tcPr>
          <w:p w:rsidR="00DA25AD" w:rsidRPr="00004A58" w:rsidRDefault="00DA25AD" w:rsidP="00E50914">
            <w:pPr>
              <w:pStyle w:val="TAL"/>
            </w:pPr>
            <w:r w:rsidRPr="00004A58">
              <w:t>OFA</w:t>
            </w:r>
          </w:p>
        </w:tc>
        <w:tc>
          <w:tcPr>
            <w:tcW w:w="850" w:type="dxa"/>
          </w:tcPr>
          <w:p w:rsidR="00DA25AD" w:rsidRPr="00004A58" w:rsidRDefault="00DA25AD" w:rsidP="00E50914">
            <w:pPr>
              <w:pStyle w:val="TAL"/>
            </w:pPr>
            <w:r w:rsidRPr="00004A58">
              <w:rPr>
                <w:lang w:val="en-US"/>
              </w:rPr>
              <w:t>8388645</w:t>
            </w:r>
          </w:p>
        </w:tc>
        <w:tc>
          <w:tcPr>
            <w:tcW w:w="851" w:type="dxa"/>
          </w:tcPr>
          <w:p w:rsidR="00DA25AD" w:rsidRPr="00004A58" w:rsidRDefault="00DA25AD" w:rsidP="00E50914">
            <w:pPr>
              <w:pStyle w:val="TAL"/>
            </w:pPr>
            <w:r w:rsidRPr="00004A58">
              <w:t>6.3.2.4</w:t>
            </w:r>
          </w:p>
        </w:tc>
      </w:tr>
      <w:tr w:rsidR="00DA25AD" w:rsidRPr="00004A58" w:rsidTr="00E50914">
        <w:trPr>
          <w:jc w:val="center"/>
        </w:trPr>
        <w:tc>
          <w:tcPr>
            <w:tcW w:w="3113" w:type="dxa"/>
          </w:tcPr>
          <w:p w:rsidR="00DA25AD" w:rsidRPr="00004A58" w:rsidRDefault="00DA25AD" w:rsidP="00E50914">
            <w:pPr>
              <w:pStyle w:val="TAL"/>
            </w:pPr>
            <w:r w:rsidRPr="00004A58">
              <w:t>MT-Forward-Short-Message Request</w:t>
            </w:r>
          </w:p>
        </w:tc>
        <w:tc>
          <w:tcPr>
            <w:tcW w:w="1276" w:type="dxa"/>
          </w:tcPr>
          <w:p w:rsidR="00DA25AD" w:rsidRPr="00004A58" w:rsidRDefault="00DA25AD" w:rsidP="00E50914">
            <w:pPr>
              <w:pStyle w:val="TAL"/>
            </w:pPr>
            <w:r w:rsidRPr="00004A58">
              <w:t>TFR</w:t>
            </w:r>
          </w:p>
        </w:tc>
        <w:tc>
          <w:tcPr>
            <w:tcW w:w="850" w:type="dxa"/>
          </w:tcPr>
          <w:p w:rsidR="00DA25AD" w:rsidRPr="00004A58" w:rsidRDefault="00DA25AD" w:rsidP="00E50914">
            <w:pPr>
              <w:pStyle w:val="TAL"/>
            </w:pPr>
            <w:r w:rsidRPr="00004A58">
              <w:rPr>
                <w:lang w:val="en-US"/>
              </w:rPr>
              <w:t>8388646</w:t>
            </w:r>
          </w:p>
        </w:tc>
        <w:tc>
          <w:tcPr>
            <w:tcW w:w="851" w:type="dxa"/>
          </w:tcPr>
          <w:p w:rsidR="00DA25AD" w:rsidRPr="00004A58" w:rsidRDefault="00DA25AD" w:rsidP="00E50914">
            <w:pPr>
              <w:pStyle w:val="TAL"/>
            </w:pPr>
            <w:r w:rsidRPr="00004A58">
              <w:t>6.3.2.5</w:t>
            </w:r>
          </w:p>
        </w:tc>
      </w:tr>
      <w:tr w:rsidR="00DA25AD" w:rsidRPr="00004A58" w:rsidTr="00E50914">
        <w:trPr>
          <w:jc w:val="center"/>
        </w:trPr>
        <w:tc>
          <w:tcPr>
            <w:tcW w:w="3113" w:type="dxa"/>
          </w:tcPr>
          <w:p w:rsidR="00DA25AD" w:rsidRPr="00004A58" w:rsidRDefault="00DA25AD" w:rsidP="00E50914">
            <w:pPr>
              <w:pStyle w:val="TAL"/>
            </w:pPr>
            <w:r w:rsidRPr="00004A58">
              <w:t>MT-Forward-Short-Message Answer</w:t>
            </w:r>
          </w:p>
        </w:tc>
        <w:tc>
          <w:tcPr>
            <w:tcW w:w="1276" w:type="dxa"/>
          </w:tcPr>
          <w:p w:rsidR="00DA25AD" w:rsidRPr="00004A58" w:rsidRDefault="00DA25AD" w:rsidP="00E50914">
            <w:pPr>
              <w:pStyle w:val="TAL"/>
            </w:pPr>
            <w:r w:rsidRPr="00004A58">
              <w:t>TFA</w:t>
            </w:r>
          </w:p>
        </w:tc>
        <w:tc>
          <w:tcPr>
            <w:tcW w:w="850" w:type="dxa"/>
          </w:tcPr>
          <w:p w:rsidR="00DA25AD" w:rsidRPr="00004A58" w:rsidRDefault="00DA25AD" w:rsidP="00E50914">
            <w:pPr>
              <w:pStyle w:val="TAL"/>
            </w:pPr>
            <w:r w:rsidRPr="00004A58">
              <w:rPr>
                <w:lang w:val="en-US"/>
              </w:rPr>
              <w:t>8388646</w:t>
            </w:r>
          </w:p>
        </w:tc>
        <w:tc>
          <w:tcPr>
            <w:tcW w:w="851" w:type="dxa"/>
          </w:tcPr>
          <w:p w:rsidR="00DA25AD" w:rsidRPr="00004A58" w:rsidRDefault="00DA25AD" w:rsidP="00E50914">
            <w:pPr>
              <w:pStyle w:val="TAL"/>
            </w:pPr>
            <w:r w:rsidRPr="00004A58">
              <w:t>6.3.2.6</w:t>
            </w:r>
          </w:p>
        </w:tc>
      </w:tr>
      <w:tr w:rsidR="00DA25AD" w:rsidRPr="00004A58" w:rsidTr="00E50914">
        <w:trPr>
          <w:jc w:val="center"/>
        </w:trPr>
        <w:tc>
          <w:tcPr>
            <w:tcW w:w="3113" w:type="dxa"/>
          </w:tcPr>
          <w:p w:rsidR="00DA25AD" w:rsidRPr="00004A58" w:rsidRDefault="00DA25AD" w:rsidP="00E50914">
            <w:pPr>
              <w:pStyle w:val="TAL"/>
            </w:pPr>
            <w:r w:rsidRPr="00004A58">
              <w:t>Alert-Service-Centre-Request</w:t>
            </w:r>
          </w:p>
        </w:tc>
        <w:tc>
          <w:tcPr>
            <w:tcW w:w="1276" w:type="dxa"/>
          </w:tcPr>
          <w:p w:rsidR="00DA25AD" w:rsidRPr="00004A58" w:rsidRDefault="00DA25AD" w:rsidP="00E50914">
            <w:pPr>
              <w:pStyle w:val="TAL"/>
            </w:pPr>
            <w:r w:rsidRPr="00004A58">
              <w:t>ALR</w:t>
            </w:r>
          </w:p>
        </w:tc>
        <w:tc>
          <w:tcPr>
            <w:tcW w:w="850" w:type="dxa"/>
          </w:tcPr>
          <w:p w:rsidR="00DA25AD" w:rsidRPr="00004A58" w:rsidRDefault="00DA25AD" w:rsidP="00E50914">
            <w:pPr>
              <w:pStyle w:val="TAL"/>
              <w:rPr>
                <w:lang w:val="en-US"/>
              </w:rPr>
            </w:pPr>
            <w:r w:rsidRPr="00004A58">
              <w:rPr>
                <w:lang w:val="en-US"/>
              </w:rPr>
              <w:t>8388648</w:t>
            </w:r>
          </w:p>
        </w:tc>
        <w:tc>
          <w:tcPr>
            <w:tcW w:w="851" w:type="dxa"/>
          </w:tcPr>
          <w:p w:rsidR="00DA25AD" w:rsidRPr="00004A58" w:rsidRDefault="00DA25AD" w:rsidP="00E50914">
            <w:pPr>
              <w:pStyle w:val="TAL"/>
            </w:pPr>
            <w:r w:rsidRPr="00004A58">
              <w:t>5.3.2.5</w:t>
            </w:r>
          </w:p>
        </w:tc>
      </w:tr>
      <w:tr w:rsidR="00DA25AD" w:rsidRPr="00004A58" w:rsidTr="00E50914">
        <w:trPr>
          <w:jc w:val="center"/>
        </w:trPr>
        <w:tc>
          <w:tcPr>
            <w:tcW w:w="3113" w:type="dxa"/>
          </w:tcPr>
          <w:p w:rsidR="00DA25AD" w:rsidRPr="00004A58" w:rsidRDefault="00DA25AD" w:rsidP="00E50914">
            <w:pPr>
              <w:pStyle w:val="TAL"/>
            </w:pPr>
            <w:r w:rsidRPr="00004A58">
              <w:t>Alert-Service-Centre-Answer</w:t>
            </w:r>
          </w:p>
        </w:tc>
        <w:tc>
          <w:tcPr>
            <w:tcW w:w="1276" w:type="dxa"/>
          </w:tcPr>
          <w:p w:rsidR="00DA25AD" w:rsidRPr="00004A58" w:rsidRDefault="00DA25AD" w:rsidP="00E50914">
            <w:pPr>
              <w:pStyle w:val="TAL"/>
            </w:pPr>
            <w:r w:rsidRPr="00004A58">
              <w:t>ALA</w:t>
            </w:r>
          </w:p>
        </w:tc>
        <w:tc>
          <w:tcPr>
            <w:tcW w:w="850" w:type="dxa"/>
          </w:tcPr>
          <w:p w:rsidR="00DA25AD" w:rsidRPr="00004A58" w:rsidRDefault="00DA25AD" w:rsidP="00E50914">
            <w:pPr>
              <w:pStyle w:val="TAL"/>
              <w:rPr>
                <w:lang w:val="en-US"/>
              </w:rPr>
            </w:pPr>
            <w:r w:rsidRPr="00004A58">
              <w:rPr>
                <w:lang w:val="en-US"/>
              </w:rPr>
              <w:t>8388648</w:t>
            </w:r>
          </w:p>
        </w:tc>
        <w:tc>
          <w:tcPr>
            <w:tcW w:w="851" w:type="dxa"/>
          </w:tcPr>
          <w:p w:rsidR="00DA25AD" w:rsidRPr="00004A58" w:rsidRDefault="00DA25AD" w:rsidP="00E50914">
            <w:pPr>
              <w:pStyle w:val="TAL"/>
            </w:pPr>
            <w:r w:rsidRPr="00004A58">
              <w:t>5.3.2.6</w:t>
            </w:r>
          </w:p>
        </w:tc>
      </w:tr>
    </w:tbl>
    <w:p w:rsidR="00DA25AD" w:rsidRPr="00004A58" w:rsidRDefault="00DA25AD" w:rsidP="00DA25AD">
      <w:pPr>
        <w:rPr>
          <w:lang w:eastAsia="zh-CN"/>
        </w:rPr>
      </w:pPr>
    </w:p>
    <w:p w:rsidR="00DA25AD" w:rsidRPr="00004A58" w:rsidRDefault="00DA25AD" w:rsidP="00DA25AD">
      <w:pPr>
        <w:rPr>
          <w:lang w:eastAsia="zh-CN"/>
        </w:rPr>
      </w:pPr>
      <w:r w:rsidRPr="00004A58">
        <w:t>For these commands, the Application-ID field shall be set to 16777313 (application identifier of the SGd interface application, allocated by IANA), except for the ALR/ALA commands for which the Application-ID field shall be set to 16777312 (application identifier of the S6c interface application, allocated by IANA).</w:t>
      </w:r>
    </w:p>
    <w:p w:rsidR="00DA25AD" w:rsidRPr="00004A58" w:rsidRDefault="00DA25AD" w:rsidP="00DA25AD">
      <w:pPr>
        <w:pStyle w:val="Heading4"/>
      </w:pPr>
      <w:bookmarkStart w:id="441" w:name="_Toc533204538"/>
      <w:bookmarkStart w:id="442" w:name="_Toc44882128"/>
      <w:bookmarkStart w:id="443" w:name="_Toc44882322"/>
      <w:bookmarkStart w:id="444" w:name="_Toc51864507"/>
      <w:r w:rsidRPr="00004A58">
        <w:t>6.3.2.3</w:t>
      </w:r>
      <w:r w:rsidRPr="00004A58">
        <w:tab/>
        <w:t>MO-Forward-Short-Message-Request (OFR) Command</w:t>
      </w:r>
      <w:bookmarkEnd w:id="441"/>
      <w:bookmarkEnd w:id="442"/>
      <w:bookmarkEnd w:id="443"/>
      <w:bookmarkEnd w:id="444"/>
    </w:p>
    <w:p w:rsidR="00DA25AD" w:rsidRPr="00004A58" w:rsidRDefault="00DA25AD" w:rsidP="00DA25AD">
      <w:r w:rsidRPr="00004A58">
        <w:t xml:space="preserve">The MO-Forward-Short-Message-Request (OFR) command, indicated by the Command-Code field set to </w:t>
      </w:r>
      <w:r w:rsidRPr="00004A58">
        <w:rPr>
          <w:lang w:val="en-US"/>
        </w:rPr>
        <w:t>8388645</w:t>
      </w:r>
      <w:r w:rsidRPr="00004A58">
        <w:t xml:space="preserve"> and the "R" bit set in the Command Flags field, is sent from the MME / SGSN to the SMS-IWMSC and it is also sent from the SMS-IWMSC to the MTC-IWF.</w:t>
      </w:r>
    </w:p>
    <w:p w:rsidR="00DA25AD" w:rsidRPr="00004A58" w:rsidRDefault="00DA25AD" w:rsidP="00DA25AD">
      <w:r w:rsidRPr="00004A58">
        <w:t>Message Format</w:t>
      </w:r>
    </w:p>
    <w:p w:rsidR="00DA25AD" w:rsidRPr="00004A58" w:rsidRDefault="00DA25AD" w:rsidP="00DA25AD">
      <w:pPr>
        <w:spacing w:after="0"/>
        <w:ind w:left="567" w:firstLine="284"/>
      </w:pPr>
      <w:r w:rsidRPr="00004A58">
        <w:t>&lt; MO-Forward-Short-Message-Request &gt; ::=</w:t>
      </w:r>
      <w:r w:rsidRPr="00004A58">
        <w:tab/>
        <w:t xml:space="preserve">&lt; Diameter Header: </w:t>
      </w:r>
      <w:r w:rsidRPr="00004A58">
        <w:rPr>
          <w:lang w:val="en-US"/>
        </w:rPr>
        <w:t>8388645</w:t>
      </w:r>
      <w:r w:rsidRPr="00004A58">
        <w:t xml:space="preserve">, REQ, PXY, </w:t>
      </w:r>
      <w:r w:rsidRPr="00004A58">
        <w:rPr>
          <w:lang w:eastAsia="zh-CN"/>
        </w:rPr>
        <w:t>16777313</w:t>
      </w:r>
      <w:r w:rsidRPr="00004A58">
        <w:t xml:space="preserve"> &gt;</w:t>
      </w:r>
    </w:p>
    <w:p w:rsidR="00DA25AD" w:rsidRPr="00004A58" w:rsidRDefault="00DA25AD" w:rsidP="00DA25AD">
      <w:pPr>
        <w:spacing w:after="0"/>
        <w:ind w:left="3124" w:firstLine="284"/>
      </w:pPr>
      <w:r w:rsidRPr="00004A58">
        <w:t>&lt; Session-Id &gt;</w:t>
      </w:r>
    </w:p>
    <w:p w:rsidR="00DA25AD" w:rsidRPr="00004A58" w:rsidRDefault="00DA25AD" w:rsidP="00DA25AD">
      <w:pPr>
        <w:spacing w:after="0"/>
        <w:ind w:left="3124" w:firstLine="284"/>
      </w:pPr>
      <w:r w:rsidRPr="00004A58">
        <w:t xml:space="preserve">[ DRMP ] </w:t>
      </w:r>
    </w:p>
    <w:p w:rsidR="00DA25AD" w:rsidRPr="00004A58" w:rsidRDefault="00DA25AD" w:rsidP="00DA25AD">
      <w:pPr>
        <w:spacing w:after="0"/>
        <w:ind w:left="3124" w:firstLine="284"/>
      </w:pPr>
      <w:r w:rsidRPr="00004A58">
        <w:t>[ Vendor-Specific-Application-Id ]</w:t>
      </w:r>
    </w:p>
    <w:p w:rsidR="00DA25AD" w:rsidRPr="00004A58" w:rsidRDefault="00DA25AD" w:rsidP="00DA25AD">
      <w:pPr>
        <w:spacing w:after="0"/>
        <w:ind w:left="3124" w:firstLine="284"/>
      </w:pPr>
      <w:r w:rsidRPr="00004A58">
        <w:t>{ Auth-Session-State }</w:t>
      </w:r>
    </w:p>
    <w:p w:rsidR="00DA25AD" w:rsidRPr="00004A58" w:rsidRDefault="00DA25AD" w:rsidP="00DA25AD">
      <w:pPr>
        <w:spacing w:after="0"/>
        <w:ind w:left="3124" w:firstLine="284"/>
      </w:pPr>
      <w:r w:rsidRPr="00004A58">
        <w:t>{ Origin-Host }</w:t>
      </w:r>
    </w:p>
    <w:p w:rsidR="00DA25AD" w:rsidRPr="00004A58" w:rsidRDefault="00DA25AD" w:rsidP="00DA25AD">
      <w:pPr>
        <w:spacing w:after="0"/>
        <w:ind w:left="3124" w:firstLine="284"/>
      </w:pPr>
      <w:r w:rsidRPr="00004A58">
        <w:t>{ Origin-Realm }</w:t>
      </w:r>
    </w:p>
    <w:p w:rsidR="00DA25AD" w:rsidRPr="00004A58" w:rsidRDefault="00DA25AD" w:rsidP="00DA25AD">
      <w:pPr>
        <w:spacing w:after="0"/>
        <w:ind w:left="3124" w:firstLine="284"/>
      </w:pPr>
      <w:r w:rsidRPr="00004A58">
        <w:t>[ Destination-Host ]</w:t>
      </w:r>
    </w:p>
    <w:p w:rsidR="00DA25AD" w:rsidRPr="00004A58" w:rsidRDefault="00DA25AD" w:rsidP="00DA25AD">
      <w:pPr>
        <w:spacing w:after="0"/>
        <w:ind w:left="3124" w:firstLine="284"/>
      </w:pPr>
      <w:r w:rsidRPr="00004A58">
        <w:t>{ Destination-Realm }</w:t>
      </w:r>
    </w:p>
    <w:p w:rsidR="00DA25AD" w:rsidRPr="00004A58" w:rsidRDefault="00DA25AD" w:rsidP="00DA25AD">
      <w:pPr>
        <w:spacing w:after="0"/>
        <w:ind w:left="3124" w:firstLine="284"/>
      </w:pPr>
      <w:r w:rsidRPr="00004A58">
        <w:t>{ SC-Address }</w:t>
      </w:r>
      <w:bookmarkStart w:id="445" w:name="_Hlt1188857"/>
      <w:bookmarkEnd w:id="445"/>
    </w:p>
    <w:p w:rsidR="00DA25AD" w:rsidRPr="00004A58" w:rsidRDefault="00DA25AD" w:rsidP="00DA25AD">
      <w:pPr>
        <w:spacing w:after="0"/>
        <w:ind w:left="3124" w:firstLine="284"/>
      </w:pPr>
      <w:r w:rsidRPr="00004A58">
        <w:t>[ OFR-Flags ]</w:t>
      </w:r>
    </w:p>
    <w:p w:rsidR="00DA25AD" w:rsidRPr="00004A58" w:rsidRDefault="00DA25AD" w:rsidP="00DA25AD">
      <w:pPr>
        <w:spacing w:after="0"/>
        <w:ind w:left="3124" w:firstLine="284"/>
        <w:rPr>
          <w:bCs/>
        </w:rPr>
      </w:pPr>
      <w:r w:rsidRPr="00004A58">
        <w:rPr>
          <w:bCs/>
        </w:rPr>
        <w:t>*[ Supported-Features ]</w:t>
      </w:r>
    </w:p>
    <w:p w:rsidR="00DA25AD" w:rsidRPr="00004A58" w:rsidRDefault="00DA25AD" w:rsidP="00DA25AD">
      <w:pPr>
        <w:spacing w:after="0"/>
        <w:ind w:left="3124" w:firstLine="284"/>
        <w:rPr>
          <w:lang w:eastAsia="zh-CN"/>
        </w:rPr>
      </w:pPr>
      <w:r w:rsidRPr="00004A58">
        <w:rPr>
          <w:rFonts w:hint="eastAsia"/>
          <w:lang w:eastAsia="zh-CN"/>
        </w:rPr>
        <w:t>{</w:t>
      </w:r>
      <w:r w:rsidRPr="00004A58">
        <w:t xml:space="preserve"> User-Identifier </w:t>
      </w:r>
      <w:r w:rsidRPr="00004A58">
        <w:rPr>
          <w:rFonts w:hint="eastAsia"/>
          <w:lang w:eastAsia="zh-CN"/>
        </w:rPr>
        <w:t>}</w:t>
      </w:r>
    </w:p>
    <w:p w:rsidR="00DA25AD" w:rsidRPr="00004A58" w:rsidRDefault="00DA25AD" w:rsidP="00DA25AD">
      <w:pPr>
        <w:spacing w:after="0"/>
        <w:ind w:left="1134" w:firstLine="2268"/>
      </w:pPr>
      <w:r w:rsidRPr="00004A58">
        <w:t>{ SM-RP-UI }</w:t>
      </w:r>
    </w:p>
    <w:p w:rsidR="00DA25AD" w:rsidRPr="00004A58" w:rsidRDefault="00DA25AD" w:rsidP="00DA25AD">
      <w:pPr>
        <w:spacing w:after="0"/>
        <w:ind w:left="3124" w:firstLine="284"/>
        <w:rPr>
          <w:bCs/>
        </w:rPr>
      </w:pPr>
      <w:r w:rsidRPr="00004A58">
        <w:rPr>
          <w:bCs/>
        </w:rPr>
        <w:t>[ SMSMI-Correlation-ID ]</w:t>
      </w:r>
    </w:p>
    <w:p w:rsidR="00DA25AD" w:rsidRPr="00004A58" w:rsidRDefault="00DA25AD" w:rsidP="00DA25AD">
      <w:pPr>
        <w:spacing w:after="0"/>
        <w:ind w:left="1134" w:firstLine="2268"/>
      </w:pPr>
      <w:r w:rsidRPr="00004A58">
        <w:rPr>
          <w:rFonts w:cs="Arial"/>
        </w:rPr>
        <w:t>[ SM-Delivery-Outcome</w:t>
      </w:r>
      <w:r w:rsidRPr="00004A58">
        <w:t xml:space="preserve"> ]</w:t>
      </w:r>
    </w:p>
    <w:p w:rsidR="00DA25AD" w:rsidRPr="00004A58" w:rsidRDefault="00DA25AD" w:rsidP="00DA25AD">
      <w:pPr>
        <w:spacing w:after="0"/>
        <w:ind w:left="1134" w:firstLine="2268"/>
      </w:pPr>
      <w:r w:rsidRPr="00004A58">
        <w:t>*[ AVP ]</w:t>
      </w:r>
    </w:p>
    <w:p w:rsidR="00DA25AD" w:rsidRPr="00004A58" w:rsidRDefault="00DA25AD" w:rsidP="00DA25AD">
      <w:pPr>
        <w:spacing w:after="0"/>
        <w:ind w:left="1134" w:firstLine="2268"/>
      </w:pPr>
      <w:r w:rsidRPr="00004A58">
        <w:tab/>
        <w:t>*[ Proxy-Info ]</w:t>
      </w:r>
    </w:p>
    <w:p w:rsidR="00DA25AD" w:rsidRPr="00004A58" w:rsidRDefault="00DA25AD" w:rsidP="00DA25AD">
      <w:pPr>
        <w:ind w:left="284" w:firstLine="3118"/>
      </w:pPr>
      <w:r w:rsidRPr="00004A58">
        <w:t>*[ Route-Record ]</w:t>
      </w:r>
    </w:p>
    <w:p w:rsidR="00DA25AD" w:rsidRPr="00004A58" w:rsidRDefault="00DA25AD" w:rsidP="00DA25AD">
      <w:pPr>
        <w:pStyle w:val="Heading4"/>
      </w:pPr>
      <w:bookmarkStart w:id="446" w:name="_Toc533204539"/>
      <w:bookmarkStart w:id="447" w:name="_Toc44882129"/>
      <w:bookmarkStart w:id="448" w:name="_Toc44882323"/>
      <w:bookmarkStart w:id="449" w:name="_Toc51864508"/>
      <w:r w:rsidRPr="00004A58">
        <w:t>6.3.2.4</w:t>
      </w:r>
      <w:r w:rsidRPr="00004A58">
        <w:tab/>
        <w:t>MO-Forward-Short-Message-Answer (OFA) Command</w:t>
      </w:r>
      <w:bookmarkEnd w:id="446"/>
      <w:bookmarkEnd w:id="447"/>
      <w:bookmarkEnd w:id="448"/>
      <w:bookmarkEnd w:id="449"/>
    </w:p>
    <w:p w:rsidR="00DA25AD" w:rsidRPr="00004A58" w:rsidRDefault="00DA25AD" w:rsidP="00DA25AD">
      <w:r w:rsidRPr="00004A58">
        <w:t xml:space="preserve">The MO-Forward-Short-Message-Answer Command (OFA) command, indicated by the Command-Code field set to </w:t>
      </w:r>
      <w:r w:rsidRPr="00004A58">
        <w:rPr>
          <w:lang w:val="en-US"/>
        </w:rPr>
        <w:t>8388645</w:t>
      </w:r>
      <w:r w:rsidRPr="00004A58">
        <w:t xml:space="preserve"> and the 'R' bit cleared in the Command Flags field, is sent from the SMS-IWMSC to the MME / SGSN and it is also sent from the MTC-IWF to the SMS-IWMSC.</w:t>
      </w:r>
    </w:p>
    <w:p w:rsidR="00DA25AD" w:rsidRPr="00004A58" w:rsidRDefault="00DA25AD" w:rsidP="00DA25AD">
      <w:r w:rsidRPr="00004A58">
        <w:t>Message Format</w:t>
      </w:r>
    </w:p>
    <w:p w:rsidR="00DA25AD" w:rsidRPr="00004A58" w:rsidRDefault="00DA25AD" w:rsidP="00DA25AD">
      <w:pPr>
        <w:spacing w:after="0"/>
        <w:ind w:left="567" w:firstLine="284"/>
      </w:pPr>
      <w:r w:rsidRPr="00004A58">
        <w:t>&lt; MO-Forward-Short-Message-Answer &gt; ::=</w:t>
      </w:r>
      <w:r w:rsidRPr="00004A58">
        <w:tab/>
        <w:t xml:space="preserve">&lt; Diameter Header: </w:t>
      </w:r>
      <w:r w:rsidRPr="00004A58">
        <w:rPr>
          <w:lang w:val="en-US"/>
        </w:rPr>
        <w:t>8388645</w:t>
      </w:r>
      <w:r w:rsidRPr="00004A58">
        <w:t xml:space="preserve">, PXY, </w:t>
      </w:r>
      <w:r w:rsidRPr="00004A58">
        <w:rPr>
          <w:lang w:eastAsia="zh-CN"/>
        </w:rPr>
        <w:t>16777313</w:t>
      </w:r>
      <w:r w:rsidRPr="00004A58">
        <w:t xml:space="preserve"> &gt;</w:t>
      </w:r>
    </w:p>
    <w:p w:rsidR="00DA25AD" w:rsidRPr="00004A58" w:rsidRDefault="00DA25AD" w:rsidP="00DA25AD">
      <w:pPr>
        <w:spacing w:after="0"/>
        <w:ind w:left="1134" w:firstLine="2268"/>
      </w:pPr>
      <w:r w:rsidRPr="00004A58">
        <w:t>&lt; Session-Id &gt;</w:t>
      </w:r>
    </w:p>
    <w:p w:rsidR="00DA25AD" w:rsidRPr="00004A58" w:rsidRDefault="00DA25AD" w:rsidP="00DA25AD">
      <w:pPr>
        <w:spacing w:after="0"/>
        <w:ind w:left="1134" w:firstLine="2268"/>
      </w:pPr>
      <w:r w:rsidRPr="00004A58">
        <w:t xml:space="preserve">[ DRMP ] </w:t>
      </w:r>
    </w:p>
    <w:p w:rsidR="00DA25AD" w:rsidRPr="00004A58" w:rsidRDefault="00DA25AD" w:rsidP="00DA25AD">
      <w:pPr>
        <w:spacing w:after="0"/>
        <w:ind w:left="1134" w:firstLine="2268"/>
      </w:pPr>
      <w:r w:rsidRPr="00004A58">
        <w:t>[ Vendor-Specific-Application-Id ]</w:t>
      </w:r>
    </w:p>
    <w:p w:rsidR="00DA25AD" w:rsidRPr="00004A58" w:rsidRDefault="00DA25AD" w:rsidP="00DA25AD">
      <w:pPr>
        <w:spacing w:after="0"/>
        <w:ind w:left="1134" w:firstLine="2268"/>
      </w:pPr>
      <w:r w:rsidRPr="00004A58">
        <w:t>[ Result-Code ]</w:t>
      </w:r>
    </w:p>
    <w:p w:rsidR="00DA25AD" w:rsidRPr="00004A58" w:rsidRDefault="00DA25AD" w:rsidP="00DA25AD">
      <w:pPr>
        <w:spacing w:after="0"/>
        <w:ind w:left="1134" w:firstLine="2268"/>
      </w:pPr>
      <w:r w:rsidRPr="00004A58">
        <w:t>[ Experimental-Result ]</w:t>
      </w:r>
    </w:p>
    <w:p w:rsidR="00DA25AD" w:rsidRPr="00004A58" w:rsidRDefault="00DA25AD" w:rsidP="00DA25AD">
      <w:pPr>
        <w:spacing w:after="0"/>
        <w:ind w:left="1134" w:firstLine="2268"/>
      </w:pPr>
      <w:r w:rsidRPr="00004A58">
        <w:t>{ Auth-Session-State }</w:t>
      </w:r>
    </w:p>
    <w:p w:rsidR="00DA25AD" w:rsidRPr="00004A58" w:rsidRDefault="00DA25AD" w:rsidP="00DA25AD">
      <w:pPr>
        <w:spacing w:after="0"/>
        <w:ind w:left="3124" w:firstLine="284"/>
      </w:pPr>
      <w:r w:rsidRPr="00004A58">
        <w:t>{ Origin-Host }</w:t>
      </w:r>
    </w:p>
    <w:p w:rsidR="00DA25AD" w:rsidRPr="00004A58" w:rsidRDefault="00DA25AD" w:rsidP="00DA25AD">
      <w:pPr>
        <w:spacing w:after="0"/>
        <w:ind w:left="3124" w:firstLine="284"/>
      </w:pPr>
      <w:r w:rsidRPr="00004A58">
        <w:t>{ Origin-Realm }</w:t>
      </w:r>
    </w:p>
    <w:p w:rsidR="00DA25AD" w:rsidRPr="00004A58" w:rsidRDefault="00DA25AD" w:rsidP="00DA25AD">
      <w:pPr>
        <w:spacing w:after="0"/>
        <w:ind w:left="3124" w:firstLine="284"/>
      </w:pPr>
      <w:r w:rsidRPr="00004A58">
        <w:rPr>
          <w:bCs/>
        </w:rPr>
        <w:t>*[ Supported-Features ]</w:t>
      </w:r>
    </w:p>
    <w:p w:rsidR="00DA25AD" w:rsidRPr="00004A58" w:rsidRDefault="00DA25AD" w:rsidP="00DA25AD">
      <w:pPr>
        <w:spacing w:after="0"/>
        <w:ind w:left="1134" w:firstLine="2268"/>
      </w:pPr>
      <w:r w:rsidRPr="00004A58">
        <w:t>[ SM-Delivery- Failure-Cause ]</w:t>
      </w:r>
    </w:p>
    <w:p w:rsidR="00DA25AD" w:rsidRPr="00004A58" w:rsidRDefault="00DA25AD" w:rsidP="00DA25AD">
      <w:pPr>
        <w:spacing w:after="0"/>
        <w:ind w:left="3124" w:firstLine="284"/>
      </w:pPr>
      <w:r w:rsidRPr="00004A58">
        <w:t>[ SM-RP-UI ]</w:t>
      </w:r>
    </w:p>
    <w:p w:rsidR="00DA25AD" w:rsidRPr="00004A58" w:rsidRDefault="00DA25AD" w:rsidP="00DA25AD">
      <w:pPr>
        <w:spacing w:after="0"/>
        <w:ind w:left="3124" w:firstLine="284"/>
      </w:pPr>
      <w:r w:rsidRPr="00004A58">
        <w:lastRenderedPageBreak/>
        <w:t>[ External-Identifier ]</w:t>
      </w:r>
    </w:p>
    <w:p w:rsidR="00DA25AD" w:rsidRPr="00004A58" w:rsidRDefault="00DA25AD" w:rsidP="00DA25AD">
      <w:pPr>
        <w:spacing w:after="0"/>
        <w:ind w:left="1134" w:firstLine="2268"/>
        <w:rPr>
          <w:lang w:val="en-US"/>
        </w:rPr>
      </w:pPr>
      <w:r w:rsidRPr="00004A58">
        <w:rPr>
          <w:lang w:val="en-US"/>
        </w:rPr>
        <w:t>*[ AVP ]</w:t>
      </w:r>
    </w:p>
    <w:p w:rsidR="00DA25AD" w:rsidRPr="00004A58" w:rsidRDefault="00DA25AD" w:rsidP="00DA25AD">
      <w:pPr>
        <w:spacing w:after="0"/>
        <w:ind w:left="1134" w:firstLine="2268"/>
      </w:pPr>
      <w:r w:rsidRPr="00004A58">
        <w:t>[ Failed-AVP ]</w:t>
      </w:r>
    </w:p>
    <w:p w:rsidR="00DA25AD" w:rsidRPr="00004A58" w:rsidRDefault="00DA25AD" w:rsidP="00DA25AD">
      <w:pPr>
        <w:spacing w:after="0"/>
        <w:ind w:left="1134" w:firstLine="2268"/>
      </w:pPr>
      <w:r w:rsidRPr="00004A58">
        <w:tab/>
        <w:t>*[ Proxy-Info ]</w:t>
      </w:r>
    </w:p>
    <w:p w:rsidR="00DA25AD" w:rsidRPr="00004A58" w:rsidRDefault="00DA25AD" w:rsidP="00DA25AD">
      <w:pPr>
        <w:ind w:left="284" w:firstLine="3118"/>
      </w:pPr>
      <w:r w:rsidRPr="00004A58">
        <w:t>*[ Route-Record ]</w:t>
      </w:r>
    </w:p>
    <w:p w:rsidR="00DA25AD" w:rsidRPr="00004A58" w:rsidRDefault="00DA25AD" w:rsidP="00DA25AD">
      <w:pPr>
        <w:pStyle w:val="Heading4"/>
      </w:pPr>
      <w:bookmarkStart w:id="450" w:name="_Toc533204540"/>
      <w:bookmarkStart w:id="451" w:name="_Toc44882130"/>
      <w:bookmarkStart w:id="452" w:name="_Toc44882324"/>
      <w:bookmarkStart w:id="453" w:name="_Toc51864509"/>
      <w:r w:rsidRPr="00004A58">
        <w:t>6.3.2.5</w:t>
      </w:r>
      <w:r w:rsidRPr="00004A58">
        <w:tab/>
        <w:t>MT-Forward-Short-Message-Request (TFR) Command</w:t>
      </w:r>
      <w:bookmarkEnd w:id="450"/>
      <w:bookmarkEnd w:id="451"/>
      <w:bookmarkEnd w:id="452"/>
      <w:bookmarkEnd w:id="453"/>
    </w:p>
    <w:p w:rsidR="00DA25AD" w:rsidRPr="00004A58" w:rsidRDefault="00DA25AD" w:rsidP="00DA25AD">
      <w:r w:rsidRPr="00004A58">
        <w:t xml:space="preserve">The MT-Forward-Short-Message-Request (TFR) command, indicated by the Command-Code field set to </w:t>
      </w:r>
      <w:r w:rsidRPr="00004A58">
        <w:rPr>
          <w:lang w:val="en-US"/>
        </w:rPr>
        <w:t>8388646</w:t>
      </w:r>
      <w:r w:rsidRPr="00004A58">
        <w:t xml:space="preserve"> and the "R" bit set in the Command Flags field, is sent from the SMS-GMSC to the MME / SGSN (transiting an SMS Router, if present).</w:t>
      </w:r>
    </w:p>
    <w:p w:rsidR="00DA25AD" w:rsidRPr="00004A58" w:rsidRDefault="00DA25AD" w:rsidP="00DA25AD">
      <w:r w:rsidRPr="00004A58">
        <w:t>Message Format</w:t>
      </w:r>
    </w:p>
    <w:p w:rsidR="00DA25AD" w:rsidRPr="00004A58" w:rsidRDefault="00DA25AD" w:rsidP="00DA25AD">
      <w:pPr>
        <w:spacing w:after="0"/>
        <w:ind w:left="567" w:firstLine="284"/>
      </w:pPr>
      <w:r w:rsidRPr="00004A58">
        <w:t>&lt; MT-Forward-Short-Message-Request &gt; ::=</w:t>
      </w:r>
      <w:r w:rsidRPr="00004A58">
        <w:tab/>
        <w:t xml:space="preserve">&lt; Diameter Header: </w:t>
      </w:r>
      <w:r w:rsidRPr="00004A58">
        <w:rPr>
          <w:lang w:val="en-US"/>
        </w:rPr>
        <w:t>8388646</w:t>
      </w:r>
      <w:r w:rsidRPr="00004A58">
        <w:t xml:space="preserve">, REQ, PXY, </w:t>
      </w:r>
      <w:r w:rsidRPr="00004A58">
        <w:rPr>
          <w:lang w:eastAsia="zh-CN"/>
        </w:rPr>
        <w:t>16777313</w:t>
      </w:r>
      <w:r w:rsidRPr="00004A58">
        <w:t xml:space="preserve"> &gt;</w:t>
      </w:r>
    </w:p>
    <w:p w:rsidR="00DA25AD" w:rsidRPr="00004A58" w:rsidRDefault="00DA25AD" w:rsidP="00DA25AD">
      <w:pPr>
        <w:spacing w:after="0"/>
        <w:ind w:left="3124" w:firstLine="284"/>
      </w:pPr>
      <w:r w:rsidRPr="00004A58">
        <w:t>&lt; Session-Id &gt;</w:t>
      </w:r>
    </w:p>
    <w:p w:rsidR="00DA25AD" w:rsidRPr="00004A58" w:rsidRDefault="00DA25AD" w:rsidP="00DA25AD">
      <w:pPr>
        <w:spacing w:after="0"/>
        <w:ind w:left="3124" w:firstLine="284"/>
      </w:pPr>
      <w:r w:rsidRPr="00004A58">
        <w:t xml:space="preserve">[ DRMP ] </w:t>
      </w:r>
    </w:p>
    <w:p w:rsidR="00DA25AD" w:rsidRPr="00004A58" w:rsidRDefault="00DA25AD" w:rsidP="00DA25AD">
      <w:pPr>
        <w:spacing w:after="0"/>
        <w:ind w:left="3124" w:firstLine="284"/>
      </w:pPr>
      <w:r w:rsidRPr="00004A58">
        <w:t>[ Vendor-Specific-Application-Id ]</w:t>
      </w:r>
    </w:p>
    <w:p w:rsidR="00DA25AD" w:rsidRPr="00004A58" w:rsidRDefault="00DA25AD" w:rsidP="00DA25AD">
      <w:pPr>
        <w:spacing w:after="0"/>
        <w:ind w:left="3124" w:firstLine="284"/>
      </w:pPr>
      <w:r w:rsidRPr="00004A58">
        <w:t>{ Auth-Session-State }</w:t>
      </w:r>
    </w:p>
    <w:p w:rsidR="00DA25AD" w:rsidRPr="00004A58" w:rsidRDefault="00DA25AD" w:rsidP="00DA25AD">
      <w:pPr>
        <w:spacing w:after="0"/>
        <w:ind w:left="3124" w:firstLine="284"/>
      </w:pPr>
      <w:r w:rsidRPr="00004A58">
        <w:t>{ Origin-Host }</w:t>
      </w:r>
    </w:p>
    <w:p w:rsidR="00DA25AD" w:rsidRPr="00004A58" w:rsidRDefault="00DA25AD" w:rsidP="00DA25AD">
      <w:pPr>
        <w:spacing w:after="0"/>
        <w:ind w:left="3124" w:firstLine="284"/>
      </w:pPr>
      <w:r w:rsidRPr="00004A58">
        <w:t>{ Origin-Realm }</w:t>
      </w:r>
    </w:p>
    <w:p w:rsidR="00DA25AD" w:rsidRPr="00004A58" w:rsidRDefault="00DA25AD" w:rsidP="00DA25AD">
      <w:pPr>
        <w:spacing w:after="0"/>
        <w:ind w:left="3124" w:firstLine="284"/>
      </w:pPr>
      <w:r w:rsidRPr="00004A58">
        <w:t>{ Destination-Host }</w:t>
      </w:r>
    </w:p>
    <w:p w:rsidR="00DA25AD" w:rsidRPr="00004A58" w:rsidRDefault="00DA25AD" w:rsidP="00DA25AD">
      <w:pPr>
        <w:spacing w:after="0"/>
        <w:ind w:left="3124" w:firstLine="284"/>
      </w:pPr>
      <w:r w:rsidRPr="00004A58">
        <w:t>{ Destination-Realm }</w:t>
      </w:r>
    </w:p>
    <w:p w:rsidR="00DA25AD" w:rsidRPr="00004A58" w:rsidRDefault="00DA25AD" w:rsidP="00DA25AD">
      <w:pPr>
        <w:spacing w:after="0"/>
        <w:ind w:left="3124" w:firstLine="284"/>
      </w:pPr>
      <w:r w:rsidRPr="00004A58">
        <w:t>{ User-Name }</w:t>
      </w:r>
    </w:p>
    <w:p w:rsidR="00DA25AD" w:rsidRPr="00004A58" w:rsidRDefault="00DA25AD" w:rsidP="00DA25AD">
      <w:pPr>
        <w:spacing w:after="0"/>
        <w:ind w:left="3124" w:firstLine="284"/>
        <w:rPr>
          <w:bCs/>
        </w:rPr>
      </w:pPr>
      <w:r w:rsidRPr="00004A58">
        <w:rPr>
          <w:bCs/>
        </w:rPr>
        <w:t>*[ Supported-Features ]</w:t>
      </w:r>
    </w:p>
    <w:p w:rsidR="00DA25AD" w:rsidRPr="00004A58" w:rsidRDefault="00DA25AD" w:rsidP="00DA25AD">
      <w:pPr>
        <w:spacing w:after="0"/>
        <w:ind w:left="3124" w:firstLine="284"/>
        <w:rPr>
          <w:bCs/>
        </w:rPr>
      </w:pPr>
      <w:r w:rsidRPr="00004A58">
        <w:rPr>
          <w:bCs/>
        </w:rPr>
        <w:t>[ SMSMI-Correlation-ID ]</w:t>
      </w:r>
    </w:p>
    <w:p w:rsidR="00DA25AD" w:rsidRPr="00004A58" w:rsidRDefault="00DA25AD" w:rsidP="00DA25AD">
      <w:pPr>
        <w:spacing w:after="0"/>
        <w:ind w:left="3124" w:firstLine="284"/>
        <w:rPr>
          <w:lang w:eastAsia="zh-CN"/>
        </w:rPr>
      </w:pPr>
      <w:r w:rsidRPr="00004A58">
        <w:rPr>
          <w:rFonts w:hint="eastAsia"/>
          <w:lang w:eastAsia="zh-CN"/>
        </w:rPr>
        <w:t>{</w:t>
      </w:r>
      <w:r w:rsidRPr="00004A58">
        <w:t xml:space="preserve"> SC-Address</w:t>
      </w:r>
      <w:r w:rsidRPr="00004A58">
        <w:rPr>
          <w:rFonts w:hint="eastAsia"/>
        </w:rPr>
        <w:t xml:space="preserve"> </w:t>
      </w:r>
      <w:r w:rsidRPr="00004A58">
        <w:rPr>
          <w:rFonts w:hint="eastAsia"/>
          <w:lang w:eastAsia="zh-CN"/>
        </w:rPr>
        <w:t>}</w:t>
      </w:r>
    </w:p>
    <w:p w:rsidR="00DA25AD" w:rsidRPr="00004A58" w:rsidRDefault="00DA25AD" w:rsidP="00DA25AD">
      <w:pPr>
        <w:spacing w:after="0"/>
        <w:ind w:left="1134" w:firstLine="2268"/>
      </w:pPr>
      <w:r w:rsidRPr="00004A58">
        <w:t>{ SM-RP-UI }</w:t>
      </w:r>
    </w:p>
    <w:p w:rsidR="00DA25AD" w:rsidRPr="00004A58" w:rsidRDefault="00DA25AD" w:rsidP="00DA25AD">
      <w:pPr>
        <w:spacing w:after="0"/>
        <w:ind w:left="1134" w:firstLine="2268"/>
      </w:pPr>
      <w:r w:rsidRPr="00004A58">
        <w:t>[ MME-Number-for-MT-SMS ]</w:t>
      </w:r>
    </w:p>
    <w:p w:rsidR="00DA25AD" w:rsidRPr="00004A58" w:rsidRDefault="00DA25AD" w:rsidP="00DA25AD">
      <w:pPr>
        <w:spacing w:after="0"/>
        <w:ind w:left="1134" w:firstLine="2268"/>
      </w:pPr>
      <w:r w:rsidRPr="00004A58">
        <w:t>[ SGSN-Number ]</w:t>
      </w:r>
    </w:p>
    <w:p w:rsidR="00DA25AD" w:rsidRPr="00004A58" w:rsidRDefault="00DA25AD" w:rsidP="00DA25AD">
      <w:pPr>
        <w:spacing w:after="0"/>
        <w:ind w:left="1134" w:firstLine="2268"/>
      </w:pPr>
      <w:r w:rsidRPr="00004A58">
        <w:t>[ TFR-Flags ]</w:t>
      </w:r>
    </w:p>
    <w:p w:rsidR="00DA25AD" w:rsidRPr="00004A58" w:rsidRDefault="00DA25AD" w:rsidP="00DA25AD">
      <w:pPr>
        <w:spacing w:after="0"/>
        <w:ind w:left="1134" w:firstLine="2268"/>
      </w:pPr>
      <w:r w:rsidRPr="00004A58">
        <w:t>[ SM-Delivery-Timer ]</w:t>
      </w:r>
    </w:p>
    <w:p w:rsidR="00DA25AD" w:rsidRPr="00004A58" w:rsidRDefault="00DA25AD" w:rsidP="00DA25AD">
      <w:pPr>
        <w:spacing w:after="0"/>
        <w:ind w:left="1134" w:firstLine="2268"/>
      </w:pPr>
      <w:r w:rsidRPr="00004A58">
        <w:t>[ SM-Delivery-Start-Time ]</w:t>
      </w:r>
    </w:p>
    <w:p w:rsidR="00DA25AD" w:rsidRPr="00004A58" w:rsidRDefault="00DA25AD" w:rsidP="00DA25AD">
      <w:pPr>
        <w:spacing w:after="0"/>
        <w:ind w:left="1134" w:firstLine="2268"/>
      </w:pPr>
      <w:r w:rsidRPr="00004A58">
        <w:t>[ Maximum-Retransmission-Time ]</w:t>
      </w:r>
    </w:p>
    <w:p w:rsidR="00DA25AD" w:rsidRPr="00004A58" w:rsidRDefault="00DA25AD" w:rsidP="00DA25AD">
      <w:pPr>
        <w:spacing w:after="0"/>
        <w:ind w:left="1134" w:firstLine="2268"/>
        <w:rPr>
          <w:lang w:eastAsia="zh-CN"/>
        </w:rPr>
      </w:pPr>
      <w:r w:rsidRPr="00004A58">
        <w:rPr>
          <w:lang w:eastAsia="zh-CN"/>
        </w:rPr>
        <w:t>[</w:t>
      </w:r>
      <w:r w:rsidRPr="00004A58">
        <w:t xml:space="preserve"> SMS-GMSC-Address</w:t>
      </w:r>
      <w:r w:rsidRPr="00004A58">
        <w:rPr>
          <w:rFonts w:hint="eastAsia"/>
        </w:rPr>
        <w:t xml:space="preserve"> </w:t>
      </w:r>
      <w:r w:rsidRPr="00004A58">
        <w:rPr>
          <w:lang w:eastAsia="zh-CN"/>
        </w:rPr>
        <w:t>]</w:t>
      </w:r>
    </w:p>
    <w:p w:rsidR="00DA25AD" w:rsidRPr="00004A58" w:rsidRDefault="00DA25AD" w:rsidP="00DA25AD">
      <w:pPr>
        <w:spacing w:after="0"/>
        <w:ind w:left="1134" w:firstLine="2268"/>
      </w:pPr>
      <w:r w:rsidRPr="00004A58">
        <w:t>*[ AVP ]</w:t>
      </w:r>
    </w:p>
    <w:p w:rsidR="00DA25AD" w:rsidRPr="00004A58" w:rsidRDefault="00DA25AD" w:rsidP="00DA25AD">
      <w:pPr>
        <w:spacing w:after="0"/>
        <w:ind w:left="1134" w:firstLine="2268"/>
      </w:pPr>
      <w:r w:rsidRPr="00004A58">
        <w:t>*[ Proxy-Info ]</w:t>
      </w:r>
    </w:p>
    <w:p w:rsidR="00DA25AD" w:rsidRPr="00004A58" w:rsidRDefault="00DA25AD" w:rsidP="00DA25AD">
      <w:pPr>
        <w:ind w:left="284" w:firstLine="3118"/>
      </w:pPr>
      <w:r w:rsidRPr="00004A58">
        <w:t>*[ Route-Record ]</w:t>
      </w:r>
    </w:p>
    <w:p w:rsidR="00DA25AD" w:rsidRPr="00004A58" w:rsidRDefault="00DA25AD" w:rsidP="00DA25AD">
      <w:pPr>
        <w:pStyle w:val="Heading4"/>
      </w:pPr>
      <w:bookmarkStart w:id="454" w:name="_Toc533204541"/>
      <w:bookmarkStart w:id="455" w:name="_Toc44882131"/>
      <w:bookmarkStart w:id="456" w:name="_Toc44882325"/>
      <w:bookmarkStart w:id="457" w:name="_Toc51864510"/>
      <w:r w:rsidRPr="00004A58">
        <w:t>6.3.2.6</w:t>
      </w:r>
      <w:r w:rsidRPr="00004A58">
        <w:tab/>
        <w:t>MT-Forward-Short-Message-Answer (TFA) Command</w:t>
      </w:r>
      <w:bookmarkEnd w:id="454"/>
      <w:bookmarkEnd w:id="455"/>
      <w:bookmarkEnd w:id="456"/>
      <w:bookmarkEnd w:id="457"/>
    </w:p>
    <w:p w:rsidR="00DA25AD" w:rsidRPr="00004A58" w:rsidRDefault="00DA25AD" w:rsidP="00DA25AD">
      <w:r w:rsidRPr="00004A58">
        <w:t xml:space="preserve">The MT-Forward-Short-Message-Answer Command (TFA) command, indicated by the Command-Code field set to </w:t>
      </w:r>
      <w:r w:rsidRPr="00004A58">
        <w:rPr>
          <w:lang w:val="en-US"/>
        </w:rPr>
        <w:t>8388646</w:t>
      </w:r>
      <w:r w:rsidRPr="00004A58">
        <w:t xml:space="preserve"> and the 'R' bit cleared in the Command Flags field, is sent from the MME / SGSN to the SMS-GMSC (transiting an SMS Router, if present).</w:t>
      </w:r>
    </w:p>
    <w:p w:rsidR="00DA25AD" w:rsidRPr="00004A58" w:rsidRDefault="00DA25AD" w:rsidP="00DA25AD">
      <w:r w:rsidRPr="00004A58">
        <w:t>Message Format</w:t>
      </w:r>
    </w:p>
    <w:p w:rsidR="00DA25AD" w:rsidRPr="00004A58" w:rsidRDefault="00DA25AD" w:rsidP="00DA25AD">
      <w:pPr>
        <w:spacing w:after="0"/>
        <w:ind w:left="567" w:firstLine="284"/>
      </w:pPr>
      <w:r w:rsidRPr="00004A58">
        <w:t>&lt; MT-Forward-Short-Message-Answer &gt; ::=</w:t>
      </w:r>
      <w:r w:rsidRPr="00004A58">
        <w:tab/>
        <w:t xml:space="preserve">&lt; Diameter Header: </w:t>
      </w:r>
      <w:r w:rsidRPr="00004A58">
        <w:rPr>
          <w:lang w:val="en-US"/>
        </w:rPr>
        <w:t>8388646</w:t>
      </w:r>
      <w:r w:rsidRPr="00004A58">
        <w:t xml:space="preserve">, PXY, </w:t>
      </w:r>
      <w:r w:rsidRPr="00004A58">
        <w:rPr>
          <w:lang w:eastAsia="zh-CN"/>
        </w:rPr>
        <w:t>16777313</w:t>
      </w:r>
      <w:r w:rsidRPr="00004A58">
        <w:t xml:space="preserve"> &gt;</w:t>
      </w:r>
    </w:p>
    <w:p w:rsidR="00DA25AD" w:rsidRPr="00004A58" w:rsidRDefault="00DA25AD" w:rsidP="00DA25AD">
      <w:pPr>
        <w:spacing w:after="0"/>
        <w:ind w:left="1134" w:firstLine="2268"/>
      </w:pPr>
      <w:r w:rsidRPr="00004A58">
        <w:t>&lt; Session-Id &gt;</w:t>
      </w:r>
    </w:p>
    <w:p w:rsidR="00DA25AD" w:rsidRPr="00004A58" w:rsidRDefault="00DA25AD" w:rsidP="00DA25AD">
      <w:pPr>
        <w:spacing w:after="0"/>
        <w:ind w:left="1134" w:firstLine="2268"/>
      </w:pPr>
      <w:r w:rsidRPr="00004A58">
        <w:t xml:space="preserve">[ DRMP ] </w:t>
      </w:r>
    </w:p>
    <w:p w:rsidR="00DA25AD" w:rsidRPr="00004A58" w:rsidRDefault="00DA25AD" w:rsidP="00DA25AD">
      <w:pPr>
        <w:spacing w:after="0"/>
        <w:ind w:left="1134" w:firstLine="2268"/>
      </w:pPr>
      <w:r w:rsidRPr="00004A58">
        <w:t>[ Vendor-Specific-Application-Id ]</w:t>
      </w:r>
    </w:p>
    <w:p w:rsidR="00DA25AD" w:rsidRPr="00004A58" w:rsidRDefault="00DA25AD" w:rsidP="00DA25AD">
      <w:pPr>
        <w:spacing w:after="0"/>
        <w:ind w:left="1134" w:firstLine="2268"/>
      </w:pPr>
      <w:r w:rsidRPr="00004A58">
        <w:t>[ Result-Code ]</w:t>
      </w:r>
    </w:p>
    <w:p w:rsidR="00DA25AD" w:rsidRPr="00004A58" w:rsidRDefault="00DA25AD" w:rsidP="00DA25AD">
      <w:pPr>
        <w:spacing w:after="0"/>
        <w:ind w:left="1134" w:firstLine="2268"/>
      </w:pPr>
      <w:r w:rsidRPr="00004A58">
        <w:t>[ Experimental-Result ]</w:t>
      </w:r>
    </w:p>
    <w:p w:rsidR="00DA25AD" w:rsidRPr="00004A58" w:rsidRDefault="00DA25AD" w:rsidP="00DA25AD">
      <w:pPr>
        <w:spacing w:after="0"/>
        <w:ind w:left="1134" w:firstLine="2268"/>
      </w:pPr>
      <w:r w:rsidRPr="00004A58">
        <w:t>{ Auth-Session-State }</w:t>
      </w:r>
    </w:p>
    <w:p w:rsidR="00DA25AD" w:rsidRPr="00004A58" w:rsidRDefault="00DA25AD" w:rsidP="00DA25AD">
      <w:pPr>
        <w:spacing w:after="0"/>
        <w:ind w:left="3124" w:firstLine="284"/>
      </w:pPr>
      <w:r w:rsidRPr="00004A58">
        <w:t>{ Origin-Host }</w:t>
      </w:r>
    </w:p>
    <w:p w:rsidR="00DA25AD" w:rsidRPr="00004A58" w:rsidRDefault="00DA25AD" w:rsidP="00DA25AD">
      <w:pPr>
        <w:spacing w:after="0"/>
        <w:ind w:left="3124" w:firstLine="284"/>
      </w:pPr>
      <w:r w:rsidRPr="00004A58">
        <w:t>{ Origin-Realm }</w:t>
      </w:r>
    </w:p>
    <w:p w:rsidR="00DA25AD" w:rsidRPr="00004A58" w:rsidRDefault="00DA25AD" w:rsidP="00DA25AD">
      <w:pPr>
        <w:spacing w:after="0"/>
        <w:ind w:left="3124" w:firstLine="284"/>
      </w:pPr>
      <w:r w:rsidRPr="00004A58">
        <w:rPr>
          <w:bCs/>
        </w:rPr>
        <w:t>*[ Supported-Features ]</w:t>
      </w:r>
    </w:p>
    <w:p w:rsidR="00DA25AD" w:rsidRPr="00004A58" w:rsidRDefault="00DA25AD" w:rsidP="00DA25AD">
      <w:pPr>
        <w:spacing w:after="0"/>
        <w:ind w:left="3124" w:firstLine="284"/>
      </w:pPr>
      <w:r w:rsidRPr="00004A58">
        <w:rPr>
          <w:rFonts w:cs="Arial"/>
        </w:rPr>
        <w:t>[ Absent-User-Diagnostic-SM ]</w:t>
      </w:r>
    </w:p>
    <w:p w:rsidR="00DA25AD" w:rsidRPr="00004A58" w:rsidRDefault="00DA25AD" w:rsidP="00DA25AD">
      <w:pPr>
        <w:spacing w:after="0"/>
        <w:ind w:left="1134" w:firstLine="2268"/>
      </w:pPr>
      <w:r w:rsidRPr="00004A58">
        <w:t>[ SM-Delivery- Failure-Cause ]</w:t>
      </w:r>
    </w:p>
    <w:p w:rsidR="00DA25AD" w:rsidRPr="00004A58" w:rsidRDefault="00DA25AD" w:rsidP="00DA25AD">
      <w:pPr>
        <w:spacing w:after="0"/>
        <w:ind w:left="3124" w:firstLine="284"/>
      </w:pPr>
      <w:r w:rsidRPr="00004A58">
        <w:t>[ SM-RP-UI ]</w:t>
      </w:r>
    </w:p>
    <w:p w:rsidR="00DA25AD" w:rsidRPr="00004A58" w:rsidRDefault="00DA25AD" w:rsidP="00DA25AD">
      <w:pPr>
        <w:spacing w:after="0"/>
        <w:ind w:left="1134" w:firstLine="2268"/>
      </w:pPr>
      <w:r w:rsidRPr="00004A58">
        <w:t>[ Requested-Retransmission-Time ]</w:t>
      </w:r>
    </w:p>
    <w:p w:rsidR="00DA25AD" w:rsidRPr="00004A58" w:rsidRDefault="00DA25AD" w:rsidP="00DA25AD">
      <w:pPr>
        <w:spacing w:after="0"/>
        <w:ind w:left="1134" w:firstLine="2268"/>
        <w:rPr>
          <w:lang w:eastAsia="zh-CN"/>
        </w:rPr>
      </w:pPr>
      <w:r w:rsidRPr="00004A58">
        <w:rPr>
          <w:lang w:eastAsia="zh-CN"/>
        </w:rPr>
        <w:t xml:space="preserve"> [</w:t>
      </w:r>
      <w:r w:rsidRPr="00004A58">
        <w:t xml:space="preserve"> User-Identifier</w:t>
      </w:r>
      <w:r w:rsidRPr="00004A58">
        <w:rPr>
          <w:rFonts w:hint="eastAsia"/>
        </w:rPr>
        <w:t xml:space="preserve"> </w:t>
      </w:r>
      <w:r w:rsidRPr="00004A58">
        <w:rPr>
          <w:lang w:eastAsia="zh-CN"/>
        </w:rPr>
        <w:t>]</w:t>
      </w:r>
    </w:p>
    <w:p w:rsidR="00DA25AD" w:rsidRPr="00004A58" w:rsidRDefault="00DA25AD" w:rsidP="00DA25AD">
      <w:pPr>
        <w:spacing w:after="0"/>
        <w:ind w:left="1134" w:firstLine="2268"/>
        <w:rPr>
          <w:lang w:val="en-US"/>
        </w:rPr>
      </w:pPr>
      <w:r w:rsidRPr="00004A58">
        <w:rPr>
          <w:lang w:val="en-US"/>
        </w:rPr>
        <w:lastRenderedPageBreak/>
        <w:t>*[ AVP ]</w:t>
      </w:r>
    </w:p>
    <w:p w:rsidR="00DA25AD" w:rsidRPr="00004A58" w:rsidRDefault="00DA25AD" w:rsidP="00DA25AD">
      <w:pPr>
        <w:spacing w:after="0"/>
        <w:ind w:left="1134" w:firstLine="2268"/>
      </w:pPr>
      <w:r w:rsidRPr="00004A58">
        <w:t>[ Failed-AVP ]</w:t>
      </w:r>
    </w:p>
    <w:p w:rsidR="00DA25AD" w:rsidRPr="00004A58" w:rsidRDefault="00DA25AD" w:rsidP="00DA25AD">
      <w:pPr>
        <w:spacing w:after="0"/>
        <w:ind w:left="1134" w:firstLine="2268"/>
      </w:pPr>
      <w:r w:rsidRPr="00004A58">
        <w:tab/>
        <w:t>*[ Proxy-Info ]</w:t>
      </w:r>
    </w:p>
    <w:p w:rsidR="00DA25AD" w:rsidRPr="00004A58" w:rsidRDefault="00DA25AD" w:rsidP="00DA25AD">
      <w:pPr>
        <w:spacing w:after="0"/>
        <w:ind w:left="1134" w:firstLine="2268"/>
      </w:pPr>
      <w:r w:rsidRPr="00004A58">
        <w:t>*[ Route-Record ]</w:t>
      </w:r>
    </w:p>
    <w:p w:rsidR="00DA25AD" w:rsidRPr="00004A58" w:rsidRDefault="00DA25AD" w:rsidP="00DA25AD">
      <w:pPr>
        <w:spacing w:after="0"/>
        <w:ind w:left="1134" w:firstLine="2268"/>
      </w:pPr>
    </w:p>
    <w:p w:rsidR="00DA25AD" w:rsidRPr="00004A58" w:rsidRDefault="00DA25AD" w:rsidP="00DA25AD">
      <w:pPr>
        <w:pStyle w:val="Heading3"/>
      </w:pPr>
      <w:bookmarkStart w:id="458" w:name="_Toc533204542"/>
      <w:bookmarkStart w:id="459" w:name="_Toc44882132"/>
      <w:bookmarkStart w:id="460" w:name="_Toc44882326"/>
      <w:bookmarkStart w:id="461" w:name="_Toc51864511"/>
      <w:r w:rsidRPr="00004A58">
        <w:t>6.3.3</w:t>
      </w:r>
      <w:r w:rsidRPr="00004A58">
        <w:tab/>
        <w:t>AVPs</w:t>
      </w:r>
      <w:bookmarkEnd w:id="458"/>
      <w:bookmarkEnd w:id="459"/>
      <w:bookmarkEnd w:id="460"/>
      <w:bookmarkEnd w:id="461"/>
    </w:p>
    <w:p w:rsidR="00DA25AD" w:rsidRPr="00004A58" w:rsidRDefault="00DA25AD" w:rsidP="00DA25AD">
      <w:pPr>
        <w:pStyle w:val="Heading4"/>
      </w:pPr>
      <w:bookmarkStart w:id="462" w:name="_Toc533204543"/>
      <w:bookmarkStart w:id="463" w:name="_Toc44882133"/>
      <w:bookmarkStart w:id="464" w:name="_Toc44882327"/>
      <w:bookmarkStart w:id="465" w:name="_Toc51864512"/>
      <w:r w:rsidRPr="00004A58">
        <w:t>6.3.3.1</w:t>
      </w:r>
      <w:r w:rsidRPr="00004A58">
        <w:tab/>
        <w:t>General</w:t>
      </w:r>
      <w:bookmarkEnd w:id="462"/>
      <w:bookmarkEnd w:id="463"/>
      <w:bookmarkEnd w:id="464"/>
      <w:bookmarkEnd w:id="465"/>
    </w:p>
    <w:p w:rsidR="00DA25AD" w:rsidRPr="00004A58" w:rsidRDefault="00DA25AD" w:rsidP="00DA25AD">
      <w:r w:rsidRPr="00004A58">
        <w:t>The following table specifies the Diameter AVPs defined for the SGd/Gdd interface protocol, their AVP Code values, types, possible flag values and whether or not the AVP may be encrypted. The Vendor-ID header of all AVPs defined in this specification shall be set to 3GPP (10415).</w:t>
      </w:r>
    </w:p>
    <w:p w:rsidR="00DA25AD" w:rsidRPr="00004A58" w:rsidRDefault="00DA25AD" w:rsidP="00DA25AD">
      <w:r w:rsidRPr="00004A58">
        <w:t>For all AVPs which contain bit masks and are of the type Unsigned32, e.g., TFR-Flags, bit 0 shall be the least significant bit. For example, to get the value of bit 0, a bit mask of 0x0001 should be used.</w:t>
      </w:r>
    </w:p>
    <w:p w:rsidR="00DA25AD" w:rsidRPr="00004A58" w:rsidRDefault="00DA25AD" w:rsidP="00DA25AD">
      <w:pPr>
        <w:pStyle w:val="TH"/>
      </w:pPr>
      <w:r w:rsidRPr="00004A58">
        <w:t>Table 6.3.3.1/1: SGd/Gdd specific Diameter AVPs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598"/>
        <w:gridCol w:w="839"/>
        <w:gridCol w:w="1191"/>
        <w:gridCol w:w="1336"/>
        <w:gridCol w:w="613"/>
        <w:gridCol w:w="524"/>
        <w:gridCol w:w="1005"/>
        <w:gridCol w:w="760"/>
        <w:gridCol w:w="831"/>
      </w:tblGrid>
      <w:tr w:rsidR="00DA25AD" w:rsidRPr="00004A58" w:rsidTr="00E50914">
        <w:trPr>
          <w:cantSplit/>
          <w:tblHeader/>
          <w:jc w:val="center"/>
        </w:trPr>
        <w:tc>
          <w:tcPr>
            <w:tcW w:w="0" w:type="auto"/>
            <w:gridSpan w:val="4"/>
            <w:tcBorders>
              <w:top w:val="single" w:sz="4" w:space="0" w:color="auto"/>
              <w:left w:val="single" w:sz="4" w:space="0" w:color="auto"/>
            </w:tcBorders>
            <w:shd w:val="clear" w:color="auto" w:fill="E0E0E0"/>
          </w:tcPr>
          <w:p w:rsidR="00DA25AD" w:rsidRPr="00004A58" w:rsidRDefault="00DA25AD" w:rsidP="00E50914">
            <w:pPr>
              <w:pStyle w:val="TAH"/>
            </w:pPr>
          </w:p>
        </w:tc>
        <w:tc>
          <w:tcPr>
            <w:tcW w:w="0" w:type="auto"/>
            <w:gridSpan w:val="4"/>
            <w:tcBorders>
              <w:top w:val="single" w:sz="4" w:space="0" w:color="auto"/>
            </w:tcBorders>
            <w:shd w:val="clear" w:color="auto" w:fill="E0E0E0"/>
          </w:tcPr>
          <w:p w:rsidR="00DA25AD" w:rsidRPr="00004A58" w:rsidRDefault="00DA25AD" w:rsidP="00E50914">
            <w:pPr>
              <w:pStyle w:val="TAH"/>
            </w:pPr>
            <w:r w:rsidRPr="00004A58">
              <w:t>AVP Flag rules</w:t>
            </w:r>
          </w:p>
        </w:tc>
        <w:tc>
          <w:tcPr>
            <w:tcW w:w="0" w:type="auto"/>
            <w:tcBorders>
              <w:top w:val="single" w:sz="4" w:space="0" w:color="auto"/>
              <w:right w:val="single" w:sz="4" w:space="0" w:color="auto"/>
            </w:tcBorders>
            <w:shd w:val="clear" w:color="auto" w:fill="E0E0E0"/>
          </w:tcPr>
          <w:p w:rsidR="00DA25AD" w:rsidRPr="00004A58" w:rsidRDefault="00DA25AD" w:rsidP="00E50914">
            <w:pPr>
              <w:pStyle w:val="TAH"/>
            </w:pPr>
          </w:p>
        </w:tc>
      </w:tr>
      <w:tr w:rsidR="00DA25AD" w:rsidRPr="00004A58" w:rsidTr="00E50914">
        <w:trPr>
          <w:cantSplit/>
          <w:tblHeader/>
          <w:jc w:val="center"/>
        </w:trPr>
        <w:tc>
          <w:tcPr>
            <w:tcW w:w="0" w:type="auto"/>
            <w:shd w:val="clear" w:color="auto" w:fill="E0E0E0"/>
          </w:tcPr>
          <w:p w:rsidR="00DA25AD" w:rsidRPr="00004A58" w:rsidRDefault="00DA25AD" w:rsidP="00E50914">
            <w:pPr>
              <w:pStyle w:val="TAH"/>
            </w:pPr>
            <w:r w:rsidRPr="00004A58">
              <w:t>Attribute Name</w:t>
            </w:r>
          </w:p>
        </w:tc>
        <w:tc>
          <w:tcPr>
            <w:tcW w:w="0" w:type="auto"/>
            <w:shd w:val="clear" w:color="auto" w:fill="E0E0E0"/>
          </w:tcPr>
          <w:p w:rsidR="00DA25AD" w:rsidRPr="00004A58" w:rsidRDefault="00DA25AD" w:rsidP="00E50914">
            <w:pPr>
              <w:pStyle w:val="TAH"/>
            </w:pPr>
            <w:r w:rsidRPr="00004A58">
              <w:t>AVP Code</w:t>
            </w:r>
          </w:p>
        </w:tc>
        <w:tc>
          <w:tcPr>
            <w:tcW w:w="0" w:type="auto"/>
            <w:shd w:val="clear" w:color="auto" w:fill="E0E0E0"/>
          </w:tcPr>
          <w:p w:rsidR="00DA25AD" w:rsidRPr="00004A58" w:rsidRDefault="005252A2" w:rsidP="00E50914">
            <w:pPr>
              <w:pStyle w:val="TAH"/>
            </w:pPr>
            <w:r w:rsidRPr="00004A58">
              <w:t>Clause</w:t>
            </w:r>
            <w:r w:rsidR="00DA25AD" w:rsidRPr="00004A58">
              <w:t xml:space="preserve"> defined</w:t>
            </w:r>
          </w:p>
        </w:tc>
        <w:tc>
          <w:tcPr>
            <w:tcW w:w="0" w:type="auto"/>
            <w:shd w:val="clear" w:color="auto" w:fill="E0E0E0"/>
          </w:tcPr>
          <w:p w:rsidR="00DA25AD" w:rsidRPr="00004A58" w:rsidRDefault="00DA25AD" w:rsidP="00E50914">
            <w:pPr>
              <w:pStyle w:val="TAH"/>
            </w:pPr>
            <w:r w:rsidRPr="00004A58">
              <w:t>Value Type</w:t>
            </w:r>
          </w:p>
        </w:tc>
        <w:tc>
          <w:tcPr>
            <w:tcW w:w="0" w:type="auto"/>
            <w:shd w:val="clear" w:color="auto" w:fill="E0E0E0"/>
          </w:tcPr>
          <w:p w:rsidR="00DA25AD" w:rsidRPr="00004A58" w:rsidRDefault="00DA25AD" w:rsidP="00E50914">
            <w:pPr>
              <w:pStyle w:val="TAH"/>
            </w:pPr>
            <w:r w:rsidRPr="00004A58">
              <w:t>Must</w:t>
            </w:r>
          </w:p>
        </w:tc>
        <w:tc>
          <w:tcPr>
            <w:tcW w:w="0" w:type="auto"/>
            <w:shd w:val="clear" w:color="auto" w:fill="E0E0E0"/>
          </w:tcPr>
          <w:p w:rsidR="00DA25AD" w:rsidRPr="00004A58" w:rsidRDefault="00DA25AD" w:rsidP="00E50914">
            <w:pPr>
              <w:pStyle w:val="TAH"/>
            </w:pPr>
            <w:r w:rsidRPr="00004A58">
              <w:t>May</w:t>
            </w:r>
          </w:p>
        </w:tc>
        <w:tc>
          <w:tcPr>
            <w:tcW w:w="0" w:type="auto"/>
            <w:shd w:val="clear" w:color="auto" w:fill="E0E0E0"/>
          </w:tcPr>
          <w:p w:rsidR="00DA25AD" w:rsidRPr="00004A58" w:rsidRDefault="00DA25AD" w:rsidP="00E50914">
            <w:pPr>
              <w:pStyle w:val="TAH"/>
            </w:pPr>
            <w:r w:rsidRPr="00004A58">
              <w:t>Should not</w:t>
            </w:r>
          </w:p>
        </w:tc>
        <w:tc>
          <w:tcPr>
            <w:tcW w:w="0" w:type="auto"/>
            <w:shd w:val="clear" w:color="auto" w:fill="E0E0E0"/>
          </w:tcPr>
          <w:p w:rsidR="00DA25AD" w:rsidRPr="00004A58" w:rsidRDefault="00DA25AD" w:rsidP="00E50914">
            <w:pPr>
              <w:pStyle w:val="TAH"/>
            </w:pPr>
            <w:r w:rsidRPr="00004A58">
              <w:t>Must not</w:t>
            </w:r>
          </w:p>
        </w:tc>
        <w:tc>
          <w:tcPr>
            <w:tcW w:w="0" w:type="auto"/>
            <w:shd w:val="clear" w:color="auto" w:fill="E0E0E0"/>
          </w:tcPr>
          <w:p w:rsidR="00DA25AD" w:rsidRPr="00004A58" w:rsidRDefault="00DA25AD" w:rsidP="00E50914">
            <w:pPr>
              <w:pStyle w:val="TAH"/>
            </w:pPr>
            <w:r w:rsidRPr="00004A58">
              <w:t>May Encr.</w:t>
            </w:r>
          </w:p>
        </w:tc>
      </w:tr>
      <w:tr w:rsidR="00DA25AD" w:rsidRPr="00004A58" w:rsidTr="00E50914">
        <w:trPr>
          <w:cantSplit/>
          <w:tblHeader/>
          <w:jc w:val="center"/>
        </w:trPr>
        <w:tc>
          <w:tcPr>
            <w:tcW w:w="0" w:type="auto"/>
          </w:tcPr>
          <w:p w:rsidR="00DA25AD" w:rsidRPr="00004A58" w:rsidRDefault="00DA25AD" w:rsidP="00E50914">
            <w:pPr>
              <w:pStyle w:val="TAL"/>
            </w:pPr>
            <w:r w:rsidRPr="00004A58">
              <w:t>SC-Address</w:t>
            </w:r>
          </w:p>
        </w:tc>
        <w:tc>
          <w:tcPr>
            <w:tcW w:w="0" w:type="auto"/>
          </w:tcPr>
          <w:p w:rsidR="00DA25AD" w:rsidRPr="00004A58" w:rsidRDefault="00DA25AD" w:rsidP="00E50914">
            <w:pPr>
              <w:pStyle w:val="TAL"/>
            </w:pPr>
            <w:r w:rsidRPr="00004A58">
              <w:t>3300</w:t>
            </w:r>
          </w:p>
        </w:tc>
        <w:tc>
          <w:tcPr>
            <w:tcW w:w="0" w:type="auto"/>
          </w:tcPr>
          <w:p w:rsidR="00DA25AD" w:rsidRPr="00004A58" w:rsidRDefault="00DA25AD" w:rsidP="00E50914">
            <w:pPr>
              <w:pStyle w:val="TAL"/>
            </w:pPr>
            <w:r w:rsidRPr="00004A58">
              <w:t>6.3.3.2</w:t>
            </w:r>
          </w:p>
        </w:tc>
        <w:tc>
          <w:tcPr>
            <w:tcW w:w="0" w:type="auto"/>
          </w:tcPr>
          <w:p w:rsidR="00DA25AD" w:rsidRPr="00004A58" w:rsidRDefault="00DA25AD" w:rsidP="00E50914">
            <w:pPr>
              <w:pStyle w:val="TAL"/>
            </w:pPr>
            <w:r w:rsidRPr="00004A58">
              <w:t>OctetString</w:t>
            </w:r>
          </w:p>
        </w:tc>
        <w:tc>
          <w:tcPr>
            <w:tcW w:w="0" w:type="auto"/>
          </w:tcPr>
          <w:p w:rsidR="00DA25AD" w:rsidRPr="00004A58" w:rsidRDefault="00DA25AD" w:rsidP="00E50914">
            <w:pPr>
              <w:pStyle w:val="TAL"/>
            </w:pPr>
            <w:r w:rsidRPr="00004A58">
              <w:t>M, V</w:t>
            </w: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r w:rsidRPr="00004A58">
              <w:t>No</w:t>
            </w:r>
          </w:p>
        </w:tc>
      </w:tr>
      <w:tr w:rsidR="00DA25AD" w:rsidRPr="00004A58" w:rsidTr="00E50914">
        <w:trPr>
          <w:cantSplit/>
          <w:tblHeader/>
          <w:jc w:val="center"/>
        </w:trPr>
        <w:tc>
          <w:tcPr>
            <w:tcW w:w="0" w:type="auto"/>
          </w:tcPr>
          <w:p w:rsidR="00DA25AD" w:rsidRPr="00004A58" w:rsidRDefault="00DA25AD" w:rsidP="00E50914">
            <w:pPr>
              <w:pStyle w:val="TAL"/>
            </w:pPr>
            <w:r w:rsidRPr="00004A58">
              <w:rPr>
                <w:rFonts w:cs="Arial"/>
              </w:rPr>
              <w:t>SM-RP-UI</w:t>
            </w:r>
          </w:p>
        </w:tc>
        <w:tc>
          <w:tcPr>
            <w:tcW w:w="0" w:type="auto"/>
          </w:tcPr>
          <w:p w:rsidR="00DA25AD" w:rsidRPr="00004A58" w:rsidRDefault="00DA25AD" w:rsidP="00E50914">
            <w:pPr>
              <w:pStyle w:val="TAL"/>
            </w:pPr>
            <w:r w:rsidRPr="00004A58">
              <w:t>3301</w:t>
            </w:r>
          </w:p>
        </w:tc>
        <w:tc>
          <w:tcPr>
            <w:tcW w:w="0" w:type="auto"/>
          </w:tcPr>
          <w:p w:rsidR="00DA25AD" w:rsidRPr="00004A58" w:rsidRDefault="00DA25AD" w:rsidP="00E50914">
            <w:pPr>
              <w:pStyle w:val="TAL"/>
            </w:pPr>
            <w:r w:rsidRPr="00004A58">
              <w:t>6.3.3.3</w:t>
            </w:r>
          </w:p>
        </w:tc>
        <w:tc>
          <w:tcPr>
            <w:tcW w:w="0" w:type="auto"/>
          </w:tcPr>
          <w:p w:rsidR="00DA25AD" w:rsidRPr="00004A58" w:rsidRDefault="00DA25AD" w:rsidP="00E50914">
            <w:pPr>
              <w:pStyle w:val="TAL"/>
            </w:pPr>
            <w:r w:rsidRPr="00004A58">
              <w:t>OctetString</w:t>
            </w:r>
          </w:p>
        </w:tc>
        <w:tc>
          <w:tcPr>
            <w:tcW w:w="0" w:type="auto"/>
          </w:tcPr>
          <w:p w:rsidR="00DA25AD" w:rsidRPr="00004A58" w:rsidRDefault="00DA25AD" w:rsidP="00E50914">
            <w:pPr>
              <w:pStyle w:val="TAL"/>
            </w:pPr>
            <w:r w:rsidRPr="00004A58">
              <w:t>M, V</w:t>
            </w: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r w:rsidRPr="00004A58">
              <w:t>No</w:t>
            </w:r>
          </w:p>
        </w:tc>
      </w:tr>
      <w:tr w:rsidR="00DA25AD" w:rsidRPr="00004A58" w:rsidTr="00E50914">
        <w:trPr>
          <w:cantSplit/>
          <w:tblHeader/>
          <w:jc w:val="center"/>
        </w:trPr>
        <w:tc>
          <w:tcPr>
            <w:tcW w:w="0" w:type="auto"/>
          </w:tcPr>
          <w:p w:rsidR="00DA25AD" w:rsidRPr="00004A58" w:rsidRDefault="00DA25AD" w:rsidP="00E50914">
            <w:pPr>
              <w:pStyle w:val="TAL"/>
            </w:pPr>
            <w:r w:rsidRPr="00004A58">
              <w:t>TFR-Flags</w:t>
            </w:r>
          </w:p>
        </w:tc>
        <w:tc>
          <w:tcPr>
            <w:tcW w:w="0" w:type="auto"/>
          </w:tcPr>
          <w:p w:rsidR="00DA25AD" w:rsidRPr="00004A58" w:rsidRDefault="00DA25AD" w:rsidP="00E50914">
            <w:pPr>
              <w:pStyle w:val="TAL"/>
            </w:pPr>
            <w:r w:rsidRPr="00004A58">
              <w:t>3302</w:t>
            </w:r>
          </w:p>
        </w:tc>
        <w:tc>
          <w:tcPr>
            <w:tcW w:w="0" w:type="auto"/>
          </w:tcPr>
          <w:p w:rsidR="00DA25AD" w:rsidRPr="00004A58" w:rsidRDefault="00DA25AD" w:rsidP="00E50914">
            <w:pPr>
              <w:pStyle w:val="TAL"/>
            </w:pPr>
            <w:r w:rsidRPr="00004A58">
              <w:t>6.3.3.4</w:t>
            </w:r>
          </w:p>
        </w:tc>
        <w:tc>
          <w:tcPr>
            <w:tcW w:w="0" w:type="auto"/>
          </w:tcPr>
          <w:p w:rsidR="00DA25AD" w:rsidRPr="00004A58" w:rsidRDefault="00DA25AD" w:rsidP="00E50914">
            <w:pPr>
              <w:pStyle w:val="TAL"/>
            </w:pPr>
            <w:r w:rsidRPr="00004A58">
              <w:t>Unsigned32</w:t>
            </w:r>
          </w:p>
        </w:tc>
        <w:tc>
          <w:tcPr>
            <w:tcW w:w="0" w:type="auto"/>
          </w:tcPr>
          <w:p w:rsidR="00DA25AD" w:rsidRPr="00004A58" w:rsidRDefault="00DA25AD" w:rsidP="00E50914">
            <w:pPr>
              <w:pStyle w:val="TAL"/>
            </w:pPr>
            <w:r w:rsidRPr="00004A58">
              <w:t>M, V</w:t>
            </w: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r w:rsidRPr="00004A58">
              <w:t>No</w:t>
            </w:r>
          </w:p>
        </w:tc>
      </w:tr>
      <w:tr w:rsidR="00DA25AD" w:rsidRPr="00004A58" w:rsidTr="00E50914">
        <w:trPr>
          <w:cantSplit/>
          <w:tblHeader/>
          <w:jc w:val="center"/>
        </w:trPr>
        <w:tc>
          <w:tcPr>
            <w:tcW w:w="0" w:type="auto"/>
          </w:tcPr>
          <w:p w:rsidR="00DA25AD" w:rsidRPr="00004A58" w:rsidRDefault="00DA25AD" w:rsidP="00E50914">
            <w:pPr>
              <w:pStyle w:val="TAL"/>
            </w:pPr>
            <w:r w:rsidRPr="00004A58">
              <w:t>SM-Delivery- Failure-Cause</w:t>
            </w:r>
          </w:p>
        </w:tc>
        <w:tc>
          <w:tcPr>
            <w:tcW w:w="0" w:type="auto"/>
          </w:tcPr>
          <w:p w:rsidR="00DA25AD" w:rsidRPr="00004A58" w:rsidRDefault="00DA25AD" w:rsidP="00E50914">
            <w:pPr>
              <w:pStyle w:val="TAL"/>
            </w:pPr>
            <w:r w:rsidRPr="00004A58">
              <w:t>3303</w:t>
            </w:r>
          </w:p>
        </w:tc>
        <w:tc>
          <w:tcPr>
            <w:tcW w:w="0" w:type="auto"/>
          </w:tcPr>
          <w:p w:rsidR="00DA25AD" w:rsidRPr="00004A58" w:rsidRDefault="00DA25AD" w:rsidP="00E50914">
            <w:pPr>
              <w:pStyle w:val="TAL"/>
            </w:pPr>
            <w:r w:rsidRPr="00004A58">
              <w:t>6.3.3.5</w:t>
            </w:r>
          </w:p>
        </w:tc>
        <w:tc>
          <w:tcPr>
            <w:tcW w:w="0" w:type="auto"/>
          </w:tcPr>
          <w:p w:rsidR="00DA25AD" w:rsidRPr="00004A58" w:rsidRDefault="00DA25AD" w:rsidP="00E50914">
            <w:pPr>
              <w:pStyle w:val="TAL"/>
            </w:pPr>
            <w:r w:rsidRPr="00004A58">
              <w:t>Grouped</w:t>
            </w:r>
          </w:p>
        </w:tc>
        <w:tc>
          <w:tcPr>
            <w:tcW w:w="0" w:type="auto"/>
          </w:tcPr>
          <w:p w:rsidR="00DA25AD" w:rsidRPr="00004A58" w:rsidRDefault="00DA25AD" w:rsidP="00E50914">
            <w:pPr>
              <w:pStyle w:val="TAL"/>
            </w:pPr>
            <w:r w:rsidRPr="00004A58">
              <w:t>M, V</w:t>
            </w: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r w:rsidRPr="00004A58">
              <w:t>No</w:t>
            </w:r>
          </w:p>
        </w:tc>
      </w:tr>
      <w:tr w:rsidR="00DA25AD" w:rsidRPr="00004A58" w:rsidTr="00E50914">
        <w:trPr>
          <w:cantSplit/>
          <w:tblHeader/>
          <w:jc w:val="center"/>
        </w:trPr>
        <w:tc>
          <w:tcPr>
            <w:tcW w:w="0" w:type="auto"/>
          </w:tcPr>
          <w:p w:rsidR="00DA25AD" w:rsidRPr="00004A58" w:rsidRDefault="00DA25AD" w:rsidP="00E50914">
            <w:pPr>
              <w:pStyle w:val="TAL"/>
            </w:pPr>
            <w:r w:rsidRPr="00004A58">
              <w:t>SM-Enumerated-Delivery-Failure-Cause</w:t>
            </w:r>
          </w:p>
        </w:tc>
        <w:tc>
          <w:tcPr>
            <w:tcW w:w="0" w:type="auto"/>
          </w:tcPr>
          <w:p w:rsidR="00DA25AD" w:rsidRPr="00004A58" w:rsidRDefault="00DA25AD" w:rsidP="00E50914">
            <w:pPr>
              <w:pStyle w:val="TAL"/>
            </w:pPr>
            <w:r w:rsidRPr="00004A58">
              <w:t>3304</w:t>
            </w:r>
          </w:p>
        </w:tc>
        <w:tc>
          <w:tcPr>
            <w:tcW w:w="0" w:type="auto"/>
          </w:tcPr>
          <w:p w:rsidR="00DA25AD" w:rsidRPr="00004A58" w:rsidRDefault="00DA25AD" w:rsidP="00E50914">
            <w:pPr>
              <w:pStyle w:val="TAL"/>
            </w:pPr>
            <w:r w:rsidRPr="00004A58">
              <w:t>6.3.3.6</w:t>
            </w:r>
          </w:p>
        </w:tc>
        <w:tc>
          <w:tcPr>
            <w:tcW w:w="0" w:type="auto"/>
          </w:tcPr>
          <w:p w:rsidR="00DA25AD" w:rsidRPr="00004A58" w:rsidDel="00F87316" w:rsidRDefault="00DA25AD" w:rsidP="00E50914">
            <w:pPr>
              <w:pStyle w:val="TAL"/>
            </w:pPr>
            <w:r w:rsidRPr="00004A58">
              <w:t>Enumerated</w:t>
            </w:r>
          </w:p>
        </w:tc>
        <w:tc>
          <w:tcPr>
            <w:tcW w:w="0" w:type="auto"/>
          </w:tcPr>
          <w:p w:rsidR="00DA25AD" w:rsidRPr="00004A58" w:rsidRDefault="00DA25AD" w:rsidP="00E50914">
            <w:pPr>
              <w:pStyle w:val="TAL"/>
            </w:pPr>
            <w:r w:rsidRPr="00004A58">
              <w:t>M, V</w:t>
            </w: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r w:rsidRPr="00004A58">
              <w:t>No</w:t>
            </w:r>
          </w:p>
        </w:tc>
      </w:tr>
      <w:tr w:rsidR="00DA25AD" w:rsidRPr="00004A58" w:rsidTr="00E50914">
        <w:trPr>
          <w:cantSplit/>
          <w:tblHeader/>
          <w:jc w:val="center"/>
        </w:trPr>
        <w:tc>
          <w:tcPr>
            <w:tcW w:w="0" w:type="auto"/>
          </w:tcPr>
          <w:p w:rsidR="00DA25AD" w:rsidRPr="00004A58" w:rsidRDefault="00DA25AD" w:rsidP="00E50914">
            <w:pPr>
              <w:pStyle w:val="TAL"/>
            </w:pPr>
            <w:r w:rsidRPr="00004A58">
              <w:t>SM-</w:t>
            </w:r>
            <w:r w:rsidRPr="00004A58">
              <w:rPr>
                <w:szCs w:val="16"/>
              </w:rPr>
              <w:t>Diagnostic-Info</w:t>
            </w:r>
          </w:p>
        </w:tc>
        <w:tc>
          <w:tcPr>
            <w:tcW w:w="0" w:type="auto"/>
          </w:tcPr>
          <w:p w:rsidR="00DA25AD" w:rsidRPr="00004A58" w:rsidRDefault="00DA25AD" w:rsidP="00E50914">
            <w:pPr>
              <w:pStyle w:val="TAL"/>
            </w:pPr>
            <w:r w:rsidRPr="00004A58">
              <w:t>3305</w:t>
            </w:r>
          </w:p>
        </w:tc>
        <w:tc>
          <w:tcPr>
            <w:tcW w:w="0" w:type="auto"/>
          </w:tcPr>
          <w:p w:rsidR="00DA25AD" w:rsidRPr="00004A58" w:rsidRDefault="00DA25AD" w:rsidP="00E50914">
            <w:pPr>
              <w:pStyle w:val="TAL"/>
            </w:pPr>
            <w:r w:rsidRPr="00004A58">
              <w:t>6.3.3.7</w:t>
            </w:r>
          </w:p>
        </w:tc>
        <w:tc>
          <w:tcPr>
            <w:tcW w:w="0" w:type="auto"/>
          </w:tcPr>
          <w:p w:rsidR="00DA25AD" w:rsidRPr="00004A58" w:rsidDel="00F87316" w:rsidRDefault="00DA25AD" w:rsidP="00E50914">
            <w:pPr>
              <w:pStyle w:val="TAL"/>
            </w:pPr>
            <w:r w:rsidRPr="00004A58">
              <w:t>OctetString</w:t>
            </w:r>
          </w:p>
        </w:tc>
        <w:tc>
          <w:tcPr>
            <w:tcW w:w="0" w:type="auto"/>
          </w:tcPr>
          <w:p w:rsidR="00DA25AD" w:rsidRPr="00004A58" w:rsidRDefault="00DA25AD" w:rsidP="00E50914">
            <w:pPr>
              <w:pStyle w:val="TAL"/>
            </w:pPr>
            <w:r w:rsidRPr="00004A58">
              <w:t>M, V</w:t>
            </w: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r w:rsidRPr="00004A58">
              <w:t>No</w:t>
            </w:r>
          </w:p>
        </w:tc>
      </w:tr>
      <w:tr w:rsidR="00DA25AD" w:rsidRPr="00004A58" w:rsidTr="00E50914">
        <w:trPr>
          <w:cantSplit/>
          <w:tblHeader/>
          <w:jc w:val="center"/>
        </w:trPr>
        <w:tc>
          <w:tcPr>
            <w:tcW w:w="0" w:type="auto"/>
          </w:tcPr>
          <w:p w:rsidR="00DA25AD" w:rsidRPr="00004A58" w:rsidRDefault="00DA25AD" w:rsidP="00E50914">
            <w:pPr>
              <w:pStyle w:val="TAL"/>
            </w:pPr>
            <w:r w:rsidRPr="00004A58">
              <w:t>SM-Delivery-Timer</w:t>
            </w:r>
          </w:p>
        </w:tc>
        <w:tc>
          <w:tcPr>
            <w:tcW w:w="0" w:type="auto"/>
          </w:tcPr>
          <w:p w:rsidR="00DA25AD" w:rsidRPr="00004A58" w:rsidRDefault="00DA25AD" w:rsidP="00E50914">
            <w:pPr>
              <w:pStyle w:val="TAL"/>
            </w:pPr>
            <w:r w:rsidRPr="00004A58">
              <w:t>3306</w:t>
            </w:r>
          </w:p>
        </w:tc>
        <w:tc>
          <w:tcPr>
            <w:tcW w:w="0" w:type="auto"/>
          </w:tcPr>
          <w:p w:rsidR="00DA25AD" w:rsidRPr="00004A58" w:rsidRDefault="00DA25AD" w:rsidP="00E50914">
            <w:pPr>
              <w:pStyle w:val="TAL"/>
            </w:pPr>
            <w:r w:rsidRPr="00004A58">
              <w:t>6.3.3.10</w:t>
            </w:r>
          </w:p>
        </w:tc>
        <w:tc>
          <w:tcPr>
            <w:tcW w:w="0" w:type="auto"/>
          </w:tcPr>
          <w:p w:rsidR="00DA25AD" w:rsidRPr="00004A58" w:rsidDel="00F87316" w:rsidRDefault="00DA25AD" w:rsidP="00E50914">
            <w:pPr>
              <w:pStyle w:val="TAL"/>
            </w:pPr>
            <w:r w:rsidRPr="00004A58">
              <w:t>Unsigned32</w:t>
            </w:r>
          </w:p>
        </w:tc>
        <w:tc>
          <w:tcPr>
            <w:tcW w:w="0" w:type="auto"/>
          </w:tcPr>
          <w:p w:rsidR="00DA25AD" w:rsidRPr="00004A58" w:rsidRDefault="00DA25AD" w:rsidP="00E50914">
            <w:pPr>
              <w:pStyle w:val="TAL"/>
            </w:pPr>
            <w:r w:rsidRPr="00004A58">
              <w:t>M, V</w:t>
            </w: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r w:rsidRPr="00004A58">
              <w:t>No</w:t>
            </w:r>
          </w:p>
        </w:tc>
      </w:tr>
      <w:tr w:rsidR="00DA25AD" w:rsidRPr="00004A58" w:rsidTr="00E50914">
        <w:trPr>
          <w:cantSplit/>
          <w:tblHeader/>
          <w:jc w:val="center"/>
        </w:trPr>
        <w:tc>
          <w:tcPr>
            <w:tcW w:w="0" w:type="auto"/>
          </w:tcPr>
          <w:p w:rsidR="00DA25AD" w:rsidRPr="00004A58" w:rsidRDefault="00DA25AD" w:rsidP="00E50914">
            <w:pPr>
              <w:pStyle w:val="TAL"/>
            </w:pPr>
            <w:r w:rsidRPr="00004A58">
              <w:t>SM-Delivery-Start-Time</w:t>
            </w:r>
          </w:p>
        </w:tc>
        <w:tc>
          <w:tcPr>
            <w:tcW w:w="0" w:type="auto"/>
          </w:tcPr>
          <w:p w:rsidR="00DA25AD" w:rsidRPr="00004A58" w:rsidRDefault="00DA25AD" w:rsidP="00E50914">
            <w:pPr>
              <w:pStyle w:val="TAL"/>
            </w:pPr>
            <w:r w:rsidRPr="00004A58">
              <w:t>3307</w:t>
            </w:r>
          </w:p>
        </w:tc>
        <w:tc>
          <w:tcPr>
            <w:tcW w:w="0" w:type="auto"/>
          </w:tcPr>
          <w:p w:rsidR="00DA25AD" w:rsidRPr="00004A58" w:rsidRDefault="00DA25AD" w:rsidP="00E50914">
            <w:pPr>
              <w:pStyle w:val="TAL"/>
            </w:pPr>
            <w:r w:rsidRPr="00004A58">
              <w:t>6.3.3.11</w:t>
            </w:r>
          </w:p>
        </w:tc>
        <w:tc>
          <w:tcPr>
            <w:tcW w:w="0" w:type="auto"/>
          </w:tcPr>
          <w:p w:rsidR="00DA25AD" w:rsidRPr="00004A58" w:rsidDel="00F87316" w:rsidRDefault="00DA25AD" w:rsidP="00E50914">
            <w:pPr>
              <w:pStyle w:val="TAL"/>
            </w:pPr>
            <w:r w:rsidRPr="00004A58">
              <w:t>Time</w:t>
            </w:r>
          </w:p>
        </w:tc>
        <w:tc>
          <w:tcPr>
            <w:tcW w:w="0" w:type="auto"/>
          </w:tcPr>
          <w:p w:rsidR="00DA25AD" w:rsidRPr="00004A58" w:rsidRDefault="00DA25AD" w:rsidP="00E50914">
            <w:pPr>
              <w:pStyle w:val="TAL"/>
            </w:pPr>
            <w:r w:rsidRPr="00004A58">
              <w:t>M, V</w:t>
            </w: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r w:rsidRPr="00004A58">
              <w:t>No</w:t>
            </w:r>
          </w:p>
        </w:tc>
      </w:tr>
      <w:tr w:rsidR="00DA25AD" w:rsidRPr="00004A58" w:rsidTr="00E50914">
        <w:trPr>
          <w:cantSplit/>
          <w:tblHeader/>
          <w:jc w:val="center"/>
        </w:trPr>
        <w:tc>
          <w:tcPr>
            <w:tcW w:w="0" w:type="auto"/>
          </w:tcPr>
          <w:p w:rsidR="00DA25AD" w:rsidRPr="00004A58" w:rsidRDefault="00DA25AD" w:rsidP="00E50914">
            <w:pPr>
              <w:pStyle w:val="TAL"/>
            </w:pPr>
            <w:r w:rsidRPr="00004A58">
              <w:t>SMSMI-Correlation-ID</w:t>
            </w:r>
          </w:p>
        </w:tc>
        <w:tc>
          <w:tcPr>
            <w:tcW w:w="0" w:type="auto"/>
          </w:tcPr>
          <w:p w:rsidR="00DA25AD" w:rsidRPr="00004A58" w:rsidRDefault="00DA25AD" w:rsidP="00E50914">
            <w:pPr>
              <w:pStyle w:val="TAL"/>
            </w:pPr>
            <w:r w:rsidRPr="00004A58">
              <w:rPr>
                <w:lang w:eastAsia="zh-CN"/>
              </w:rPr>
              <w:t>3324</w:t>
            </w:r>
          </w:p>
        </w:tc>
        <w:tc>
          <w:tcPr>
            <w:tcW w:w="0" w:type="auto"/>
          </w:tcPr>
          <w:p w:rsidR="00DA25AD" w:rsidRPr="00004A58" w:rsidRDefault="00DA25AD" w:rsidP="00E50914">
            <w:pPr>
              <w:pStyle w:val="TAL"/>
            </w:pPr>
            <w:r w:rsidRPr="00004A58">
              <w:rPr>
                <w:lang w:eastAsia="zh-CN"/>
              </w:rPr>
              <w:t>6.3.3.13</w:t>
            </w:r>
          </w:p>
        </w:tc>
        <w:tc>
          <w:tcPr>
            <w:tcW w:w="0" w:type="auto"/>
          </w:tcPr>
          <w:p w:rsidR="00DA25AD" w:rsidRPr="00004A58" w:rsidRDefault="00DA25AD" w:rsidP="00E50914">
            <w:pPr>
              <w:pStyle w:val="TAL"/>
            </w:pPr>
            <w:r w:rsidRPr="00004A58">
              <w:t>Grouped</w:t>
            </w:r>
          </w:p>
        </w:tc>
        <w:tc>
          <w:tcPr>
            <w:tcW w:w="0" w:type="auto"/>
          </w:tcPr>
          <w:p w:rsidR="00DA25AD" w:rsidRPr="00004A58" w:rsidRDefault="00DA25AD" w:rsidP="00E50914">
            <w:pPr>
              <w:pStyle w:val="TAL"/>
            </w:pPr>
            <w:r w:rsidRPr="00004A58">
              <w:t>V</w:t>
            </w: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r w:rsidRPr="00004A58">
              <w:rPr>
                <w:lang w:eastAsia="zh-CN"/>
              </w:rPr>
              <w:t>M</w:t>
            </w:r>
          </w:p>
        </w:tc>
        <w:tc>
          <w:tcPr>
            <w:tcW w:w="0" w:type="auto"/>
          </w:tcPr>
          <w:p w:rsidR="00DA25AD" w:rsidRPr="00004A58" w:rsidRDefault="00DA25AD" w:rsidP="00E50914">
            <w:pPr>
              <w:pStyle w:val="TAL"/>
            </w:pPr>
            <w:r w:rsidRPr="00004A58">
              <w:t>No</w:t>
            </w:r>
          </w:p>
        </w:tc>
      </w:tr>
      <w:tr w:rsidR="00DA25AD" w:rsidRPr="00004A58" w:rsidTr="00E50914">
        <w:trPr>
          <w:cantSplit/>
          <w:tblHeader/>
          <w:jc w:val="center"/>
        </w:trPr>
        <w:tc>
          <w:tcPr>
            <w:tcW w:w="0" w:type="auto"/>
          </w:tcPr>
          <w:p w:rsidR="00DA25AD" w:rsidRPr="00004A58" w:rsidRDefault="00DA25AD" w:rsidP="00E50914">
            <w:pPr>
              <w:pStyle w:val="TAL"/>
            </w:pPr>
            <w:r w:rsidRPr="00004A58">
              <w:t>HSS-ID</w:t>
            </w:r>
          </w:p>
        </w:tc>
        <w:tc>
          <w:tcPr>
            <w:tcW w:w="0" w:type="auto"/>
          </w:tcPr>
          <w:p w:rsidR="00DA25AD" w:rsidRPr="00004A58" w:rsidRDefault="00DA25AD" w:rsidP="00E50914">
            <w:pPr>
              <w:pStyle w:val="TAL"/>
            </w:pPr>
            <w:r w:rsidRPr="00004A58">
              <w:rPr>
                <w:lang w:eastAsia="zh-CN"/>
              </w:rPr>
              <w:t>3325</w:t>
            </w:r>
          </w:p>
        </w:tc>
        <w:tc>
          <w:tcPr>
            <w:tcW w:w="0" w:type="auto"/>
          </w:tcPr>
          <w:p w:rsidR="00DA25AD" w:rsidRPr="00004A58" w:rsidRDefault="00DA25AD" w:rsidP="00E50914">
            <w:pPr>
              <w:pStyle w:val="TAL"/>
            </w:pPr>
            <w:r w:rsidRPr="00004A58">
              <w:rPr>
                <w:lang w:eastAsia="zh-CN"/>
              </w:rPr>
              <w:t>6.3.3.14</w:t>
            </w:r>
          </w:p>
        </w:tc>
        <w:tc>
          <w:tcPr>
            <w:tcW w:w="0" w:type="auto"/>
          </w:tcPr>
          <w:p w:rsidR="00DA25AD" w:rsidRPr="00004A58" w:rsidRDefault="00DA25AD" w:rsidP="00E50914">
            <w:pPr>
              <w:pStyle w:val="TAL"/>
            </w:pPr>
            <w:r w:rsidRPr="00004A58">
              <w:t>OctetString</w:t>
            </w:r>
          </w:p>
        </w:tc>
        <w:tc>
          <w:tcPr>
            <w:tcW w:w="0" w:type="auto"/>
          </w:tcPr>
          <w:p w:rsidR="00DA25AD" w:rsidRPr="00004A58" w:rsidRDefault="00DA25AD" w:rsidP="00E50914">
            <w:pPr>
              <w:pStyle w:val="TAL"/>
            </w:pPr>
            <w:r w:rsidRPr="00004A58">
              <w:t>V</w:t>
            </w: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r w:rsidRPr="00004A58">
              <w:t>M</w:t>
            </w:r>
          </w:p>
        </w:tc>
        <w:tc>
          <w:tcPr>
            <w:tcW w:w="0" w:type="auto"/>
          </w:tcPr>
          <w:p w:rsidR="00DA25AD" w:rsidRPr="00004A58" w:rsidRDefault="00DA25AD" w:rsidP="00E50914">
            <w:pPr>
              <w:pStyle w:val="TAL"/>
            </w:pPr>
            <w:r w:rsidRPr="00004A58">
              <w:t>No</w:t>
            </w:r>
          </w:p>
        </w:tc>
      </w:tr>
      <w:tr w:rsidR="00DA25AD" w:rsidRPr="00004A58" w:rsidTr="00E50914">
        <w:trPr>
          <w:cantSplit/>
          <w:tblHeader/>
          <w:jc w:val="center"/>
        </w:trPr>
        <w:tc>
          <w:tcPr>
            <w:tcW w:w="0" w:type="auto"/>
          </w:tcPr>
          <w:p w:rsidR="00DA25AD" w:rsidRPr="00004A58" w:rsidRDefault="00DA25AD" w:rsidP="00E50914">
            <w:pPr>
              <w:pStyle w:val="TAL"/>
            </w:pPr>
            <w:r w:rsidRPr="00004A58">
              <w:t>Originating-SIP-URI</w:t>
            </w:r>
          </w:p>
        </w:tc>
        <w:tc>
          <w:tcPr>
            <w:tcW w:w="0" w:type="auto"/>
          </w:tcPr>
          <w:p w:rsidR="00DA25AD" w:rsidRPr="00004A58" w:rsidRDefault="00DA25AD" w:rsidP="00E50914">
            <w:pPr>
              <w:pStyle w:val="TAL"/>
            </w:pPr>
            <w:r w:rsidRPr="00004A58">
              <w:rPr>
                <w:lang w:eastAsia="zh-CN"/>
              </w:rPr>
              <w:t>3326</w:t>
            </w:r>
          </w:p>
        </w:tc>
        <w:tc>
          <w:tcPr>
            <w:tcW w:w="0" w:type="auto"/>
          </w:tcPr>
          <w:p w:rsidR="00DA25AD" w:rsidRPr="00004A58" w:rsidRDefault="00DA25AD" w:rsidP="00E50914">
            <w:pPr>
              <w:pStyle w:val="TAL"/>
            </w:pPr>
            <w:r w:rsidRPr="00004A58">
              <w:rPr>
                <w:lang w:eastAsia="zh-CN"/>
              </w:rPr>
              <w:t>6.3.3.15</w:t>
            </w:r>
          </w:p>
        </w:tc>
        <w:tc>
          <w:tcPr>
            <w:tcW w:w="0" w:type="auto"/>
          </w:tcPr>
          <w:p w:rsidR="00DA25AD" w:rsidRPr="00004A58" w:rsidRDefault="00DA25AD" w:rsidP="00E50914">
            <w:pPr>
              <w:pStyle w:val="TAL"/>
            </w:pPr>
            <w:r w:rsidRPr="00004A58">
              <w:t>UTF8String</w:t>
            </w:r>
          </w:p>
        </w:tc>
        <w:tc>
          <w:tcPr>
            <w:tcW w:w="0" w:type="auto"/>
          </w:tcPr>
          <w:p w:rsidR="00DA25AD" w:rsidRPr="00004A58" w:rsidRDefault="00DA25AD" w:rsidP="00E50914">
            <w:pPr>
              <w:pStyle w:val="TAL"/>
            </w:pPr>
            <w:r w:rsidRPr="00004A58">
              <w:t>V</w:t>
            </w: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r w:rsidRPr="00004A58">
              <w:t>M</w:t>
            </w:r>
          </w:p>
        </w:tc>
        <w:tc>
          <w:tcPr>
            <w:tcW w:w="0" w:type="auto"/>
          </w:tcPr>
          <w:p w:rsidR="00DA25AD" w:rsidRPr="00004A58" w:rsidRDefault="00DA25AD" w:rsidP="00E50914">
            <w:pPr>
              <w:pStyle w:val="TAL"/>
            </w:pPr>
            <w:r w:rsidRPr="00004A58">
              <w:t>No</w:t>
            </w:r>
          </w:p>
        </w:tc>
      </w:tr>
      <w:tr w:rsidR="00DA25AD" w:rsidRPr="00004A58" w:rsidTr="00E50914">
        <w:trPr>
          <w:cantSplit/>
          <w:tblHeader/>
          <w:jc w:val="center"/>
        </w:trPr>
        <w:tc>
          <w:tcPr>
            <w:tcW w:w="0" w:type="auto"/>
          </w:tcPr>
          <w:p w:rsidR="00DA25AD" w:rsidRPr="00004A58" w:rsidRDefault="00DA25AD" w:rsidP="00E50914">
            <w:pPr>
              <w:pStyle w:val="TAL"/>
            </w:pPr>
            <w:r w:rsidRPr="00004A58">
              <w:t>Destination-SIP-URI</w:t>
            </w:r>
          </w:p>
        </w:tc>
        <w:tc>
          <w:tcPr>
            <w:tcW w:w="0" w:type="auto"/>
          </w:tcPr>
          <w:p w:rsidR="00DA25AD" w:rsidRPr="00004A58" w:rsidRDefault="00DA25AD" w:rsidP="00E50914">
            <w:pPr>
              <w:pStyle w:val="TAL"/>
            </w:pPr>
            <w:r w:rsidRPr="00004A58">
              <w:rPr>
                <w:lang w:eastAsia="zh-CN"/>
              </w:rPr>
              <w:t>3327</w:t>
            </w:r>
          </w:p>
        </w:tc>
        <w:tc>
          <w:tcPr>
            <w:tcW w:w="0" w:type="auto"/>
          </w:tcPr>
          <w:p w:rsidR="00DA25AD" w:rsidRPr="00004A58" w:rsidRDefault="00DA25AD" w:rsidP="00E50914">
            <w:pPr>
              <w:pStyle w:val="TAL"/>
            </w:pPr>
            <w:r w:rsidRPr="00004A58">
              <w:rPr>
                <w:lang w:eastAsia="zh-CN"/>
              </w:rPr>
              <w:t>6.3.3.16</w:t>
            </w:r>
          </w:p>
        </w:tc>
        <w:tc>
          <w:tcPr>
            <w:tcW w:w="0" w:type="auto"/>
          </w:tcPr>
          <w:p w:rsidR="00DA25AD" w:rsidRPr="00004A58" w:rsidRDefault="00DA25AD" w:rsidP="00E50914">
            <w:pPr>
              <w:pStyle w:val="TAL"/>
            </w:pPr>
            <w:r w:rsidRPr="00004A58">
              <w:t>UTF8String</w:t>
            </w:r>
          </w:p>
        </w:tc>
        <w:tc>
          <w:tcPr>
            <w:tcW w:w="0" w:type="auto"/>
          </w:tcPr>
          <w:p w:rsidR="00DA25AD" w:rsidRPr="00004A58" w:rsidRDefault="00DA25AD" w:rsidP="00E50914">
            <w:pPr>
              <w:pStyle w:val="TAL"/>
            </w:pPr>
            <w:r w:rsidRPr="00004A58">
              <w:t>V</w:t>
            </w: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r w:rsidRPr="00004A58">
              <w:t>M</w:t>
            </w:r>
          </w:p>
        </w:tc>
        <w:tc>
          <w:tcPr>
            <w:tcW w:w="0" w:type="auto"/>
          </w:tcPr>
          <w:p w:rsidR="00DA25AD" w:rsidRPr="00004A58" w:rsidRDefault="00DA25AD" w:rsidP="00E50914">
            <w:pPr>
              <w:pStyle w:val="TAL"/>
            </w:pPr>
            <w:r w:rsidRPr="00004A58">
              <w:t>No</w:t>
            </w:r>
          </w:p>
        </w:tc>
      </w:tr>
      <w:tr w:rsidR="00DA25AD" w:rsidRPr="00004A58" w:rsidTr="00E50914">
        <w:trPr>
          <w:cantSplit/>
          <w:tblHeader/>
          <w:jc w:val="center"/>
        </w:trPr>
        <w:tc>
          <w:tcPr>
            <w:tcW w:w="0" w:type="auto"/>
          </w:tcPr>
          <w:p w:rsidR="00DA25AD" w:rsidRPr="00004A58" w:rsidRDefault="00DA25AD" w:rsidP="00E50914">
            <w:pPr>
              <w:pStyle w:val="TAL"/>
            </w:pPr>
            <w:r w:rsidRPr="00004A58">
              <w:t>OFR-Flags</w:t>
            </w:r>
          </w:p>
        </w:tc>
        <w:tc>
          <w:tcPr>
            <w:tcW w:w="0" w:type="auto"/>
          </w:tcPr>
          <w:p w:rsidR="00DA25AD" w:rsidRPr="00004A58" w:rsidRDefault="00DA25AD" w:rsidP="00E50914">
            <w:pPr>
              <w:pStyle w:val="TAL"/>
              <w:rPr>
                <w:lang w:eastAsia="zh-CN"/>
              </w:rPr>
            </w:pPr>
            <w:r w:rsidRPr="00004A58">
              <w:rPr>
                <w:lang w:eastAsia="zh-CN"/>
              </w:rPr>
              <w:t>3328</w:t>
            </w:r>
          </w:p>
        </w:tc>
        <w:tc>
          <w:tcPr>
            <w:tcW w:w="0" w:type="auto"/>
          </w:tcPr>
          <w:p w:rsidR="00DA25AD" w:rsidRPr="00004A58" w:rsidRDefault="00DA25AD" w:rsidP="00E50914">
            <w:pPr>
              <w:pStyle w:val="TAL"/>
              <w:rPr>
                <w:lang w:eastAsia="zh-CN"/>
              </w:rPr>
            </w:pPr>
            <w:r w:rsidRPr="00004A58">
              <w:rPr>
                <w:lang w:eastAsia="zh-CN"/>
              </w:rPr>
              <w:t>6.3.3.12</w:t>
            </w:r>
          </w:p>
        </w:tc>
        <w:tc>
          <w:tcPr>
            <w:tcW w:w="0" w:type="auto"/>
          </w:tcPr>
          <w:p w:rsidR="00DA25AD" w:rsidRPr="00004A58" w:rsidRDefault="00DA25AD" w:rsidP="00E50914">
            <w:pPr>
              <w:pStyle w:val="TAL"/>
            </w:pPr>
            <w:r w:rsidRPr="00004A58">
              <w:t>Unsigned32</w:t>
            </w:r>
          </w:p>
        </w:tc>
        <w:tc>
          <w:tcPr>
            <w:tcW w:w="0" w:type="auto"/>
          </w:tcPr>
          <w:p w:rsidR="00DA25AD" w:rsidRPr="00004A58" w:rsidRDefault="00DA25AD" w:rsidP="00E50914">
            <w:pPr>
              <w:pStyle w:val="TAL"/>
            </w:pPr>
            <w:r w:rsidRPr="00004A58">
              <w:t>V</w:t>
            </w: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r w:rsidRPr="00004A58">
              <w:t>M</w:t>
            </w:r>
          </w:p>
        </w:tc>
        <w:tc>
          <w:tcPr>
            <w:tcW w:w="0" w:type="auto"/>
          </w:tcPr>
          <w:p w:rsidR="00DA25AD" w:rsidRPr="00004A58" w:rsidRDefault="00DA25AD" w:rsidP="00E50914">
            <w:pPr>
              <w:pStyle w:val="TAL"/>
            </w:pPr>
            <w:r w:rsidRPr="00004A58">
              <w:t>No</w:t>
            </w:r>
          </w:p>
        </w:tc>
      </w:tr>
      <w:tr w:rsidR="00DA25AD" w:rsidRPr="00004A58" w:rsidTr="00E50914">
        <w:trPr>
          <w:cantSplit/>
          <w:tblHeader/>
          <w:jc w:val="center"/>
        </w:trPr>
        <w:tc>
          <w:tcPr>
            <w:tcW w:w="0" w:type="auto"/>
          </w:tcPr>
          <w:p w:rsidR="00DA25AD" w:rsidRPr="00004A58" w:rsidRDefault="00DA25AD" w:rsidP="00E50914">
            <w:pPr>
              <w:pStyle w:val="TAL"/>
            </w:pPr>
            <w:r w:rsidRPr="00004A58">
              <w:t>Maximum-Retransmission-Time</w:t>
            </w:r>
          </w:p>
        </w:tc>
        <w:tc>
          <w:tcPr>
            <w:tcW w:w="0" w:type="auto"/>
          </w:tcPr>
          <w:p w:rsidR="00DA25AD" w:rsidRPr="00004A58" w:rsidRDefault="00DA25AD" w:rsidP="00E50914">
            <w:pPr>
              <w:pStyle w:val="TAL"/>
              <w:rPr>
                <w:lang w:eastAsia="zh-CN"/>
              </w:rPr>
            </w:pPr>
            <w:r w:rsidRPr="00004A58">
              <w:rPr>
                <w:lang w:eastAsia="zh-CN"/>
              </w:rPr>
              <w:t>3330</w:t>
            </w:r>
          </w:p>
        </w:tc>
        <w:tc>
          <w:tcPr>
            <w:tcW w:w="0" w:type="auto"/>
          </w:tcPr>
          <w:p w:rsidR="00DA25AD" w:rsidRPr="00004A58" w:rsidRDefault="00DA25AD" w:rsidP="00E50914">
            <w:pPr>
              <w:pStyle w:val="TAL"/>
              <w:rPr>
                <w:lang w:eastAsia="zh-CN"/>
              </w:rPr>
            </w:pPr>
            <w:r w:rsidRPr="00004A58">
              <w:rPr>
                <w:lang w:eastAsia="zh-CN"/>
              </w:rPr>
              <w:t>6.3.3.17</w:t>
            </w:r>
          </w:p>
        </w:tc>
        <w:tc>
          <w:tcPr>
            <w:tcW w:w="0" w:type="auto"/>
          </w:tcPr>
          <w:p w:rsidR="00DA25AD" w:rsidRPr="00004A58" w:rsidRDefault="00DA25AD" w:rsidP="00E50914">
            <w:pPr>
              <w:pStyle w:val="TAL"/>
            </w:pPr>
            <w:r w:rsidRPr="00004A58">
              <w:t>Time</w:t>
            </w:r>
          </w:p>
        </w:tc>
        <w:tc>
          <w:tcPr>
            <w:tcW w:w="0" w:type="auto"/>
          </w:tcPr>
          <w:p w:rsidR="00DA25AD" w:rsidRPr="00004A58" w:rsidRDefault="00DA25AD" w:rsidP="00E50914">
            <w:pPr>
              <w:pStyle w:val="TAL"/>
            </w:pPr>
            <w:r w:rsidRPr="00004A58">
              <w:t>V</w:t>
            </w: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r w:rsidRPr="00004A58">
              <w:t>M</w:t>
            </w:r>
          </w:p>
        </w:tc>
        <w:tc>
          <w:tcPr>
            <w:tcW w:w="0" w:type="auto"/>
          </w:tcPr>
          <w:p w:rsidR="00DA25AD" w:rsidRPr="00004A58" w:rsidRDefault="00DA25AD" w:rsidP="00E50914">
            <w:pPr>
              <w:pStyle w:val="TAL"/>
            </w:pPr>
            <w:r w:rsidRPr="00004A58">
              <w:t>No</w:t>
            </w:r>
          </w:p>
        </w:tc>
      </w:tr>
      <w:tr w:rsidR="00DA25AD" w:rsidRPr="00004A58" w:rsidTr="00E50914">
        <w:trPr>
          <w:cantSplit/>
          <w:tblHeader/>
          <w:jc w:val="center"/>
        </w:trPr>
        <w:tc>
          <w:tcPr>
            <w:tcW w:w="0" w:type="auto"/>
          </w:tcPr>
          <w:p w:rsidR="00DA25AD" w:rsidRPr="00004A58" w:rsidRDefault="00DA25AD" w:rsidP="00E50914">
            <w:pPr>
              <w:pStyle w:val="TAL"/>
            </w:pPr>
            <w:r w:rsidRPr="00004A58">
              <w:t>Requested-Retransmission-Time</w:t>
            </w:r>
          </w:p>
        </w:tc>
        <w:tc>
          <w:tcPr>
            <w:tcW w:w="0" w:type="auto"/>
          </w:tcPr>
          <w:p w:rsidR="00DA25AD" w:rsidRPr="00004A58" w:rsidRDefault="00DA25AD" w:rsidP="00E50914">
            <w:pPr>
              <w:pStyle w:val="TAL"/>
              <w:rPr>
                <w:lang w:eastAsia="zh-CN"/>
              </w:rPr>
            </w:pPr>
            <w:r w:rsidRPr="00004A58">
              <w:rPr>
                <w:lang w:eastAsia="zh-CN"/>
              </w:rPr>
              <w:t>3331</w:t>
            </w:r>
          </w:p>
        </w:tc>
        <w:tc>
          <w:tcPr>
            <w:tcW w:w="0" w:type="auto"/>
          </w:tcPr>
          <w:p w:rsidR="00DA25AD" w:rsidRPr="00004A58" w:rsidRDefault="00DA25AD" w:rsidP="00E50914">
            <w:pPr>
              <w:pStyle w:val="TAL"/>
              <w:rPr>
                <w:lang w:eastAsia="zh-CN"/>
              </w:rPr>
            </w:pPr>
            <w:r w:rsidRPr="00004A58">
              <w:rPr>
                <w:lang w:eastAsia="zh-CN"/>
              </w:rPr>
              <w:t>6.3.3.18</w:t>
            </w:r>
          </w:p>
        </w:tc>
        <w:tc>
          <w:tcPr>
            <w:tcW w:w="0" w:type="auto"/>
          </w:tcPr>
          <w:p w:rsidR="00DA25AD" w:rsidRPr="00004A58" w:rsidRDefault="00DA25AD" w:rsidP="00E50914">
            <w:pPr>
              <w:pStyle w:val="TAL"/>
            </w:pPr>
            <w:r w:rsidRPr="00004A58">
              <w:t>Time</w:t>
            </w:r>
          </w:p>
        </w:tc>
        <w:tc>
          <w:tcPr>
            <w:tcW w:w="0" w:type="auto"/>
          </w:tcPr>
          <w:p w:rsidR="00DA25AD" w:rsidRPr="00004A58" w:rsidRDefault="00DA25AD" w:rsidP="00E50914">
            <w:pPr>
              <w:pStyle w:val="TAL"/>
            </w:pPr>
            <w:r w:rsidRPr="00004A58">
              <w:t>V</w:t>
            </w: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r w:rsidRPr="00004A58">
              <w:t>M</w:t>
            </w:r>
          </w:p>
        </w:tc>
        <w:tc>
          <w:tcPr>
            <w:tcW w:w="0" w:type="auto"/>
          </w:tcPr>
          <w:p w:rsidR="00DA25AD" w:rsidRPr="00004A58" w:rsidRDefault="00DA25AD" w:rsidP="00E50914">
            <w:pPr>
              <w:pStyle w:val="TAL"/>
            </w:pPr>
            <w:r w:rsidRPr="00004A58">
              <w:t>No</w:t>
            </w:r>
          </w:p>
        </w:tc>
      </w:tr>
      <w:tr w:rsidR="00DA25AD" w:rsidRPr="00004A58" w:rsidTr="00E50914">
        <w:trPr>
          <w:cantSplit/>
          <w:tblHeader/>
          <w:jc w:val="center"/>
        </w:trPr>
        <w:tc>
          <w:tcPr>
            <w:tcW w:w="0" w:type="auto"/>
          </w:tcPr>
          <w:p w:rsidR="00DA25AD" w:rsidRPr="00004A58" w:rsidRDefault="00DA25AD" w:rsidP="00E50914">
            <w:pPr>
              <w:pStyle w:val="TAL"/>
            </w:pPr>
            <w:r w:rsidRPr="00004A58">
              <w:t>SMS-GMSC-Address</w:t>
            </w:r>
          </w:p>
        </w:tc>
        <w:tc>
          <w:tcPr>
            <w:tcW w:w="0" w:type="auto"/>
          </w:tcPr>
          <w:p w:rsidR="00DA25AD" w:rsidRPr="00004A58" w:rsidRDefault="00DA25AD" w:rsidP="00E50914">
            <w:pPr>
              <w:pStyle w:val="TAL"/>
              <w:rPr>
                <w:lang w:eastAsia="zh-CN"/>
              </w:rPr>
            </w:pPr>
            <w:r w:rsidRPr="00004A58">
              <w:rPr>
                <w:lang w:eastAsia="zh-CN"/>
              </w:rPr>
              <w:t>3332</w:t>
            </w:r>
          </w:p>
        </w:tc>
        <w:tc>
          <w:tcPr>
            <w:tcW w:w="0" w:type="auto"/>
          </w:tcPr>
          <w:p w:rsidR="00DA25AD" w:rsidRPr="00004A58" w:rsidRDefault="00DA25AD" w:rsidP="00E50914">
            <w:pPr>
              <w:pStyle w:val="TAL"/>
              <w:rPr>
                <w:lang w:eastAsia="zh-CN"/>
              </w:rPr>
            </w:pPr>
            <w:r w:rsidRPr="00004A58">
              <w:rPr>
                <w:lang w:eastAsia="zh-CN"/>
              </w:rPr>
              <w:t>6.3.3.19</w:t>
            </w:r>
          </w:p>
        </w:tc>
        <w:tc>
          <w:tcPr>
            <w:tcW w:w="0" w:type="auto"/>
          </w:tcPr>
          <w:p w:rsidR="00DA25AD" w:rsidRPr="00004A58" w:rsidRDefault="00DA25AD" w:rsidP="00E50914">
            <w:pPr>
              <w:pStyle w:val="TAL"/>
            </w:pPr>
            <w:r w:rsidRPr="00004A58">
              <w:t>OctetString</w:t>
            </w:r>
          </w:p>
        </w:tc>
        <w:tc>
          <w:tcPr>
            <w:tcW w:w="0" w:type="auto"/>
          </w:tcPr>
          <w:p w:rsidR="00DA25AD" w:rsidRPr="00004A58" w:rsidRDefault="00DA25AD" w:rsidP="00E50914">
            <w:pPr>
              <w:pStyle w:val="TAL"/>
            </w:pPr>
            <w:r w:rsidRPr="00004A58">
              <w:t>V</w:t>
            </w: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p>
        </w:tc>
        <w:tc>
          <w:tcPr>
            <w:tcW w:w="0" w:type="auto"/>
          </w:tcPr>
          <w:p w:rsidR="00DA25AD" w:rsidRPr="00004A58" w:rsidRDefault="00DA25AD" w:rsidP="00E50914">
            <w:pPr>
              <w:pStyle w:val="TAL"/>
            </w:pPr>
            <w:r w:rsidRPr="00004A58">
              <w:t>M</w:t>
            </w:r>
          </w:p>
        </w:tc>
        <w:tc>
          <w:tcPr>
            <w:tcW w:w="0" w:type="auto"/>
          </w:tcPr>
          <w:p w:rsidR="00DA25AD" w:rsidRPr="00004A58" w:rsidRDefault="00DA25AD" w:rsidP="00E50914">
            <w:pPr>
              <w:pStyle w:val="TAL"/>
            </w:pPr>
            <w:r w:rsidRPr="00004A58">
              <w:t>No</w:t>
            </w:r>
          </w:p>
        </w:tc>
      </w:tr>
      <w:tr w:rsidR="00DA25AD" w:rsidRPr="00004A58" w:rsidTr="00E50914">
        <w:trPr>
          <w:cantSplit/>
          <w:tblHeader/>
          <w:jc w:val="center"/>
        </w:trPr>
        <w:tc>
          <w:tcPr>
            <w:tcW w:w="0" w:type="auto"/>
            <w:gridSpan w:val="9"/>
          </w:tcPr>
          <w:p w:rsidR="00DA25AD" w:rsidRPr="00004A58" w:rsidRDefault="00DA25AD" w:rsidP="00E50914">
            <w:pPr>
              <w:pStyle w:val="TAN"/>
            </w:pPr>
            <w:r w:rsidRPr="00004A58">
              <w:t>NOTE 1:</w:t>
            </w:r>
            <w:r w:rsidRPr="00004A58">
              <w:tab/>
              <w:t>The AVP header bit denoted as "M", indicates whether support of the AVP is required. The AVP header bit denoted as "V" indicates whether the optional Vendor-ID field is present in the AVP header. For further details, see IETF RFC 6733 [20].</w:t>
            </w:r>
          </w:p>
          <w:p w:rsidR="00DA25AD" w:rsidRPr="00004A58" w:rsidRDefault="00DA25AD" w:rsidP="00E50914">
            <w:pPr>
              <w:pStyle w:val="TAN"/>
            </w:pPr>
            <w:r w:rsidRPr="00004A58">
              <w:t>NOTE 2:</w:t>
            </w:r>
            <w:r w:rsidRPr="00004A58">
              <w:tab/>
              <w:t>If the M-bit is set for an AVP and the receiver does not understand the AVP, it shall return a rejection. If the M-bit is not set for an AVP, the receiver shall not return a rejection, whether or not it understands the AVP. If the receiver understands the AVP but the M-bit value does not match with the definition in this table, the receiver shall ignore the M-bit.</w:t>
            </w:r>
          </w:p>
        </w:tc>
      </w:tr>
    </w:tbl>
    <w:p w:rsidR="00DA25AD" w:rsidRPr="00004A58" w:rsidRDefault="00DA25AD" w:rsidP="00DA25AD"/>
    <w:p w:rsidR="00DA25AD" w:rsidRPr="00004A58" w:rsidRDefault="00DA25AD" w:rsidP="00DA25AD">
      <w:r w:rsidRPr="00004A58">
        <w:t>The following table specifies the Diameter AVPs re-used from existing Diameter Applications, including a reference to their respective specifications and when needed, a short description of their use within this interface.</w:t>
      </w:r>
    </w:p>
    <w:p w:rsidR="00DA25AD" w:rsidRPr="00004A58" w:rsidRDefault="00DA25AD" w:rsidP="00DA25AD">
      <w:r w:rsidRPr="00004A58">
        <w:t xml:space="preserve">Any other AVPs from existing Diameter Applications, except for the AVPs from Diameter base protocol specified in IETF RFC 6733 [20], do not need to be supported. The AVPs from Diameter base protocol specified in IETF RFC 6733 [20] are not included in table 6.3.3.1/2, but they </w:t>
      </w:r>
      <w:r w:rsidRPr="00004A58">
        <w:rPr>
          <w:rFonts w:hint="eastAsia"/>
          <w:lang w:eastAsia="zh-CN"/>
        </w:rPr>
        <w:t>may be</w:t>
      </w:r>
      <w:r w:rsidRPr="00004A58">
        <w:rPr>
          <w:lang w:eastAsia="zh-CN"/>
        </w:rPr>
        <w:t xml:space="preserve"> </w:t>
      </w:r>
      <w:r w:rsidRPr="00004A58">
        <w:t>re-used for this interface.</w:t>
      </w:r>
    </w:p>
    <w:p w:rsidR="00DA25AD" w:rsidRPr="00004A58" w:rsidRDefault="00DA25AD" w:rsidP="00DA25AD">
      <w:pPr>
        <w:pStyle w:val="TH"/>
      </w:pPr>
      <w:r w:rsidRPr="00004A58">
        <w:lastRenderedPageBreak/>
        <w:t>Table 6.3.3.1/2: SGd/Gdd re-used Diameter AVPs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88"/>
        <w:gridCol w:w="1677"/>
        <w:gridCol w:w="6335"/>
        <w:gridCol w:w="597"/>
      </w:tblGrid>
      <w:tr w:rsidR="00DA25AD" w:rsidRPr="00004A58" w:rsidTr="00E50914">
        <w:trPr>
          <w:cantSplit/>
          <w:tblHeader/>
          <w:jc w:val="center"/>
        </w:trPr>
        <w:tc>
          <w:tcPr>
            <w:tcW w:w="0" w:type="auto"/>
            <w:vAlign w:val="center"/>
          </w:tcPr>
          <w:p w:rsidR="00DA25AD" w:rsidRPr="00004A58" w:rsidRDefault="00DA25AD" w:rsidP="00E50914">
            <w:pPr>
              <w:pStyle w:val="TAH"/>
            </w:pPr>
            <w:r w:rsidRPr="00004A58">
              <w:t>Attribute Name</w:t>
            </w:r>
          </w:p>
        </w:tc>
        <w:tc>
          <w:tcPr>
            <w:tcW w:w="0" w:type="auto"/>
            <w:vAlign w:val="center"/>
          </w:tcPr>
          <w:p w:rsidR="00DA25AD" w:rsidRPr="00004A58" w:rsidRDefault="00DA25AD" w:rsidP="00E50914">
            <w:pPr>
              <w:pStyle w:val="TAH"/>
            </w:pPr>
            <w:r w:rsidRPr="00004A58">
              <w:t>Reference</w:t>
            </w:r>
          </w:p>
        </w:tc>
        <w:tc>
          <w:tcPr>
            <w:tcW w:w="6335" w:type="dxa"/>
            <w:vAlign w:val="center"/>
          </w:tcPr>
          <w:p w:rsidR="00DA25AD" w:rsidRPr="00004A58" w:rsidRDefault="00DA25AD" w:rsidP="00E50914">
            <w:pPr>
              <w:pStyle w:val="TAH"/>
            </w:pPr>
            <w:r w:rsidRPr="00004A58">
              <w:t>Comments</w:t>
            </w:r>
          </w:p>
        </w:tc>
        <w:tc>
          <w:tcPr>
            <w:tcW w:w="597" w:type="dxa"/>
          </w:tcPr>
          <w:p w:rsidR="00DA25AD" w:rsidRPr="00004A58" w:rsidRDefault="00DA25AD" w:rsidP="00E50914">
            <w:pPr>
              <w:pStyle w:val="TAH"/>
            </w:pPr>
            <w:r w:rsidRPr="00004A58">
              <w:t>M-bit</w:t>
            </w:r>
          </w:p>
        </w:tc>
      </w:tr>
      <w:tr w:rsidR="00DA25AD" w:rsidRPr="00004A58" w:rsidTr="00E50914">
        <w:trPr>
          <w:cantSplit/>
          <w:jc w:val="center"/>
        </w:trPr>
        <w:tc>
          <w:tcPr>
            <w:tcW w:w="0" w:type="auto"/>
            <w:vAlign w:val="center"/>
          </w:tcPr>
          <w:p w:rsidR="00DA25AD" w:rsidRPr="00004A58" w:rsidRDefault="00DA25AD" w:rsidP="00E50914">
            <w:pPr>
              <w:pStyle w:val="TAL"/>
            </w:pPr>
            <w:r w:rsidRPr="00004A58">
              <w:t>User-Name</w:t>
            </w:r>
          </w:p>
        </w:tc>
        <w:tc>
          <w:tcPr>
            <w:tcW w:w="0" w:type="auto"/>
            <w:vAlign w:val="center"/>
          </w:tcPr>
          <w:p w:rsidR="00DA25AD" w:rsidRPr="00004A58" w:rsidRDefault="00DA25AD" w:rsidP="00E50914">
            <w:pPr>
              <w:pStyle w:val="TAL"/>
            </w:pPr>
            <w:r w:rsidRPr="00004A58">
              <w:t>IETF RFC 6733 [20]</w:t>
            </w:r>
          </w:p>
        </w:tc>
        <w:tc>
          <w:tcPr>
            <w:tcW w:w="6335" w:type="dxa"/>
            <w:vAlign w:val="center"/>
          </w:tcPr>
          <w:p w:rsidR="00DA25AD" w:rsidRPr="00004A58" w:rsidRDefault="00DA25AD" w:rsidP="00E50914">
            <w:pPr>
              <w:pStyle w:val="TAL"/>
            </w:pPr>
          </w:p>
        </w:tc>
        <w:tc>
          <w:tcPr>
            <w:tcW w:w="597" w:type="dxa"/>
          </w:tcPr>
          <w:p w:rsidR="00DA25AD" w:rsidRPr="00004A58" w:rsidRDefault="00DA25AD" w:rsidP="00E50914">
            <w:pPr>
              <w:pStyle w:val="TAL"/>
            </w:pPr>
            <w:r w:rsidRPr="00004A58">
              <w:t>Must</w:t>
            </w:r>
          </w:p>
        </w:tc>
      </w:tr>
      <w:tr w:rsidR="00DA25AD" w:rsidRPr="00004A58" w:rsidTr="00E50914">
        <w:trPr>
          <w:cantSplit/>
          <w:jc w:val="center"/>
        </w:trPr>
        <w:tc>
          <w:tcPr>
            <w:tcW w:w="0" w:type="auto"/>
            <w:vAlign w:val="center"/>
          </w:tcPr>
          <w:p w:rsidR="00DA25AD" w:rsidRPr="00004A58" w:rsidRDefault="00DA25AD" w:rsidP="00E50914">
            <w:pPr>
              <w:pStyle w:val="TAL"/>
            </w:pPr>
            <w:r w:rsidRPr="00004A58">
              <w:t>User-Identifier</w:t>
            </w:r>
          </w:p>
        </w:tc>
        <w:tc>
          <w:tcPr>
            <w:tcW w:w="0" w:type="auto"/>
            <w:vAlign w:val="center"/>
          </w:tcPr>
          <w:p w:rsidR="00DA25AD" w:rsidRPr="00004A58" w:rsidRDefault="00DA25AD" w:rsidP="00E50914">
            <w:pPr>
              <w:pStyle w:val="TAL"/>
            </w:pPr>
            <w:r w:rsidRPr="00004A58">
              <w:t>3GPP TS 29.336 [15]</w:t>
            </w:r>
          </w:p>
        </w:tc>
        <w:tc>
          <w:tcPr>
            <w:tcW w:w="6335" w:type="dxa"/>
            <w:vAlign w:val="center"/>
          </w:tcPr>
          <w:p w:rsidR="00DA25AD" w:rsidRPr="00004A58" w:rsidRDefault="00DA25AD" w:rsidP="00E50914">
            <w:pPr>
              <w:pStyle w:val="TAL"/>
            </w:pPr>
          </w:p>
        </w:tc>
        <w:tc>
          <w:tcPr>
            <w:tcW w:w="597" w:type="dxa"/>
          </w:tcPr>
          <w:p w:rsidR="00DA25AD" w:rsidRPr="00004A58" w:rsidRDefault="00DA25AD" w:rsidP="00E50914">
            <w:pPr>
              <w:pStyle w:val="TAL"/>
            </w:pPr>
          </w:p>
        </w:tc>
      </w:tr>
      <w:tr w:rsidR="00DA25AD" w:rsidRPr="00004A58" w:rsidTr="00E50914">
        <w:trPr>
          <w:cantSplit/>
          <w:jc w:val="center"/>
        </w:trPr>
        <w:tc>
          <w:tcPr>
            <w:tcW w:w="0" w:type="auto"/>
            <w:vAlign w:val="center"/>
          </w:tcPr>
          <w:p w:rsidR="00DA25AD" w:rsidRPr="00004A58" w:rsidRDefault="00DA25AD" w:rsidP="00E50914">
            <w:pPr>
              <w:pStyle w:val="TAL"/>
            </w:pPr>
            <w:r w:rsidRPr="00004A58">
              <w:t>MME-Number-for-MT-SMS</w:t>
            </w:r>
          </w:p>
        </w:tc>
        <w:tc>
          <w:tcPr>
            <w:tcW w:w="0" w:type="auto"/>
            <w:vAlign w:val="center"/>
          </w:tcPr>
          <w:p w:rsidR="00DA25AD" w:rsidRPr="00004A58" w:rsidRDefault="00DA25AD" w:rsidP="00E50914">
            <w:pPr>
              <w:pStyle w:val="TAL"/>
            </w:pPr>
            <w:r w:rsidRPr="00004A58">
              <w:t>3GPP TS 29.272 [4]</w:t>
            </w:r>
          </w:p>
        </w:tc>
        <w:tc>
          <w:tcPr>
            <w:tcW w:w="6335" w:type="dxa"/>
            <w:vAlign w:val="center"/>
          </w:tcPr>
          <w:p w:rsidR="00DA25AD" w:rsidRPr="00004A58" w:rsidRDefault="00DA25AD" w:rsidP="00E50914">
            <w:pPr>
              <w:pStyle w:val="TAL"/>
            </w:pPr>
          </w:p>
        </w:tc>
        <w:tc>
          <w:tcPr>
            <w:tcW w:w="597" w:type="dxa"/>
          </w:tcPr>
          <w:p w:rsidR="00DA25AD" w:rsidRPr="00004A58" w:rsidRDefault="00DA25AD" w:rsidP="00E50914">
            <w:pPr>
              <w:pStyle w:val="TAL"/>
            </w:pPr>
          </w:p>
        </w:tc>
      </w:tr>
      <w:tr w:rsidR="00DA25AD" w:rsidRPr="00004A58" w:rsidTr="00E50914">
        <w:trPr>
          <w:cantSplit/>
          <w:jc w:val="center"/>
        </w:trPr>
        <w:tc>
          <w:tcPr>
            <w:tcW w:w="0" w:type="auto"/>
            <w:vAlign w:val="center"/>
          </w:tcPr>
          <w:p w:rsidR="00DA25AD" w:rsidRPr="00004A58" w:rsidRDefault="00DA25AD" w:rsidP="00E50914">
            <w:pPr>
              <w:pStyle w:val="TAL"/>
            </w:pPr>
            <w:r w:rsidRPr="00004A58">
              <w:t>SGSN-Number</w:t>
            </w:r>
          </w:p>
        </w:tc>
        <w:tc>
          <w:tcPr>
            <w:tcW w:w="0" w:type="auto"/>
            <w:vAlign w:val="center"/>
          </w:tcPr>
          <w:p w:rsidR="00DA25AD" w:rsidRPr="00004A58" w:rsidRDefault="00DA25AD" w:rsidP="00E50914">
            <w:pPr>
              <w:pStyle w:val="TAL"/>
            </w:pPr>
            <w:r w:rsidRPr="00004A58">
              <w:t>3GPP TS 29.272 [4]</w:t>
            </w:r>
          </w:p>
        </w:tc>
        <w:tc>
          <w:tcPr>
            <w:tcW w:w="6335" w:type="dxa"/>
            <w:vAlign w:val="center"/>
          </w:tcPr>
          <w:p w:rsidR="00DA25AD" w:rsidRPr="00004A58" w:rsidRDefault="00DA25AD" w:rsidP="00E50914">
            <w:pPr>
              <w:pStyle w:val="TAL"/>
            </w:pPr>
          </w:p>
        </w:tc>
        <w:tc>
          <w:tcPr>
            <w:tcW w:w="597" w:type="dxa"/>
          </w:tcPr>
          <w:p w:rsidR="00DA25AD" w:rsidRPr="00004A58" w:rsidRDefault="00DA25AD" w:rsidP="00E50914">
            <w:pPr>
              <w:pStyle w:val="TAL"/>
            </w:pPr>
            <w:r w:rsidRPr="00004A58">
              <w:t>Must not</w:t>
            </w:r>
          </w:p>
        </w:tc>
      </w:tr>
      <w:tr w:rsidR="00DA25AD" w:rsidRPr="00004A58" w:rsidTr="00E50914">
        <w:trPr>
          <w:cantSplit/>
          <w:jc w:val="center"/>
        </w:trPr>
        <w:tc>
          <w:tcPr>
            <w:tcW w:w="0" w:type="auto"/>
            <w:vAlign w:val="center"/>
          </w:tcPr>
          <w:p w:rsidR="00DA25AD" w:rsidRPr="00004A58" w:rsidRDefault="00DA25AD" w:rsidP="00E50914">
            <w:pPr>
              <w:pStyle w:val="TAL"/>
            </w:pPr>
            <w:r w:rsidRPr="00004A58">
              <w:t>Absent-User-Diagnostic-SM</w:t>
            </w:r>
          </w:p>
        </w:tc>
        <w:tc>
          <w:tcPr>
            <w:tcW w:w="0" w:type="auto"/>
            <w:vAlign w:val="center"/>
          </w:tcPr>
          <w:p w:rsidR="00DA25AD" w:rsidRPr="00004A58" w:rsidRDefault="00DA25AD" w:rsidP="00E50914">
            <w:pPr>
              <w:pStyle w:val="TAL"/>
            </w:pPr>
            <w:r w:rsidRPr="00004A58">
              <w:t>3GPP TS 29.338</w:t>
            </w:r>
          </w:p>
        </w:tc>
        <w:tc>
          <w:tcPr>
            <w:tcW w:w="6335" w:type="dxa"/>
            <w:vAlign w:val="center"/>
          </w:tcPr>
          <w:p w:rsidR="00DA25AD" w:rsidRPr="00004A58" w:rsidRDefault="00DA25AD" w:rsidP="00E50914">
            <w:pPr>
              <w:pStyle w:val="TAL"/>
            </w:pPr>
            <w:r w:rsidRPr="00004A58">
              <w:t xml:space="preserve">It is defined for the S6c interface, see </w:t>
            </w:r>
            <w:r w:rsidR="005252A2" w:rsidRPr="00004A58">
              <w:t>clause</w:t>
            </w:r>
            <w:r w:rsidRPr="00004A58">
              <w:t xml:space="preserve"> 5.3.3.20</w:t>
            </w:r>
          </w:p>
        </w:tc>
        <w:tc>
          <w:tcPr>
            <w:tcW w:w="597" w:type="dxa"/>
          </w:tcPr>
          <w:p w:rsidR="00DA25AD" w:rsidRPr="00004A58" w:rsidRDefault="00DA25AD" w:rsidP="00E50914">
            <w:pPr>
              <w:pStyle w:val="TAL"/>
            </w:pPr>
          </w:p>
        </w:tc>
      </w:tr>
      <w:tr w:rsidR="00DA25AD" w:rsidRPr="00004A58" w:rsidTr="00E50914">
        <w:trPr>
          <w:cantSplit/>
          <w:jc w:val="center"/>
        </w:trPr>
        <w:tc>
          <w:tcPr>
            <w:tcW w:w="0" w:type="auto"/>
            <w:vAlign w:val="center"/>
          </w:tcPr>
          <w:p w:rsidR="00DA25AD" w:rsidRPr="00004A58" w:rsidRDefault="00DA25AD" w:rsidP="00E50914">
            <w:pPr>
              <w:pStyle w:val="TAL"/>
            </w:pPr>
            <w:r w:rsidRPr="00004A58">
              <w:t>Supported-Features</w:t>
            </w:r>
          </w:p>
        </w:tc>
        <w:tc>
          <w:tcPr>
            <w:tcW w:w="0" w:type="auto"/>
            <w:vAlign w:val="center"/>
          </w:tcPr>
          <w:p w:rsidR="00DA25AD" w:rsidRPr="00004A58" w:rsidRDefault="00DA25AD" w:rsidP="00E50914">
            <w:pPr>
              <w:pStyle w:val="TAL"/>
            </w:pPr>
            <w:r w:rsidRPr="00004A58">
              <w:t>3GPP TS 29.229 [5]</w:t>
            </w:r>
          </w:p>
        </w:tc>
        <w:tc>
          <w:tcPr>
            <w:tcW w:w="6335" w:type="dxa"/>
            <w:vAlign w:val="center"/>
          </w:tcPr>
          <w:p w:rsidR="00DA25AD" w:rsidRPr="00004A58" w:rsidRDefault="00DA25AD" w:rsidP="00E50914">
            <w:pPr>
              <w:pStyle w:val="TAL"/>
            </w:pPr>
          </w:p>
        </w:tc>
        <w:tc>
          <w:tcPr>
            <w:tcW w:w="597" w:type="dxa"/>
          </w:tcPr>
          <w:p w:rsidR="00DA25AD" w:rsidRPr="00004A58" w:rsidRDefault="00DA25AD" w:rsidP="00E50914">
            <w:pPr>
              <w:pStyle w:val="TAL"/>
            </w:pPr>
          </w:p>
        </w:tc>
      </w:tr>
      <w:tr w:rsidR="00DA25AD" w:rsidRPr="00004A58" w:rsidTr="00E50914">
        <w:trPr>
          <w:cantSplit/>
          <w:jc w:val="center"/>
        </w:trPr>
        <w:tc>
          <w:tcPr>
            <w:tcW w:w="0" w:type="auto"/>
            <w:vAlign w:val="center"/>
          </w:tcPr>
          <w:p w:rsidR="00DA25AD" w:rsidRPr="00004A58" w:rsidRDefault="00DA25AD" w:rsidP="00E50914">
            <w:pPr>
              <w:pStyle w:val="TAL"/>
            </w:pPr>
            <w:r w:rsidRPr="00004A58">
              <w:t>Feature-List-ID</w:t>
            </w:r>
          </w:p>
        </w:tc>
        <w:tc>
          <w:tcPr>
            <w:tcW w:w="0" w:type="auto"/>
            <w:vAlign w:val="center"/>
          </w:tcPr>
          <w:p w:rsidR="00DA25AD" w:rsidRPr="00004A58" w:rsidRDefault="00DA25AD" w:rsidP="00E50914">
            <w:pPr>
              <w:pStyle w:val="TAL"/>
            </w:pPr>
            <w:r w:rsidRPr="00004A58">
              <w:t>3GPP TS 29.229 [5]</w:t>
            </w:r>
          </w:p>
        </w:tc>
        <w:tc>
          <w:tcPr>
            <w:tcW w:w="6335" w:type="dxa"/>
            <w:vAlign w:val="center"/>
          </w:tcPr>
          <w:p w:rsidR="00DA25AD" w:rsidRPr="00004A58" w:rsidDel="00020937" w:rsidRDefault="00DA25AD" w:rsidP="00E50914">
            <w:pPr>
              <w:pStyle w:val="TAL"/>
            </w:pPr>
            <w:r w:rsidRPr="00004A58">
              <w:t xml:space="preserve">See </w:t>
            </w:r>
            <w:r w:rsidR="005252A2" w:rsidRPr="00004A58">
              <w:t>clause</w:t>
            </w:r>
            <w:r w:rsidRPr="00004A58">
              <w:t xml:space="preserve"> 6.3.3.8</w:t>
            </w:r>
          </w:p>
        </w:tc>
        <w:tc>
          <w:tcPr>
            <w:tcW w:w="597" w:type="dxa"/>
          </w:tcPr>
          <w:p w:rsidR="00DA25AD" w:rsidRPr="00004A58" w:rsidRDefault="00DA25AD" w:rsidP="00E50914">
            <w:pPr>
              <w:pStyle w:val="TAL"/>
            </w:pPr>
          </w:p>
        </w:tc>
      </w:tr>
      <w:tr w:rsidR="00DA25AD" w:rsidRPr="00004A58" w:rsidTr="00E50914">
        <w:trPr>
          <w:cantSplit/>
          <w:jc w:val="center"/>
        </w:trPr>
        <w:tc>
          <w:tcPr>
            <w:tcW w:w="0" w:type="auto"/>
            <w:vAlign w:val="center"/>
          </w:tcPr>
          <w:p w:rsidR="00DA25AD" w:rsidRPr="00004A58" w:rsidRDefault="00DA25AD" w:rsidP="00E50914">
            <w:pPr>
              <w:pStyle w:val="TAL"/>
            </w:pPr>
            <w:r w:rsidRPr="00004A58">
              <w:t>Feature-List</w:t>
            </w:r>
          </w:p>
        </w:tc>
        <w:tc>
          <w:tcPr>
            <w:tcW w:w="0" w:type="auto"/>
            <w:vAlign w:val="center"/>
          </w:tcPr>
          <w:p w:rsidR="00DA25AD" w:rsidRPr="00004A58" w:rsidRDefault="00DA25AD" w:rsidP="00E50914">
            <w:pPr>
              <w:pStyle w:val="TAL"/>
            </w:pPr>
            <w:r w:rsidRPr="00004A58">
              <w:t>3GPP TS 29.229 [5]</w:t>
            </w:r>
          </w:p>
        </w:tc>
        <w:tc>
          <w:tcPr>
            <w:tcW w:w="6335" w:type="dxa"/>
            <w:vAlign w:val="center"/>
          </w:tcPr>
          <w:p w:rsidR="00DA25AD" w:rsidRPr="00004A58" w:rsidDel="00020937" w:rsidRDefault="00DA25AD" w:rsidP="00E50914">
            <w:pPr>
              <w:pStyle w:val="TAL"/>
            </w:pPr>
            <w:r w:rsidRPr="00004A58">
              <w:t xml:space="preserve">See </w:t>
            </w:r>
            <w:r w:rsidR="005252A2" w:rsidRPr="00004A58">
              <w:t>clause</w:t>
            </w:r>
            <w:r w:rsidRPr="00004A58">
              <w:t xml:space="preserve"> 6.3.3.9</w:t>
            </w:r>
          </w:p>
        </w:tc>
        <w:tc>
          <w:tcPr>
            <w:tcW w:w="597" w:type="dxa"/>
          </w:tcPr>
          <w:p w:rsidR="00DA25AD" w:rsidRPr="00004A58" w:rsidRDefault="00DA25AD" w:rsidP="00E50914">
            <w:pPr>
              <w:pStyle w:val="TAL"/>
            </w:pPr>
          </w:p>
        </w:tc>
      </w:tr>
      <w:tr w:rsidR="00DA25AD" w:rsidRPr="00004A58" w:rsidTr="00E50914">
        <w:trPr>
          <w:cantSplit/>
          <w:jc w:val="center"/>
        </w:trPr>
        <w:tc>
          <w:tcPr>
            <w:tcW w:w="0" w:type="auto"/>
            <w:vAlign w:val="center"/>
          </w:tcPr>
          <w:p w:rsidR="00DA25AD" w:rsidRPr="00004A58" w:rsidRDefault="00DA25AD" w:rsidP="00E50914">
            <w:pPr>
              <w:pStyle w:val="TAL"/>
            </w:pPr>
            <w:r w:rsidRPr="00004A58">
              <w:t>DRMP</w:t>
            </w:r>
          </w:p>
        </w:tc>
        <w:tc>
          <w:tcPr>
            <w:tcW w:w="0" w:type="auto"/>
            <w:vAlign w:val="center"/>
          </w:tcPr>
          <w:p w:rsidR="00DA25AD" w:rsidRPr="00004A58" w:rsidRDefault="00DA25AD" w:rsidP="00E50914">
            <w:pPr>
              <w:pStyle w:val="TAL"/>
            </w:pPr>
            <w:r w:rsidRPr="00004A58">
              <w:rPr>
                <w:lang w:eastAsia="zh-CN"/>
              </w:rPr>
              <w:t xml:space="preserve">IETF </w:t>
            </w:r>
            <w:r w:rsidRPr="00004A58">
              <w:t>RFC 7944</w:t>
            </w:r>
            <w:r w:rsidRPr="00004A58">
              <w:rPr>
                <w:lang w:eastAsia="zh-CN"/>
              </w:rPr>
              <w:t xml:space="preserve"> [19]</w:t>
            </w:r>
          </w:p>
        </w:tc>
        <w:tc>
          <w:tcPr>
            <w:tcW w:w="6335" w:type="dxa"/>
            <w:vAlign w:val="center"/>
          </w:tcPr>
          <w:p w:rsidR="00DA25AD" w:rsidRPr="00004A58" w:rsidRDefault="00DA25AD" w:rsidP="00E50914">
            <w:pPr>
              <w:pStyle w:val="TAL"/>
            </w:pPr>
            <w:r w:rsidRPr="00004A58">
              <w:t xml:space="preserve">see </w:t>
            </w:r>
            <w:r w:rsidR="005252A2" w:rsidRPr="00004A58">
              <w:t>clause</w:t>
            </w:r>
            <w:r w:rsidRPr="00004A58">
              <w:t xml:space="preserve"> 6.3.3.20</w:t>
            </w:r>
          </w:p>
        </w:tc>
        <w:tc>
          <w:tcPr>
            <w:tcW w:w="597" w:type="dxa"/>
          </w:tcPr>
          <w:p w:rsidR="00DA25AD" w:rsidRPr="00004A58" w:rsidRDefault="00DA25AD" w:rsidP="00E50914">
            <w:pPr>
              <w:pStyle w:val="TAL"/>
            </w:pPr>
            <w:r w:rsidRPr="00004A58">
              <w:t>Must not set</w:t>
            </w:r>
          </w:p>
        </w:tc>
      </w:tr>
      <w:tr w:rsidR="00DA25AD" w:rsidRPr="00004A58" w:rsidTr="00E50914">
        <w:trPr>
          <w:cantSplit/>
          <w:jc w:val="center"/>
        </w:trPr>
        <w:tc>
          <w:tcPr>
            <w:tcW w:w="0" w:type="auto"/>
            <w:vAlign w:val="center"/>
          </w:tcPr>
          <w:p w:rsidR="00DA25AD" w:rsidRPr="00004A58" w:rsidRDefault="00DA25AD" w:rsidP="00E50914">
            <w:pPr>
              <w:pStyle w:val="TAL"/>
            </w:pPr>
            <w:r w:rsidRPr="00004A58">
              <w:t>External-Identifier</w:t>
            </w:r>
          </w:p>
        </w:tc>
        <w:tc>
          <w:tcPr>
            <w:tcW w:w="0" w:type="auto"/>
            <w:vAlign w:val="center"/>
          </w:tcPr>
          <w:p w:rsidR="00DA25AD" w:rsidRPr="00004A58" w:rsidRDefault="00DA25AD" w:rsidP="00E50914">
            <w:pPr>
              <w:pStyle w:val="TAL"/>
            </w:pPr>
            <w:r w:rsidRPr="00004A58">
              <w:t>3GPP TS 29.336 [15]</w:t>
            </w:r>
          </w:p>
        </w:tc>
        <w:tc>
          <w:tcPr>
            <w:tcW w:w="6335" w:type="dxa"/>
            <w:vAlign w:val="center"/>
          </w:tcPr>
          <w:p w:rsidR="00DA25AD" w:rsidRPr="00004A58" w:rsidRDefault="00DA25AD" w:rsidP="00E50914">
            <w:pPr>
              <w:pStyle w:val="TAL"/>
            </w:pPr>
          </w:p>
        </w:tc>
        <w:tc>
          <w:tcPr>
            <w:tcW w:w="597" w:type="dxa"/>
          </w:tcPr>
          <w:p w:rsidR="00DA25AD" w:rsidRPr="00004A58" w:rsidRDefault="00DA25AD" w:rsidP="00E50914">
            <w:pPr>
              <w:pStyle w:val="TAL"/>
            </w:pPr>
            <w:r w:rsidRPr="00004A58">
              <w:t>Must not</w:t>
            </w:r>
          </w:p>
        </w:tc>
      </w:tr>
      <w:tr w:rsidR="00DA25AD" w:rsidRPr="00004A58" w:rsidTr="00E50914">
        <w:trPr>
          <w:cantSplit/>
          <w:jc w:val="center"/>
        </w:trPr>
        <w:tc>
          <w:tcPr>
            <w:tcW w:w="9697" w:type="dxa"/>
            <w:gridSpan w:val="4"/>
            <w:vAlign w:val="center"/>
          </w:tcPr>
          <w:p w:rsidR="00DA25AD" w:rsidRPr="00004A58" w:rsidRDefault="00DA25AD" w:rsidP="00E50914">
            <w:pPr>
              <w:pStyle w:val="TAN"/>
            </w:pPr>
            <w:r w:rsidRPr="00004A58">
              <w:t>NOTE 1:</w:t>
            </w:r>
            <w:r w:rsidRPr="00004A58">
              <w:tab/>
              <w:t>The M-bit settings for re-used AVPs override those of the defining specifications that are referenced. Values include: "Must set", "Must not set". If the M-bit setting is blank, then the defining specification applies.</w:t>
            </w:r>
          </w:p>
          <w:p w:rsidR="00DA25AD" w:rsidRPr="00004A58" w:rsidRDefault="00DA25AD" w:rsidP="00E50914">
            <w:pPr>
              <w:pStyle w:val="TAN"/>
            </w:pPr>
            <w:r w:rsidRPr="00004A58">
              <w:t>NOTE 2:</w:t>
            </w:r>
            <w:r w:rsidRPr="00004A58">
              <w:tab/>
              <w:t>If the M-bit is set for an AVP and the receiver does not understand the AVP, it shall return a rejection. If the M-bit is not set for an AVP, the receiver shall not return a rejection, whether or not it understands the AVP. If the receiver understands the AVP but the M-bit value does not match with the definition in this table, the receiver shall ignore the M-bit.</w:t>
            </w:r>
          </w:p>
        </w:tc>
      </w:tr>
    </w:tbl>
    <w:p w:rsidR="00DA25AD" w:rsidRPr="00004A58" w:rsidRDefault="00DA25AD" w:rsidP="00DA25AD">
      <w:pPr>
        <w:rPr>
          <w:lang w:val="en-US"/>
        </w:rPr>
      </w:pPr>
    </w:p>
    <w:p w:rsidR="00DA25AD" w:rsidRPr="00004A58" w:rsidRDefault="00DA25AD" w:rsidP="00DA25AD">
      <w:pPr>
        <w:pStyle w:val="Heading4"/>
      </w:pPr>
      <w:bookmarkStart w:id="466" w:name="_Toc533204544"/>
      <w:bookmarkStart w:id="467" w:name="_Toc44882134"/>
      <w:bookmarkStart w:id="468" w:name="_Toc44882328"/>
      <w:bookmarkStart w:id="469" w:name="_Toc51864513"/>
      <w:r w:rsidRPr="00004A58">
        <w:t>6.3.3.2</w:t>
      </w:r>
      <w:r w:rsidRPr="00004A58">
        <w:tab/>
        <w:t>SC-Address</w:t>
      </w:r>
      <w:bookmarkEnd w:id="466"/>
      <w:bookmarkEnd w:id="467"/>
      <w:bookmarkEnd w:id="468"/>
      <w:bookmarkEnd w:id="469"/>
    </w:p>
    <w:p w:rsidR="00DA25AD" w:rsidRPr="00004A58" w:rsidRDefault="00DA25AD" w:rsidP="00DA25AD">
      <w:r w:rsidRPr="00004A58">
        <w:t xml:space="preserve">The SC-Address AVP is of type </w:t>
      </w:r>
      <w:r w:rsidRPr="00004A58">
        <w:rPr>
          <w:lang w:eastAsia="zh-CN"/>
        </w:rPr>
        <w:t>OctetString</w:t>
      </w:r>
      <w:r w:rsidRPr="00004A58">
        <w:t xml:space="preserve"> and it shall contain the E.164 number of </w:t>
      </w:r>
      <w:r w:rsidRPr="00004A58">
        <w:rPr>
          <w:rFonts w:hint="eastAsia"/>
          <w:lang w:eastAsia="zh-CN"/>
        </w:rPr>
        <w:t>the</w:t>
      </w:r>
      <w:r w:rsidRPr="00004A58">
        <w:t xml:space="preserve"> SMS-SC or MTC-IWF, in international number format as described in ITU-T Recommendation E.164 [13] and encoded as a TBCD-string. See 3GPP TS 29.002 [9] for encoding of TBCD-strings. </w:t>
      </w:r>
      <w:r w:rsidRPr="00004A58">
        <w:rPr>
          <w:lang w:val="en-US"/>
        </w:rPr>
        <w:t>This AVP shall not include leading indicators for the nature of address and the numbering plan; it shall contain only the TBCD-encoded digits of the address.</w:t>
      </w:r>
    </w:p>
    <w:p w:rsidR="00DA25AD" w:rsidRPr="00004A58" w:rsidRDefault="00DA25AD" w:rsidP="00DA25AD">
      <w:pPr>
        <w:pStyle w:val="Heading4"/>
      </w:pPr>
      <w:bookmarkStart w:id="470" w:name="_Toc533204545"/>
      <w:bookmarkStart w:id="471" w:name="_Toc44882135"/>
      <w:bookmarkStart w:id="472" w:name="_Toc44882329"/>
      <w:bookmarkStart w:id="473" w:name="_Toc51864514"/>
      <w:r w:rsidRPr="00004A58">
        <w:t>6.3.3.3</w:t>
      </w:r>
      <w:r w:rsidRPr="00004A58">
        <w:tab/>
        <w:t>SM-RP-UI</w:t>
      </w:r>
      <w:bookmarkEnd w:id="470"/>
      <w:bookmarkEnd w:id="471"/>
      <w:bookmarkEnd w:id="472"/>
      <w:bookmarkEnd w:id="473"/>
    </w:p>
    <w:p w:rsidR="00DA25AD" w:rsidRPr="00004A58" w:rsidRDefault="00DA25AD" w:rsidP="00DA25AD">
      <w:r w:rsidRPr="00004A58">
        <w:t xml:space="preserve">The SM-RP-UI is of type </w:t>
      </w:r>
      <w:r w:rsidRPr="00004A58">
        <w:rPr>
          <w:rFonts w:hint="eastAsia"/>
          <w:lang w:eastAsia="zh-CN"/>
        </w:rPr>
        <w:t>OctetString</w:t>
      </w:r>
      <w:r w:rsidRPr="00004A58">
        <w:t xml:space="preserve"> and it shall contain a short message transfer protocol data unit (TPDU) which is defined in 3GPP TS 23.040 [3] and represents the user data field carried by the short message service relay sub-layer protocol. Its maximum length is of 200 octets.</w:t>
      </w:r>
    </w:p>
    <w:p w:rsidR="00DA25AD" w:rsidRPr="00004A58" w:rsidRDefault="00DA25AD" w:rsidP="00DA25AD">
      <w:pPr>
        <w:pStyle w:val="Heading4"/>
      </w:pPr>
      <w:bookmarkStart w:id="474" w:name="_Toc533204546"/>
      <w:bookmarkStart w:id="475" w:name="_Toc44882136"/>
      <w:bookmarkStart w:id="476" w:name="_Toc44882330"/>
      <w:bookmarkStart w:id="477" w:name="_Toc51864515"/>
      <w:r w:rsidRPr="00004A58">
        <w:t>6.3.3.4</w:t>
      </w:r>
      <w:r w:rsidRPr="00004A58">
        <w:tab/>
        <w:t>TFR-Flags</w:t>
      </w:r>
      <w:bookmarkEnd w:id="474"/>
      <w:bookmarkEnd w:id="475"/>
      <w:bookmarkEnd w:id="476"/>
      <w:bookmarkEnd w:id="477"/>
    </w:p>
    <w:p w:rsidR="00DA25AD" w:rsidRPr="00004A58" w:rsidRDefault="00DA25AD" w:rsidP="00DA25AD">
      <w:r w:rsidRPr="00004A58">
        <w:t xml:space="preserve">The </w:t>
      </w:r>
      <w:r w:rsidRPr="00004A58">
        <w:rPr>
          <w:lang w:eastAsia="zh-CN"/>
        </w:rPr>
        <w:t>TFR</w:t>
      </w:r>
      <w:r w:rsidRPr="00004A58">
        <w:t>-Flags AVP is of type Unsigned32 and it shall contain a bit mask. The meaning of the bits shall be as defined in table 6.3.</w:t>
      </w:r>
      <w:r w:rsidRPr="00004A58">
        <w:rPr>
          <w:lang w:eastAsia="zh-CN"/>
        </w:rPr>
        <w:t>3.4</w:t>
      </w:r>
      <w:r w:rsidRPr="00004A58">
        <w:t>/1:</w:t>
      </w:r>
    </w:p>
    <w:p w:rsidR="00DA25AD" w:rsidRPr="00004A58" w:rsidRDefault="00DA25AD" w:rsidP="00DA25AD">
      <w:pPr>
        <w:pStyle w:val="TH"/>
      </w:pPr>
      <w:r w:rsidRPr="00004A58">
        <w:t>Table 6.3.</w:t>
      </w:r>
      <w:r w:rsidRPr="00004A58">
        <w:rPr>
          <w:lang w:eastAsia="zh-CN"/>
        </w:rPr>
        <w:t>3.4</w:t>
      </w:r>
      <w:r w:rsidRPr="00004A58">
        <w:t xml:space="preserve">/1: </w:t>
      </w:r>
      <w:r w:rsidRPr="00004A58">
        <w:rPr>
          <w:lang w:eastAsia="zh-CN"/>
        </w:rPr>
        <w:t>TF</w:t>
      </w:r>
      <w:r w:rsidRPr="00004A58">
        <w:t>R-Flags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842"/>
        <w:gridCol w:w="5387"/>
      </w:tblGrid>
      <w:tr w:rsidR="00DA25AD" w:rsidRPr="00004A58" w:rsidTr="00E50914">
        <w:trPr>
          <w:cantSplit/>
          <w:jc w:val="center"/>
        </w:trPr>
        <w:tc>
          <w:tcPr>
            <w:tcW w:w="993" w:type="dxa"/>
          </w:tcPr>
          <w:p w:rsidR="00DA25AD" w:rsidRPr="00004A58" w:rsidRDefault="00DA25AD" w:rsidP="00E50914">
            <w:pPr>
              <w:pStyle w:val="TAH"/>
            </w:pPr>
            <w:r w:rsidRPr="00004A58">
              <w:t>Bit</w:t>
            </w:r>
          </w:p>
        </w:tc>
        <w:tc>
          <w:tcPr>
            <w:tcW w:w="1842" w:type="dxa"/>
          </w:tcPr>
          <w:p w:rsidR="00DA25AD" w:rsidRPr="00004A58" w:rsidRDefault="00DA25AD" w:rsidP="00E50914">
            <w:pPr>
              <w:pStyle w:val="TAH"/>
            </w:pPr>
            <w:r w:rsidRPr="00004A58">
              <w:t>Name</w:t>
            </w:r>
          </w:p>
        </w:tc>
        <w:tc>
          <w:tcPr>
            <w:tcW w:w="5387" w:type="dxa"/>
          </w:tcPr>
          <w:p w:rsidR="00DA25AD" w:rsidRPr="00004A58" w:rsidRDefault="00DA25AD" w:rsidP="00E50914">
            <w:pPr>
              <w:pStyle w:val="TAH"/>
            </w:pPr>
            <w:r w:rsidRPr="00004A58">
              <w:t>Description</w:t>
            </w:r>
          </w:p>
        </w:tc>
      </w:tr>
      <w:tr w:rsidR="00DA25AD" w:rsidRPr="00004A58" w:rsidTr="00E50914">
        <w:trPr>
          <w:cantSplit/>
          <w:jc w:val="center"/>
        </w:trPr>
        <w:tc>
          <w:tcPr>
            <w:tcW w:w="993" w:type="dxa"/>
          </w:tcPr>
          <w:p w:rsidR="00DA25AD" w:rsidRPr="00004A58" w:rsidRDefault="00DA25AD" w:rsidP="00E50914">
            <w:pPr>
              <w:pStyle w:val="TAC"/>
            </w:pPr>
            <w:r w:rsidRPr="00004A58">
              <w:rPr>
                <w:rFonts w:hint="eastAsia"/>
                <w:lang w:eastAsia="zh-CN"/>
              </w:rPr>
              <w:t>0</w:t>
            </w:r>
          </w:p>
        </w:tc>
        <w:tc>
          <w:tcPr>
            <w:tcW w:w="1842" w:type="dxa"/>
          </w:tcPr>
          <w:p w:rsidR="00DA25AD" w:rsidRPr="00004A58" w:rsidRDefault="00DA25AD" w:rsidP="00E50914">
            <w:pPr>
              <w:pStyle w:val="TAL"/>
              <w:rPr>
                <w:lang w:eastAsia="zh-CN"/>
              </w:rPr>
            </w:pPr>
            <w:r w:rsidRPr="00004A58">
              <w:t>More-Messages-To-Send</w:t>
            </w:r>
          </w:p>
        </w:tc>
        <w:tc>
          <w:tcPr>
            <w:tcW w:w="5387" w:type="dxa"/>
          </w:tcPr>
          <w:p w:rsidR="00DA25AD" w:rsidRPr="00004A58" w:rsidRDefault="00DA25AD" w:rsidP="00E50914">
            <w:pPr>
              <w:pStyle w:val="TAL"/>
              <w:rPr>
                <w:lang w:eastAsia="zh-CN"/>
              </w:rPr>
            </w:pPr>
            <w:r w:rsidRPr="00004A58">
              <w:rPr>
                <w:lang w:eastAsia="zh-CN"/>
              </w:rPr>
              <w:t>This bit, when set, shall indicate that the service centre has more short messages to send.</w:t>
            </w:r>
          </w:p>
        </w:tc>
      </w:tr>
      <w:tr w:rsidR="00DA25AD" w:rsidRPr="00004A58" w:rsidTr="00E50914">
        <w:trPr>
          <w:cantSplit/>
          <w:jc w:val="center"/>
        </w:trPr>
        <w:tc>
          <w:tcPr>
            <w:tcW w:w="8222" w:type="dxa"/>
            <w:gridSpan w:val="3"/>
          </w:tcPr>
          <w:p w:rsidR="00DA25AD" w:rsidRPr="00004A58" w:rsidRDefault="00DA25AD" w:rsidP="00E50914">
            <w:pPr>
              <w:pStyle w:val="TAN"/>
            </w:pPr>
            <w:r w:rsidRPr="00004A58">
              <w:rPr>
                <w:rFonts w:hint="eastAsia"/>
              </w:rPr>
              <w:t xml:space="preserve">NOTE </w:t>
            </w:r>
            <w:r w:rsidRPr="00004A58">
              <w:t>1</w:t>
            </w:r>
            <w:r w:rsidRPr="00004A58">
              <w:rPr>
                <w:rFonts w:hint="eastAsia"/>
              </w:rPr>
              <w:t xml:space="preserve">: </w:t>
            </w:r>
            <w:r w:rsidRPr="00004A58">
              <w:t xml:space="preserve">Bits not defined in this table shall be cleared by the </w:t>
            </w:r>
            <w:r w:rsidRPr="00004A58">
              <w:rPr>
                <w:rFonts w:hint="eastAsia"/>
              </w:rPr>
              <w:t>send</w:t>
            </w:r>
            <w:r w:rsidRPr="00004A58">
              <w:t>ing entity and discarded by the receiving entity.</w:t>
            </w:r>
          </w:p>
        </w:tc>
      </w:tr>
    </w:tbl>
    <w:p w:rsidR="00DA25AD" w:rsidRPr="00004A58" w:rsidRDefault="00DA25AD" w:rsidP="00DA25AD"/>
    <w:p w:rsidR="00DA25AD" w:rsidRPr="00004A58" w:rsidRDefault="00DA25AD" w:rsidP="00DA25AD">
      <w:pPr>
        <w:pStyle w:val="Heading4"/>
      </w:pPr>
      <w:bookmarkStart w:id="478" w:name="_Toc533204547"/>
      <w:bookmarkStart w:id="479" w:name="_Toc44882137"/>
      <w:bookmarkStart w:id="480" w:name="_Toc44882331"/>
      <w:bookmarkStart w:id="481" w:name="_Toc51864516"/>
      <w:r w:rsidRPr="00004A58">
        <w:t>6.3.3.5</w:t>
      </w:r>
      <w:r w:rsidRPr="00004A58">
        <w:tab/>
        <w:t>SM-Delivery-Failure-Cause</w:t>
      </w:r>
      <w:bookmarkEnd w:id="478"/>
      <w:bookmarkEnd w:id="479"/>
      <w:bookmarkEnd w:id="480"/>
      <w:bookmarkEnd w:id="481"/>
    </w:p>
    <w:p w:rsidR="00DA25AD" w:rsidRPr="00004A58" w:rsidRDefault="00DA25AD" w:rsidP="00DA25AD">
      <w:r w:rsidRPr="00004A58">
        <w:t xml:space="preserve">The SM-Delivery-Failure-Cause AVP is of type Grouped. It </w:t>
      </w:r>
      <w:r w:rsidRPr="00004A58">
        <w:rPr>
          <w:rFonts w:hint="eastAsia"/>
          <w:lang w:eastAsia="zh-CN"/>
        </w:rPr>
        <w:t xml:space="preserve">shall </w:t>
      </w:r>
      <w:r w:rsidRPr="00004A58">
        <w:t>contain information about the cause of the failure of a SM delivery with an optional Diagnostic information.</w:t>
      </w:r>
    </w:p>
    <w:p w:rsidR="00DA25AD" w:rsidRPr="00004A58" w:rsidRDefault="00DA25AD" w:rsidP="00DA25AD">
      <w:r w:rsidRPr="00004A58">
        <w:lastRenderedPageBreak/>
        <w:t>The AVP format shall conform to:</w:t>
      </w:r>
    </w:p>
    <w:p w:rsidR="00DA25AD" w:rsidRPr="00004A58" w:rsidRDefault="00DA25AD" w:rsidP="00DA25AD">
      <w:pPr>
        <w:ind w:left="284" w:firstLine="283"/>
      </w:pPr>
      <w:r w:rsidRPr="00004A58">
        <w:t>SM-Delivery-Failure-Cause ::= &lt;AVP header: 3304 10415&gt;</w:t>
      </w:r>
    </w:p>
    <w:p w:rsidR="00DA25AD" w:rsidRPr="00004A58" w:rsidRDefault="00DA25AD" w:rsidP="00DA25AD">
      <w:pPr>
        <w:ind w:left="1420"/>
      </w:pPr>
      <w:r w:rsidRPr="00004A58">
        <w:t>{ SM-Enumerated-Delivery-Failure-Cause }</w:t>
      </w:r>
    </w:p>
    <w:p w:rsidR="00DA25AD" w:rsidRPr="00004A58" w:rsidRDefault="00DA25AD" w:rsidP="00DA25AD">
      <w:pPr>
        <w:ind w:left="1420"/>
      </w:pPr>
      <w:r w:rsidRPr="00004A58">
        <w:t>[ SM-</w:t>
      </w:r>
      <w:r w:rsidRPr="00004A58">
        <w:rPr>
          <w:szCs w:val="16"/>
        </w:rPr>
        <w:t xml:space="preserve">Diagnostic-Info </w:t>
      </w:r>
      <w:r w:rsidRPr="00004A58">
        <w:t>]</w:t>
      </w:r>
    </w:p>
    <w:p w:rsidR="00DA25AD" w:rsidRPr="00004A58" w:rsidRDefault="00DA25AD" w:rsidP="00DA25AD">
      <w:pPr>
        <w:ind w:left="1420"/>
      </w:pPr>
      <w:r w:rsidRPr="00004A58">
        <w:t>*[ AVP ]</w:t>
      </w:r>
    </w:p>
    <w:p w:rsidR="00DA25AD" w:rsidRPr="00004A58" w:rsidRDefault="00DA25AD" w:rsidP="00DA25AD">
      <w:pPr>
        <w:pStyle w:val="Heading4"/>
      </w:pPr>
      <w:bookmarkStart w:id="482" w:name="_Toc533204548"/>
      <w:bookmarkStart w:id="483" w:name="_Toc44882138"/>
      <w:bookmarkStart w:id="484" w:name="_Toc44882332"/>
      <w:bookmarkStart w:id="485" w:name="_Toc51864517"/>
      <w:r w:rsidRPr="00004A58">
        <w:t>6.3.3.6</w:t>
      </w:r>
      <w:r w:rsidRPr="00004A58">
        <w:tab/>
        <w:t>SM-Enumerated-Delivery-Failure-Cause</w:t>
      </w:r>
      <w:bookmarkEnd w:id="482"/>
      <w:bookmarkEnd w:id="483"/>
      <w:bookmarkEnd w:id="484"/>
      <w:bookmarkEnd w:id="485"/>
    </w:p>
    <w:p w:rsidR="00DA25AD" w:rsidRPr="00004A58" w:rsidRDefault="00DA25AD" w:rsidP="00DA25AD">
      <w:r w:rsidRPr="00004A58">
        <w:t>The SM-Enumerated-Delivery-Failure-Cause AVP is of type</w:t>
      </w:r>
      <w:r w:rsidRPr="00004A58">
        <w:rPr>
          <w:lang w:eastAsia="zh-CN"/>
        </w:rPr>
        <w:t xml:space="preserve"> enumerated</w:t>
      </w:r>
      <w:r w:rsidRPr="00004A58">
        <w:t xml:space="preserve"> and it shall contain the cause of the failure of a SM delivery. The following values are defined:</w:t>
      </w:r>
    </w:p>
    <w:p w:rsidR="00DA25AD" w:rsidRPr="00004A58" w:rsidRDefault="00DA25AD" w:rsidP="00DA25AD">
      <w:pPr>
        <w:pStyle w:val="B1"/>
      </w:pPr>
      <w:r w:rsidRPr="00004A58">
        <w:t>MEMORY_CAPACITY_EXCEEDED  (0),</w:t>
      </w:r>
    </w:p>
    <w:p w:rsidR="00DA25AD" w:rsidRPr="00004A58" w:rsidRDefault="00DA25AD" w:rsidP="00DA25AD">
      <w:pPr>
        <w:pStyle w:val="B1"/>
      </w:pPr>
      <w:r w:rsidRPr="00004A58">
        <w:t>EQUIPMENT_PROTOCOL_ERROR  (1),</w:t>
      </w:r>
    </w:p>
    <w:p w:rsidR="00DA25AD" w:rsidRPr="00004A58" w:rsidRDefault="00DA25AD" w:rsidP="00DA25AD">
      <w:pPr>
        <w:pStyle w:val="B1"/>
      </w:pPr>
      <w:r w:rsidRPr="00004A58">
        <w:t>EQUIPMENT_NOT_SM-EQUIPPED  (2),</w:t>
      </w:r>
    </w:p>
    <w:p w:rsidR="00DA25AD" w:rsidRPr="00004A58" w:rsidRDefault="00DA25AD" w:rsidP="00DA25AD">
      <w:pPr>
        <w:pStyle w:val="B1"/>
      </w:pPr>
      <w:r w:rsidRPr="00004A58">
        <w:t>UNKNOWN_SERVICE_CENTRE  (3),</w:t>
      </w:r>
    </w:p>
    <w:p w:rsidR="00DA25AD" w:rsidRPr="00004A58" w:rsidRDefault="00DA25AD" w:rsidP="00DA25AD">
      <w:pPr>
        <w:pStyle w:val="B1"/>
      </w:pPr>
      <w:r w:rsidRPr="00004A58">
        <w:t>SC-CONGESTION  (4),</w:t>
      </w:r>
    </w:p>
    <w:p w:rsidR="00DA25AD" w:rsidRPr="00004A58" w:rsidRDefault="00DA25AD" w:rsidP="00DA25AD">
      <w:pPr>
        <w:pStyle w:val="B1"/>
      </w:pPr>
      <w:r w:rsidRPr="00004A58">
        <w:t>INVALID_SME-ADDRESS  (5),</w:t>
      </w:r>
    </w:p>
    <w:p w:rsidR="00DA25AD" w:rsidRPr="00004A58" w:rsidRDefault="00DA25AD" w:rsidP="00DA25AD">
      <w:pPr>
        <w:pStyle w:val="B1"/>
      </w:pPr>
      <w:r w:rsidRPr="00004A58">
        <w:t>USER_NOT_SC-USER  (6).</w:t>
      </w:r>
    </w:p>
    <w:p w:rsidR="00DA25AD" w:rsidRPr="00004A58" w:rsidRDefault="00DA25AD" w:rsidP="00DA25AD">
      <w:pPr>
        <w:pStyle w:val="NO"/>
      </w:pPr>
      <w:r w:rsidRPr="00004A58">
        <w:t>NOTE:</w:t>
      </w:r>
      <w:r w:rsidRPr="00004A58">
        <w:tab/>
        <w:t>The values of the SM- Enumerated-Delivery-Failure-Cause AVP correspond to the ones for the SM-EnumeratedDeliveryFailureCause parameter in MAP as described in 3GPP TS 29.002[9].</w:t>
      </w:r>
    </w:p>
    <w:p w:rsidR="00DA25AD" w:rsidRPr="00004A58" w:rsidRDefault="00DA25AD" w:rsidP="00DA25AD">
      <w:pPr>
        <w:pStyle w:val="Heading4"/>
        <w:rPr>
          <w:szCs w:val="16"/>
        </w:rPr>
      </w:pPr>
      <w:bookmarkStart w:id="486" w:name="_Toc533204549"/>
      <w:bookmarkStart w:id="487" w:name="_Toc44882139"/>
      <w:bookmarkStart w:id="488" w:name="_Toc44882333"/>
      <w:bookmarkStart w:id="489" w:name="_Toc51864518"/>
      <w:r w:rsidRPr="00004A58">
        <w:t>6.3.3.7</w:t>
      </w:r>
      <w:r w:rsidRPr="00004A58">
        <w:tab/>
        <w:t>SM-</w:t>
      </w:r>
      <w:r w:rsidRPr="00004A58">
        <w:rPr>
          <w:szCs w:val="16"/>
        </w:rPr>
        <w:t>Diagnostic-Info</w:t>
      </w:r>
      <w:bookmarkEnd w:id="486"/>
      <w:bookmarkEnd w:id="487"/>
      <w:bookmarkEnd w:id="488"/>
      <w:bookmarkEnd w:id="489"/>
    </w:p>
    <w:p w:rsidR="00DA25AD" w:rsidRPr="00004A58" w:rsidRDefault="00DA25AD" w:rsidP="00DA25AD">
      <w:r w:rsidRPr="00004A58">
        <w:t>The SM-Diagnostic-Info AVP is of type</w:t>
      </w:r>
      <w:r w:rsidRPr="00004A58">
        <w:rPr>
          <w:lang w:eastAsia="zh-CN"/>
        </w:rPr>
        <w:t xml:space="preserve"> OctetString</w:t>
      </w:r>
      <w:r w:rsidRPr="00004A58">
        <w:t xml:space="preserve"> and it shall contain a complementary information associated to the SM Delivery Failure cause. </w:t>
      </w:r>
    </w:p>
    <w:p w:rsidR="00DA25AD" w:rsidRPr="00004A58" w:rsidRDefault="00DA25AD" w:rsidP="00DA25AD">
      <w:pPr>
        <w:pStyle w:val="Heading4"/>
      </w:pPr>
      <w:bookmarkStart w:id="490" w:name="_Toc533204550"/>
      <w:bookmarkStart w:id="491" w:name="_Toc44882140"/>
      <w:bookmarkStart w:id="492" w:name="_Toc44882334"/>
      <w:bookmarkStart w:id="493" w:name="_Toc51864519"/>
      <w:r w:rsidRPr="00004A58">
        <w:t>6.3.3.8</w:t>
      </w:r>
      <w:r w:rsidRPr="00004A58">
        <w:tab/>
        <w:t>Feature-List-ID AVP</w:t>
      </w:r>
      <w:bookmarkEnd w:id="490"/>
      <w:bookmarkEnd w:id="491"/>
      <w:bookmarkEnd w:id="492"/>
      <w:bookmarkEnd w:id="493"/>
    </w:p>
    <w:p w:rsidR="00DA25AD" w:rsidRPr="00004A58" w:rsidRDefault="00DA25AD" w:rsidP="00DA25AD">
      <w:r w:rsidRPr="00004A58">
        <w:t>The syntax of this AVP is defined in 3GPP TS 29.229 [5]. For this release, the Feature-List-ID AVP value shall be set to 1.</w:t>
      </w:r>
    </w:p>
    <w:p w:rsidR="00DA25AD" w:rsidRPr="00004A58" w:rsidRDefault="00DA25AD" w:rsidP="00DA25AD">
      <w:pPr>
        <w:pStyle w:val="Heading4"/>
      </w:pPr>
      <w:bookmarkStart w:id="494" w:name="_Toc533204551"/>
      <w:bookmarkStart w:id="495" w:name="_Toc44882141"/>
      <w:bookmarkStart w:id="496" w:name="_Toc44882335"/>
      <w:bookmarkStart w:id="497" w:name="_Toc51864520"/>
      <w:r w:rsidRPr="00004A58">
        <w:t>6.3.3.9</w:t>
      </w:r>
      <w:r w:rsidRPr="00004A58">
        <w:tab/>
        <w:t>Feature-List AVP</w:t>
      </w:r>
      <w:bookmarkEnd w:id="494"/>
      <w:bookmarkEnd w:id="495"/>
      <w:bookmarkEnd w:id="496"/>
      <w:bookmarkEnd w:id="497"/>
    </w:p>
    <w:p w:rsidR="00DA25AD" w:rsidRPr="00004A58" w:rsidRDefault="00DA25AD" w:rsidP="00DA25AD">
      <w:r w:rsidRPr="00004A58">
        <w:t>The syntax of this AVP is defined in 3GPP TS 29.229 [5]. A null value indicates that there is no feature used by the application.</w:t>
      </w:r>
    </w:p>
    <w:p w:rsidR="00DA25AD" w:rsidRPr="00004A58" w:rsidRDefault="00DA25AD" w:rsidP="00DA25AD">
      <w:pPr>
        <w:pStyle w:val="NO"/>
      </w:pPr>
      <w:r w:rsidRPr="00004A58">
        <w:t>NOTE:</w:t>
      </w:r>
      <w:r w:rsidRPr="00004A58">
        <w:tab/>
        <w:t>There is no feature defined for this release.</w:t>
      </w:r>
    </w:p>
    <w:p w:rsidR="00DA25AD" w:rsidRPr="00004A58" w:rsidRDefault="00DA25AD" w:rsidP="00DA25AD">
      <w:pPr>
        <w:pStyle w:val="Heading4"/>
        <w:rPr>
          <w:szCs w:val="16"/>
        </w:rPr>
      </w:pPr>
      <w:bookmarkStart w:id="498" w:name="_Toc533204552"/>
      <w:bookmarkStart w:id="499" w:name="_Toc44882142"/>
      <w:bookmarkStart w:id="500" w:name="_Toc44882336"/>
      <w:bookmarkStart w:id="501" w:name="_Toc51864521"/>
      <w:r w:rsidRPr="00004A58">
        <w:t>6.3.3.10</w:t>
      </w:r>
      <w:r w:rsidRPr="00004A58">
        <w:tab/>
      </w:r>
      <w:r w:rsidRPr="00004A58">
        <w:rPr>
          <w:szCs w:val="16"/>
        </w:rPr>
        <w:t>SM-Delivery-Timer</w:t>
      </w:r>
      <w:bookmarkEnd w:id="498"/>
      <w:bookmarkEnd w:id="499"/>
      <w:bookmarkEnd w:id="500"/>
      <w:bookmarkEnd w:id="501"/>
    </w:p>
    <w:p w:rsidR="00DA25AD" w:rsidRPr="00004A58" w:rsidRDefault="00DA25AD" w:rsidP="00DA25AD">
      <w:r w:rsidRPr="00004A58">
        <w:t xml:space="preserve">The </w:t>
      </w:r>
      <w:r w:rsidRPr="00004A58">
        <w:rPr>
          <w:szCs w:val="16"/>
        </w:rPr>
        <w:t>SM-Delivery-Timer</w:t>
      </w:r>
      <w:r w:rsidRPr="00004A58">
        <w:t xml:space="preserve"> is of type </w:t>
      </w:r>
      <w:r w:rsidRPr="00004A58">
        <w:rPr>
          <w:lang w:eastAsia="zh-CN"/>
        </w:rPr>
        <w:t xml:space="preserve">Integer </w:t>
      </w:r>
      <w:r w:rsidRPr="00004A58">
        <w:t>and it shall contain the value in seconds of the timer for SM Delivery.</w:t>
      </w:r>
    </w:p>
    <w:p w:rsidR="00DA25AD" w:rsidRPr="00004A58" w:rsidRDefault="00DA25AD" w:rsidP="00DA25AD">
      <w:pPr>
        <w:pStyle w:val="Heading4"/>
        <w:rPr>
          <w:szCs w:val="16"/>
        </w:rPr>
      </w:pPr>
      <w:bookmarkStart w:id="502" w:name="_Toc533204553"/>
      <w:bookmarkStart w:id="503" w:name="_Toc44882143"/>
      <w:bookmarkStart w:id="504" w:name="_Toc44882337"/>
      <w:bookmarkStart w:id="505" w:name="_Toc51864522"/>
      <w:r w:rsidRPr="00004A58">
        <w:t>6.3.3.11</w:t>
      </w:r>
      <w:r w:rsidRPr="00004A58">
        <w:tab/>
      </w:r>
      <w:r w:rsidRPr="00004A58">
        <w:rPr>
          <w:szCs w:val="16"/>
        </w:rPr>
        <w:t>SM-Delivery-Start-Time</w:t>
      </w:r>
      <w:bookmarkEnd w:id="502"/>
      <w:bookmarkEnd w:id="503"/>
      <w:bookmarkEnd w:id="504"/>
      <w:bookmarkEnd w:id="505"/>
    </w:p>
    <w:p w:rsidR="00DA25AD" w:rsidRPr="00004A58" w:rsidRDefault="00DA25AD" w:rsidP="00DA25AD">
      <w:r w:rsidRPr="00004A58">
        <w:t xml:space="preserve">The </w:t>
      </w:r>
      <w:r w:rsidRPr="00004A58">
        <w:rPr>
          <w:szCs w:val="16"/>
        </w:rPr>
        <w:t xml:space="preserve">SM-Delivery-Start-Time is of type Time </w:t>
      </w:r>
      <w:r w:rsidRPr="00004A58">
        <w:t>and in shall contain the timestamp (in UTC) at which the SM Delivery Supervision Timer was started.</w:t>
      </w:r>
    </w:p>
    <w:p w:rsidR="00DA25AD" w:rsidRPr="00004A58" w:rsidRDefault="00DA25AD" w:rsidP="00DA25AD">
      <w:pPr>
        <w:pStyle w:val="Heading4"/>
      </w:pPr>
      <w:bookmarkStart w:id="506" w:name="_Toc533204554"/>
      <w:bookmarkStart w:id="507" w:name="_Toc44882144"/>
      <w:bookmarkStart w:id="508" w:name="_Toc44882338"/>
      <w:bookmarkStart w:id="509" w:name="_Toc51864523"/>
      <w:r w:rsidRPr="00004A58">
        <w:t>6.3.3.12</w:t>
      </w:r>
      <w:r w:rsidRPr="00004A58">
        <w:tab/>
        <w:t>OFR-Flags</w:t>
      </w:r>
      <w:bookmarkEnd w:id="506"/>
      <w:bookmarkEnd w:id="507"/>
      <w:bookmarkEnd w:id="508"/>
      <w:bookmarkEnd w:id="509"/>
      <w:r w:rsidRPr="00004A58">
        <w:t xml:space="preserve"> </w:t>
      </w:r>
    </w:p>
    <w:p w:rsidR="00DA25AD" w:rsidRPr="00004A58" w:rsidRDefault="00DA25AD" w:rsidP="00DA25AD">
      <w:r w:rsidRPr="00004A58">
        <w:t>The OFR-Flags AVP is of type Unsigned32 and it shall contain a bit mask. The meaning of the bits shall be as defined in table 6.3.3.12/1:</w:t>
      </w:r>
    </w:p>
    <w:p w:rsidR="00DA25AD" w:rsidRPr="00004A58" w:rsidRDefault="00DA25AD" w:rsidP="00DA25AD">
      <w:pPr>
        <w:pStyle w:val="TH"/>
      </w:pPr>
      <w:r w:rsidRPr="00004A58">
        <w:lastRenderedPageBreak/>
        <w:t>Table 6.3.3.12/1: OFR-Flags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842"/>
        <w:gridCol w:w="5387"/>
      </w:tblGrid>
      <w:tr w:rsidR="00DA25AD" w:rsidRPr="00004A58" w:rsidTr="00E50914">
        <w:trPr>
          <w:cantSplit/>
          <w:jc w:val="center"/>
        </w:trPr>
        <w:tc>
          <w:tcPr>
            <w:tcW w:w="993" w:type="dxa"/>
          </w:tcPr>
          <w:p w:rsidR="00DA25AD" w:rsidRPr="00004A58" w:rsidRDefault="00DA25AD" w:rsidP="00E50914">
            <w:pPr>
              <w:pStyle w:val="TAH"/>
            </w:pPr>
            <w:r w:rsidRPr="00004A58">
              <w:t>Bit</w:t>
            </w:r>
          </w:p>
        </w:tc>
        <w:tc>
          <w:tcPr>
            <w:tcW w:w="1842" w:type="dxa"/>
          </w:tcPr>
          <w:p w:rsidR="00DA25AD" w:rsidRPr="00004A58" w:rsidRDefault="00DA25AD" w:rsidP="00E50914">
            <w:pPr>
              <w:pStyle w:val="TAH"/>
            </w:pPr>
            <w:r w:rsidRPr="00004A58">
              <w:t>Name</w:t>
            </w:r>
          </w:p>
        </w:tc>
        <w:tc>
          <w:tcPr>
            <w:tcW w:w="5387" w:type="dxa"/>
          </w:tcPr>
          <w:p w:rsidR="00DA25AD" w:rsidRPr="00004A58" w:rsidRDefault="00DA25AD" w:rsidP="00E50914">
            <w:pPr>
              <w:pStyle w:val="TAH"/>
            </w:pPr>
            <w:r w:rsidRPr="00004A58">
              <w:t>Description</w:t>
            </w:r>
          </w:p>
        </w:tc>
      </w:tr>
      <w:tr w:rsidR="00DA25AD" w:rsidRPr="00004A58" w:rsidTr="00E50914">
        <w:trPr>
          <w:cantSplit/>
          <w:jc w:val="center"/>
        </w:trPr>
        <w:tc>
          <w:tcPr>
            <w:tcW w:w="993" w:type="dxa"/>
          </w:tcPr>
          <w:p w:rsidR="00DA25AD" w:rsidRPr="00004A58" w:rsidRDefault="00DA25AD" w:rsidP="00E50914">
            <w:pPr>
              <w:pStyle w:val="TAC"/>
            </w:pPr>
            <w:r w:rsidRPr="00004A58">
              <w:t>0</w:t>
            </w:r>
          </w:p>
        </w:tc>
        <w:tc>
          <w:tcPr>
            <w:tcW w:w="1842" w:type="dxa"/>
          </w:tcPr>
          <w:p w:rsidR="00DA25AD" w:rsidRPr="00004A58" w:rsidRDefault="00DA25AD" w:rsidP="00E50914">
            <w:pPr>
              <w:pStyle w:val="TAL"/>
            </w:pPr>
            <w:r w:rsidRPr="00004A58">
              <w:t>S</w:t>
            </w:r>
            <w:smartTag w:uri="urn:schemas-microsoft-com:office:smarttags" w:element="chmetcnv">
              <w:smartTagPr>
                <w:attr w:name="UnitName" w:val="a"/>
                <w:attr w:name="SourceValue" w:val="6"/>
                <w:attr w:name="HasSpace" w:val="False"/>
                <w:attr w:name="Negative" w:val="False"/>
                <w:attr w:name="NumberType" w:val="1"/>
                <w:attr w:name="TCSC" w:val="0"/>
              </w:smartTagPr>
              <w:r w:rsidRPr="00004A58">
                <w:t>6a</w:t>
              </w:r>
            </w:smartTag>
            <w:r w:rsidRPr="00004A58">
              <w:t>/S6d-Indicator</w:t>
            </w:r>
          </w:p>
        </w:tc>
        <w:tc>
          <w:tcPr>
            <w:tcW w:w="5387" w:type="dxa"/>
          </w:tcPr>
          <w:p w:rsidR="00DA25AD" w:rsidRPr="00004A58" w:rsidRDefault="00DA25AD" w:rsidP="00E50914">
            <w:pPr>
              <w:pStyle w:val="TAL"/>
            </w:pPr>
            <w:r w:rsidRPr="00004A58">
              <w:t>This bit, when set, indicates that the OFR message is sent on the Gdd interface, i.e. the source node is an SGSN (or a combined MME/SGSN to which the UE is attached via UTRAN).</w:t>
            </w:r>
          </w:p>
          <w:p w:rsidR="00DA25AD" w:rsidRPr="00004A58" w:rsidRDefault="00DA25AD" w:rsidP="00E50914">
            <w:pPr>
              <w:pStyle w:val="TAL"/>
            </w:pPr>
            <w:r w:rsidRPr="00004A58">
              <w:t>This bit, when cleared, indicates that the OFR message is sent on the SGd interface, i.e. the source node is an MME (or a combined MME/SGSN to which the UE is attached via UTRAN or GERAN).</w:t>
            </w:r>
          </w:p>
        </w:tc>
      </w:tr>
    </w:tbl>
    <w:p w:rsidR="00DA25AD" w:rsidRPr="00004A58" w:rsidRDefault="00DA25AD" w:rsidP="00DA25AD"/>
    <w:p w:rsidR="00DA25AD" w:rsidRPr="00004A58" w:rsidRDefault="00DA25AD" w:rsidP="00DA25AD">
      <w:pPr>
        <w:pStyle w:val="Heading4"/>
      </w:pPr>
      <w:bookmarkStart w:id="510" w:name="_Toc533204555"/>
      <w:bookmarkStart w:id="511" w:name="_Toc44882145"/>
      <w:bookmarkStart w:id="512" w:name="_Toc44882339"/>
      <w:bookmarkStart w:id="513" w:name="_Toc51864524"/>
      <w:r w:rsidRPr="00004A58">
        <w:t>6.3.3.13</w:t>
      </w:r>
      <w:r w:rsidRPr="00004A58">
        <w:tab/>
        <w:t>SMSMI-Correlation-ID</w:t>
      </w:r>
      <w:bookmarkEnd w:id="510"/>
      <w:bookmarkEnd w:id="511"/>
      <w:bookmarkEnd w:id="512"/>
      <w:bookmarkEnd w:id="513"/>
    </w:p>
    <w:p w:rsidR="00DA25AD" w:rsidRPr="00004A58" w:rsidRDefault="00DA25AD" w:rsidP="00DA25AD">
      <w:r w:rsidRPr="00004A58">
        <w:t xml:space="preserve">The SMSMI-Correlation-ID AVP is of type Grouped. It </w:t>
      </w:r>
      <w:r w:rsidRPr="00004A58">
        <w:rPr>
          <w:rFonts w:hint="eastAsia"/>
          <w:lang w:eastAsia="zh-CN"/>
        </w:rPr>
        <w:t xml:space="preserve">shall </w:t>
      </w:r>
      <w:r w:rsidRPr="00004A58">
        <w:t>contain information identities used in the context of MSISDN-less SMS delivery in IMS (see 3GPP TS 23.204 [17]).</w:t>
      </w:r>
    </w:p>
    <w:p w:rsidR="00DA25AD" w:rsidRPr="00004A58" w:rsidRDefault="00DA25AD" w:rsidP="00DA25AD">
      <w:r w:rsidRPr="00004A58">
        <w:t>The AVP format shall conform to:</w:t>
      </w:r>
    </w:p>
    <w:p w:rsidR="00DA25AD" w:rsidRPr="00004A58" w:rsidRDefault="005252A2" w:rsidP="00DA25AD">
      <w:pPr>
        <w:pStyle w:val="NormalLeft10cm"/>
      </w:pPr>
      <w:r w:rsidRPr="00004A58">
        <w:tab/>
      </w:r>
      <w:r w:rsidR="00DA25AD" w:rsidRPr="00004A58">
        <w:t>SMS-MI-Correlation-ID  ::= &lt;AVP header: 3308 10415&gt;</w:t>
      </w:r>
    </w:p>
    <w:p w:rsidR="00DA25AD" w:rsidRPr="00004A58" w:rsidRDefault="00DA25AD" w:rsidP="00DA25AD">
      <w:pPr>
        <w:ind w:left="1420"/>
      </w:pPr>
      <w:r w:rsidRPr="00004A58">
        <w:t>[ HSS-ID ]</w:t>
      </w:r>
    </w:p>
    <w:p w:rsidR="00DA25AD" w:rsidRPr="00004A58" w:rsidRDefault="00DA25AD" w:rsidP="00DA25AD">
      <w:pPr>
        <w:ind w:left="1420"/>
      </w:pPr>
      <w:r w:rsidRPr="00004A58">
        <w:t>[ Originating-SIP</w:t>
      </w:r>
      <w:r w:rsidRPr="00004A58">
        <w:rPr>
          <w:szCs w:val="16"/>
        </w:rPr>
        <w:t xml:space="preserve">-URI </w:t>
      </w:r>
      <w:r w:rsidRPr="00004A58">
        <w:t>]</w:t>
      </w:r>
    </w:p>
    <w:p w:rsidR="00DA25AD" w:rsidRPr="00004A58" w:rsidRDefault="00DA25AD" w:rsidP="00DA25AD">
      <w:pPr>
        <w:ind w:left="1420"/>
      </w:pPr>
      <w:r w:rsidRPr="00004A58">
        <w:t>[ Destination-SIP</w:t>
      </w:r>
      <w:r w:rsidRPr="00004A58">
        <w:rPr>
          <w:szCs w:val="16"/>
        </w:rPr>
        <w:t xml:space="preserve">-URI </w:t>
      </w:r>
      <w:r w:rsidRPr="00004A58">
        <w:t>]</w:t>
      </w:r>
    </w:p>
    <w:p w:rsidR="00DA25AD" w:rsidRPr="00004A58" w:rsidRDefault="00DA25AD" w:rsidP="00DA25AD">
      <w:pPr>
        <w:ind w:left="1420"/>
      </w:pPr>
      <w:r w:rsidRPr="00004A58">
        <w:t>*[ AVP ]</w:t>
      </w:r>
    </w:p>
    <w:p w:rsidR="00DA25AD" w:rsidRPr="00004A58" w:rsidRDefault="00DA25AD" w:rsidP="00DA25AD">
      <w:pPr>
        <w:pStyle w:val="Heading4"/>
      </w:pPr>
      <w:bookmarkStart w:id="514" w:name="_Toc533204556"/>
      <w:bookmarkStart w:id="515" w:name="_Toc44882146"/>
      <w:bookmarkStart w:id="516" w:name="_Toc44882340"/>
      <w:bookmarkStart w:id="517" w:name="_Toc51864525"/>
      <w:r w:rsidRPr="00004A58">
        <w:t>6.3.3.14</w:t>
      </w:r>
      <w:r w:rsidRPr="00004A58">
        <w:tab/>
        <w:t>HSS-ID</w:t>
      </w:r>
      <w:bookmarkEnd w:id="514"/>
      <w:bookmarkEnd w:id="515"/>
      <w:bookmarkEnd w:id="516"/>
      <w:bookmarkEnd w:id="517"/>
    </w:p>
    <w:p w:rsidR="00DA25AD" w:rsidRPr="00004A58" w:rsidRDefault="00DA25AD" w:rsidP="00DA25AD">
      <w:r w:rsidRPr="00004A58">
        <w:t>The HSS-ID AVP is of type</w:t>
      </w:r>
      <w:r w:rsidRPr="00004A58">
        <w:rPr>
          <w:lang w:eastAsia="zh-CN"/>
        </w:rPr>
        <w:t>UTF8String. The definition and the composition of the HSS-ID are specified in 3GPP </w:t>
      </w:r>
      <w:r w:rsidRPr="00004A58">
        <w:t>TS 23</w:t>
      </w:r>
      <w:r w:rsidRPr="00004A58">
        <w:rPr>
          <w:lang w:eastAsia="zh-CN"/>
        </w:rPr>
        <w:t>.003 [16].</w:t>
      </w:r>
    </w:p>
    <w:p w:rsidR="00DA25AD" w:rsidRPr="00004A58" w:rsidRDefault="00DA25AD" w:rsidP="00DA25AD">
      <w:pPr>
        <w:pStyle w:val="Heading4"/>
        <w:tabs>
          <w:tab w:val="left" w:pos="4253"/>
        </w:tabs>
      </w:pPr>
      <w:bookmarkStart w:id="518" w:name="_Toc533204557"/>
      <w:bookmarkStart w:id="519" w:name="_Toc44882147"/>
      <w:bookmarkStart w:id="520" w:name="_Toc44882341"/>
      <w:bookmarkStart w:id="521" w:name="_Toc51864526"/>
      <w:r w:rsidRPr="00004A58">
        <w:t>6.3.3.15</w:t>
      </w:r>
      <w:r w:rsidRPr="00004A58">
        <w:tab/>
        <w:t>Originating-SIP</w:t>
      </w:r>
      <w:r w:rsidRPr="00004A58">
        <w:rPr>
          <w:szCs w:val="16"/>
        </w:rPr>
        <w:t>-URI</w:t>
      </w:r>
      <w:bookmarkEnd w:id="518"/>
      <w:bookmarkEnd w:id="519"/>
      <w:bookmarkEnd w:id="520"/>
      <w:bookmarkEnd w:id="521"/>
    </w:p>
    <w:p w:rsidR="00DA25AD" w:rsidRPr="00004A58" w:rsidRDefault="00DA25AD" w:rsidP="00DA25AD">
      <w:pPr>
        <w:tabs>
          <w:tab w:val="left" w:pos="4253"/>
        </w:tabs>
      </w:pPr>
      <w:r w:rsidRPr="00004A58">
        <w:t>The Originating-SIP-URI AVP is of type</w:t>
      </w:r>
      <w:r w:rsidRPr="00004A58">
        <w:rPr>
          <w:lang w:eastAsia="zh-CN"/>
        </w:rPr>
        <w:t xml:space="preserve"> UTF8String.</w:t>
      </w:r>
      <w:r w:rsidRPr="00004A58">
        <w:t xml:space="preserve"> It shall contain the Public identity of the IMS UE without MSISDN which is the sender of a short message, in the context of MSISDN-less SMS delivery in IMS (see 3GPP TS 23.204 [17]).</w:t>
      </w:r>
    </w:p>
    <w:p w:rsidR="00DA25AD" w:rsidRPr="00004A58" w:rsidRDefault="00DA25AD" w:rsidP="00DA25AD">
      <w:pPr>
        <w:pStyle w:val="Heading4"/>
      </w:pPr>
      <w:bookmarkStart w:id="522" w:name="_Toc533204558"/>
      <w:bookmarkStart w:id="523" w:name="_Toc44882148"/>
      <w:bookmarkStart w:id="524" w:name="_Toc44882342"/>
      <w:bookmarkStart w:id="525" w:name="_Toc51864527"/>
      <w:r w:rsidRPr="00004A58">
        <w:t>6.3.3.16</w:t>
      </w:r>
      <w:r w:rsidRPr="00004A58">
        <w:tab/>
        <w:t>Destination-SIP</w:t>
      </w:r>
      <w:r w:rsidRPr="00004A58">
        <w:rPr>
          <w:szCs w:val="16"/>
        </w:rPr>
        <w:t>-URI</w:t>
      </w:r>
      <w:bookmarkEnd w:id="522"/>
      <w:bookmarkEnd w:id="523"/>
      <w:bookmarkEnd w:id="524"/>
      <w:bookmarkEnd w:id="525"/>
    </w:p>
    <w:p w:rsidR="00DA25AD" w:rsidRPr="00004A58" w:rsidRDefault="00DA25AD" w:rsidP="00DA25AD">
      <w:r w:rsidRPr="00004A58">
        <w:t>The Destination-SIP-URI AVP is of type</w:t>
      </w:r>
      <w:r w:rsidRPr="00004A58">
        <w:rPr>
          <w:lang w:eastAsia="zh-CN"/>
        </w:rPr>
        <w:t xml:space="preserve"> UTF8String.</w:t>
      </w:r>
      <w:r w:rsidRPr="00004A58">
        <w:t xml:space="preserve"> It shall contain the Public identity of the IMS UE without MSISDN which is the recipient of a short message, in the context of MSISDN-less SMS delivery in IMS (see 3GPP TS 23.204 [17]).</w:t>
      </w:r>
    </w:p>
    <w:p w:rsidR="00DA25AD" w:rsidRPr="00004A58" w:rsidRDefault="00DA25AD" w:rsidP="00DA25AD">
      <w:pPr>
        <w:pStyle w:val="Heading4"/>
        <w:rPr>
          <w:szCs w:val="16"/>
        </w:rPr>
      </w:pPr>
      <w:bookmarkStart w:id="526" w:name="_Toc533204559"/>
      <w:bookmarkStart w:id="527" w:name="_Toc44882149"/>
      <w:bookmarkStart w:id="528" w:name="_Toc44882343"/>
      <w:bookmarkStart w:id="529" w:name="_Toc51864528"/>
      <w:r w:rsidRPr="00004A58">
        <w:t>6.3.3.17</w:t>
      </w:r>
      <w:r w:rsidRPr="00004A58">
        <w:tab/>
      </w:r>
      <w:r w:rsidRPr="00004A58">
        <w:rPr>
          <w:szCs w:val="16"/>
        </w:rPr>
        <w:t>Maximum-Retransmission-Time</w:t>
      </w:r>
      <w:bookmarkEnd w:id="526"/>
      <w:bookmarkEnd w:id="527"/>
      <w:bookmarkEnd w:id="528"/>
      <w:bookmarkEnd w:id="529"/>
    </w:p>
    <w:p w:rsidR="00DA25AD" w:rsidRPr="00004A58" w:rsidRDefault="00DA25AD" w:rsidP="00DA25AD">
      <w:r w:rsidRPr="00004A58">
        <w:t>The Maximum-Retransmission</w:t>
      </w:r>
      <w:r w:rsidRPr="00004A58">
        <w:rPr>
          <w:szCs w:val="16"/>
        </w:rPr>
        <w:t xml:space="preserve">-Time is of type Time </w:t>
      </w:r>
      <w:r w:rsidRPr="00004A58">
        <w:t>and in shall contain the maximum retransmission time (in UTC) until which the SMS-GMSC is capable to retransmit the MT Short Message.</w:t>
      </w:r>
    </w:p>
    <w:p w:rsidR="00DA25AD" w:rsidRPr="00004A58" w:rsidRDefault="00DA25AD" w:rsidP="00DA25AD">
      <w:pPr>
        <w:pStyle w:val="Heading4"/>
        <w:rPr>
          <w:szCs w:val="16"/>
        </w:rPr>
      </w:pPr>
      <w:bookmarkStart w:id="530" w:name="_Toc533204560"/>
      <w:bookmarkStart w:id="531" w:name="_Toc44882150"/>
      <w:bookmarkStart w:id="532" w:name="_Toc44882344"/>
      <w:bookmarkStart w:id="533" w:name="_Toc51864529"/>
      <w:r w:rsidRPr="00004A58">
        <w:t>6.3.3.18</w:t>
      </w:r>
      <w:r w:rsidRPr="00004A58">
        <w:tab/>
      </w:r>
      <w:r w:rsidRPr="00004A58">
        <w:rPr>
          <w:szCs w:val="16"/>
        </w:rPr>
        <w:t>Requested-Retransmission-Time</w:t>
      </w:r>
      <w:bookmarkEnd w:id="530"/>
      <w:bookmarkEnd w:id="531"/>
      <w:bookmarkEnd w:id="532"/>
      <w:bookmarkEnd w:id="533"/>
    </w:p>
    <w:p w:rsidR="00DA25AD" w:rsidRPr="00004A58" w:rsidRDefault="00DA25AD" w:rsidP="00DA25AD">
      <w:r w:rsidRPr="00004A58">
        <w:t>The Requested-Retransmission</w:t>
      </w:r>
      <w:r w:rsidRPr="00004A58">
        <w:rPr>
          <w:szCs w:val="16"/>
        </w:rPr>
        <w:t xml:space="preserve">-Time is of type Time </w:t>
      </w:r>
      <w:r w:rsidRPr="00004A58">
        <w:t>and in shall contain the timestamp (in UTC) at which the SMS-GMSC is requested to retransmit the MT Short Message.</w:t>
      </w:r>
    </w:p>
    <w:p w:rsidR="00DA25AD" w:rsidRPr="00004A58" w:rsidRDefault="00DA25AD" w:rsidP="00DA25AD">
      <w:pPr>
        <w:pStyle w:val="Heading4"/>
      </w:pPr>
      <w:bookmarkStart w:id="534" w:name="_Toc533204561"/>
      <w:bookmarkStart w:id="535" w:name="_Toc44882151"/>
      <w:bookmarkStart w:id="536" w:name="_Toc44882345"/>
      <w:bookmarkStart w:id="537" w:name="_Toc51864530"/>
      <w:r w:rsidRPr="00004A58">
        <w:t>6.3.3.19</w:t>
      </w:r>
      <w:r w:rsidRPr="00004A58">
        <w:tab/>
        <w:t>SMS-GMSC-Address</w:t>
      </w:r>
      <w:bookmarkEnd w:id="534"/>
      <w:bookmarkEnd w:id="535"/>
      <w:bookmarkEnd w:id="536"/>
      <w:bookmarkEnd w:id="537"/>
    </w:p>
    <w:p w:rsidR="00DA25AD" w:rsidRPr="00004A58" w:rsidRDefault="00DA25AD" w:rsidP="00DA25AD">
      <w:r w:rsidRPr="00004A58">
        <w:t xml:space="preserve">The SMS-GMSC-Address AVP is of type </w:t>
      </w:r>
      <w:r w:rsidRPr="00004A58">
        <w:rPr>
          <w:lang w:eastAsia="zh-CN"/>
        </w:rPr>
        <w:t>OctetString</w:t>
      </w:r>
      <w:r w:rsidRPr="00004A58">
        <w:t xml:space="preserve"> and it shall contain the E.164 number of </w:t>
      </w:r>
      <w:r w:rsidRPr="00004A58">
        <w:rPr>
          <w:rFonts w:hint="eastAsia"/>
          <w:lang w:eastAsia="zh-CN"/>
        </w:rPr>
        <w:t>the</w:t>
      </w:r>
      <w:r w:rsidRPr="00004A58">
        <w:t xml:space="preserve"> SMS-GMSC or SMS Router, in international number format as described in ITU-T Recommendation E.164 [13] and encoded as a TBCD-string. See 3GPP TS 29.002 [9] for encoding of TBCD-strings. </w:t>
      </w:r>
      <w:r w:rsidRPr="00004A58">
        <w:rPr>
          <w:lang w:val="en-US"/>
        </w:rPr>
        <w:t>This AVP shall not include leading indicators for the nature of address and the numbering plan; it shall contain only the TBCD-encoded digits of the address.</w:t>
      </w:r>
    </w:p>
    <w:p w:rsidR="00DA25AD" w:rsidRPr="00004A58" w:rsidRDefault="00DA25AD" w:rsidP="00DA25AD">
      <w:pPr>
        <w:pStyle w:val="Heading4"/>
      </w:pPr>
      <w:bookmarkStart w:id="538" w:name="_Toc533204562"/>
      <w:bookmarkStart w:id="539" w:name="_Toc44882152"/>
      <w:bookmarkStart w:id="540" w:name="_Toc44882346"/>
      <w:bookmarkStart w:id="541" w:name="_Toc51864531"/>
      <w:r w:rsidRPr="00004A58">
        <w:lastRenderedPageBreak/>
        <w:t>6.3.3.20</w:t>
      </w:r>
      <w:r w:rsidRPr="00004A58">
        <w:tab/>
        <w:t>DRMP</w:t>
      </w:r>
      <w:bookmarkEnd w:id="538"/>
      <w:bookmarkEnd w:id="539"/>
      <w:bookmarkEnd w:id="540"/>
      <w:bookmarkEnd w:id="541"/>
    </w:p>
    <w:p w:rsidR="00DA25AD" w:rsidRPr="00004A58" w:rsidRDefault="00DA25AD" w:rsidP="00DA25AD">
      <w:r w:rsidRPr="00004A58">
        <w:t>The DRMP AVP is of type Enumerated and it is defined in IETF RFC 7944</w:t>
      </w:r>
      <w:r w:rsidRPr="00004A58">
        <w:rPr>
          <w:lang w:eastAsia="en-GB"/>
        </w:rPr>
        <w:t> [19]</w:t>
      </w:r>
      <w:r w:rsidRPr="00004A58">
        <w:rPr>
          <w:lang w:eastAsia="zh-CN"/>
        </w:rPr>
        <w:t xml:space="preserve">. This AVP allows the MME, the SGSN, the </w:t>
      </w:r>
      <w:r w:rsidRPr="00004A58">
        <w:t>SMS-IWMSC, the SMS-GMSC, the SMS Router</w:t>
      </w:r>
      <w:r w:rsidRPr="00004A58">
        <w:rPr>
          <w:lang w:eastAsia="zh-CN"/>
        </w:rPr>
        <w:t xml:space="preserve"> and the IP-SM-GW to indicate the relative priority of Diameter messages.</w:t>
      </w:r>
      <w:r w:rsidRPr="00004A58">
        <w:t xml:space="preserve"> The DRMP AVP may be used to set the DSCP marking for transport of the associated Diameter message.</w:t>
      </w:r>
    </w:p>
    <w:p w:rsidR="00DA25AD" w:rsidRPr="00004A58" w:rsidRDefault="00DA25AD" w:rsidP="00DA25AD">
      <w:pPr>
        <w:pStyle w:val="Heading1"/>
      </w:pPr>
      <w:bookmarkStart w:id="542" w:name="_Toc533204563"/>
      <w:bookmarkStart w:id="543" w:name="_Toc44882153"/>
      <w:bookmarkStart w:id="544" w:name="_Toc44882347"/>
      <w:bookmarkStart w:id="545" w:name="_Toc51864532"/>
      <w:r w:rsidRPr="00004A58">
        <w:t>7</w:t>
      </w:r>
      <w:r w:rsidRPr="00004A58">
        <w:tab/>
        <w:t>Result Codes and Experimental-Result values</w:t>
      </w:r>
      <w:bookmarkEnd w:id="542"/>
      <w:bookmarkEnd w:id="543"/>
      <w:bookmarkEnd w:id="544"/>
      <w:bookmarkEnd w:id="545"/>
    </w:p>
    <w:p w:rsidR="00DA25AD" w:rsidRPr="00004A58" w:rsidRDefault="00DA25AD" w:rsidP="00DA25AD">
      <w:pPr>
        <w:pStyle w:val="Heading2"/>
        <w:rPr>
          <w:lang w:val="en-US"/>
        </w:rPr>
      </w:pPr>
      <w:bookmarkStart w:id="546" w:name="_Toc533204564"/>
      <w:bookmarkStart w:id="547" w:name="_Toc44882154"/>
      <w:bookmarkStart w:id="548" w:name="_Toc44882348"/>
      <w:bookmarkStart w:id="549" w:name="_Toc51864533"/>
      <w:r w:rsidRPr="00004A58">
        <w:t>7</w:t>
      </w:r>
      <w:r w:rsidRPr="00004A58">
        <w:rPr>
          <w:lang w:val="en-US"/>
        </w:rPr>
        <w:t>.1</w:t>
      </w:r>
      <w:r w:rsidRPr="00004A58">
        <w:rPr>
          <w:lang w:val="en-US"/>
        </w:rPr>
        <w:tab/>
        <w:t>General</w:t>
      </w:r>
      <w:bookmarkEnd w:id="546"/>
      <w:bookmarkEnd w:id="547"/>
      <w:bookmarkEnd w:id="548"/>
      <w:bookmarkEnd w:id="549"/>
    </w:p>
    <w:p w:rsidR="00DA25AD" w:rsidRPr="00004A58" w:rsidRDefault="00DA25AD" w:rsidP="00DA25AD">
      <w:r w:rsidRPr="00004A58">
        <w:t xml:space="preserve">This </w:t>
      </w:r>
      <w:r w:rsidR="005252A2" w:rsidRPr="00004A58">
        <w:t>clause</w:t>
      </w:r>
      <w:r w:rsidRPr="00004A58">
        <w:t xml:space="preserve"> defines result code values that shall be supported by all Diameter implementations that conform to this specification.</w:t>
      </w:r>
    </w:p>
    <w:p w:rsidR="00DA25AD" w:rsidRPr="00004A58" w:rsidRDefault="00DA25AD" w:rsidP="00DA25AD">
      <w:pPr>
        <w:pStyle w:val="Heading2"/>
      </w:pPr>
      <w:bookmarkStart w:id="550" w:name="_Toc533204565"/>
      <w:bookmarkStart w:id="551" w:name="_Toc44882155"/>
      <w:bookmarkStart w:id="552" w:name="_Toc44882349"/>
      <w:bookmarkStart w:id="553" w:name="_Toc51864534"/>
      <w:r w:rsidRPr="00004A58">
        <w:t>7.2</w:t>
      </w:r>
      <w:r w:rsidRPr="00004A58">
        <w:tab/>
        <w:t>Success</w:t>
      </w:r>
      <w:bookmarkEnd w:id="550"/>
      <w:bookmarkEnd w:id="551"/>
      <w:bookmarkEnd w:id="552"/>
      <w:bookmarkEnd w:id="553"/>
    </w:p>
    <w:p w:rsidR="00DA25AD" w:rsidRPr="00004A58" w:rsidRDefault="00DA25AD" w:rsidP="00DA25AD">
      <w:pPr>
        <w:rPr>
          <w:lang w:val="en-US"/>
        </w:rPr>
      </w:pPr>
      <w:r w:rsidRPr="00004A58">
        <w:t xml:space="preserve">Result codes that fall within the Success category </w:t>
      </w:r>
      <w:r w:rsidRPr="00004A58">
        <w:rPr>
          <w:rFonts w:hint="eastAsia"/>
          <w:lang w:eastAsia="zh-CN"/>
        </w:rPr>
        <w:t>shall be</w:t>
      </w:r>
      <w:r w:rsidRPr="00004A58">
        <w:t xml:space="preserve"> used to inform a peer that a request has been successfully completed. </w:t>
      </w:r>
      <w:r w:rsidRPr="00004A58">
        <w:rPr>
          <w:lang w:val="en-US"/>
        </w:rPr>
        <w:t xml:space="preserve">The Result-Code AVP values defined in Diameter base protocol specified in </w:t>
      </w:r>
      <w:r w:rsidRPr="00004A58">
        <w:t>IETF RFC 6733 [20]</w:t>
      </w:r>
      <w:r w:rsidRPr="00004A58">
        <w:rPr>
          <w:lang w:val="en-US"/>
        </w:rPr>
        <w:t xml:space="preserve"> shall be applied.</w:t>
      </w:r>
    </w:p>
    <w:p w:rsidR="00DA25AD" w:rsidRPr="00004A58" w:rsidRDefault="00DA25AD" w:rsidP="00DA25AD">
      <w:pPr>
        <w:pStyle w:val="Heading2"/>
        <w:rPr>
          <w:lang w:eastAsia="zh-CN"/>
        </w:rPr>
      </w:pPr>
      <w:bookmarkStart w:id="554" w:name="_Toc533204566"/>
      <w:bookmarkStart w:id="555" w:name="_Toc44882156"/>
      <w:bookmarkStart w:id="556" w:name="_Toc44882350"/>
      <w:bookmarkStart w:id="557" w:name="_Toc51864535"/>
      <w:r w:rsidRPr="00004A58">
        <w:t>7.3</w:t>
      </w:r>
      <w:r w:rsidRPr="00004A58">
        <w:tab/>
        <w:t>Permanent Failures</w:t>
      </w:r>
      <w:bookmarkEnd w:id="554"/>
      <w:bookmarkEnd w:id="555"/>
      <w:bookmarkEnd w:id="556"/>
      <w:bookmarkEnd w:id="557"/>
    </w:p>
    <w:p w:rsidR="00DA25AD" w:rsidRPr="00004A58" w:rsidRDefault="00DA25AD" w:rsidP="00DA25AD">
      <w:pPr>
        <w:pStyle w:val="Heading3"/>
        <w:rPr>
          <w:lang w:eastAsia="zh-CN"/>
        </w:rPr>
      </w:pPr>
      <w:bookmarkStart w:id="558" w:name="_Toc533204567"/>
      <w:bookmarkStart w:id="559" w:name="_Toc44882157"/>
      <w:bookmarkStart w:id="560" w:name="_Toc44882351"/>
      <w:bookmarkStart w:id="561" w:name="_Toc51864536"/>
      <w:r w:rsidRPr="00004A58">
        <w:t>7</w:t>
      </w:r>
      <w:r w:rsidRPr="00004A58">
        <w:rPr>
          <w:lang w:eastAsia="zh-CN"/>
        </w:rPr>
        <w:t>.3.1</w:t>
      </w:r>
      <w:r w:rsidRPr="00004A58">
        <w:rPr>
          <w:lang w:eastAsia="zh-CN"/>
        </w:rPr>
        <w:tab/>
        <w:t>General</w:t>
      </w:r>
      <w:bookmarkEnd w:id="558"/>
      <w:bookmarkEnd w:id="559"/>
      <w:bookmarkEnd w:id="560"/>
      <w:bookmarkEnd w:id="561"/>
    </w:p>
    <w:p w:rsidR="00DA25AD" w:rsidRPr="00004A58" w:rsidRDefault="00DA25AD" w:rsidP="00DA25AD">
      <w:r w:rsidRPr="00004A58">
        <w:t xml:space="preserve">Errors that fall within the Permanent Failures category </w:t>
      </w:r>
      <w:r w:rsidRPr="00004A58">
        <w:rPr>
          <w:rFonts w:hint="eastAsia"/>
          <w:lang w:eastAsia="zh-CN"/>
        </w:rPr>
        <w:t>shall be</w:t>
      </w:r>
      <w:r w:rsidRPr="00004A58">
        <w:t xml:space="preserve"> used to inform the peer that the request has failed, and should not be attempted again. The </w:t>
      </w:r>
      <w:r w:rsidRPr="00004A58">
        <w:rPr>
          <w:lang w:val="en-US"/>
        </w:rPr>
        <w:t xml:space="preserve">Result-Code AVP values defined in Diameter base protocol specified in </w:t>
      </w:r>
      <w:r w:rsidRPr="00004A58">
        <w:t>IETF RFC 6733 [20]</w:t>
      </w:r>
      <w:r w:rsidRPr="00004A58">
        <w:rPr>
          <w:lang w:val="en-US"/>
        </w:rPr>
        <w:t xml:space="preserve"> shall be applied.</w:t>
      </w:r>
      <w:r w:rsidRPr="00004A58">
        <w:t xml:space="preserve"> When one of the result codes defined here is included in a response, it shall be inside an Experimental-Result AVP and the Result-Code AVP shall be absent.</w:t>
      </w:r>
    </w:p>
    <w:p w:rsidR="00DA25AD" w:rsidRPr="00004A58" w:rsidRDefault="00DA25AD" w:rsidP="00DA25AD">
      <w:pPr>
        <w:pStyle w:val="Heading3"/>
      </w:pPr>
      <w:bookmarkStart w:id="562" w:name="_Toc533204568"/>
      <w:bookmarkStart w:id="563" w:name="_Toc44882158"/>
      <w:bookmarkStart w:id="564" w:name="_Toc44882352"/>
      <w:bookmarkStart w:id="565" w:name="_Toc51864537"/>
      <w:r w:rsidRPr="00004A58">
        <w:t>7.3.2</w:t>
      </w:r>
      <w:r w:rsidRPr="00004A58">
        <w:tab/>
        <w:t>DIAMETER_ERROR_USER_UNKNOWN (5001)</w:t>
      </w:r>
      <w:bookmarkEnd w:id="562"/>
      <w:bookmarkEnd w:id="563"/>
      <w:bookmarkEnd w:id="564"/>
      <w:bookmarkEnd w:id="565"/>
    </w:p>
    <w:p w:rsidR="00DA25AD" w:rsidRPr="00004A58" w:rsidRDefault="00DA25AD" w:rsidP="00DA25AD">
      <w:r w:rsidRPr="00004A58">
        <w:t xml:space="preserve">This result code </w:t>
      </w:r>
      <w:r w:rsidRPr="00004A58">
        <w:rPr>
          <w:rFonts w:hint="eastAsia"/>
          <w:lang w:eastAsia="zh-CN"/>
        </w:rPr>
        <w:t>shall be</w:t>
      </w:r>
      <w:r w:rsidRPr="00004A58">
        <w:t xml:space="preserve"> sent by the MME over the SGd interface or by the SGSN over the Gdd interface to indicate that the user identified by the IMSI is unknown.</w:t>
      </w:r>
    </w:p>
    <w:p w:rsidR="00DA25AD" w:rsidRPr="00004A58" w:rsidRDefault="00DA25AD" w:rsidP="00DA25AD">
      <w:r w:rsidRPr="00004A58">
        <w:t xml:space="preserve">This result code </w:t>
      </w:r>
      <w:r w:rsidRPr="00004A58">
        <w:rPr>
          <w:rFonts w:hint="eastAsia"/>
          <w:lang w:eastAsia="zh-CN"/>
        </w:rPr>
        <w:t>shall be</w:t>
      </w:r>
      <w:r w:rsidRPr="00004A58">
        <w:t xml:space="preserve"> sent by the SMS-IWMSC over the SGd interface to indicate that the user identified by the MSISDN is unknown.</w:t>
      </w:r>
    </w:p>
    <w:p w:rsidR="00DA25AD" w:rsidRPr="00004A58" w:rsidRDefault="00DA25AD" w:rsidP="00DA25AD">
      <w:r w:rsidRPr="00004A58">
        <w:t xml:space="preserve">This result code </w:t>
      </w:r>
      <w:r w:rsidRPr="00004A58">
        <w:rPr>
          <w:rFonts w:hint="eastAsia"/>
          <w:lang w:eastAsia="zh-CN"/>
        </w:rPr>
        <w:t>shall be</w:t>
      </w:r>
      <w:r w:rsidRPr="00004A58">
        <w:t xml:space="preserve"> sent by the HSS or the SMS Router over the S6c interface to indicate that the user identified by the MSISDN is unknown.</w:t>
      </w:r>
    </w:p>
    <w:p w:rsidR="00DA25AD" w:rsidRPr="00004A58" w:rsidRDefault="00DA25AD" w:rsidP="00DA25AD">
      <w:pPr>
        <w:pStyle w:val="Heading3"/>
      </w:pPr>
      <w:bookmarkStart w:id="566" w:name="_Toc533204569"/>
      <w:bookmarkStart w:id="567" w:name="_Toc44882159"/>
      <w:bookmarkStart w:id="568" w:name="_Toc44882353"/>
      <w:bookmarkStart w:id="569" w:name="_Toc51864538"/>
      <w:r w:rsidRPr="00004A58">
        <w:t>7.3.3</w:t>
      </w:r>
      <w:r w:rsidRPr="00004A58">
        <w:tab/>
        <w:t>DIAMETER_ERROR_ABSENT_USER (5550)</w:t>
      </w:r>
      <w:bookmarkEnd w:id="566"/>
      <w:bookmarkEnd w:id="567"/>
      <w:bookmarkEnd w:id="568"/>
      <w:bookmarkEnd w:id="569"/>
    </w:p>
    <w:p w:rsidR="00DA25AD" w:rsidRPr="00004A58" w:rsidRDefault="00DA25AD" w:rsidP="00DA25AD">
      <w:r w:rsidRPr="00004A58">
        <w:t>This result code shall be sent by the MME over the SGd interface or by the SGSN over the Gdd interface to indicate that the UE is not reachable.</w:t>
      </w:r>
    </w:p>
    <w:p w:rsidR="00DA25AD" w:rsidRPr="00004A58" w:rsidRDefault="00DA25AD" w:rsidP="00DA25AD">
      <w:r w:rsidRPr="00004A58">
        <w:t>This result code shall be sent by the HSS or the SMS Router over the S6c interface to indicate that the UE is not reachable.</w:t>
      </w:r>
    </w:p>
    <w:p w:rsidR="00DA25AD" w:rsidRPr="00004A58" w:rsidRDefault="00DA25AD" w:rsidP="00DA25AD">
      <w:pPr>
        <w:pStyle w:val="Heading3"/>
      </w:pPr>
      <w:bookmarkStart w:id="570" w:name="_Toc533204570"/>
      <w:bookmarkStart w:id="571" w:name="_Toc44882160"/>
      <w:bookmarkStart w:id="572" w:name="_Toc44882354"/>
      <w:bookmarkStart w:id="573" w:name="_Toc51864539"/>
      <w:r w:rsidRPr="00004A58">
        <w:t>7.3.4</w:t>
      </w:r>
      <w:r w:rsidRPr="00004A58">
        <w:tab/>
        <w:t>DIAMETER_ERROR_USER_BUSY_FOR_MT_SMS (5551)</w:t>
      </w:r>
      <w:bookmarkEnd w:id="570"/>
      <w:bookmarkEnd w:id="571"/>
      <w:bookmarkEnd w:id="572"/>
      <w:bookmarkEnd w:id="573"/>
    </w:p>
    <w:p w:rsidR="00DA25AD" w:rsidRPr="00004A58" w:rsidRDefault="00DA25AD" w:rsidP="00DA25AD">
      <w:r w:rsidRPr="00004A58">
        <w:t>This result code shall be sent by the MME or the SGSN when the user is busy for MT SMS.</w:t>
      </w:r>
    </w:p>
    <w:p w:rsidR="00DA25AD" w:rsidRPr="00004A58" w:rsidRDefault="00DA25AD" w:rsidP="00DA25AD">
      <w:pPr>
        <w:pStyle w:val="Heading3"/>
        <w:rPr>
          <w:lang w:val="en-US"/>
        </w:rPr>
      </w:pPr>
      <w:bookmarkStart w:id="574" w:name="_Toc533204571"/>
      <w:bookmarkStart w:id="575" w:name="_Toc44882161"/>
      <w:bookmarkStart w:id="576" w:name="_Toc44882355"/>
      <w:bookmarkStart w:id="577" w:name="_Toc51864540"/>
      <w:r w:rsidRPr="00004A58">
        <w:t>7.3.5</w:t>
      </w:r>
      <w:r w:rsidRPr="00004A58">
        <w:tab/>
      </w:r>
      <w:r w:rsidRPr="00004A58">
        <w:rPr>
          <w:lang w:val="en-US"/>
        </w:rPr>
        <w:t>DIAMETER_ERROR_FACILITY_NOT_SUPPORTED (</w:t>
      </w:r>
      <w:r w:rsidRPr="00004A58">
        <w:t>5552</w:t>
      </w:r>
      <w:r w:rsidRPr="00004A58">
        <w:rPr>
          <w:lang w:val="en-US"/>
        </w:rPr>
        <w:t>)</w:t>
      </w:r>
      <w:bookmarkEnd w:id="574"/>
      <w:bookmarkEnd w:id="575"/>
      <w:bookmarkEnd w:id="576"/>
      <w:bookmarkEnd w:id="577"/>
    </w:p>
    <w:p w:rsidR="00DA25AD" w:rsidRPr="00004A58" w:rsidRDefault="00DA25AD" w:rsidP="00DA25AD">
      <w:r w:rsidRPr="00004A58">
        <w:t>This result code shall be sent to indicate a requested facility is not supported.</w:t>
      </w:r>
    </w:p>
    <w:p w:rsidR="00DA25AD" w:rsidRPr="00004A58" w:rsidRDefault="00DA25AD" w:rsidP="00DA25AD">
      <w:pPr>
        <w:pStyle w:val="NO"/>
        <w:rPr>
          <w:lang w:val="en-US"/>
        </w:rPr>
      </w:pPr>
      <w:r w:rsidRPr="00004A58">
        <w:lastRenderedPageBreak/>
        <w:t xml:space="preserve">NOTE: This code corresponds to the Facility Not Supported MAP error and may be used by an IWF. </w:t>
      </w:r>
    </w:p>
    <w:p w:rsidR="00DA25AD" w:rsidRPr="00004A58" w:rsidRDefault="00DA25AD" w:rsidP="00DA25AD">
      <w:pPr>
        <w:pStyle w:val="Heading3"/>
      </w:pPr>
      <w:bookmarkStart w:id="578" w:name="_Toc533204572"/>
      <w:bookmarkStart w:id="579" w:name="_Toc44882162"/>
      <w:bookmarkStart w:id="580" w:name="_Toc44882356"/>
      <w:bookmarkStart w:id="581" w:name="_Toc51864541"/>
      <w:r w:rsidRPr="00004A58">
        <w:t>7.3.6</w:t>
      </w:r>
      <w:r w:rsidRPr="00004A58">
        <w:tab/>
        <w:t>DIAMETER_ERROR_ILLEGAL_USER (5553)</w:t>
      </w:r>
      <w:bookmarkEnd w:id="578"/>
      <w:bookmarkEnd w:id="579"/>
      <w:bookmarkEnd w:id="580"/>
      <w:bookmarkEnd w:id="581"/>
    </w:p>
    <w:p w:rsidR="00DA25AD" w:rsidRPr="00004A58" w:rsidRDefault="00DA25AD" w:rsidP="00DA25AD">
      <w:r w:rsidRPr="00004A58">
        <w:t>This result code shall be sent by the MME or the SGSN to indicate that the delivery of the mobile terminated short message failed because the mobile station failed authentication.</w:t>
      </w:r>
    </w:p>
    <w:p w:rsidR="00DA25AD" w:rsidRPr="00004A58" w:rsidRDefault="00DA25AD" w:rsidP="00DA25AD">
      <w:pPr>
        <w:pStyle w:val="Heading3"/>
      </w:pPr>
      <w:bookmarkStart w:id="582" w:name="_Toc533204573"/>
      <w:bookmarkStart w:id="583" w:name="_Toc44882163"/>
      <w:bookmarkStart w:id="584" w:name="_Toc44882357"/>
      <w:bookmarkStart w:id="585" w:name="_Toc51864542"/>
      <w:r w:rsidRPr="00004A58">
        <w:t>7.3.7</w:t>
      </w:r>
      <w:r w:rsidRPr="00004A58">
        <w:tab/>
        <w:t>DIAMETER_</w:t>
      </w:r>
      <w:r w:rsidRPr="00004A58">
        <w:rPr>
          <w:lang w:val="en-US"/>
        </w:rPr>
        <w:t>ERROR</w:t>
      </w:r>
      <w:r w:rsidRPr="00004A58">
        <w:t>_ILLEGAL_EQUIPMENT (5554)</w:t>
      </w:r>
      <w:bookmarkEnd w:id="582"/>
      <w:bookmarkEnd w:id="583"/>
      <w:bookmarkEnd w:id="584"/>
      <w:bookmarkEnd w:id="585"/>
    </w:p>
    <w:p w:rsidR="00DA25AD" w:rsidRPr="00004A58" w:rsidRDefault="00DA25AD" w:rsidP="00DA25AD">
      <w:r w:rsidRPr="00004A58">
        <w:t>This result code shall be sent by the MME or the SGSN to indicate that the delivery of the mobile terminated short message failed because an IMEI check failed, i.e. the IMEI was blacklisted or not white-listed.</w:t>
      </w:r>
    </w:p>
    <w:p w:rsidR="00DA25AD" w:rsidRPr="00004A58" w:rsidRDefault="00DA25AD" w:rsidP="00DA25AD">
      <w:pPr>
        <w:pStyle w:val="Heading3"/>
      </w:pPr>
      <w:bookmarkStart w:id="586" w:name="_Toc533204574"/>
      <w:bookmarkStart w:id="587" w:name="_Toc44882164"/>
      <w:bookmarkStart w:id="588" w:name="_Toc44882358"/>
      <w:bookmarkStart w:id="589" w:name="_Toc51864543"/>
      <w:r w:rsidRPr="00004A58">
        <w:t>7.3.8</w:t>
      </w:r>
      <w:r w:rsidRPr="00004A58">
        <w:tab/>
        <w:t>DIAMETER_ERROR_SM_DELIVERY_FAILURE (5555)</w:t>
      </w:r>
      <w:bookmarkEnd w:id="586"/>
      <w:bookmarkEnd w:id="587"/>
      <w:bookmarkEnd w:id="588"/>
      <w:bookmarkEnd w:id="589"/>
    </w:p>
    <w:p w:rsidR="00DA25AD" w:rsidRPr="00004A58" w:rsidRDefault="00DA25AD" w:rsidP="00DA25AD">
      <w:r w:rsidRPr="00004A58">
        <w:t>This result code shall be sent by the MME or the SGSN or the SMS-IWMSC to indicate that the delivery of the mobile terminated short message failed.</w:t>
      </w:r>
    </w:p>
    <w:p w:rsidR="00DA25AD" w:rsidRPr="00004A58" w:rsidRDefault="00DA25AD" w:rsidP="00DA25AD">
      <w:pPr>
        <w:pStyle w:val="Heading3"/>
      </w:pPr>
      <w:bookmarkStart w:id="590" w:name="_Toc533204575"/>
      <w:bookmarkStart w:id="591" w:name="_Toc44882165"/>
      <w:bookmarkStart w:id="592" w:name="_Toc44882359"/>
      <w:bookmarkStart w:id="593" w:name="_Toc51864544"/>
      <w:r w:rsidRPr="00004A58">
        <w:t>7.3.9</w:t>
      </w:r>
      <w:r w:rsidRPr="00004A58">
        <w:tab/>
        <w:t>DIAMETER_ERROR_SERVICE_NOT_SUBSCRIBED (5556)</w:t>
      </w:r>
      <w:bookmarkEnd w:id="590"/>
      <w:bookmarkEnd w:id="591"/>
      <w:bookmarkEnd w:id="592"/>
      <w:bookmarkEnd w:id="593"/>
    </w:p>
    <w:p w:rsidR="00DA25AD" w:rsidRPr="00004A58" w:rsidRDefault="00DA25AD" w:rsidP="00DA25AD">
      <w:r w:rsidRPr="00004A58">
        <w:t>This result code shall be sent by the HSS or the SMS Router over the S6c interface to indicate that the MT SMS Teleservice is not part of the subscription.</w:t>
      </w:r>
    </w:p>
    <w:p w:rsidR="00DA25AD" w:rsidRPr="00004A58" w:rsidRDefault="00DA25AD" w:rsidP="00DA25AD">
      <w:pPr>
        <w:pStyle w:val="Heading3"/>
        <w:rPr>
          <w:lang w:val="en-US"/>
        </w:rPr>
      </w:pPr>
      <w:bookmarkStart w:id="594" w:name="_Toc533204576"/>
      <w:bookmarkStart w:id="595" w:name="_Toc44882166"/>
      <w:bookmarkStart w:id="596" w:name="_Toc44882360"/>
      <w:bookmarkStart w:id="597" w:name="_Toc51864545"/>
      <w:r w:rsidRPr="00004A58">
        <w:rPr>
          <w:lang w:val="en-US"/>
        </w:rPr>
        <w:t>7.3.10</w:t>
      </w:r>
      <w:r w:rsidRPr="00004A58">
        <w:rPr>
          <w:lang w:val="en-US"/>
        </w:rPr>
        <w:tab/>
        <w:t>DIAMETER_</w:t>
      </w:r>
      <w:r w:rsidRPr="00004A58">
        <w:t>ERROR_SERVICE_BARRED</w:t>
      </w:r>
      <w:r w:rsidRPr="00004A58">
        <w:rPr>
          <w:lang w:val="en-US"/>
        </w:rPr>
        <w:t xml:space="preserve"> (</w:t>
      </w:r>
      <w:r w:rsidRPr="00004A58">
        <w:t>5557</w:t>
      </w:r>
      <w:r w:rsidRPr="00004A58">
        <w:rPr>
          <w:lang w:val="en-US"/>
        </w:rPr>
        <w:t>)</w:t>
      </w:r>
      <w:bookmarkEnd w:id="594"/>
      <w:bookmarkEnd w:id="595"/>
      <w:bookmarkEnd w:id="596"/>
      <w:bookmarkEnd w:id="597"/>
    </w:p>
    <w:p w:rsidR="00DA25AD" w:rsidRPr="00004A58" w:rsidRDefault="00DA25AD" w:rsidP="00DA25AD">
      <w:r w:rsidRPr="00004A58">
        <w:t>This result code shall be sent by the HSS or the SMS Router over the S6c interface to indicate that the MT SMS Teleservice is barred.</w:t>
      </w:r>
    </w:p>
    <w:p w:rsidR="00DA25AD" w:rsidRPr="00004A58" w:rsidRDefault="00DA25AD" w:rsidP="00DA25AD">
      <w:r w:rsidRPr="00004A58">
        <w:t>This result code shall be sent by the MME to indicate that the delivery of the mobile terminated short message failed because of the barring of the SMS service.</w:t>
      </w:r>
    </w:p>
    <w:p w:rsidR="00DA25AD" w:rsidRPr="00004A58" w:rsidRDefault="00DA25AD" w:rsidP="00DA25AD">
      <w:pPr>
        <w:pStyle w:val="Heading3"/>
      </w:pPr>
      <w:bookmarkStart w:id="598" w:name="_Toc533204577"/>
      <w:bookmarkStart w:id="599" w:name="_Toc44882167"/>
      <w:bookmarkStart w:id="600" w:name="_Toc44882361"/>
      <w:bookmarkStart w:id="601" w:name="_Toc51864546"/>
      <w:r w:rsidRPr="00004A58">
        <w:t>7.3.11</w:t>
      </w:r>
      <w:r w:rsidRPr="00004A58">
        <w:tab/>
        <w:t>DIAMETER_ERROR_MWD_LIST_FULL (5558)</w:t>
      </w:r>
      <w:bookmarkEnd w:id="598"/>
      <w:bookmarkEnd w:id="599"/>
      <w:bookmarkEnd w:id="600"/>
      <w:bookmarkEnd w:id="601"/>
    </w:p>
    <w:p w:rsidR="00DA25AD" w:rsidRPr="00004A58" w:rsidRDefault="00DA25AD" w:rsidP="00DA25AD">
      <w:r w:rsidRPr="00004A58">
        <w:t>This result code shall be sent by the HSS over the S6c interface to indicate that the Message Waiting List is full.</w:t>
      </w:r>
    </w:p>
    <w:p w:rsidR="00DA25AD" w:rsidRPr="00004A58" w:rsidRDefault="00DA25AD" w:rsidP="00DA25AD">
      <w:pPr>
        <w:pStyle w:val="Heading2"/>
        <w:rPr>
          <w:lang w:eastAsia="zh-CN"/>
        </w:rPr>
      </w:pPr>
      <w:bookmarkStart w:id="602" w:name="_Toc533204578"/>
      <w:bookmarkStart w:id="603" w:name="_Toc44882168"/>
      <w:bookmarkStart w:id="604" w:name="_Toc44882362"/>
      <w:bookmarkStart w:id="605" w:name="_Toc51864547"/>
      <w:r w:rsidRPr="00004A58">
        <w:t>7.</w:t>
      </w:r>
      <w:r w:rsidRPr="00004A58">
        <w:rPr>
          <w:lang w:eastAsia="zh-CN"/>
        </w:rPr>
        <w:t>4</w:t>
      </w:r>
      <w:r w:rsidRPr="00004A58">
        <w:tab/>
      </w:r>
      <w:r w:rsidRPr="00004A58">
        <w:rPr>
          <w:rFonts w:hint="eastAsia"/>
          <w:lang w:eastAsia="zh-CN"/>
        </w:rPr>
        <w:t>Transient Failures</w:t>
      </w:r>
      <w:bookmarkEnd w:id="602"/>
      <w:bookmarkEnd w:id="603"/>
      <w:bookmarkEnd w:id="604"/>
      <w:bookmarkEnd w:id="605"/>
    </w:p>
    <w:p w:rsidR="00DA25AD" w:rsidRPr="00004A58" w:rsidRDefault="00DA25AD" w:rsidP="00DA25AD">
      <w:pPr>
        <w:pStyle w:val="Heading3"/>
        <w:rPr>
          <w:lang w:eastAsia="zh-CN"/>
        </w:rPr>
      </w:pPr>
      <w:bookmarkStart w:id="606" w:name="_Toc533204579"/>
      <w:bookmarkStart w:id="607" w:name="_Toc44882169"/>
      <w:bookmarkStart w:id="608" w:name="_Toc44882363"/>
      <w:bookmarkStart w:id="609" w:name="_Toc51864548"/>
      <w:r w:rsidRPr="00004A58">
        <w:t>7</w:t>
      </w:r>
      <w:r w:rsidRPr="00004A58">
        <w:rPr>
          <w:lang w:eastAsia="zh-CN"/>
        </w:rPr>
        <w:t>.4.1</w:t>
      </w:r>
      <w:r w:rsidRPr="00004A58">
        <w:rPr>
          <w:lang w:eastAsia="zh-CN"/>
        </w:rPr>
        <w:tab/>
        <w:t>General</w:t>
      </w:r>
      <w:bookmarkEnd w:id="606"/>
      <w:bookmarkEnd w:id="607"/>
      <w:bookmarkEnd w:id="608"/>
      <w:bookmarkEnd w:id="609"/>
    </w:p>
    <w:p w:rsidR="00DA25AD" w:rsidRPr="00004A58" w:rsidRDefault="00DA25AD" w:rsidP="00DA25AD">
      <w:bookmarkStart w:id="610" w:name="_Hlt7774650"/>
      <w:bookmarkStart w:id="611" w:name="historyclause"/>
      <w:bookmarkEnd w:id="610"/>
      <w:r w:rsidRPr="00004A58">
        <w:t xml:space="preserve">Result codes that fall within the </w:t>
      </w:r>
      <w:r w:rsidRPr="00004A58">
        <w:rPr>
          <w:rFonts w:hint="eastAsia"/>
          <w:lang w:eastAsia="zh-CN"/>
        </w:rPr>
        <w:t>transient failures</w:t>
      </w:r>
      <w:r w:rsidRPr="00004A58">
        <w:t xml:space="preserve"> category </w:t>
      </w:r>
      <w:r w:rsidRPr="00004A58">
        <w:rPr>
          <w:rFonts w:hint="eastAsia"/>
          <w:lang w:eastAsia="zh-CN"/>
        </w:rPr>
        <w:t>shall be</w:t>
      </w:r>
      <w:r w:rsidRPr="00004A58">
        <w:t xml:space="preserve"> used to inform a peer that the request could not be satisfied at the</w:t>
      </w:r>
      <w:r w:rsidRPr="00004A58">
        <w:rPr>
          <w:rFonts w:hint="eastAsia"/>
          <w:lang w:eastAsia="zh-CN"/>
        </w:rPr>
        <w:t xml:space="preserve"> </w:t>
      </w:r>
      <w:r w:rsidRPr="00004A58">
        <w:t xml:space="preserve">time it was received, but </w:t>
      </w:r>
      <w:r w:rsidRPr="00004A58">
        <w:rPr>
          <w:rFonts w:hint="eastAsia"/>
          <w:lang w:eastAsia="zh-CN"/>
        </w:rPr>
        <w:t>may</w:t>
      </w:r>
      <w:r w:rsidRPr="00004A58">
        <w:t xml:space="preserve"> be able to satisfy the request in the future. </w:t>
      </w:r>
      <w:r w:rsidRPr="00004A58">
        <w:rPr>
          <w:lang w:val="en-US"/>
        </w:rPr>
        <w:t xml:space="preserve">The Result-Code AVP values defined in Diameter base protocol specified in </w:t>
      </w:r>
      <w:r w:rsidRPr="00004A58">
        <w:t>IETF RFC 6733 [20]</w:t>
      </w:r>
      <w:r w:rsidRPr="00004A58">
        <w:rPr>
          <w:lang w:val="en-US"/>
        </w:rPr>
        <w:t xml:space="preserve"> shall be applied.</w:t>
      </w:r>
    </w:p>
    <w:p w:rsidR="00DA25AD" w:rsidRPr="00004A58" w:rsidRDefault="00DA25AD" w:rsidP="00DA25AD">
      <w:pPr>
        <w:pStyle w:val="Heading8"/>
      </w:pPr>
      <w:r w:rsidRPr="00004A58">
        <w:br w:type="page"/>
      </w:r>
      <w:bookmarkStart w:id="612" w:name="_Toc533204580"/>
      <w:bookmarkStart w:id="613" w:name="_Toc44882170"/>
      <w:bookmarkStart w:id="614" w:name="_Toc44882364"/>
      <w:bookmarkStart w:id="615" w:name="_Toc51864549"/>
      <w:r w:rsidRPr="00004A58">
        <w:lastRenderedPageBreak/>
        <w:t>Annex A (normative):</w:t>
      </w:r>
      <w:r w:rsidRPr="00004A58">
        <w:rPr>
          <w:b/>
        </w:rPr>
        <w:br/>
      </w:r>
      <w:r w:rsidRPr="00004A58">
        <w:t>Diameter message priority mechanism</w:t>
      </w:r>
      <w:bookmarkEnd w:id="612"/>
      <w:bookmarkEnd w:id="613"/>
      <w:bookmarkEnd w:id="614"/>
      <w:bookmarkEnd w:id="615"/>
    </w:p>
    <w:p w:rsidR="00DA25AD" w:rsidRPr="00004A58" w:rsidRDefault="00DA25AD" w:rsidP="00DA25AD">
      <w:pPr>
        <w:pStyle w:val="Heading2"/>
      </w:pPr>
      <w:bookmarkStart w:id="616" w:name="_Toc533204581"/>
      <w:bookmarkStart w:id="617" w:name="_Toc44882171"/>
      <w:bookmarkStart w:id="618" w:name="_Toc44882365"/>
      <w:bookmarkStart w:id="619" w:name="_Toc51864550"/>
      <w:r w:rsidRPr="00004A58">
        <w:t>A.1</w:t>
      </w:r>
      <w:r w:rsidRPr="00004A58">
        <w:tab/>
        <w:t>General</w:t>
      </w:r>
      <w:bookmarkEnd w:id="616"/>
      <w:bookmarkEnd w:id="617"/>
      <w:bookmarkEnd w:id="618"/>
      <w:bookmarkEnd w:id="619"/>
    </w:p>
    <w:p w:rsidR="00DA25AD" w:rsidRPr="00004A58" w:rsidRDefault="00DA25AD" w:rsidP="00DA25AD">
      <w:r w:rsidRPr="00004A58">
        <w:t>IETF RFC 7944</w:t>
      </w:r>
      <w:r w:rsidRPr="00004A58">
        <w:rPr>
          <w:lang w:eastAsia="en-GB"/>
        </w:rPr>
        <w:t> [19]</w:t>
      </w:r>
      <w:r w:rsidRPr="00004A58">
        <w:t xml:space="preserve"> specifies a Diameter routing message priority mechanism that allows Diameter nodes to indicate the relative priority of Diameter messages. With this information, other Diameter nodes may leverage the relative priority of Diameter messages into routing, resource allocation, set the DSCP marking for transport of the associated Diameter message, and also abatement decisions when overload control is applied.</w:t>
      </w:r>
    </w:p>
    <w:p w:rsidR="00DA25AD" w:rsidRPr="00004A58" w:rsidRDefault="00DA25AD" w:rsidP="00DA25AD">
      <w:pPr>
        <w:pStyle w:val="Heading2"/>
      </w:pPr>
      <w:bookmarkStart w:id="620" w:name="_Toc533204582"/>
      <w:bookmarkStart w:id="621" w:name="_Toc44882172"/>
      <w:bookmarkStart w:id="622" w:name="_Toc44882366"/>
      <w:bookmarkStart w:id="623" w:name="_Toc51864551"/>
      <w:r w:rsidRPr="00004A58">
        <w:t>A.2</w:t>
      </w:r>
      <w:r w:rsidRPr="00004A58">
        <w:tab/>
        <w:t>S6c, SGd, Gdd interfaces</w:t>
      </w:r>
      <w:bookmarkEnd w:id="620"/>
      <w:bookmarkEnd w:id="621"/>
      <w:bookmarkEnd w:id="622"/>
      <w:bookmarkEnd w:id="623"/>
    </w:p>
    <w:p w:rsidR="00DA25AD" w:rsidRPr="00004A58" w:rsidRDefault="00DA25AD" w:rsidP="00DA25AD">
      <w:r w:rsidRPr="00004A58">
        <w:t>The Diameter message priority mechanism is an optional feature which may apply on one or several of the S6c,SGd,Gdd interfaces.</w:t>
      </w:r>
    </w:p>
    <w:p w:rsidR="00DA25AD" w:rsidRPr="00004A58" w:rsidRDefault="00DA25AD" w:rsidP="00DA25AD">
      <w:r w:rsidRPr="00004A58">
        <w:t>A 3GPP functional entity supporting the Diameter message priority mechanism over one or several of the S6c,SGd,Gdd interfaces shall comply with IETF RFC 7944</w:t>
      </w:r>
      <w:r w:rsidRPr="00004A58">
        <w:rPr>
          <w:lang w:eastAsia="en-GB"/>
        </w:rPr>
        <w:t> [19]</w:t>
      </w:r>
      <w:r w:rsidRPr="00004A58">
        <w:t>.</w:t>
      </w:r>
    </w:p>
    <w:p w:rsidR="00DA25AD" w:rsidRPr="00004A58" w:rsidRDefault="00DA25AD" w:rsidP="00DA25AD">
      <w:r w:rsidRPr="00004A58">
        <w:t>A 3GPP functional entity sending a request shall determine the required priority according to its policies. When priority is required, it shall include the DRMP AVP indicating the required priority level in the request it sends, and shall prioritise the request according to the required priority level.</w:t>
      </w:r>
    </w:p>
    <w:p w:rsidR="00DA25AD" w:rsidRPr="00004A58" w:rsidRDefault="00DA25AD" w:rsidP="00DA25AD">
      <w:r w:rsidRPr="00004A58">
        <w:t>When a 3GPP functional entity receives the corresponding response, it shall prioritise the received response according to the priority level received within the DRMP AVP if present in the response, otherwise according to the priority level of the corresponding request.</w:t>
      </w:r>
    </w:p>
    <w:p w:rsidR="00DA25AD" w:rsidRPr="00004A58" w:rsidRDefault="00DA25AD" w:rsidP="00DA25AD">
      <w:r w:rsidRPr="00004A58">
        <w:t>When a 3GPP functional entity receives a request, it shall handle the request according to the received DRMP AVP priority level. For the response, it may modify the priority level received in the DRMP AVP according to its policies and shall handle the response according to the required priority level. If the required priority level is different from the priority level received in the request, it shall include the DRMP AVP in the response.</w:t>
      </w:r>
    </w:p>
    <w:p w:rsidR="00DA25AD" w:rsidRPr="00004A58" w:rsidRDefault="00DA25AD" w:rsidP="00DA25AD">
      <w:r w:rsidRPr="00004A58">
        <w:t>The decisions of the 3GPP functional entity for a required priority and for the priority level value are implementation specific.</w:t>
      </w:r>
    </w:p>
    <w:p w:rsidR="00DA25AD" w:rsidRPr="00004A58" w:rsidRDefault="00DA25AD" w:rsidP="00DA25AD">
      <w:r w:rsidRPr="00004A58">
        <w:t>If:</w:t>
      </w:r>
    </w:p>
    <w:p w:rsidR="00DA25AD" w:rsidRPr="00004A58" w:rsidRDefault="00DA25AD" w:rsidP="00DA25AD">
      <w:pPr>
        <w:pStyle w:val="B1"/>
        <w:rPr>
          <w:lang w:val="x-none"/>
        </w:rPr>
      </w:pPr>
      <w:r w:rsidRPr="00004A58">
        <w:rPr>
          <w:lang w:val="x-none"/>
        </w:rPr>
        <w:t>-</w:t>
      </w:r>
      <w:r w:rsidRPr="00004A58">
        <w:rPr>
          <w:lang w:val="x-none"/>
        </w:rPr>
        <w:tab/>
      </w:r>
      <w:r w:rsidRPr="00004A58">
        <w:t>a 3GPP functional entity supports using the Diameter message priority mechanism for DSCP marking purposes,</w:t>
      </w:r>
    </w:p>
    <w:p w:rsidR="00DA25AD" w:rsidRPr="00004A58" w:rsidRDefault="00DA25AD" w:rsidP="00DA25AD">
      <w:pPr>
        <w:pStyle w:val="B1"/>
        <w:rPr>
          <w:lang w:val="x-none"/>
        </w:rPr>
      </w:pPr>
      <w:r w:rsidRPr="00004A58">
        <w:rPr>
          <w:lang w:val="x-none"/>
        </w:rPr>
        <w:t>-</w:t>
      </w:r>
      <w:r w:rsidRPr="00004A58">
        <w:rPr>
          <w:lang w:val="x-none"/>
        </w:rPr>
        <w:tab/>
      </w:r>
      <w:r w:rsidRPr="00004A58">
        <w:t>the transport network utilizes DSCP marking, and</w:t>
      </w:r>
    </w:p>
    <w:p w:rsidR="00DA25AD" w:rsidRPr="00004A58" w:rsidRDefault="00DA25AD" w:rsidP="00DA25AD">
      <w:pPr>
        <w:pStyle w:val="B1"/>
        <w:rPr>
          <w:lang w:val="x-none"/>
        </w:rPr>
      </w:pPr>
      <w:r w:rsidRPr="00004A58">
        <w:rPr>
          <w:lang w:val="x-none"/>
        </w:rPr>
        <w:t>-</w:t>
      </w:r>
      <w:r w:rsidRPr="00004A58">
        <w:rPr>
          <w:lang w:val="x-none"/>
        </w:rPr>
        <w:tab/>
      </w:r>
      <w:r w:rsidRPr="00004A58">
        <w:t>message-dependant DSCP marking is possible for the protocol stack transporting Diameter</w:t>
      </w:r>
      <w:r w:rsidRPr="00004A58">
        <w:rPr>
          <w:lang w:val="x-none"/>
        </w:rPr>
        <w:t>,</w:t>
      </w:r>
    </w:p>
    <w:p w:rsidR="00DA25AD" w:rsidRPr="00004A58" w:rsidRDefault="00DA25AD" w:rsidP="00DA25AD">
      <w:r w:rsidRPr="00004A58">
        <w:t>then the 3GPP functional entity shall set the DSCP marking for transport of the request or response according to the required priority level.</w:t>
      </w:r>
    </w:p>
    <w:p w:rsidR="00DA25AD" w:rsidRPr="00004A58" w:rsidRDefault="00DA25AD" w:rsidP="00DA25AD">
      <w:r w:rsidRPr="00004A58">
        <w:t>Diameter requests related to high priority traffic shall contain a DRMP AVP with a high priority of which the level value is operator dependent.</w:t>
      </w:r>
    </w:p>
    <w:p w:rsidR="00DA25AD" w:rsidRPr="00004A58" w:rsidRDefault="00DA25AD" w:rsidP="00DA25AD">
      <w:pPr>
        <w:pStyle w:val="Heading8"/>
      </w:pPr>
      <w:bookmarkStart w:id="624" w:name="_Toc533204583"/>
      <w:bookmarkStart w:id="625" w:name="_Toc44882173"/>
      <w:bookmarkStart w:id="626" w:name="_Toc44882367"/>
      <w:bookmarkStart w:id="627" w:name="_Toc51864552"/>
      <w:r w:rsidRPr="00004A58">
        <w:t>Annex B (informative):</w:t>
      </w:r>
      <w:r w:rsidRPr="00004A58">
        <w:br/>
        <w:t>Change history</w:t>
      </w:r>
      <w:bookmarkEnd w:id="611"/>
      <w:bookmarkEnd w:id="624"/>
      <w:bookmarkEnd w:id="625"/>
      <w:bookmarkEnd w:id="626"/>
      <w:bookmarkEnd w:id="627"/>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283"/>
        <w:gridCol w:w="425"/>
        <w:gridCol w:w="4962"/>
        <w:gridCol w:w="708"/>
      </w:tblGrid>
      <w:tr w:rsidR="00DA25AD" w:rsidRPr="00004A58" w:rsidTr="00E50914">
        <w:trPr>
          <w:cantSplit/>
        </w:trPr>
        <w:tc>
          <w:tcPr>
            <w:tcW w:w="9639" w:type="dxa"/>
            <w:gridSpan w:val="8"/>
            <w:tcBorders>
              <w:bottom w:val="nil"/>
            </w:tcBorders>
            <w:shd w:val="solid" w:color="FFFFFF" w:fill="auto"/>
          </w:tcPr>
          <w:p w:rsidR="00DA25AD" w:rsidRPr="00004A58" w:rsidRDefault="00DA25AD" w:rsidP="00E50914">
            <w:pPr>
              <w:pStyle w:val="TAL"/>
              <w:jc w:val="center"/>
              <w:rPr>
                <w:b/>
                <w:sz w:val="16"/>
              </w:rPr>
            </w:pPr>
            <w:r w:rsidRPr="00004A58">
              <w:rPr>
                <w:b/>
              </w:rPr>
              <w:t>Change history</w:t>
            </w:r>
          </w:p>
        </w:tc>
      </w:tr>
      <w:tr w:rsidR="00DA25AD" w:rsidRPr="00004A58" w:rsidTr="00E50914">
        <w:tc>
          <w:tcPr>
            <w:tcW w:w="800" w:type="dxa"/>
            <w:shd w:val="pct10" w:color="auto" w:fill="FFFFFF"/>
          </w:tcPr>
          <w:p w:rsidR="00DA25AD" w:rsidRPr="00004A58" w:rsidRDefault="00DA25AD" w:rsidP="00E50914">
            <w:pPr>
              <w:pStyle w:val="TAL"/>
              <w:rPr>
                <w:b/>
                <w:sz w:val="16"/>
              </w:rPr>
            </w:pPr>
            <w:r w:rsidRPr="00004A58">
              <w:rPr>
                <w:b/>
                <w:sz w:val="16"/>
              </w:rPr>
              <w:t>Date</w:t>
            </w:r>
          </w:p>
        </w:tc>
        <w:tc>
          <w:tcPr>
            <w:tcW w:w="800" w:type="dxa"/>
            <w:shd w:val="pct10" w:color="auto" w:fill="FFFFFF"/>
          </w:tcPr>
          <w:p w:rsidR="00DA25AD" w:rsidRPr="00004A58" w:rsidRDefault="00DA25AD" w:rsidP="00E50914">
            <w:pPr>
              <w:pStyle w:val="TAL"/>
              <w:rPr>
                <w:b/>
                <w:sz w:val="16"/>
              </w:rPr>
            </w:pPr>
            <w:r w:rsidRPr="00004A58">
              <w:rPr>
                <w:b/>
                <w:sz w:val="16"/>
              </w:rPr>
              <w:t>Meeting</w:t>
            </w:r>
          </w:p>
        </w:tc>
        <w:tc>
          <w:tcPr>
            <w:tcW w:w="1094" w:type="dxa"/>
            <w:shd w:val="pct10" w:color="auto" w:fill="FFFFFF"/>
          </w:tcPr>
          <w:p w:rsidR="00DA25AD" w:rsidRPr="00004A58" w:rsidRDefault="00DA25AD" w:rsidP="00E50914">
            <w:pPr>
              <w:pStyle w:val="TAL"/>
              <w:rPr>
                <w:b/>
                <w:sz w:val="16"/>
              </w:rPr>
            </w:pPr>
            <w:r w:rsidRPr="00004A58">
              <w:rPr>
                <w:b/>
                <w:sz w:val="16"/>
              </w:rPr>
              <w:t>TDoc</w:t>
            </w:r>
          </w:p>
        </w:tc>
        <w:tc>
          <w:tcPr>
            <w:tcW w:w="567" w:type="dxa"/>
            <w:shd w:val="pct10" w:color="auto" w:fill="FFFFFF"/>
          </w:tcPr>
          <w:p w:rsidR="00DA25AD" w:rsidRPr="00004A58" w:rsidRDefault="00DA25AD" w:rsidP="00E50914">
            <w:pPr>
              <w:pStyle w:val="TAL"/>
              <w:rPr>
                <w:b/>
                <w:sz w:val="16"/>
              </w:rPr>
            </w:pPr>
            <w:r w:rsidRPr="00004A58">
              <w:rPr>
                <w:b/>
                <w:sz w:val="16"/>
              </w:rPr>
              <w:t>CR</w:t>
            </w:r>
          </w:p>
        </w:tc>
        <w:tc>
          <w:tcPr>
            <w:tcW w:w="283" w:type="dxa"/>
            <w:shd w:val="pct10" w:color="auto" w:fill="FFFFFF"/>
          </w:tcPr>
          <w:p w:rsidR="00DA25AD" w:rsidRPr="00004A58" w:rsidRDefault="00DA25AD" w:rsidP="00E50914">
            <w:pPr>
              <w:pStyle w:val="TAL"/>
              <w:rPr>
                <w:b/>
                <w:sz w:val="16"/>
              </w:rPr>
            </w:pPr>
            <w:r w:rsidRPr="00004A58">
              <w:rPr>
                <w:b/>
                <w:sz w:val="16"/>
              </w:rPr>
              <w:t>Rev</w:t>
            </w:r>
          </w:p>
        </w:tc>
        <w:tc>
          <w:tcPr>
            <w:tcW w:w="425" w:type="dxa"/>
            <w:shd w:val="pct10" w:color="auto" w:fill="FFFFFF"/>
          </w:tcPr>
          <w:p w:rsidR="00DA25AD" w:rsidRPr="00004A58" w:rsidRDefault="00DA25AD" w:rsidP="00E50914">
            <w:pPr>
              <w:pStyle w:val="TAL"/>
              <w:rPr>
                <w:b/>
                <w:sz w:val="16"/>
              </w:rPr>
            </w:pPr>
            <w:r w:rsidRPr="00004A58">
              <w:rPr>
                <w:b/>
                <w:sz w:val="16"/>
              </w:rPr>
              <w:t>Cat</w:t>
            </w:r>
          </w:p>
        </w:tc>
        <w:tc>
          <w:tcPr>
            <w:tcW w:w="4962" w:type="dxa"/>
            <w:shd w:val="pct10" w:color="auto" w:fill="FFFFFF"/>
          </w:tcPr>
          <w:p w:rsidR="00DA25AD" w:rsidRPr="00004A58" w:rsidRDefault="00DA25AD" w:rsidP="00E50914">
            <w:pPr>
              <w:pStyle w:val="TAL"/>
              <w:rPr>
                <w:b/>
                <w:sz w:val="16"/>
              </w:rPr>
            </w:pPr>
            <w:r w:rsidRPr="00004A58">
              <w:rPr>
                <w:b/>
                <w:sz w:val="16"/>
              </w:rPr>
              <w:t>Subject/Comment</w:t>
            </w:r>
          </w:p>
        </w:tc>
        <w:tc>
          <w:tcPr>
            <w:tcW w:w="708" w:type="dxa"/>
            <w:shd w:val="pct10" w:color="auto" w:fill="FFFFFF"/>
          </w:tcPr>
          <w:p w:rsidR="00DA25AD" w:rsidRPr="00004A58" w:rsidRDefault="00DA25AD" w:rsidP="00E50914">
            <w:pPr>
              <w:pStyle w:val="TAL"/>
              <w:rPr>
                <w:b/>
                <w:sz w:val="16"/>
              </w:rPr>
            </w:pPr>
            <w:r w:rsidRPr="00004A58">
              <w:rPr>
                <w:b/>
                <w:sz w:val="16"/>
              </w:rPr>
              <w:t>New version</w:t>
            </w:r>
          </w:p>
        </w:tc>
      </w:tr>
      <w:tr w:rsidR="00DA25AD" w:rsidRPr="00004A58" w:rsidTr="00E50914">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2012</w:t>
            </w:r>
          </w:p>
        </w:tc>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CT#58</w:t>
            </w:r>
          </w:p>
        </w:tc>
        <w:tc>
          <w:tcPr>
            <w:tcW w:w="1094"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CP-120762</w:t>
            </w:r>
          </w:p>
        </w:tc>
        <w:tc>
          <w:tcPr>
            <w:tcW w:w="567" w:type="dxa"/>
            <w:shd w:val="solid" w:color="FFFFFF" w:fill="auto"/>
          </w:tcPr>
          <w:p w:rsidR="00DA25AD" w:rsidRPr="00004A58" w:rsidRDefault="00DA25AD" w:rsidP="00E50914">
            <w:pPr>
              <w:rPr>
                <w:rFonts w:ascii="Arial" w:hAnsi="Arial" w:cs="Arial"/>
                <w:sz w:val="16"/>
                <w:szCs w:val="16"/>
              </w:rPr>
            </w:pPr>
          </w:p>
        </w:tc>
        <w:tc>
          <w:tcPr>
            <w:tcW w:w="283" w:type="dxa"/>
            <w:shd w:val="solid" w:color="FFFFFF" w:fill="auto"/>
          </w:tcPr>
          <w:p w:rsidR="00DA25AD" w:rsidRPr="00004A58" w:rsidRDefault="00DA25AD" w:rsidP="00E50914">
            <w:pPr>
              <w:rPr>
                <w:rFonts w:ascii="Arial" w:hAnsi="Arial" w:cs="Arial"/>
                <w:sz w:val="16"/>
                <w:szCs w:val="16"/>
              </w:rPr>
            </w:pPr>
          </w:p>
        </w:tc>
        <w:tc>
          <w:tcPr>
            <w:tcW w:w="425"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F</w:t>
            </w:r>
          </w:p>
        </w:tc>
        <w:tc>
          <w:tcPr>
            <w:tcW w:w="4962"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TS sent for approval</w:t>
            </w:r>
          </w:p>
        </w:tc>
        <w:tc>
          <w:tcPr>
            <w:tcW w:w="708" w:type="dxa"/>
            <w:shd w:val="solid" w:color="FFFFFF" w:fill="auto"/>
          </w:tcPr>
          <w:p w:rsidR="00DA25AD" w:rsidRPr="00004A58" w:rsidRDefault="00DA25AD" w:rsidP="00E50914">
            <w:pPr>
              <w:rPr>
                <w:rFonts w:ascii="Arial" w:hAnsi="Arial" w:cs="Arial"/>
                <w:sz w:val="16"/>
                <w:szCs w:val="16"/>
              </w:rPr>
            </w:pPr>
          </w:p>
        </w:tc>
      </w:tr>
      <w:tr w:rsidR="00DA25AD" w:rsidRPr="00004A58" w:rsidTr="00E50914">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2013-03</w:t>
            </w:r>
          </w:p>
        </w:tc>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CT#59</w:t>
            </w:r>
          </w:p>
        </w:tc>
        <w:tc>
          <w:tcPr>
            <w:tcW w:w="1094"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CP-130030</w:t>
            </w:r>
          </w:p>
        </w:tc>
        <w:tc>
          <w:tcPr>
            <w:tcW w:w="567"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0003</w:t>
            </w:r>
          </w:p>
        </w:tc>
        <w:tc>
          <w:tcPr>
            <w:tcW w:w="283"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w:t>
            </w:r>
          </w:p>
        </w:tc>
        <w:tc>
          <w:tcPr>
            <w:tcW w:w="425"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F</w:t>
            </w:r>
          </w:p>
        </w:tc>
        <w:tc>
          <w:tcPr>
            <w:tcW w:w="4962"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Validity Time of Short Message</w:t>
            </w:r>
          </w:p>
        </w:tc>
        <w:tc>
          <w:tcPr>
            <w:tcW w:w="708" w:type="dxa"/>
            <w:shd w:val="solid" w:color="FFFFFF" w:fill="auto"/>
          </w:tcPr>
          <w:p w:rsidR="00DA25AD" w:rsidRPr="00004A58" w:rsidRDefault="00DA25AD" w:rsidP="00E50914">
            <w:pPr>
              <w:rPr>
                <w:rFonts w:ascii="Arial" w:hAnsi="Arial" w:cs="Arial"/>
                <w:sz w:val="16"/>
                <w:szCs w:val="16"/>
              </w:rPr>
            </w:pPr>
          </w:p>
        </w:tc>
      </w:tr>
      <w:tr w:rsidR="00DA25AD" w:rsidRPr="00004A58" w:rsidTr="00E50914">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lastRenderedPageBreak/>
              <w:t>2013-06</w:t>
            </w:r>
          </w:p>
        </w:tc>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CT#60</w:t>
            </w:r>
          </w:p>
        </w:tc>
        <w:tc>
          <w:tcPr>
            <w:tcW w:w="1094"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CP-130300</w:t>
            </w:r>
          </w:p>
        </w:tc>
        <w:tc>
          <w:tcPr>
            <w:tcW w:w="567"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0001</w:t>
            </w:r>
          </w:p>
        </w:tc>
        <w:tc>
          <w:tcPr>
            <w:tcW w:w="283"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w:t>
            </w:r>
          </w:p>
        </w:tc>
        <w:tc>
          <w:tcPr>
            <w:tcW w:w="425"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F</w:t>
            </w:r>
          </w:p>
        </w:tc>
        <w:tc>
          <w:tcPr>
            <w:tcW w:w="4962"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Diameter for SMS with SGSN General</w:t>
            </w:r>
          </w:p>
        </w:tc>
        <w:tc>
          <w:tcPr>
            <w:tcW w:w="708" w:type="dxa"/>
            <w:shd w:val="solid" w:color="FFFFFF" w:fill="auto"/>
          </w:tcPr>
          <w:p w:rsidR="00DA25AD" w:rsidRPr="00004A58" w:rsidRDefault="00DA25AD" w:rsidP="00E50914">
            <w:pPr>
              <w:rPr>
                <w:rFonts w:ascii="Arial" w:hAnsi="Arial" w:cs="Arial"/>
                <w:sz w:val="16"/>
                <w:szCs w:val="16"/>
              </w:rPr>
            </w:pPr>
          </w:p>
        </w:tc>
      </w:tr>
      <w:tr w:rsidR="00DA25AD" w:rsidRPr="00004A58" w:rsidTr="00E50914">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2013-06</w:t>
            </w:r>
          </w:p>
        </w:tc>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CT#60</w:t>
            </w:r>
          </w:p>
        </w:tc>
        <w:tc>
          <w:tcPr>
            <w:tcW w:w="1094"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CP-130300</w:t>
            </w:r>
          </w:p>
        </w:tc>
        <w:tc>
          <w:tcPr>
            <w:tcW w:w="567"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0002</w:t>
            </w:r>
          </w:p>
        </w:tc>
        <w:tc>
          <w:tcPr>
            <w:tcW w:w="283"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w:t>
            </w:r>
          </w:p>
        </w:tc>
        <w:tc>
          <w:tcPr>
            <w:tcW w:w="425"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F</w:t>
            </w:r>
          </w:p>
        </w:tc>
        <w:tc>
          <w:tcPr>
            <w:tcW w:w="4962"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Diameter for SMS with SGSN Complements</w:t>
            </w:r>
          </w:p>
        </w:tc>
        <w:tc>
          <w:tcPr>
            <w:tcW w:w="708" w:type="dxa"/>
            <w:shd w:val="solid" w:color="FFFFFF" w:fill="auto"/>
          </w:tcPr>
          <w:p w:rsidR="00DA25AD" w:rsidRPr="00004A58" w:rsidRDefault="00DA25AD" w:rsidP="00E50914">
            <w:pPr>
              <w:rPr>
                <w:rFonts w:ascii="Arial" w:hAnsi="Arial" w:cs="Arial"/>
                <w:sz w:val="16"/>
                <w:szCs w:val="16"/>
              </w:rPr>
            </w:pPr>
          </w:p>
        </w:tc>
      </w:tr>
      <w:tr w:rsidR="00DA25AD" w:rsidRPr="00004A58" w:rsidTr="00E50914">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2013-06</w:t>
            </w:r>
          </w:p>
        </w:tc>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CT#60</w:t>
            </w:r>
          </w:p>
        </w:tc>
        <w:tc>
          <w:tcPr>
            <w:tcW w:w="1094"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CP-130300</w:t>
            </w:r>
          </w:p>
        </w:tc>
        <w:tc>
          <w:tcPr>
            <w:tcW w:w="567"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0004</w:t>
            </w:r>
          </w:p>
        </w:tc>
        <w:tc>
          <w:tcPr>
            <w:tcW w:w="283"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1</w:t>
            </w:r>
          </w:p>
        </w:tc>
        <w:tc>
          <w:tcPr>
            <w:tcW w:w="425"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F</w:t>
            </w:r>
          </w:p>
        </w:tc>
        <w:tc>
          <w:tcPr>
            <w:tcW w:w="4962"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S6c complements related to Diameter for SMS with SGSN</w:t>
            </w:r>
          </w:p>
        </w:tc>
        <w:tc>
          <w:tcPr>
            <w:tcW w:w="708" w:type="dxa"/>
            <w:shd w:val="solid" w:color="FFFFFF" w:fill="auto"/>
          </w:tcPr>
          <w:p w:rsidR="00DA25AD" w:rsidRPr="00004A58" w:rsidRDefault="00DA25AD" w:rsidP="00E50914">
            <w:pPr>
              <w:rPr>
                <w:rFonts w:ascii="Arial" w:hAnsi="Arial" w:cs="Arial"/>
                <w:sz w:val="16"/>
                <w:szCs w:val="16"/>
              </w:rPr>
            </w:pPr>
          </w:p>
        </w:tc>
      </w:tr>
      <w:tr w:rsidR="00DA25AD" w:rsidRPr="00004A58" w:rsidTr="00E50914">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2013-09</w:t>
            </w:r>
          </w:p>
        </w:tc>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CT#61</w:t>
            </w:r>
          </w:p>
        </w:tc>
        <w:tc>
          <w:tcPr>
            <w:tcW w:w="1094"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CP-130450</w:t>
            </w:r>
          </w:p>
        </w:tc>
        <w:tc>
          <w:tcPr>
            <w:tcW w:w="567"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0007</w:t>
            </w:r>
          </w:p>
        </w:tc>
        <w:tc>
          <w:tcPr>
            <w:tcW w:w="283"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1</w:t>
            </w:r>
          </w:p>
        </w:tc>
        <w:tc>
          <w:tcPr>
            <w:tcW w:w="425"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F</w:t>
            </w:r>
          </w:p>
        </w:tc>
        <w:tc>
          <w:tcPr>
            <w:tcW w:w="4962"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 xml:space="preserve">Correction on </w:t>
            </w:r>
            <w:r w:rsidRPr="00004A58">
              <w:rPr>
                <w:rFonts w:ascii="Arial" w:hAnsi="Arial" w:cs="Arial" w:hint="eastAsia"/>
                <w:sz w:val="16"/>
                <w:szCs w:val="16"/>
              </w:rPr>
              <w:t xml:space="preserve">Routing </w:t>
            </w:r>
            <w:r w:rsidRPr="00004A58">
              <w:rPr>
                <w:rFonts w:ascii="Arial" w:hAnsi="Arial" w:cs="Arial"/>
                <w:sz w:val="16"/>
                <w:szCs w:val="16"/>
              </w:rPr>
              <w:t>for MO</w:t>
            </w:r>
            <w:r w:rsidRPr="00004A58">
              <w:rPr>
                <w:rFonts w:ascii="Arial" w:hAnsi="Arial" w:cs="Arial" w:hint="eastAsia"/>
                <w:sz w:val="16"/>
                <w:szCs w:val="16"/>
              </w:rPr>
              <w:t xml:space="preserve"> SM</w:t>
            </w:r>
          </w:p>
        </w:tc>
        <w:tc>
          <w:tcPr>
            <w:tcW w:w="708" w:type="dxa"/>
            <w:shd w:val="solid" w:color="FFFFFF" w:fill="auto"/>
          </w:tcPr>
          <w:p w:rsidR="00DA25AD" w:rsidRPr="00004A58" w:rsidRDefault="00DA25AD" w:rsidP="00E50914">
            <w:pPr>
              <w:rPr>
                <w:rFonts w:ascii="Arial" w:hAnsi="Arial" w:cs="Arial"/>
                <w:sz w:val="16"/>
                <w:szCs w:val="16"/>
              </w:rPr>
            </w:pPr>
          </w:p>
        </w:tc>
      </w:tr>
      <w:tr w:rsidR="00DA25AD" w:rsidRPr="00004A58" w:rsidTr="00E50914">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2013-0</w:t>
            </w:r>
          </w:p>
        </w:tc>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CT#61</w:t>
            </w:r>
          </w:p>
        </w:tc>
        <w:tc>
          <w:tcPr>
            <w:tcW w:w="1094"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CP-130456</w:t>
            </w:r>
          </w:p>
        </w:tc>
        <w:tc>
          <w:tcPr>
            <w:tcW w:w="567"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0008</w:t>
            </w:r>
          </w:p>
        </w:tc>
        <w:tc>
          <w:tcPr>
            <w:tcW w:w="283"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w:t>
            </w:r>
          </w:p>
        </w:tc>
        <w:tc>
          <w:tcPr>
            <w:tcW w:w="425"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F</w:t>
            </w:r>
          </w:p>
        </w:tc>
        <w:tc>
          <w:tcPr>
            <w:tcW w:w="4962"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SGSN Diameter address with Gdd support</w:t>
            </w:r>
          </w:p>
        </w:tc>
        <w:tc>
          <w:tcPr>
            <w:tcW w:w="708" w:type="dxa"/>
            <w:shd w:val="solid" w:color="FFFFFF" w:fill="auto"/>
          </w:tcPr>
          <w:p w:rsidR="00DA25AD" w:rsidRPr="00004A58" w:rsidRDefault="00DA25AD" w:rsidP="00E50914">
            <w:pPr>
              <w:rPr>
                <w:rFonts w:ascii="Arial" w:hAnsi="Arial" w:cs="Arial"/>
                <w:sz w:val="16"/>
                <w:szCs w:val="16"/>
              </w:rPr>
            </w:pPr>
          </w:p>
        </w:tc>
      </w:tr>
      <w:tr w:rsidR="00DA25AD" w:rsidRPr="00004A58" w:rsidTr="00E50914">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2013-12</w:t>
            </w:r>
          </w:p>
        </w:tc>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CT#62</w:t>
            </w:r>
          </w:p>
        </w:tc>
        <w:tc>
          <w:tcPr>
            <w:tcW w:w="1094"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CP-130800</w:t>
            </w:r>
          </w:p>
        </w:tc>
        <w:tc>
          <w:tcPr>
            <w:tcW w:w="567"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0009</w:t>
            </w:r>
          </w:p>
        </w:tc>
        <w:tc>
          <w:tcPr>
            <w:tcW w:w="283"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3</w:t>
            </w:r>
          </w:p>
        </w:tc>
        <w:tc>
          <w:tcPr>
            <w:tcW w:w="425"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F</w:t>
            </w:r>
          </w:p>
        </w:tc>
        <w:tc>
          <w:tcPr>
            <w:tcW w:w="4962"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Diameter based protocols with SMS for IMS UE without MSISDN</w:t>
            </w:r>
          </w:p>
        </w:tc>
        <w:tc>
          <w:tcPr>
            <w:tcW w:w="708" w:type="dxa"/>
            <w:shd w:val="solid" w:color="FFFFFF" w:fill="auto"/>
          </w:tcPr>
          <w:p w:rsidR="00DA25AD" w:rsidRPr="00004A58" w:rsidRDefault="00DA25AD" w:rsidP="00E50914">
            <w:pPr>
              <w:rPr>
                <w:rFonts w:ascii="Arial" w:hAnsi="Arial" w:cs="Arial"/>
                <w:sz w:val="16"/>
                <w:szCs w:val="16"/>
              </w:rPr>
            </w:pPr>
          </w:p>
        </w:tc>
      </w:tr>
      <w:tr w:rsidR="00DA25AD" w:rsidRPr="00004A58" w:rsidTr="00E50914">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2014-09</w:t>
            </w:r>
          </w:p>
        </w:tc>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CT#65</w:t>
            </w:r>
          </w:p>
        </w:tc>
        <w:tc>
          <w:tcPr>
            <w:tcW w:w="1094"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CP-140513</w:t>
            </w:r>
          </w:p>
        </w:tc>
        <w:tc>
          <w:tcPr>
            <w:tcW w:w="567"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0010</w:t>
            </w:r>
          </w:p>
        </w:tc>
        <w:tc>
          <w:tcPr>
            <w:tcW w:w="283"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w:t>
            </w:r>
          </w:p>
        </w:tc>
        <w:tc>
          <w:tcPr>
            <w:tcW w:w="425"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F</w:t>
            </w:r>
          </w:p>
        </w:tc>
        <w:tc>
          <w:tcPr>
            <w:tcW w:w="4962"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Identification of the HSS</w:t>
            </w:r>
          </w:p>
        </w:tc>
        <w:tc>
          <w:tcPr>
            <w:tcW w:w="708" w:type="dxa"/>
            <w:shd w:val="solid" w:color="FFFFFF" w:fill="auto"/>
          </w:tcPr>
          <w:p w:rsidR="00DA25AD" w:rsidRPr="00004A58" w:rsidRDefault="00DA25AD" w:rsidP="00E50914">
            <w:pPr>
              <w:rPr>
                <w:rFonts w:ascii="Arial" w:hAnsi="Arial" w:cs="Arial"/>
                <w:sz w:val="16"/>
                <w:szCs w:val="16"/>
              </w:rPr>
            </w:pPr>
          </w:p>
        </w:tc>
      </w:tr>
      <w:tr w:rsidR="00DA25AD" w:rsidRPr="00004A58" w:rsidTr="00E50914">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2014-12</w:t>
            </w:r>
          </w:p>
        </w:tc>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CT#66</w:t>
            </w:r>
          </w:p>
        </w:tc>
        <w:tc>
          <w:tcPr>
            <w:tcW w:w="1094"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CP-140767</w:t>
            </w:r>
          </w:p>
        </w:tc>
        <w:tc>
          <w:tcPr>
            <w:tcW w:w="567"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0013</w:t>
            </w:r>
          </w:p>
        </w:tc>
        <w:tc>
          <w:tcPr>
            <w:tcW w:w="283"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1</w:t>
            </w:r>
          </w:p>
        </w:tc>
        <w:tc>
          <w:tcPr>
            <w:tcW w:w="425"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F</w:t>
            </w:r>
          </w:p>
        </w:tc>
        <w:tc>
          <w:tcPr>
            <w:tcW w:w="4962"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Corrections for some AVPs</w:t>
            </w:r>
          </w:p>
        </w:tc>
        <w:tc>
          <w:tcPr>
            <w:tcW w:w="708" w:type="dxa"/>
            <w:shd w:val="solid" w:color="FFFFFF" w:fill="auto"/>
          </w:tcPr>
          <w:p w:rsidR="00DA25AD" w:rsidRPr="00004A58" w:rsidRDefault="00DA25AD" w:rsidP="00E50914">
            <w:pPr>
              <w:rPr>
                <w:rFonts w:ascii="Arial" w:hAnsi="Arial" w:cs="Arial"/>
                <w:sz w:val="16"/>
                <w:szCs w:val="16"/>
              </w:rPr>
            </w:pPr>
          </w:p>
        </w:tc>
      </w:tr>
      <w:tr w:rsidR="00DA25AD" w:rsidRPr="00004A58" w:rsidTr="00E50914">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2014-12</w:t>
            </w:r>
          </w:p>
        </w:tc>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CT#66</w:t>
            </w:r>
          </w:p>
        </w:tc>
        <w:tc>
          <w:tcPr>
            <w:tcW w:w="1094"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CP-140767</w:t>
            </w:r>
          </w:p>
        </w:tc>
        <w:tc>
          <w:tcPr>
            <w:tcW w:w="567"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0011</w:t>
            </w:r>
          </w:p>
        </w:tc>
        <w:tc>
          <w:tcPr>
            <w:tcW w:w="283"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1</w:t>
            </w:r>
          </w:p>
        </w:tc>
        <w:tc>
          <w:tcPr>
            <w:tcW w:w="425"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F</w:t>
            </w:r>
          </w:p>
        </w:tc>
        <w:tc>
          <w:tcPr>
            <w:tcW w:w="4962"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SC-Address in SRR</w:t>
            </w:r>
          </w:p>
        </w:tc>
        <w:tc>
          <w:tcPr>
            <w:tcW w:w="708" w:type="dxa"/>
            <w:shd w:val="solid" w:color="FFFFFF" w:fill="auto"/>
          </w:tcPr>
          <w:p w:rsidR="00DA25AD" w:rsidRPr="00004A58" w:rsidRDefault="00DA25AD" w:rsidP="00E50914">
            <w:pPr>
              <w:rPr>
                <w:rFonts w:ascii="Arial" w:hAnsi="Arial" w:cs="Arial"/>
                <w:sz w:val="16"/>
                <w:szCs w:val="16"/>
              </w:rPr>
            </w:pPr>
          </w:p>
        </w:tc>
      </w:tr>
      <w:tr w:rsidR="00DA25AD" w:rsidRPr="00004A58" w:rsidTr="00E50914">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2014-12</w:t>
            </w:r>
          </w:p>
        </w:tc>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CT#66</w:t>
            </w:r>
          </w:p>
        </w:tc>
        <w:tc>
          <w:tcPr>
            <w:tcW w:w="1094"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CP-140767</w:t>
            </w:r>
          </w:p>
        </w:tc>
        <w:tc>
          <w:tcPr>
            <w:tcW w:w="567"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0014</w:t>
            </w:r>
          </w:p>
        </w:tc>
        <w:tc>
          <w:tcPr>
            <w:tcW w:w="283"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w:t>
            </w:r>
          </w:p>
        </w:tc>
        <w:tc>
          <w:tcPr>
            <w:tcW w:w="425"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F</w:t>
            </w:r>
          </w:p>
        </w:tc>
        <w:tc>
          <w:tcPr>
            <w:tcW w:w="4962"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AVP codes corrections for SMSMI</w:t>
            </w:r>
          </w:p>
        </w:tc>
        <w:tc>
          <w:tcPr>
            <w:tcW w:w="708" w:type="dxa"/>
            <w:shd w:val="solid" w:color="FFFFFF" w:fill="auto"/>
          </w:tcPr>
          <w:p w:rsidR="00DA25AD" w:rsidRPr="00004A58" w:rsidRDefault="00DA25AD" w:rsidP="00E50914">
            <w:pPr>
              <w:rPr>
                <w:rFonts w:ascii="Arial" w:hAnsi="Arial" w:cs="Arial"/>
                <w:sz w:val="16"/>
                <w:szCs w:val="16"/>
              </w:rPr>
            </w:pPr>
          </w:p>
        </w:tc>
      </w:tr>
      <w:tr w:rsidR="00DA25AD" w:rsidRPr="00004A58" w:rsidTr="00E50914">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2014-12</w:t>
            </w:r>
          </w:p>
        </w:tc>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CT#66</w:t>
            </w:r>
          </w:p>
        </w:tc>
        <w:tc>
          <w:tcPr>
            <w:tcW w:w="1094"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CP-140767</w:t>
            </w:r>
          </w:p>
        </w:tc>
        <w:tc>
          <w:tcPr>
            <w:tcW w:w="567"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0016</w:t>
            </w:r>
          </w:p>
        </w:tc>
        <w:tc>
          <w:tcPr>
            <w:tcW w:w="283" w:type="dxa"/>
            <w:shd w:val="solid" w:color="FFFFFF" w:fill="auto"/>
          </w:tcPr>
          <w:p w:rsidR="00DA25AD" w:rsidRPr="00004A58" w:rsidRDefault="00DA25AD" w:rsidP="00E50914">
            <w:pPr>
              <w:rPr>
                <w:rFonts w:ascii="Arial" w:hAnsi="Arial" w:cs="Arial"/>
                <w:sz w:val="16"/>
                <w:szCs w:val="16"/>
              </w:rPr>
            </w:pPr>
          </w:p>
        </w:tc>
        <w:tc>
          <w:tcPr>
            <w:tcW w:w="425"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F</w:t>
            </w:r>
          </w:p>
        </w:tc>
        <w:tc>
          <w:tcPr>
            <w:tcW w:w="4962"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OFR-Flags AVP correction</w:t>
            </w:r>
          </w:p>
        </w:tc>
        <w:tc>
          <w:tcPr>
            <w:tcW w:w="708" w:type="dxa"/>
            <w:shd w:val="solid" w:color="FFFFFF" w:fill="auto"/>
          </w:tcPr>
          <w:p w:rsidR="00DA25AD" w:rsidRPr="00004A58" w:rsidRDefault="00DA25AD" w:rsidP="00E50914">
            <w:pPr>
              <w:rPr>
                <w:rFonts w:ascii="Arial" w:hAnsi="Arial" w:cs="Arial"/>
                <w:sz w:val="16"/>
                <w:szCs w:val="16"/>
              </w:rPr>
            </w:pPr>
          </w:p>
        </w:tc>
      </w:tr>
      <w:tr w:rsidR="00DA25AD" w:rsidRPr="00004A58" w:rsidTr="00E50914">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2015-12</w:t>
            </w:r>
          </w:p>
        </w:tc>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CT#70</w:t>
            </w:r>
          </w:p>
        </w:tc>
        <w:tc>
          <w:tcPr>
            <w:tcW w:w="1094"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CP-150776</w:t>
            </w:r>
          </w:p>
        </w:tc>
        <w:tc>
          <w:tcPr>
            <w:tcW w:w="567"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0017</w:t>
            </w:r>
          </w:p>
        </w:tc>
        <w:tc>
          <w:tcPr>
            <w:tcW w:w="283"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3</w:t>
            </w:r>
          </w:p>
        </w:tc>
        <w:tc>
          <w:tcPr>
            <w:tcW w:w="425"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F</w:t>
            </w:r>
          </w:p>
        </w:tc>
        <w:tc>
          <w:tcPr>
            <w:tcW w:w="4962"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Mobile Terminating SMS handling for extended Idle mode DRX</w:t>
            </w:r>
          </w:p>
        </w:tc>
        <w:tc>
          <w:tcPr>
            <w:tcW w:w="708"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13.0.0</w:t>
            </w:r>
          </w:p>
        </w:tc>
      </w:tr>
      <w:tr w:rsidR="00DA25AD" w:rsidRPr="00004A58" w:rsidTr="00E50914">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2015-12</w:t>
            </w:r>
          </w:p>
        </w:tc>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CT#70</w:t>
            </w:r>
          </w:p>
        </w:tc>
        <w:tc>
          <w:tcPr>
            <w:tcW w:w="1094"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CP-150776</w:t>
            </w:r>
          </w:p>
        </w:tc>
        <w:tc>
          <w:tcPr>
            <w:tcW w:w="567"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0018</w:t>
            </w:r>
          </w:p>
        </w:tc>
        <w:tc>
          <w:tcPr>
            <w:tcW w:w="283"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1</w:t>
            </w:r>
          </w:p>
        </w:tc>
        <w:tc>
          <w:tcPr>
            <w:tcW w:w="425"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F</w:t>
            </w:r>
          </w:p>
        </w:tc>
        <w:tc>
          <w:tcPr>
            <w:tcW w:w="4962"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Mobile Terminating SMS handling for extended Idle mode DRX – Additional Option</w:t>
            </w:r>
          </w:p>
        </w:tc>
        <w:tc>
          <w:tcPr>
            <w:tcW w:w="708" w:type="dxa"/>
            <w:shd w:val="solid" w:color="FFFFFF" w:fill="auto"/>
          </w:tcPr>
          <w:p w:rsidR="00DA25AD" w:rsidRPr="00004A58" w:rsidRDefault="00DA25AD" w:rsidP="00E50914">
            <w:pPr>
              <w:rPr>
                <w:rFonts w:ascii="Arial" w:hAnsi="Arial" w:cs="Arial"/>
                <w:sz w:val="16"/>
                <w:szCs w:val="16"/>
              </w:rPr>
            </w:pPr>
          </w:p>
        </w:tc>
      </w:tr>
      <w:tr w:rsidR="00DA25AD" w:rsidRPr="00004A58" w:rsidTr="00E50914">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2016-03</w:t>
            </w:r>
          </w:p>
        </w:tc>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CT#71</w:t>
            </w:r>
          </w:p>
        </w:tc>
        <w:tc>
          <w:tcPr>
            <w:tcW w:w="1094"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CP-160030</w:t>
            </w:r>
          </w:p>
        </w:tc>
        <w:tc>
          <w:tcPr>
            <w:tcW w:w="567"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0019</w:t>
            </w:r>
          </w:p>
        </w:tc>
        <w:tc>
          <w:tcPr>
            <w:tcW w:w="283"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w:t>
            </w:r>
          </w:p>
        </w:tc>
        <w:tc>
          <w:tcPr>
            <w:tcW w:w="425"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F</w:t>
            </w:r>
          </w:p>
        </w:tc>
        <w:tc>
          <w:tcPr>
            <w:tcW w:w="4962"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Alert procedure from MME/SGSN to SMS-GMSC for MT SMS to UE using eDRX</w:t>
            </w:r>
          </w:p>
        </w:tc>
        <w:tc>
          <w:tcPr>
            <w:tcW w:w="708"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13.1.0</w:t>
            </w:r>
          </w:p>
        </w:tc>
      </w:tr>
      <w:tr w:rsidR="00DA25AD" w:rsidRPr="00004A58" w:rsidTr="00E50914">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2016-03</w:t>
            </w:r>
          </w:p>
        </w:tc>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CT#71</w:t>
            </w:r>
          </w:p>
        </w:tc>
        <w:tc>
          <w:tcPr>
            <w:tcW w:w="1094"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CP-160023</w:t>
            </w:r>
          </w:p>
        </w:tc>
        <w:tc>
          <w:tcPr>
            <w:tcW w:w="567"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0020</w:t>
            </w:r>
          </w:p>
        </w:tc>
        <w:tc>
          <w:tcPr>
            <w:tcW w:w="283"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1</w:t>
            </w:r>
          </w:p>
        </w:tc>
        <w:tc>
          <w:tcPr>
            <w:tcW w:w="425"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F</w:t>
            </w:r>
          </w:p>
        </w:tc>
        <w:tc>
          <w:tcPr>
            <w:tcW w:w="4962"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Diameter message priority over S6c, SGd, Gdd</w:t>
            </w:r>
          </w:p>
        </w:tc>
        <w:tc>
          <w:tcPr>
            <w:tcW w:w="708" w:type="dxa"/>
            <w:shd w:val="solid" w:color="FFFFFF" w:fill="auto"/>
          </w:tcPr>
          <w:p w:rsidR="00DA25AD" w:rsidRPr="00004A58" w:rsidRDefault="00DA25AD" w:rsidP="00E50914">
            <w:pPr>
              <w:rPr>
                <w:rFonts w:ascii="Arial" w:hAnsi="Arial" w:cs="Arial"/>
                <w:sz w:val="16"/>
                <w:szCs w:val="16"/>
              </w:rPr>
            </w:pPr>
          </w:p>
        </w:tc>
      </w:tr>
      <w:tr w:rsidR="00DA25AD" w:rsidRPr="00004A58" w:rsidTr="00E50914">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2016-06</w:t>
            </w:r>
          </w:p>
        </w:tc>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CT#72</w:t>
            </w:r>
          </w:p>
        </w:tc>
        <w:tc>
          <w:tcPr>
            <w:tcW w:w="1094"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CP-160226</w:t>
            </w:r>
          </w:p>
        </w:tc>
        <w:tc>
          <w:tcPr>
            <w:tcW w:w="567"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0021</w:t>
            </w:r>
          </w:p>
        </w:tc>
        <w:tc>
          <w:tcPr>
            <w:tcW w:w="283"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w:t>
            </w:r>
          </w:p>
        </w:tc>
        <w:tc>
          <w:tcPr>
            <w:tcW w:w="425"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F</w:t>
            </w:r>
          </w:p>
        </w:tc>
        <w:tc>
          <w:tcPr>
            <w:tcW w:w="4962"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Missing Requested-Retransmission-Time AVP in TFA Command</w:t>
            </w:r>
          </w:p>
        </w:tc>
        <w:tc>
          <w:tcPr>
            <w:tcW w:w="708"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13.2.0</w:t>
            </w:r>
          </w:p>
        </w:tc>
      </w:tr>
      <w:tr w:rsidR="00DA25AD" w:rsidRPr="00004A58" w:rsidTr="00E50914">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2016-12</w:t>
            </w:r>
          </w:p>
        </w:tc>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CT#74</w:t>
            </w:r>
          </w:p>
        </w:tc>
        <w:tc>
          <w:tcPr>
            <w:tcW w:w="1094"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CP-160664</w:t>
            </w:r>
          </w:p>
        </w:tc>
        <w:tc>
          <w:tcPr>
            <w:tcW w:w="567"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0023</w:t>
            </w:r>
          </w:p>
        </w:tc>
        <w:tc>
          <w:tcPr>
            <w:tcW w:w="283" w:type="dxa"/>
            <w:shd w:val="solid" w:color="FFFFFF" w:fill="auto"/>
          </w:tcPr>
          <w:p w:rsidR="00DA25AD" w:rsidRPr="00004A58" w:rsidRDefault="00DA25AD" w:rsidP="00E50914">
            <w:pPr>
              <w:rPr>
                <w:rFonts w:ascii="Arial" w:hAnsi="Arial" w:cs="Arial"/>
                <w:sz w:val="16"/>
                <w:szCs w:val="16"/>
              </w:rPr>
            </w:pPr>
          </w:p>
        </w:tc>
        <w:tc>
          <w:tcPr>
            <w:tcW w:w="425"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F</w:t>
            </w:r>
          </w:p>
        </w:tc>
        <w:tc>
          <w:tcPr>
            <w:tcW w:w="4962"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Correction to change IETF drmp draft version to official RFC 7944</w:t>
            </w:r>
          </w:p>
        </w:tc>
        <w:tc>
          <w:tcPr>
            <w:tcW w:w="708"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13.3.0</w:t>
            </w:r>
          </w:p>
        </w:tc>
      </w:tr>
      <w:tr w:rsidR="00DA25AD" w:rsidRPr="00004A58" w:rsidTr="00E50914">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2016-12</w:t>
            </w:r>
          </w:p>
        </w:tc>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CT#74</w:t>
            </w:r>
          </w:p>
        </w:tc>
        <w:tc>
          <w:tcPr>
            <w:tcW w:w="1094"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CP-160673</w:t>
            </w:r>
          </w:p>
        </w:tc>
        <w:tc>
          <w:tcPr>
            <w:tcW w:w="567"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0022</w:t>
            </w:r>
          </w:p>
        </w:tc>
        <w:tc>
          <w:tcPr>
            <w:tcW w:w="283"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1</w:t>
            </w:r>
          </w:p>
        </w:tc>
        <w:tc>
          <w:tcPr>
            <w:tcW w:w="425"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F</w:t>
            </w:r>
          </w:p>
        </w:tc>
        <w:tc>
          <w:tcPr>
            <w:tcW w:w="4962"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MO SMS over T4</w:t>
            </w:r>
          </w:p>
        </w:tc>
        <w:tc>
          <w:tcPr>
            <w:tcW w:w="708"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14.0.0</w:t>
            </w:r>
          </w:p>
        </w:tc>
      </w:tr>
      <w:tr w:rsidR="00DA25AD" w:rsidRPr="00004A58" w:rsidTr="00E50914">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2017-03</w:t>
            </w:r>
          </w:p>
        </w:tc>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CT#75</w:t>
            </w:r>
          </w:p>
        </w:tc>
        <w:tc>
          <w:tcPr>
            <w:tcW w:w="1094"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CP-170036</w:t>
            </w:r>
          </w:p>
        </w:tc>
        <w:tc>
          <w:tcPr>
            <w:tcW w:w="567"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0024</w:t>
            </w:r>
          </w:p>
        </w:tc>
        <w:tc>
          <w:tcPr>
            <w:tcW w:w="283" w:type="dxa"/>
            <w:shd w:val="solid" w:color="FFFFFF" w:fill="auto"/>
          </w:tcPr>
          <w:p w:rsidR="00DA25AD" w:rsidRPr="00004A58" w:rsidRDefault="00DA25AD" w:rsidP="00E50914">
            <w:pPr>
              <w:rPr>
                <w:rFonts w:ascii="Arial" w:hAnsi="Arial" w:cs="Arial"/>
                <w:sz w:val="16"/>
                <w:szCs w:val="16"/>
              </w:rPr>
            </w:pPr>
          </w:p>
        </w:tc>
        <w:tc>
          <w:tcPr>
            <w:tcW w:w="425"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F</w:t>
            </w:r>
          </w:p>
        </w:tc>
        <w:tc>
          <w:tcPr>
            <w:tcW w:w="4962"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SMS-MO over T4</w:t>
            </w:r>
          </w:p>
        </w:tc>
        <w:tc>
          <w:tcPr>
            <w:tcW w:w="708"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14.1.0</w:t>
            </w:r>
          </w:p>
        </w:tc>
      </w:tr>
      <w:tr w:rsidR="00DA25AD" w:rsidRPr="00004A58" w:rsidTr="00E50914">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2017-03</w:t>
            </w:r>
          </w:p>
        </w:tc>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CT#75</w:t>
            </w:r>
          </w:p>
        </w:tc>
        <w:tc>
          <w:tcPr>
            <w:tcW w:w="1094"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CP-170048</w:t>
            </w:r>
          </w:p>
        </w:tc>
        <w:tc>
          <w:tcPr>
            <w:tcW w:w="567"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0025</w:t>
            </w:r>
          </w:p>
        </w:tc>
        <w:tc>
          <w:tcPr>
            <w:tcW w:w="283"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1</w:t>
            </w:r>
          </w:p>
        </w:tc>
        <w:tc>
          <w:tcPr>
            <w:tcW w:w="425"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F</w:t>
            </w:r>
          </w:p>
        </w:tc>
        <w:tc>
          <w:tcPr>
            <w:tcW w:w="4962"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Update of reference for the Diameter base protocol</w:t>
            </w:r>
          </w:p>
        </w:tc>
        <w:tc>
          <w:tcPr>
            <w:tcW w:w="708"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14.1.0</w:t>
            </w:r>
          </w:p>
        </w:tc>
      </w:tr>
      <w:tr w:rsidR="00DA25AD" w:rsidRPr="00004A58" w:rsidTr="00E50914">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2017-03</w:t>
            </w:r>
          </w:p>
        </w:tc>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CT#75</w:t>
            </w:r>
          </w:p>
        </w:tc>
        <w:tc>
          <w:tcPr>
            <w:tcW w:w="1094"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CP-170048</w:t>
            </w:r>
          </w:p>
        </w:tc>
        <w:tc>
          <w:tcPr>
            <w:tcW w:w="567"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0026</w:t>
            </w:r>
          </w:p>
        </w:tc>
        <w:tc>
          <w:tcPr>
            <w:tcW w:w="283"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1</w:t>
            </w:r>
          </w:p>
        </w:tc>
        <w:tc>
          <w:tcPr>
            <w:tcW w:w="425"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F</w:t>
            </w:r>
          </w:p>
        </w:tc>
        <w:tc>
          <w:tcPr>
            <w:tcW w:w="4962"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Handling of the Vendor-Specific-Application-Id AVP</w:t>
            </w:r>
          </w:p>
        </w:tc>
        <w:tc>
          <w:tcPr>
            <w:tcW w:w="708"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14.1.0</w:t>
            </w:r>
          </w:p>
        </w:tc>
      </w:tr>
      <w:tr w:rsidR="00DA25AD" w:rsidRPr="00004A58" w:rsidTr="00E50914">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2017-03</w:t>
            </w:r>
          </w:p>
        </w:tc>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CT#75</w:t>
            </w:r>
          </w:p>
        </w:tc>
        <w:tc>
          <w:tcPr>
            <w:tcW w:w="1094"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CP-170048</w:t>
            </w:r>
          </w:p>
        </w:tc>
        <w:tc>
          <w:tcPr>
            <w:tcW w:w="567"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0027</w:t>
            </w:r>
          </w:p>
        </w:tc>
        <w:tc>
          <w:tcPr>
            <w:tcW w:w="283"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1</w:t>
            </w:r>
          </w:p>
        </w:tc>
        <w:tc>
          <w:tcPr>
            <w:tcW w:w="425"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F</w:t>
            </w:r>
          </w:p>
        </w:tc>
        <w:tc>
          <w:tcPr>
            <w:tcW w:w="4962"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Cardinality of the Failed-AVP AVP in answer</w:t>
            </w:r>
          </w:p>
        </w:tc>
        <w:tc>
          <w:tcPr>
            <w:tcW w:w="708"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14.1.0</w:t>
            </w:r>
          </w:p>
        </w:tc>
      </w:tr>
      <w:tr w:rsidR="00DA25AD" w:rsidRPr="00004A58" w:rsidTr="00E50914">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2017-06</w:t>
            </w:r>
          </w:p>
        </w:tc>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CT#76</w:t>
            </w:r>
          </w:p>
        </w:tc>
        <w:tc>
          <w:tcPr>
            <w:tcW w:w="1094"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CP-171018</w:t>
            </w:r>
          </w:p>
        </w:tc>
        <w:tc>
          <w:tcPr>
            <w:tcW w:w="567"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0029</w:t>
            </w:r>
          </w:p>
        </w:tc>
        <w:tc>
          <w:tcPr>
            <w:tcW w:w="283"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1</w:t>
            </w:r>
          </w:p>
        </w:tc>
        <w:tc>
          <w:tcPr>
            <w:tcW w:w="425"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F</w:t>
            </w:r>
          </w:p>
        </w:tc>
        <w:tc>
          <w:tcPr>
            <w:tcW w:w="4962"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Support for signaling transport level packet marking</w:t>
            </w:r>
          </w:p>
        </w:tc>
        <w:tc>
          <w:tcPr>
            <w:tcW w:w="708"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14.2.0</w:t>
            </w:r>
          </w:p>
        </w:tc>
      </w:tr>
      <w:tr w:rsidR="00DA25AD" w:rsidRPr="00004A58" w:rsidTr="00E50914">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2017-09</w:t>
            </w:r>
          </w:p>
        </w:tc>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CT#77</w:t>
            </w:r>
          </w:p>
        </w:tc>
        <w:tc>
          <w:tcPr>
            <w:tcW w:w="1094"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CP-172013</w:t>
            </w:r>
          </w:p>
        </w:tc>
        <w:tc>
          <w:tcPr>
            <w:tcW w:w="567"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0032</w:t>
            </w:r>
          </w:p>
        </w:tc>
        <w:tc>
          <w:tcPr>
            <w:tcW w:w="283"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w:t>
            </w:r>
          </w:p>
        </w:tc>
        <w:tc>
          <w:tcPr>
            <w:tcW w:w="425"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F</w:t>
            </w:r>
          </w:p>
        </w:tc>
        <w:tc>
          <w:tcPr>
            <w:tcW w:w="4962"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Correction of DRMP Procedures</w:t>
            </w:r>
          </w:p>
        </w:tc>
        <w:tc>
          <w:tcPr>
            <w:tcW w:w="708"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14.3.0</w:t>
            </w:r>
          </w:p>
        </w:tc>
      </w:tr>
      <w:tr w:rsidR="00DA25AD" w:rsidRPr="00004A58" w:rsidTr="00E50914">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2017-09</w:t>
            </w:r>
          </w:p>
        </w:tc>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CT#77</w:t>
            </w:r>
          </w:p>
        </w:tc>
        <w:tc>
          <w:tcPr>
            <w:tcW w:w="1094"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CP-172022</w:t>
            </w:r>
          </w:p>
        </w:tc>
        <w:tc>
          <w:tcPr>
            <w:tcW w:w="567"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0030</w:t>
            </w:r>
          </w:p>
        </w:tc>
        <w:tc>
          <w:tcPr>
            <w:tcW w:w="283"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w:t>
            </w:r>
          </w:p>
        </w:tc>
        <w:tc>
          <w:tcPr>
            <w:tcW w:w="425"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F</w:t>
            </w:r>
          </w:p>
        </w:tc>
        <w:tc>
          <w:tcPr>
            <w:tcW w:w="4962"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Correction of the data type used for SC-Address and SMS-GMSC-Address</w:t>
            </w:r>
          </w:p>
        </w:tc>
        <w:tc>
          <w:tcPr>
            <w:tcW w:w="708"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15.0.0</w:t>
            </w:r>
          </w:p>
        </w:tc>
      </w:tr>
      <w:tr w:rsidR="00DA25AD" w:rsidRPr="00004A58" w:rsidTr="00E50914">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2018-12</w:t>
            </w:r>
          </w:p>
        </w:tc>
        <w:tc>
          <w:tcPr>
            <w:tcW w:w="800"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CT#82</w:t>
            </w:r>
          </w:p>
        </w:tc>
        <w:tc>
          <w:tcPr>
            <w:tcW w:w="1094"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CP-183100</w:t>
            </w:r>
          </w:p>
        </w:tc>
        <w:tc>
          <w:tcPr>
            <w:tcW w:w="567"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0033</w:t>
            </w:r>
          </w:p>
        </w:tc>
        <w:tc>
          <w:tcPr>
            <w:tcW w:w="283"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2</w:t>
            </w:r>
          </w:p>
        </w:tc>
        <w:tc>
          <w:tcPr>
            <w:tcW w:w="425"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F</w:t>
            </w:r>
          </w:p>
        </w:tc>
        <w:tc>
          <w:tcPr>
            <w:tcW w:w="4962"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Clarification on presence of SC-Address in SRR and on MWD Status</w:t>
            </w:r>
          </w:p>
        </w:tc>
        <w:tc>
          <w:tcPr>
            <w:tcW w:w="708" w:type="dxa"/>
            <w:shd w:val="solid" w:color="FFFFFF" w:fill="auto"/>
          </w:tcPr>
          <w:p w:rsidR="00DA25AD" w:rsidRPr="00004A58" w:rsidRDefault="00DA25AD" w:rsidP="00E50914">
            <w:pPr>
              <w:rPr>
                <w:rFonts w:ascii="Arial" w:hAnsi="Arial" w:cs="Arial"/>
                <w:sz w:val="16"/>
                <w:szCs w:val="16"/>
              </w:rPr>
            </w:pPr>
            <w:r w:rsidRPr="00004A58">
              <w:rPr>
                <w:rFonts w:ascii="Arial" w:hAnsi="Arial" w:cs="Arial"/>
                <w:sz w:val="16"/>
                <w:szCs w:val="16"/>
              </w:rPr>
              <w:t>15.1.0</w:t>
            </w:r>
          </w:p>
        </w:tc>
      </w:tr>
      <w:tr w:rsidR="00321E17" w:rsidRPr="00004A58" w:rsidTr="00E50914">
        <w:tc>
          <w:tcPr>
            <w:tcW w:w="800" w:type="dxa"/>
            <w:shd w:val="solid" w:color="FFFFFF" w:fill="auto"/>
          </w:tcPr>
          <w:p w:rsidR="00321E17" w:rsidRPr="00004A58" w:rsidRDefault="00321E17" w:rsidP="00E50914">
            <w:pPr>
              <w:rPr>
                <w:rFonts w:ascii="Arial" w:hAnsi="Arial" w:cs="Arial"/>
                <w:sz w:val="16"/>
                <w:szCs w:val="16"/>
              </w:rPr>
            </w:pPr>
            <w:r w:rsidRPr="00004A58">
              <w:rPr>
                <w:rFonts w:ascii="Arial" w:hAnsi="Arial" w:cs="Arial"/>
                <w:sz w:val="16"/>
                <w:szCs w:val="16"/>
              </w:rPr>
              <w:t>2020-06</w:t>
            </w:r>
          </w:p>
        </w:tc>
        <w:tc>
          <w:tcPr>
            <w:tcW w:w="800" w:type="dxa"/>
            <w:shd w:val="solid" w:color="FFFFFF" w:fill="auto"/>
          </w:tcPr>
          <w:p w:rsidR="00321E17" w:rsidRPr="00004A58" w:rsidRDefault="00321E17" w:rsidP="00E50914">
            <w:pPr>
              <w:rPr>
                <w:rFonts w:ascii="Arial" w:hAnsi="Arial" w:cs="Arial"/>
                <w:sz w:val="16"/>
                <w:szCs w:val="16"/>
              </w:rPr>
            </w:pPr>
            <w:r w:rsidRPr="00004A58">
              <w:rPr>
                <w:rFonts w:ascii="Arial" w:hAnsi="Arial" w:cs="Arial"/>
                <w:sz w:val="16"/>
                <w:szCs w:val="16"/>
              </w:rPr>
              <w:t>CT#88e</w:t>
            </w:r>
          </w:p>
        </w:tc>
        <w:tc>
          <w:tcPr>
            <w:tcW w:w="1094" w:type="dxa"/>
            <w:shd w:val="solid" w:color="FFFFFF" w:fill="auto"/>
          </w:tcPr>
          <w:p w:rsidR="00321E17" w:rsidRPr="00004A58" w:rsidRDefault="00321E17" w:rsidP="00E50914">
            <w:pPr>
              <w:rPr>
                <w:rFonts w:ascii="Arial" w:hAnsi="Arial" w:cs="Arial"/>
                <w:sz w:val="16"/>
                <w:szCs w:val="16"/>
              </w:rPr>
            </w:pPr>
            <w:r w:rsidRPr="00004A58">
              <w:rPr>
                <w:rFonts w:ascii="Arial" w:hAnsi="Arial" w:cs="Arial"/>
                <w:sz w:val="16"/>
                <w:szCs w:val="16"/>
              </w:rPr>
              <w:t>CP-201016</w:t>
            </w:r>
          </w:p>
        </w:tc>
        <w:tc>
          <w:tcPr>
            <w:tcW w:w="567" w:type="dxa"/>
            <w:shd w:val="solid" w:color="FFFFFF" w:fill="auto"/>
          </w:tcPr>
          <w:p w:rsidR="00321E17" w:rsidRPr="00004A58" w:rsidRDefault="00321E17" w:rsidP="00E50914">
            <w:pPr>
              <w:rPr>
                <w:rFonts w:ascii="Arial" w:hAnsi="Arial" w:cs="Arial"/>
                <w:sz w:val="16"/>
                <w:szCs w:val="16"/>
              </w:rPr>
            </w:pPr>
            <w:r w:rsidRPr="00004A58">
              <w:rPr>
                <w:rFonts w:ascii="Arial" w:hAnsi="Arial" w:cs="Arial"/>
                <w:sz w:val="16"/>
                <w:szCs w:val="16"/>
              </w:rPr>
              <w:t>0034</w:t>
            </w:r>
          </w:p>
        </w:tc>
        <w:tc>
          <w:tcPr>
            <w:tcW w:w="283" w:type="dxa"/>
            <w:shd w:val="solid" w:color="FFFFFF" w:fill="auto"/>
          </w:tcPr>
          <w:p w:rsidR="00321E17" w:rsidRPr="00004A58" w:rsidRDefault="00321E17" w:rsidP="00E50914">
            <w:pPr>
              <w:rPr>
                <w:rFonts w:ascii="Arial" w:hAnsi="Arial" w:cs="Arial"/>
                <w:sz w:val="16"/>
                <w:szCs w:val="16"/>
              </w:rPr>
            </w:pPr>
            <w:r w:rsidRPr="00004A58">
              <w:rPr>
                <w:rFonts w:ascii="Arial" w:hAnsi="Arial" w:cs="Arial"/>
                <w:sz w:val="16"/>
                <w:szCs w:val="16"/>
              </w:rPr>
              <w:t>1</w:t>
            </w:r>
          </w:p>
        </w:tc>
        <w:tc>
          <w:tcPr>
            <w:tcW w:w="425" w:type="dxa"/>
            <w:shd w:val="solid" w:color="FFFFFF" w:fill="auto"/>
          </w:tcPr>
          <w:p w:rsidR="00321E17" w:rsidRPr="00004A58" w:rsidRDefault="00321E17" w:rsidP="00E50914">
            <w:pPr>
              <w:rPr>
                <w:rFonts w:ascii="Arial" w:hAnsi="Arial" w:cs="Arial"/>
                <w:sz w:val="16"/>
                <w:szCs w:val="16"/>
              </w:rPr>
            </w:pPr>
            <w:r w:rsidRPr="00004A58">
              <w:rPr>
                <w:rFonts w:ascii="Arial" w:hAnsi="Arial" w:cs="Arial"/>
                <w:sz w:val="16"/>
                <w:szCs w:val="16"/>
              </w:rPr>
              <w:t>F</w:t>
            </w:r>
          </w:p>
        </w:tc>
        <w:tc>
          <w:tcPr>
            <w:tcW w:w="4962" w:type="dxa"/>
            <w:shd w:val="solid" w:color="FFFFFF" w:fill="auto"/>
          </w:tcPr>
          <w:p w:rsidR="00321E17" w:rsidRPr="00004A58" w:rsidRDefault="00321E17" w:rsidP="00E50914">
            <w:pPr>
              <w:rPr>
                <w:rFonts w:ascii="Arial" w:hAnsi="Arial" w:cs="Arial"/>
                <w:sz w:val="16"/>
                <w:szCs w:val="16"/>
              </w:rPr>
            </w:pPr>
            <w:r w:rsidRPr="00004A58">
              <w:rPr>
                <w:rFonts w:ascii="Arial" w:hAnsi="Arial" w:cs="Arial"/>
                <w:sz w:val="16"/>
                <w:szCs w:val="16"/>
              </w:rPr>
              <w:t>SMSF Address</w:t>
            </w:r>
          </w:p>
        </w:tc>
        <w:tc>
          <w:tcPr>
            <w:tcW w:w="708" w:type="dxa"/>
            <w:shd w:val="solid" w:color="FFFFFF" w:fill="auto"/>
          </w:tcPr>
          <w:p w:rsidR="00321E17" w:rsidRPr="00004A58" w:rsidRDefault="00321E17" w:rsidP="00E50914">
            <w:pPr>
              <w:rPr>
                <w:rFonts w:ascii="Arial" w:hAnsi="Arial" w:cs="Arial"/>
                <w:sz w:val="16"/>
                <w:szCs w:val="16"/>
              </w:rPr>
            </w:pPr>
            <w:r w:rsidRPr="00004A58">
              <w:rPr>
                <w:rFonts w:ascii="Arial" w:hAnsi="Arial" w:cs="Arial"/>
                <w:sz w:val="16"/>
                <w:szCs w:val="16"/>
              </w:rPr>
              <w:t>15.2.0</w:t>
            </w:r>
          </w:p>
        </w:tc>
      </w:tr>
      <w:tr w:rsidR="00321E17" w:rsidRPr="00004A58" w:rsidTr="00E50914">
        <w:tc>
          <w:tcPr>
            <w:tcW w:w="800" w:type="dxa"/>
            <w:shd w:val="solid" w:color="FFFFFF" w:fill="auto"/>
          </w:tcPr>
          <w:p w:rsidR="00321E17" w:rsidRPr="00004A58" w:rsidRDefault="00321E17" w:rsidP="00E50914">
            <w:pPr>
              <w:rPr>
                <w:rFonts w:ascii="Arial" w:hAnsi="Arial" w:cs="Arial"/>
                <w:sz w:val="16"/>
                <w:szCs w:val="16"/>
              </w:rPr>
            </w:pPr>
            <w:r w:rsidRPr="00004A58">
              <w:rPr>
                <w:rFonts w:ascii="Arial" w:hAnsi="Arial" w:cs="Arial"/>
                <w:sz w:val="16"/>
                <w:szCs w:val="16"/>
              </w:rPr>
              <w:t>2020-06</w:t>
            </w:r>
          </w:p>
        </w:tc>
        <w:tc>
          <w:tcPr>
            <w:tcW w:w="800" w:type="dxa"/>
            <w:shd w:val="solid" w:color="FFFFFF" w:fill="auto"/>
          </w:tcPr>
          <w:p w:rsidR="00321E17" w:rsidRPr="00004A58" w:rsidRDefault="00321E17" w:rsidP="00E50914">
            <w:pPr>
              <w:rPr>
                <w:rFonts w:ascii="Arial" w:hAnsi="Arial" w:cs="Arial"/>
                <w:sz w:val="16"/>
                <w:szCs w:val="16"/>
              </w:rPr>
            </w:pPr>
            <w:r w:rsidRPr="00004A58">
              <w:rPr>
                <w:rFonts w:ascii="Arial" w:hAnsi="Arial" w:cs="Arial"/>
                <w:sz w:val="16"/>
                <w:szCs w:val="16"/>
              </w:rPr>
              <w:t>CT#88e</w:t>
            </w:r>
          </w:p>
        </w:tc>
        <w:tc>
          <w:tcPr>
            <w:tcW w:w="1094" w:type="dxa"/>
            <w:shd w:val="solid" w:color="FFFFFF" w:fill="auto"/>
          </w:tcPr>
          <w:p w:rsidR="00321E17" w:rsidRPr="00004A58" w:rsidRDefault="00B37014" w:rsidP="00E50914">
            <w:pPr>
              <w:rPr>
                <w:rFonts w:ascii="Arial" w:hAnsi="Arial" w:cs="Arial"/>
                <w:sz w:val="16"/>
                <w:szCs w:val="16"/>
              </w:rPr>
            </w:pPr>
            <w:r w:rsidRPr="00004A58">
              <w:rPr>
                <w:rFonts w:ascii="Arial" w:hAnsi="Arial" w:cs="Arial"/>
                <w:sz w:val="16"/>
                <w:szCs w:val="16"/>
              </w:rPr>
              <w:t>CP-201016</w:t>
            </w:r>
          </w:p>
        </w:tc>
        <w:tc>
          <w:tcPr>
            <w:tcW w:w="567" w:type="dxa"/>
            <w:shd w:val="solid" w:color="FFFFFF" w:fill="auto"/>
          </w:tcPr>
          <w:p w:rsidR="00321E17" w:rsidRPr="00004A58" w:rsidRDefault="00321E17" w:rsidP="00E50914">
            <w:pPr>
              <w:rPr>
                <w:rFonts w:ascii="Arial" w:hAnsi="Arial" w:cs="Arial"/>
                <w:sz w:val="16"/>
                <w:szCs w:val="16"/>
              </w:rPr>
            </w:pPr>
            <w:r w:rsidRPr="00004A58">
              <w:rPr>
                <w:rFonts w:ascii="Arial" w:hAnsi="Arial" w:cs="Arial"/>
                <w:sz w:val="16"/>
                <w:szCs w:val="16"/>
              </w:rPr>
              <w:t>0035</w:t>
            </w:r>
          </w:p>
        </w:tc>
        <w:tc>
          <w:tcPr>
            <w:tcW w:w="283" w:type="dxa"/>
            <w:shd w:val="solid" w:color="FFFFFF" w:fill="auto"/>
          </w:tcPr>
          <w:p w:rsidR="00321E17" w:rsidRPr="00004A58" w:rsidRDefault="00321E17" w:rsidP="00E50914">
            <w:pPr>
              <w:rPr>
                <w:rFonts w:ascii="Arial" w:hAnsi="Arial" w:cs="Arial"/>
                <w:sz w:val="16"/>
                <w:szCs w:val="16"/>
              </w:rPr>
            </w:pPr>
            <w:r w:rsidRPr="00004A58">
              <w:rPr>
                <w:rFonts w:ascii="Arial" w:hAnsi="Arial" w:cs="Arial"/>
                <w:sz w:val="16"/>
                <w:szCs w:val="16"/>
              </w:rPr>
              <w:t>1</w:t>
            </w:r>
          </w:p>
        </w:tc>
        <w:tc>
          <w:tcPr>
            <w:tcW w:w="425" w:type="dxa"/>
            <w:shd w:val="solid" w:color="FFFFFF" w:fill="auto"/>
          </w:tcPr>
          <w:p w:rsidR="00321E17" w:rsidRPr="00004A58" w:rsidRDefault="00321E17" w:rsidP="00E50914">
            <w:pPr>
              <w:rPr>
                <w:rFonts w:ascii="Arial" w:hAnsi="Arial" w:cs="Arial"/>
                <w:sz w:val="16"/>
                <w:szCs w:val="16"/>
              </w:rPr>
            </w:pPr>
            <w:r w:rsidRPr="00004A58">
              <w:rPr>
                <w:rFonts w:ascii="Arial" w:hAnsi="Arial" w:cs="Arial"/>
                <w:sz w:val="16"/>
                <w:szCs w:val="16"/>
              </w:rPr>
              <w:t>F</w:t>
            </w:r>
          </w:p>
        </w:tc>
        <w:tc>
          <w:tcPr>
            <w:tcW w:w="4962" w:type="dxa"/>
            <w:shd w:val="solid" w:color="FFFFFF" w:fill="auto"/>
          </w:tcPr>
          <w:p w:rsidR="00321E17" w:rsidRPr="00004A58" w:rsidRDefault="00B37014" w:rsidP="00E50914">
            <w:pPr>
              <w:rPr>
                <w:rFonts w:ascii="Arial" w:hAnsi="Arial" w:cs="Arial"/>
                <w:sz w:val="16"/>
                <w:szCs w:val="16"/>
              </w:rPr>
            </w:pPr>
            <w:r w:rsidRPr="00004A58">
              <w:rPr>
                <w:rFonts w:ascii="Arial" w:hAnsi="Arial" w:cs="Arial"/>
                <w:sz w:val="16"/>
                <w:szCs w:val="16"/>
              </w:rPr>
              <w:t>S</w:t>
            </w:r>
            <w:r w:rsidRPr="00004A58">
              <w:rPr>
                <w:rFonts w:ascii="Arial" w:hAnsi="Arial" w:cs="Arial" w:hint="eastAsia"/>
                <w:sz w:val="16"/>
                <w:szCs w:val="16"/>
              </w:rPr>
              <w:t>upport</w:t>
            </w:r>
            <w:r w:rsidRPr="00004A58">
              <w:rPr>
                <w:rFonts w:ascii="Arial" w:hAnsi="Arial" w:cs="Arial"/>
                <w:sz w:val="16"/>
                <w:szCs w:val="16"/>
              </w:rPr>
              <w:t xml:space="preserve"> </w:t>
            </w:r>
            <w:r w:rsidRPr="00004A58">
              <w:rPr>
                <w:rFonts w:ascii="Arial" w:hAnsi="Arial" w:cs="Arial" w:hint="eastAsia"/>
                <w:sz w:val="16"/>
                <w:szCs w:val="16"/>
              </w:rPr>
              <w:t>o</w:t>
            </w:r>
            <w:r w:rsidRPr="00004A58">
              <w:rPr>
                <w:rFonts w:ascii="Arial" w:hAnsi="Arial" w:cs="Arial"/>
                <w:sz w:val="16"/>
                <w:szCs w:val="16"/>
              </w:rPr>
              <w:t xml:space="preserve">f SMS </w:t>
            </w:r>
            <w:r w:rsidRPr="00004A58">
              <w:rPr>
                <w:rFonts w:ascii="Arial" w:hAnsi="Arial" w:cs="Arial" w:hint="eastAsia"/>
                <w:sz w:val="16"/>
                <w:szCs w:val="16"/>
              </w:rPr>
              <w:t>in</w:t>
            </w:r>
            <w:r w:rsidRPr="00004A58">
              <w:rPr>
                <w:rFonts w:ascii="Arial" w:hAnsi="Arial" w:cs="Arial"/>
                <w:sz w:val="16"/>
                <w:szCs w:val="16"/>
              </w:rPr>
              <w:t xml:space="preserve"> 5G</w:t>
            </w:r>
          </w:p>
        </w:tc>
        <w:tc>
          <w:tcPr>
            <w:tcW w:w="708" w:type="dxa"/>
            <w:shd w:val="solid" w:color="FFFFFF" w:fill="auto"/>
          </w:tcPr>
          <w:p w:rsidR="00321E17" w:rsidRPr="00004A58" w:rsidRDefault="00B37014" w:rsidP="00E50914">
            <w:pPr>
              <w:rPr>
                <w:rFonts w:ascii="Arial" w:hAnsi="Arial" w:cs="Arial"/>
                <w:sz w:val="16"/>
                <w:szCs w:val="16"/>
              </w:rPr>
            </w:pPr>
            <w:r w:rsidRPr="00004A58">
              <w:rPr>
                <w:rFonts w:ascii="Arial" w:hAnsi="Arial" w:cs="Arial"/>
                <w:sz w:val="16"/>
                <w:szCs w:val="16"/>
              </w:rPr>
              <w:t>15.2.0</w:t>
            </w:r>
          </w:p>
        </w:tc>
      </w:tr>
      <w:tr w:rsidR="00004A58" w:rsidRPr="00004A58" w:rsidTr="00E50914">
        <w:tc>
          <w:tcPr>
            <w:tcW w:w="800" w:type="dxa"/>
            <w:shd w:val="solid" w:color="FFFFFF" w:fill="auto"/>
          </w:tcPr>
          <w:p w:rsidR="00004A58" w:rsidRPr="00004A58" w:rsidRDefault="00004A58" w:rsidP="00E50914">
            <w:pPr>
              <w:rPr>
                <w:rFonts w:ascii="Arial" w:hAnsi="Arial" w:cs="Arial"/>
                <w:sz w:val="16"/>
                <w:szCs w:val="16"/>
              </w:rPr>
            </w:pPr>
            <w:r w:rsidRPr="00004A58">
              <w:rPr>
                <w:rFonts w:ascii="Arial" w:hAnsi="Arial" w:cs="Arial"/>
                <w:sz w:val="16"/>
                <w:szCs w:val="16"/>
              </w:rPr>
              <w:t>2020-09</w:t>
            </w:r>
          </w:p>
        </w:tc>
        <w:tc>
          <w:tcPr>
            <w:tcW w:w="800" w:type="dxa"/>
            <w:shd w:val="solid" w:color="FFFFFF" w:fill="auto"/>
          </w:tcPr>
          <w:p w:rsidR="00004A58" w:rsidRPr="00004A58" w:rsidRDefault="00004A58" w:rsidP="00E50914">
            <w:pPr>
              <w:rPr>
                <w:rFonts w:ascii="Arial" w:hAnsi="Arial" w:cs="Arial"/>
                <w:sz w:val="16"/>
                <w:szCs w:val="16"/>
              </w:rPr>
            </w:pPr>
            <w:r w:rsidRPr="00004A58">
              <w:rPr>
                <w:rFonts w:ascii="Arial" w:hAnsi="Arial" w:cs="Arial"/>
                <w:sz w:val="16"/>
                <w:szCs w:val="16"/>
              </w:rPr>
              <w:t>CT#89e</w:t>
            </w:r>
          </w:p>
        </w:tc>
        <w:tc>
          <w:tcPr>
            <w:tcW w:w="1094" w:type="dxa"/>
            <w:shd w:val="solid" w:color="FFFFFF" w:fill="auto"/>
          </w:tcPr>
          <w:p w:rsidR="00004A58" w:rsidRPr="00004A58" w:rsidRDefault="00004A58" w:rsidP="00E50914">
            <w:pPr>
              <w:rPr>
                <w:rFonts w:ascii="Arial" w:hAnsi="Arial" w:cs="Arial"/>
                <w:sz w:val="16"/>
                <w:szCs w:val="16"/>
              </w:rPr>
            </w:pPr>
            <w:r w:rsidRPr="00004A58">
              <w:rPr>
                <w:rFonts w:ascii="Arial" w:hAnsi="Arial" w:cs="Arial"/>
                <w:sz w:val="16"/>
                <w:szCs w:val="16"/>
              </w:rPr>
              <w:t>CP-202043</w:t>
            </w:r>
          </w:p>
        </w:tc>
        <w:tc>
          <w:tcPr>
            <w:tcW w:w="567" w:type="dxa"/>
            <w:shd w:val="solid" w:color="FFFFFF" w:fill="auto"/>
          </w:tcPr>
          <w:p w:rsidR="00004A58" w:rsidRPr="00004A58" w:rsidRDefault="00004A58" w:rsidP="00E50914">
            <w:pPr>
              <w:rPr>
                <w:rFonts w:ascii="Arial" w:hAnsi="Arial" w:cs="Arial"/>
                <w:sz w:val="16"/>
                <w:szCs w:val="16"/>
              </w:rPr>
            </w:pPr>
            <w:r w:rsidRPr="00004A58">
              <w:rPr>
                <w:rFonts w:ascii="Arial" w:hAnsi="Arial" w:cs="Arial"/>
                <w:sz w:val="16"/>
                <w:szCs w:val="16"/>
              </w:rPr>
              <w:t>0036</w:t>
            </w:r>
          </w:p>
        </w:tc>
        <w:tc>
          <w:tcPr>
            <w:tcW w:w="283" w:type="dxa"/>
            <w:shd w:val="solid" w:color="FFFFFF" w:fill="auto"/>
          </w:tcPr>
          <w:p w:rsidR="00004A58" w:rsidRPr="00004A58" w:rsidRDefault="00004A58" w:rsidP="00E50914">
            <w:pPr>
              <w:rPr>
                <w:rFonts w:ascii="Arial" w:hAnsi="Arial" w:cs="Arial"/>
                <w:sz w:val="16"/>
                <w:szCs w:val="16"/>
              </w:rPr>
            </w:pPr>
            <w:r w:rsidRPr="00004A58">
              <w:rPr>
                <w:rFonts w:ascii="Arial" w:hAnsi="Arial" w:cs="Arial"/>
                <w:sz w:val="16"/>
                <w:szCs w:val="16"/>
              </w:rPr>
              <w:t>-</w:t>
            </w:r>
          </w:p>
        </w:tc>
        <w:tc>
          <w:tcPr>
            <w:tcW w:w="425" w:type="dxa"/>
            <w:shd w:val="solid" w:color="FFFFFF" w:fill="auto"/>
          </w:tcPr>
          <w:p w:rsidR="00004A58" w:rsidRPr="00004A58" w:rsidRDefault="00004A58" w:rsidP="00E50914">
            <w:pPr>
              <w:rPr>
                <w:rFonts w:ascii="Arial" w:hAnsi="Arial" w:cs="Arial"/>
                <w:sz w:val="16"/>
                <w:szCs w:val="16"/>
              </w:rPr>
            </w:pPr>
            <w:r w:rsidRPr="00004A58">
              <w:rPr>
                <w:rFonts w:ascii="Arial" w:hAnsi="Arial" w:cs="Arial"/>
                <w:sz w:val="16"/>
                <w:szCs w:val="16"/>
              </w:rPr>
              <w:t>F</w:t>
            </w:r>
          </w:p>
        </w:tc>
        <w:tc>
          <w:tcPr>
            <w:tcW w:w="4962" w:type="dxa"/>
            <w:shd w:val="solid" w:color="FFFFFF" w:fill="auto"/>
          </w:tcPr>
          <w:p w:rsidR="00004A58" w:rsidRPr="00004A58" w:rsidRDefault="00004A58" w:rsidP="00E50914">
            <w:pPr>
              <w:rPr>
                <w:rFonts w:ascii="Arial" w:hAnsi="Arial" w:cs="Arial"/>
                <w:sz w:val="16"/>
                <w:szCs w:val="16"/>
              </w:rPr>
            </w:pPr>
            <w:r w:rsidRPr="00004A58">
              <w:rPr>
                <w:rFonts w:ascii="Arial" w:hAnsi="Arial" w:cs="Arial"/>
                <w:sz w:val="16"/>
                <w:szCs w:val="16"/>
              </w:rPr>
              <w:fldChar w:fldCharType="begin"/>
            </w:r>
            <w:r w:rsidRPr="00004A58">
              <w:rPr>
                <w:rFonts w:ascii="Arial" w:hAnsi="Arial" w:cs="Arial"/>
                <w:sz w:val="16"/>
                <w:szCs w:val="16"/>
              </w:rPr>
              <w:instrText xml:space="preserve"> DOCPROPERTY  CrTitle  \* MERGEFORMAT </w:instrText>
            </w:r>
            <w:r w:rsidRPr="00004A58">
              <w:rPr>
                <w:rFonts w:ascii="Arial" w:hAnsi="Arial" w:cs="Arial"/>
                <w:sz w:val="16"/>
                <w:szCs w:val="16"/>
              </w:rPr>
              <w:fldChar w:fldCharType="separate"/>
            </w:r>
            <w:r w:rsidRPr="00004A58">
              <w:rPr>
                <w:rFonts w:ascii="Arial" w:hAnsi="Arial" w:cs="Arial"/>
                <w:sz w:val="16"/>
                <w:szCs w:val="16"/>
              </w:rPr>
              <w:t>SMSF Address Corrections</w:t>
            </w:r>
            <w:r w:rsidRPr="00004A58">
              <w:rPr>
                <w:rFonts w:ascii="Arial" w:hAnsi="Arial" w:cs="Arial"/>
                <w:sz w:val="16"/>
                <w:szCs w:val="16"/>
              </w:rPr>
              <w:fldChar w:fldCharType="end"/>
            </w:r>
          </w:p>
        </w:tc>
        <w:tc>
          <w:tcPr>
            <w:tcW w:w="708" w:type="dxa"/>
            <w:shd w:val="solid" w:color="FFFFFF" w:fill="auto"/>
          </w:tcPr>
          <w:p w:rsidR="00004A58" w:rsidRPr="00004A58" w:rsidRDefault="00004A58" w:rsidP="00E50914">
            <w:pPr>
              <w:rPr>
                <w:rFonts w:ascii="Arial" w:hAnsi="Arial" w:cs="Arial"/>
                <w:sz w:val="16"/>
                <w:szCs w:val="16"/>
              </w:rPr>
            </w:pPr>
            <w:r w:rsidRPr="00004A58">
              <w:rPr>
                <w:rFonts w:ascii="Arial" w:hAnsi="Arial" w:cs="Arial"/>
                <w:sz w:val="16"/>
                <w:szCs w:val="16"/>
              </w:rPr>
              <w:t>15.3.0</w:t>
            </w:r>
          </w:p>
        </w:tc>
      </w:tr>
    </w:tbl>
    <w:p w:rsidR="00080512" w:rsidRPr="00004A58" w:rsidRDefault="00080512" w:rsidP="00DA25AD"/>
    <w:sectPr w:rsidR="00080512" w:rsidRPr="00004A58">
      <w:headerReference w:type="default" r:id="rId11"/>
      <w:footerReference w:type="default" r:id="rId12"/>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3DD9" w:rsidRDefault="00293DD9">
      <w:r>
        <w:separator/>
      </w:r>
    </w:p>
  </w:endnote>
  <w:endnote w:type="continuationSeparator" w:id="0">
    <w:p w:rsidR="00293DD9" w:rsidRDefault="00293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uturaA Bk BT">
    <w:altName w:val="Century Gothic"/>
    <w:charset w:val="00"/>
    <w:family w:val="swiss"/>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B11" w:rsidRDefault="00597B11">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3DD9" w:rsidRDefault="00293DD9">
      <w:r>
        <w:separator/>
      </w:r>
    </w:p>
  </w:footnote>
  <w:footnote w:type="continuationSeparator" w:id="0">
    <w:p w:rsidR="00293DD9" w:rsidRDefault="00293D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B11" w:rsidRDefault="00597B11">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004A58">
      <w:rPr>
        <w:rFonts w:ascii="Arial" w:hAnsi="Arial" w:cs="Arial"/>
        <w:b/>
        <w:noProof/>
        <w:sz w:val="18"/>
        <w:szCs w:val="18"/>
      </w:rPr>
      <w:t>3GPP TS 29.338 V15.3.0 (2020-09)</w:t>
    </w:r>
    <w:r>
      <w:rPr>
        <w:rFonts w:ascii="Arial" w:hAnsi="Arial" w:cs="Arial"/>
        <w:b/>
        <w:sz w:val="18"/>
        <w:szCs w:val="18"/>
      </w:rPr>
      <w:fldChar w:fldCharType="end"/>
    </w:r>
  </w:p>
  <w:p w:rsidR="00597B11" w:rsidRDefault="00597B11">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rsidR="00597B11" w:rsidRDefault="00597B11">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004A58">
      <w:rPr>
        <w:rFonts w:ascii="Arial" w:hAnsi="Arial" w:cs="Arial"/>
        <w:b/>
        <w:noProof/>
        <w:sz w:val="18"/>
        <w:szCs w:val="18"/>
      </w:rPr>
      <w:t>Release 15</w:t>
    </w:r>
    <w:r>
      <w:rPr>
        <w:rFonts w:ascii="Arial" w:hAnsi="Arial" w:cs="Arial"/>
        <w:b/>
        <w:sz w:val="18"/>
        <w:szCs w:val="18"/>
      </w:rPr>
      <w:fldChar w:fldCharType="end"/>
    </w:r>
  </w:p>
  <w:p w:rsidR="00597B11" w:rsidRDefault="00597B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93D1AB7"/>
    <w:multiLevelType w:val="hybridMultilevel"/>
    <w:tmpl w:val="5550739E"/>
    <w:lvl w:ilvl="0" w:tplc="1506074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B977BE"/>
    <w:multiLevelType w:val="hybridMultilevel"/>
    <w:tmpl w:val="1840C43E"/>
    <w:lvl w:ilvl="0" w:tplc="15060746">
      <w:start w:val="5"/>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9004A7"/>
    <w:multiLevelType w:val="hybridMultilevel"/>
    <w:tmpl w:val="29F63B98"/>
    <w:lvl w:ilvl="0" w:tplc="15060746">
      <w:start w:val="5"/>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635834"/>
    <w:multiLevelType w:val="hybridMultilevel"/>
    <w:tmpl w:val="CB3C5FAA"/>
    <w:lvl w:ilvl="0" w:tplc="F83E2F8E">
      <w:start w:val="16"/>
      <w:numFmt w:val="bullet"/>
      <w:lvlText w:val="-"/>
      <w:lvlJc w:val="left"/>
      <w:pPr>
        <w:tabs>
          <w:tab w:val="num" w:pos="644"/>
        </w:tabs>
        <w:ind w:left="644" w:hanging="360"/>
      </w:pPr>
      <w:rPr>
        <w:rFonts w:ascii="Times New Roman" w:eastAsia="Times New Roman" w:hAnsi="Times New Roman" w:cs="Times New Roman"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6" w15:restartNumberingAfterBreak="0">
    <w:nsid w:val="1DA60D42"/>
    <w:multiLevelType w:val="hybridMultilevel"/>
    <w:tmpl w:val="C34CE150"/>
    <w:lvl w:ilvl="0" w:tplc="B4524378">
      <w:start w:val="36"/>
      <w:numFmt w:val="bullet"/>
      <w:lvlText w:val="-"/>
      <w:lvlJc w:val="left"/>
      <w:pPr>
        <w:tabs>
          <w:tab w:val="num" w:pos="644"/>
        </w:tabs>
        <w:ind w:left="644" w:hanging="360"/>
      </w:pPr>
      <w:rPr>
        <w:rFonts w:ascii="Times New Roman" w:eastAsia="Times New Roman" w:hAnsi="Times New Roman" w:cs="Times New Roman"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7" w15:restartNumberingAfterBreak="0">
    <w:nsid w:val="21FA2CD1"/>
    <w:multiLevelType w:val="hybridMultilevel"/>
    <w:tmpl w:val="DDE41E26"/>
    <w:lvl w:ilvl="0" w:tplc="CCA0C876">
      <w:start w:val="1"/>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8" w15:restartNumberingAfterBreak="0">
    <w:nsid w:val="23A34A58"/>
    <w:multiLevelType w:val="hybridMultilevel"/>
    <w:tmpl w:val="317A778A"/>
    <w:lvl w:ilvl="0" w:tplc="EBB2AE7A">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E53BAA"/>
    <w:multiLevelType w:val="hybridMultilevel"/>
    <w:tmpl w:val="9EBAF098"/>
    <w:lvl w:ilvl="0" w:tplc="42146502">
      <w:start w:val="5"/>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64710B"/>
    <w:multiLevelType w:val="hybridMultilevel"/>
    <w:tmpl w:val="898C447E"/>
    <w:lvl w:ilvl="0" w:tplc="15060746">
      <w:start w:val="5"/>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A45D36"/>
    <w:multiLevelType w:val="hybridMultilevel"/>
    <w:tmpl w:val="616829A0"/>
    <w:lvl w:ilvl="0" w:tplc="1506074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4200E84"/>
    <w:multiLevelType w:val="hybridMultilevel"/>
    <w:tmpl w:val="27B0DF96"/>
    <w:lvl w:ilvl="0" w:tplc="A6709014">
      <w:start w:val="1"/>
      <w:numFmt w:val="bullet"/>
      <w:lvlText w:val="-"/>
      <w:lvlJc w:val="left"/>
      <w:pPr>
        <w:tabs>
          <w:tab w:val="num" w:pos="720"/>
        </w:tabs>
        <w:ind w:left="720" w:hanging="360"/>
      </w:pPr>
      <w:rPr>
        <w:rFonts w:ascii="FuturaA Bk BT" w:hAnsi="FuturaA Bk BT"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75062F0"/>
    <w:multiLevelType w:val="hybridMultilevel"/>
    <w:tmpl w:val="B9E6602E"/>
    <w:lvl w:ilvl="0" w:tplc="6BD2DC30">
      <w:start w:val="4"/>
      <w:numFmt w:val="decimal"/>
      <w:lvlText w:val="%1"/>
      <w:lvlJc w:val="left"/>
      <w:pPr>
        <w:tabs>
          <w:tab w:val="num" w:pos="1500"/>
        </w:tabs>
        <w:ind w:left="1500" w:hanging="114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5A3D1C3D"/>
    <w:multiLevelType w:val="multilevel"/>
    <w:tmpl w:val="0E7CF58A"/>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500"/>
        </w:tabs>
        <w:ind w:left="1500" w:hanging="1140"/>
      </w:pPr>
      <w:rPr>
        <w:rFonts w:hint="default"/>
      </w:rPr>
    </w:lvl>
    <w:lvl w:ilvl="2">
      <w:start w:val="1"/>
      <w:numFmt w:val="decimal"/>
      <w:isLgl/>
      <w:lvlText w:val="%1.%2.%3"/>
      <w:lvlJc w:val="left"/>
      <w:pPr>
        <w:tabs>
          <w:tab w:val="num" w:pos="1500"/>
        </w:tabs>
        <w:ind w:left="1500" w:hanging="1140"/>
      </w:pPr>
      <w:rPr>
        <w:rFonts w:hint="default"/>
      </w:rPr>
    </w:lvl>
    <w:lvl w:ilvl="3">
      <w:start w:val="1"/>
      <w:numFmt w:val="decimal"/>
      <w:isLgl/>
      <w:lvlText w:val="%1.%2.%3.%4"/>
      <w:lvlJc w:val="left"/>
      <w:pPr>
        <w:tabs>
          <w:tab w:val="num" w:pos="1500"/>
        </w:tabs>
        <w:ind w:left="1500" w:hanging="1140"/>
      </w:pPr>
      <w:rPr>
        <w:rFonts w:hint="default"/>
      </w:rPr>
    </w:lvl>
    <w:lvl w:ilvl="4">
      <w:start w:val="1"/>
      <w:numFmt w:val="decimal"/>
      <w:isLgl/>
      <w:lvlText w:val="%1.%2.%3.%4.%5"/>
      <w:lvlJc w:val="left"/>
      <w:pPr>
        <w:tabs>
          <w:tab w:val="num" w:pos="1500"/>
        </w:tabs>
        <w:ind w:left="1500" w:hanging="1140"/>
      </w:pPr>
      <w:rPr>
        <w:rFonts w:hint="default"/>
      </w:rPr>
    </w:lvl>
    <w:lvl w:ilvl="5">
      <w:start w:val="1"/>
      <w:numFmt w:val="decimal"/>
      <w:isLgl/>
      <w:lvlText w:val="%1.%2.%3.%4.%5.%6"/>
      <w:lvlJc w:val="left"/>
      <w:pPr>
        <w:tabs>
          <w:tab w:val="num" w:pos="1500"/>
        </w:tabs>
        <w:ind w:left="1500" w:hanging="1140"/>
      </w:pPr>
      <w:rPr>
        <w:rFonts w:hint="default"/>
      </w:rPr>
    </w:lvl>
    <w:lvl w:ilvl="6">
      <w:start w:val="1"/>
      <w:numFmt w:val="decimal"/>
      <w:isLgl/>
      <w:lvlText w:val="%1.%2.%3.%4.%5.%6.%7"/>
      <w:lvlJc w:val="left"/>
      <w:pPr>
        <w:tabs>
          <w:tab w:val="num" w:pos="1500"/>
        </w:tabs>
        <w:ind w:left="1500" w:hanging="11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5"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33F7717"/>
    <w:multiLevelType w:val="hybridMultilevel"/>
    <w:tmpl w:val="A4EA4496"/>
    <w:lvl w:ilvl="0" w:tplc="D01698C6">
      <w:start w:val="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DE760C3"/>
    <w:multiLevelType w:val="hybridMultilevel"/>
    <w:tmpl w:val="AE00A840"/>
    <w:lvl w:ilvl="0" w:tplc="A6709014">
      <w:start w:val="1"/>
      <w:numFmt w:val="bullet"/>
      <w:lvlText w:val="-"/>
      <w:lvlJc w:val="left"/>
      <w:pPr>
        <w:tabs>
          <w:tab w:val="num" w:pos="720"/>
        </w:tabs>
        <w:ind w:left="720" w:hanging="360"/>
      </w:pPr>
      <w:rPr>
        <w:rFonts w:ascii="FuturaA Bk BT" w:hAnsi="FuturaA Bk BT"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1"/>
  </w:num>
  <w:num w:numId="4">
    <w:abstractNumId w:val="15"/>
  </w:num>
  <w:num w:numId="5">
    <w:abstractNumId w:val="13"/>
  </w:num>
  <w:num w:numId="6">
    <w:abstractNumId w:val="14"/>
  </w:num>
  <w:num w:numId="7">
    <w:abstractNumId w:val="16"/>
  </w:num>
  <w:num w:numId="8">
    <w:abstractNumId w:val="10"/>
  </w:num>
  <w:num w:numId="9">
    <w:abstractNumId w:val="17"/>
  </w:num>
  <w:num w:numId="10">
    <w:abstractNumId w:val="12"/>
  </w:num>
  <w:num w:numId="11">
    <w:abstractNumId w:val="2"/>
  </w:num>
  <w:num w:numId="12">
    <w:abstractNumId w:val="3"/>
  </w:num>
  <w:num w:numId="13">
    <w:abstractNumId w:val="5"/>
  </w:num>
  <w:num w:numId="14">
    <w:abstractNumId w:val="4"/>
  </w:num>
  <w:num w:numId="15">
    <w:abstractNumId w:val="11"/>
  </w:num>
  <w:num w:numId="16">
    <w:abstractNumId w:val="8"/>
  </w:num>
  <w:num w:numId="17">
    <w:abstractNumId w:val="9"/>
  </w:num>
  <w:num w:numId="18">
    <w:abstractNumId w:val="6"/>
  </w:num>
  <w:num w:numId="19">
    <w:abstractNumId w:val="4"/>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22"/>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213A"/>
    <w:rsid w:val="00004A58"/>
    <w:rsid w:val="00033397"/>
    <w:rsid w:val="00040095"/>
    <w:rsid w:val="00051834"/>
    <w:rsid w:val="00054A22"/>
    <w:rsid w:val="00062023"/>
    <w:rsid w:val="000655A6"/>
    <w:rsid w:val="00080512"/>
    <w:rsid w:val="000C47C3"/>
    <w:rsid w:val="000D58AB"/>
    <w:rsid w:val="00133525"/>
    <w:rsid w:val="001A4C42"/>
    <w:rsid w:val="001A7420"/>
    <w:rsid w:val="001B6637"/>
    <w:rsid w:val="001C21C3"/>
    <w:rsid w:val="001D02C2"/>
    <w:rsid w:val="001F0C1D"/>
    <w:rsid w:val="001F1132"/>
    <w:rsid w:val="001F168B"/>
    <w:rsid w:val="002347A2"/>
    <w:rsid w:val="002675F0"/>
    <w:rsid w:val="00293DD9"/>
    <w:rsid w:val="002B6339"/>
    <w:rsid w:val="002E00EE"/>
    <w:rsid w:val="003172DC"/>
    <w:rsid w:val="00321E17"/>
    <w:rsid w:val="0035462D"/>
    <w:rsid w:val="003765B8"/>
    <w:rsid w:val="003C3971"/>
    <w:rsid w:val="00423334"/>
    <w:rsid w:val="004345EC"/>
    <w:rsid w:val="00465515"/>
    <w:rsid w:val="004D3578"/>
    <w:rsid w:val="004E213A"/>
    <w:rsid w:val="004F0988"/>
    <w:rsid w:val="004F3340"/>
    <w:rsid w:val="005252A2"/>
    <w:rsid w:val="0053388B"/>
    <w:rsid w:val="00535773"/>
    <w:rsid w:val="00543E6C"/>
    <w:rsid w:val="00565087"/>
    <w:rsid w:val="00597B11"/>
    <w:rsid w:val="005D2E01"/>
    <w:rsid w:val="005D7526"/>
    <w:rsid w:val="005E4BB2"/>
    <w:rsid w:val="00602AEA"/>
    <w:rsid w:val="00614FDF"/>
    <w:rsid w:val="0063543D"/>
    <w:rsid w:val="00647114"/>
    <w:rsid w:val="006A323F"/>
    <w:rsid w:val="006B30D0"/>
    <w:rsid w:val="006C3D95"/>
    <w:rsid w:val="006E5C86"/>
    <w:rsid w:val="00701116"/>
    <w:rsid w:val="00713C44"/>
    <w:rsid w:val="00734A5B"/>
    <w:rsid w:val="0074026F"/>
    <w:rsid w:val="007429F6"/>
    <w:rsid w:val="00744E76"/>
    <w:rsid w:val="00774DA4"/>
    <w:rsid w:val="00781F0F"/>
    <w:rsid w:val="007B600E"/>
    <w:rsid w:val="007C28AA"/>
    <w:rsid w:val="007F0F4A"/>
    <w:rsid w:val="008028A4"/>
    <w:rsid w:val="00830747"/>
    <w:rsid w:val="008768CA"/>
    <w:rsid w:val="008C384C"/>
    <w:rsid w:val="0090271F"/>
    <w:rsid w:val="00902E23"/>
    <w:rsid w:val="009114D7"/>
    <w:rsid w:val="0091348E"/>
    <w:rsid w:val="00917CCB"/>
    <w:rsid w:val="00942EC2"/>
    <w:rsid w:val="009F37B7"/>
    <w:rsid w:val="00A10F02"/>
    <w:rsid w:val="00A164B4"/>
    <w:rsid w:val="00A26956"/>
    <w:rsid w:val="00A27486"/>
    <w:rsid w:val="00A53724"/>
    <w:rsid w:val="00A56066"/>
    <w:rsid w:val="00A73129"/>
    <w:rsid w:val="00A82346"/>
    <w:rsid w:val="00A92BA1"/>
    <w:rsid w:val="00AC6BC6"/>
    <w:rsid w:val="00AE65E2"/>
    <w:rsid w:val="00B15449"/>
    <w:rsid w:val="00B37014"/>
    <w:rsid w:val="00B93086"/>
    <w:rsid w:val="00BA19ED"/>
    <w:rsid w:val="00BA4B8D"/>
    <w:rsid w:val="00BC0F7D"/>
    <w:rsid w:val="00BC6049"/>
    <w:rsid w:val="00BD7D31"/>
    <w:rsid w:val="00BE3255"/>
    <w:rsid w:val="00BF128E"/>
    <w:rsid w:val="00C074DD"/>
    <w:rsid w:val="00C1496A"/>
    <w:rsid w:val="00C33079"/>
    <w:rsid w:val="00C45231"/>
    <w:rsid w:val="00C72833"/>
    <w:rsid w:val="00C80F1D"/>
    <w:rsid w:val="00C93F40"/>
    <w:rsid w:val="00CA3D0C"/>
    <w:rsid w:val="00D57972"/>
    <w:rsid w:val="00D675A9"/>
    <w:rsid w:val="00D738D6"/>
    <w:rsid w:val="00D755EB"/>
    <w:rsid w:val="00D76048"/>
    <w:rsid w:val="00D87E00"/>
    <w:rsid w:val="00D9134D"/>
    <w:rsid w:val="00DA25AD"/>
    <w:rsid w:val="00DA7A03"/>
    <w:rsid w:val="00DB1818"/>
    <w:rsid w:val="00DC309B"/>
    <w:rsid w:val="00DC4DA2"/>
    <w:rsid w:val="00DD4C17"/>
    <w:rsid w:val="00DD74A5"/>
    <w:rsid w:val="00DF2B1F"/>
    <w:rsid w:val="00DF62CD"/>
    <w:rsid w:val="00E16509"/>
    <w:rsid w:val="00E44582"/>
    <w:rsid w:val="00E77645"/>
    <w:rsid w:val="00EA15B0"/>
    <w:rsid w:val="00EA5EA7"/>
    <w:rsid w:val="00EC4A25"/>
    <w:rsid w:val="00F025A2"/>
    <w:rsid w:val="00F04712"/>
    <w:rsid w:val="00F13360"/>
    <w:rsid w:val="00F22EC7"/>
    <w:rsid w:val="00F325C8"/>
    <w:rsid w:val="00F653B8"/>
    <w:rsid w:val="00F9008D"/>
    <w:rsid w:val="00FA1266"/>
    <w:rsid w:val="00FC11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363E9A78"/>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next w:val="Normal"/>
    <w:link w:val="Heading1Char"/>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link w:val="Heading2Char"/>
    <w:qFormat/>
    <w:pPr>
      <w:pBdr>
        <w:top w:val="none" w:sz="0" w:space="0" w:color="auto"/>
      </w:pBdr>
      <w:spacing w:before="180"/>
      <w:outlineLvl w:val="1"/>
    </w:pPr>
    <w:rPr>
      <w:sz w:val="32"/>
    </w:rPr>
  </w:style>
  <w:style w:type="paragraph" w:styleId="Heading3">
    <w:name w:val="heading 3"/>
    <w:aliases w:val="H3,Underrubrik2,H3-Heading 3,3,l3.3,h3,l3,list 3,list3,subhead,Heading3,1.,Heading No. L3,E3,Heading Three,h 3,3rd level,heading 3,RFQ2,Titolo Sotto/Sottosezione,no break,h31,OdsKap3,OdsKap3Überschrift,CT,3 bullet,b,Second,SECOND,3 Ggbullet,L3"/>
    <w:basedOn w:val="Heading2"/>
    <w:next w:val="Normal"/>
    <w:link w:val="Heading3Char"/>
    <w:qFormat/>
    <w:pPr>
      <w:spacing w:before="120"/>
      <w:outlineLvl w:val="2"/>
    </w:pPr>
    <w:rPr>
      <w:sz w:val="28"/>
    </w:rPr>
  </w:style>
  <w:style w:type="paragraph" w:styleId="Heading4">
    <w:name w:val="heading 4"/>
    <w:basedOn w:val="Heading3"/>
    <w:next w:val="Normal"/>
    <w:link w:val="Heading4Char"/>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uiPriority w:val="39"/>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uiPriority w:val="39"/>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har"/>
    <w:qFormat/>
    <w:pPr>
      <w:keepNext/>
      <w:keepLines/>
      <w:spacing w:after="0"/>
    </w:pPr>
    <w:rPr>
      <w:rFonts w:ascii="Arial" w:hAnsi="Arial"/>
      <w:sz w:val="18"/>
    </w:rPr>
  </w:style>
  <w:style w:type="paragraph" w:customStyle="1" w:styleId="TAH">
    <w:name w:val="TAH"/>
    <w:basedOn w:val="TAC"/>
    <w:link w:val="TAHChar"/>
    <w:rPr>
      <w:b/>
    </w:rPr>
  </w:style>
  <w:style w:type="paragraph" w:customStyle="1" w:styleId="TAC">
    <w:name w:val="TAC"/>
    <w:basedOn w:val="TAL"/>
    <w:link w:val="TACChar"/>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ar"/>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Normal"/>
    <w:link w:val="B1Char"/>
    <w:qFormat/>
    <w:pPr>
      <w:ind w:left="568" w:hanging="284"/>
    </w:pPr>
  </w:style>
  <w:style w:type="paragraph" w:styleId="TOC6">
    <w:name w:val="toc 6"/>
    <w:basedOn w:val="TOC5"/>
    <w:next w:val="Normal"/>
    <w:uiPriority w:val="39"/>
    <w:pPr>
      <w:ind w:left="1985" w:hanging="1985"/>
    </w:pPr>
  </w:style>
  <w:style w:type="paragraph" w:styleId="TOC7">
    <w:name w:val="toc 7"/>
    <w:basedOn w:val="TOC6"/>
    <w:next w:val="Normal"/>
    <w:uiPriority w:val="39"/>
    <w:pPr>
      <w:ind w:left="2268" w:hanging="2268"/>
    </w:pPr>
  </w:style>
  <w:style w:type="paragraph" w:customStyle="1" w:styleId="EditorsNote">
    <w:name w:val="Editor's Note"/>
    <w:aliases w:val="EN"/>
    <w:basedOn w:val="NO"/>
    <w:link w:val="EditorsNoteChar"/>
    <w:rPr>
      <w:color w:val="FF0000"/>
    </w:rPr>
  </w:style>
  <w:style w:type="paragraph" w:customStyle="1" w:styleId="TH">
    <w:name w:val="TH"/>
    <w:basedOn w:val="Normal"/>
    <w:link w:val="THChar"/>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link w:val="B2Char"/>
    <w:pPr>
      <w:ind w:left="851" w:hanging="284"/>
    </w:pPr>
  </w:style>
  <w:style w:type="paragraph" w:customStyle="1" w:styleId="B3">
    <w:name w:val="B3"/>
    <w:basedOn w:val="Normal"/>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4F0988"/>
    <w:pPr>
      <w:spacing w:after="0"/>
    </w:pPr>
    <w:rPr>
      <w:rFonts w:ascii="Segoe UI" w:hAnsi="Segoe UI" w:cs="Segoe UI"/>
      <w:sz w:val="18"/>
      <w:szCs w:val="18"/>
    </w:rPr>
  </w:style>
  <w:style w:type="character" w:customStyle="1" w:styleId="BalloonTextChar">
    <w:name w:val="Balloon Text Char"/>
    <w:link w:val="BalloonText"/>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4026F"/>
    <w:rPr>
      <w:color w:val="0563C1"/>
      <w:u w:val="single"/>
    </w:rPr>
  </w:style>
  <w:style w:type="character" w:styleId="UnresolvedMention">
    <w:name w:val="Unresolved Mention"/>
    <w:uiPriority w:val="99"/>
    <w:semiHidden/>
    <w:unhideWhenUsed/>
    <w:rsid w:val="0074026F"/>
    <w:rPr>
      <w:color w:val="605E5C"/>
      <w:shd w:val="clear" w:color="auto" w:fill="E1DFDD"/>
    </w:rPr>
  </w:style>
  <w:style w:type="character" w:styleId="FollowedHyperlink">
    <w:name w:val="FollowedHyperlink"/>
    <w:rsid w:val="00F13360"/>
    <w:rPr>
      <w:color w:val="954F72"/>
      <w:u w:val="single"/>
    </w:rPr>
  </w:style>
  <w:style w:type="character" w:customStyle="1" w:styleId="EditorsNoteChar">
    <w:name w:val="Editor's Note Char"/>
    <w:aliases w:val="EN Char"/>
    <w:link w:val="EditorsNote"/>
    <w:rsid w:val="00DA25AD"/>
    <w:rPr>
      <w:color w:val="FF0000"/>
      <w:lang w:eastAsia="en-US"/>
    </w:rPr>
  </w:style>
  <w:style w:type="character" w:customStyle="1" w:styleId="B1Char">
    <w:name w:val="B1 Char"/>
    <w:link w:val="B1"/>
    <w:locked/>
    <w:rsid w:val="00DA25AD"/>
    <w:rPr>
      <w:lang w:eastAsia="en-US"/>
    </w:rPr>
  </w:style>
  <w:style w:type="character" w:customStyle="1" w:styleId="TALChar">
    <w:name w:val="TAL Char"/>
    <w:link w:val="TAL"/>
    <w:qFormat/>
    <w:rsid w:val="00DA25AD"/>
    <w:rPr>
      <w:rFonts w:ascii="Arial" w:hAnsi="Arial"/>
      <w:sz w:val="18"/>
      <w:lang w:eastAsia="en-US"/>
    </w:rPr>
  </w:style>
  <w:style w:type="character" w:customStyle="1" w:styleId="TACChar">
    <w:name w:val="TAC Char"/>
    <w:link w:val="TAC"/>
    <w:rsid w:val="00DA25AD"/>
    <w:rPr>
      <w:rFonts w:ascii="Arial" w:hAnsi="Arial"/>
      <w:sz w:val="18"/>
      <w:lang w:eastAsia="en-US"/>
    </w:rPr>
  </w:style>
  <w:style w:type="character" w:customStyle="1" w:styleId="TAHChar">
    <w:name w:val="TAH Char"/>
    <w:link w:val="TAH"/>
    <w:rsid w:val="00DA25AD"/>
    <w:rPr>
      <w:rFonts w:ascii="Arial" w:hAnsi="Arial"/>
      <w:b/>
      <w:sz w:val="18"/>
      <w:lang w:eastAsia="en-US"/>
    </w:rPr>
  </w:style>
  <w:style w:type="character" w:customStyle="1" w:styleId="THChar">
    <w:name w:val="TH Char"/>
    <w:link w:val="TH"/>
    <w:locked/>
    <w:rsid w:val="00DA25AD"/>
    <w:rPr>
      <w:rFonts w:ascii="Arial" w:hAnsi="Arial"/>
      <w:b/>
      <w:lang w:eastAsia="en-US"/>
    </w:rPr>
  </w:style>
  <w:style w:type="character" w:customStyle="1" w:styleId="NOChar">
    <w:name w:val="NO Char"/>
    <w:link w:val="NO"/>
    <w:rsid w:val="00DA25AD"/>
    <w:rPr>
      <w:lang w:eastAsia="en-US"/>
    </w:rPr>
  </w:style>
  <w:style w:type="character" w:customStyle="1" w:styleId="Heading1Char">
    <w:name w:val="Heading 1 Char"/>
    <w:link w:val="Heading1"/>
    <w:rsid w:val="00DA25AD"/>
    <w:rPr>
      <w:rFonts w:ascii="Arial" w:hAnsi="Arial"/>
      <w:sz w:val="36"/>
      <w:lang w:eastAsia="en-US"/>
    </w:rPr>
  </w:style>
  <w:style w:type="character" w:customStyle="1" w:styleId="Heading2Char">
    <w:name w:val="Heading 2 Char"/>
    <w:link w:val="Heading2"/>
    <w:rsid w:val="00DA25AD"/>
    <w:rPr>
      <w:rFonts w:ascii="Arial" w:hAnsi="Arial"/>
      <w:sz w:val="32"/>
      <w:lang w:eastAsia="en-US"/>
    </w:rPr>
  </w:style>
  <w:style w:type="character" w:customStyle="1" w:styleId="Heading3Char">
    <w:name w:val="Heading 3 Char"/>
    <w:aliases w:val="H3 Char1,Underrubrik2 Char1,H3-Heading 3 Char1,3 Char1,l3.3 Char1,h3 Char1,l3 Char1,list 3 Char1,list3 Char1,subhead Char1,Heading3 Char1,1. Char1,Heading No. L3 Char1,E3 Char1,Heading Three Char1,h 3 Char1,3rd level Char1,heading 3 Char1"/>
    <w:link w:val="Heading3"/>
    <w:rsid w:val="00DA25AD"/>
    <w:rPr>
      <w:rFonts w:ascii="Arial" w:hAnsi="Arial"/>
      <w:sz w:val="28"/>
      <w:lang w:eastAsia="en-US"/>
    </w:rPr>
  </w:style>
  <w:style w:type="paragraph" w:customStyle="1" w:styleId="NormalLeft10cm">
    <w:name w:val="Normal + Left:  1.0 cm"/>
    <w:basedOn w:val="Normal"/>
    <w:rsid w:val="00DA25AD"/>
    <w:rPr>
      <w:rFonts w:eastAsia="SimSun"/>
    </w:rPr>
  </w:style>
  <w:style w:type="character" w:customStyle="1" w:styleId="NOZchn">
    <w:name w:val="NO Zchn"/>
    <w:rsid w:val="00DA25AD"/>
    <w:rPr>
      <w:lang w:val="en-GB" w:eastAsia="en-US" w:bidi="ar-SA"/>
    </w:rPr>
  </w:style>
  <w:style w:type="paragraph" w:styleId="ListNumber">
    <w:name w:val="List Number"/>
    <w:basedOn w:val="List"/>
    <w:rsid w:val="00DA25AD"/>
    <w:pPr>
      <w:ind w:left="568" w:hanging="284"/>
    </w:pPr>
  </w:style>
  <w:style w:type="paragraph" w:styleId="List">
    <w:name w:val="List"/>
    <w:basedOn w:val="Normal"/>
    <w:rsid w:val="00DA25AD"/>
    <w:pPr>
      <w:ind w:left="283" w:hanging="283"/>
    </w:pPr>
  </w:style>
  <w:style w:type="character" w:customStyle="1" w:styleId="TANChar">
    <w:name w:val="TAN Char"/>
    <w:link w:val="TAN"/>
    <w:rsid w:val="00DA25AD"/>
    <w:rPr>
      <w:rFonts w:ascii="Arial" w:hAnsi="Arial"/>
      <w:sz w:val="18"/>
      <w:lang w:eastAsia="en-US"/>
    </w:rPr>
  </w:style>
  <w:style w:type="character" w:customStyle="1" w:styleId="H3Char">
    <w:name w:val="H3 Char"/>
    <w:aliases w:val="Underrubrik2 Char,H3-Heading 3 Char,3 Char,l3.3 Char,h3 Char,l3 Char,list 3 Char,list3 Char,subhead Char,Heading3 Char,1. Char,Heading No. L3 Char,E3 Char,Heading Three Char,h 3 Char,3rd level Char,heading 3 Char,RFQ2 Char,no break Char,h31 Char"/>
    <w:rsid w:val="00DA25AD"/>
    <w:rPr>
      <w:rFonts w:ascii="Arial" w:hAnsi="Arial"/>
      <w:sz w:val="28"/>
      <w:lang w:eastAsia="en-US"/>
    </w:rPr>
  </w:style>
  <w:style w:type="character" w:customStyle="1" w:styleId="Heading4Char">
    <w:name w:val="Heading 4 Char"/>
    <w:link w:val="Heading4"/>
    <w:rsid w:val="00DA25AD"/>
    <w:rPr>
      <w:rFonts w:ascii="Arial" w:hAnsi="Arial"/>
      <w:sz w:val="24"/>
      <w:lang w:eastAsia="en-US"/>
    </w:rPr>
  </w:style>
  <w:style w:type="character" w:customStyle="1" w:styleId="EXCar">
    <w:name w:val="EX Car"/>
    <w:link w:val="EX"/>
    <w:rsid w:val="00DA25AD"/>
    <w:rPr>
      <w:lang w:eastAsia="en-US"/>
    </w:rPr>
  </w:style>
  <w:style w:type="paragraph" w:customStyle="1" w:styleId="CRCoverPage">
    <w:name w:val="CR Cover Page"/>
    <w:rsid w:val="00DA25AD"/>
    <w:pPr>
      <w:spacing w:after="120"/>
    </w:pPr>
    <w:rPr>
      <w:rFonts w:ascii="Arial" w:hAnsi="Arial"/>
      <w:lang w:eastAsia="en-US"/>
    </w:rPr>
  </w:style>
  <w:style w:type="character" w:customStyle="1" w:styleId="B2Char">
    <w:name w:val="B2 Char"/>
    <w:link w:val="B2"/>
    <w:rsid w:val="00B3701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ymalai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2281CA-1251-47D3-8D0F-551EBC9C2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22</TotalTime>
  <Pages>1</Pages>
  <Words>20632</Words>
  <Characters>117606</Characters>
  <Application>Microsoft Office Word</Application>
  <DocSecurity>0</DocSecurity>
  <Lines>980</Lines>
  <Paragraphs>275</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137963</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Kimmo Kymalainen</cp:lastModifiedBy>
  <cp:revision>8</cp:revision>
  <cp:lastPrinted>2019-02-25T14:05:00Z</cp:lastPrinted>
  <dcterms:created xsi:type="dcterms:W3CDTF">2020-07-05T20:34:00Z</dcterms:created>
  <dcterms:modified xsi:type="dcterms:W3CDTF">2020-09-24T16:27:00Z</dcterms:modified>
</cp:coreProperties>
</file>